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1418"/>
        <w:gridCol w:w="4253"/>
      </w:tblGrid>
      <w:tr w:rsidR="008B4254" w:rsidTr="0014341F">
        <w:trPr>
          <w:trHeight w:hRule="exact" w:val="1531"/>
        </w:trPr>
        <w:tc>
          <w:tcPr>
            <w:tcW w:w="4253" w:type="dxa"/>
            <w:vAlign w:val="center"/>
          </w:tcPr>
          <w:p w:rsidR="002C6C85" w:rsidRPr="0014341F" w:rsidRDefault="002C6C85" w:rsidP="00613B4E">
            <w:pPr>
              <w:pStyle w:val="1"/>
              <w:spacing w:before="120"/>
              <w:ind w:left="-68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МИНИСТЕРСТВО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ФИНАНСОВ</w:t>
            </w:r>
          </w:p>
          <w:p w:rsidR="002E4431" w:rsidRPr="0014341F" w:rsidRDefault="008B4254" w:rsidP="00E20E4E">
            <w:pPr>
              <w:pStyle w:val="1"/>
              <w:ind w:left="-7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РЕСПУБЛИКИ  ТАТАРСТАН</w:t>
            </w:r>
          </w:p>
          <w:p w:rsidR="00F91897" w:rsidRPr="0014341F" w:rsidRDefault="00F91897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  <w:tc>
          <w:tcPr>
            <w:tcW w:w="1418" w:type="dxa"/>
          </w:tcPr>
          <w:p w:rsidR="008B4254" w:rsidRDefault="00425D20" w:rsidP="00883C9A">
            <w:pPr>
              <w:ind w:left="7" w:hanging="7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23900" cy="7048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3" w:type="dxa"/>
            <w:vAlign w:val="center"/>
          </w:tcPr>
          <w:p w:rsidR="008B4254" w:rsidRPr="0014341F" w:rsidRDefault="008F709A" w:rsidP="00613B4E">
            <w:pPr>
              <w:pStyle w:val="1"/>
              <w:spacing w:before="120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ТАТАРСТАН </w:t>
            </w:r>
            <w:r w:rsidR="008B4254"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РЕСПУБЛИКАСЫ</w:t>
            </w:r>
          </w:p>
          <w:p w:rsidR="003F4D50" w:rsidRPr="0014341F" w:rsidRDefault="008B4254" w:rsidP="00613B4E">
            <w:pPr>
              <w:pStyle w:val="1"/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</w:pP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ФИНАНС </w:t>
            </w:r>
            <w:r w:rsid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 xml:space="preserve"> </w:t>
            </w:r>
            <w:r w:rsidRPr="0014341F">
              <w:rPr>
                <w:rFonts w:ascii="Times New Roman" w:hAnsi="Times New Roman"/>
                <w:b w:val="0"/>
                <w:spacing w:val="-10"/>
                <w:sz w:val="28"/>
                <w:szCs w:val="28"/>
              </w:rPr>
              <w:t>МИНИСТРЛЫГЫ</w:t>
            </w:r>
          </w:p>
          <w:p w:rsidR="008B4254" w:rsidRPr="0014341F" w:rsidRDefault="008B4254" w:rsidP="0014341F">
            <w:pPr>
              <w:pStyle w:val="1"/>
              <w:spacing w:line="400" w:lineRule="exact"/>
              <w:ind w:left="-68"/>
              <w:rPr>
                <w:rFonts w:ascii="Times New Roman" w:hAnsi="Times New Roman"/>
                <w:b w:val="0"/>
                <w:sz w:val="20"/>
              </w:rPr>
            </w:pPr>
          </w:p>
          <w:p w:rsidR="00AA1E2E" w:rsidRPr="0014341F" w:rsidRDefault="00AA1E2E" w:rsidP="00AA1E2E"/>
        </w:tc>
      </w:tr>
    </w:tbl>
    <w:p w:rsidR="008B4254" w:rsidRPr="007D414D" w:rsidRDefault="008B4254" w:rsidP="007D414D">
      <w:pPr>
        <w:tabs>
          <w:tab w:val="left" w:pos="9356"/>
        </w:tabs>
        <w:spacing w:line="216" w:lineRule="auto"/>
        <w:ind w:left="851" w:right="1134" w:firstLine="425"/>
        <w:jc w:val="center"/>
        <w:rPr>
          <w:sz w:val="12"/>
          <w:szCs w:val="12"/>
          <w:lang w:val="en-US"/>
        </w:rPr>
      </w:pPr>
    </w:p>
    <w:p w:rsidR="007D414D" w:rsidRPr="007402DB" w:rsidRDefault="00051C22" w:rsidP="006B7205">
      <w:pPr>
        <w:tabs>
          <w:tab w:val="left" w:pos="9214"/>
          <w:tab w:val="left" w:pos="9498"/>
        </w:tabs>
        <w:spacing w:line="216" w:lineRule="auto"/>
        <w:ind w:left="142" w:right="964" w:firstLine="142"/>
        <w:jc w:val="center"/>
        <w:rPr>
          <w:sz w:val="16"/>
          <w:lang w:val="en-US"/>
        </w:rPr>
      </w:pPr>
      <w:r>
        <w:rPr>
          <w:sz w:val="16"/>
          <w:lang w:val="en-US"/>
        </w:rPr>
        <w:pict>
          <v:rect id="_x0000_i1025" style="width:467.8pt;height:1pt" o:hralign="center" o:hrstd="t" o:hrnoshade="t" o:hr="t" fillcolor="black" stroked="f"/>
        </w:pict>
      </w:r>
    </w:p>
    <w:tbl>
      <w:tblPr>
        <w:tblW w:w="0" w:type="auto"/>
        <w:tblInd w:w="567" w:type="dxa"/>
        <w:tblLayout w:type="fixed"/>
        <w:tblLook w:val="0000" w:firstRow="0" w:lastRow="0" w:firstColumn="0" w:lastColumn="0" w:noHBand="0" w:noVBand="0"/>
      </w:tblPr>
      <w:tblGrid>
        <w:gridCol w:w="2268"/>
        <w:gridCol w:w="4077"/>
        <w:gridCol w:w="567"/>
        <w:gridCol w:w="1843"/>
      </w:tblGrid>
      <w:tr w:rsidR="00A143F3" w:rsidTr="00CF7DA6">
        <w:tc>
          <w:tcPr>
            <w:tcW w:w="2268" w:type="dxa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ПРИКАЗ</w:t>
            </w:r>
          </w:p>
        </w:tc>
        <w:tc>
          <w:tcPr>
            <w:tcW w:w="4077" w:type="dxa"/>
            <w:vAlign w:val="bottom"/>
          </w:tcPr>
          <w:p w:rsidR="00A143F3" w:rsidRDefault="00A143F3" w:rsidP="00CF7DA6">
            <w:pPr>
              <w:spacing w:line="300" w:lineRule="exact"/>
              <w:jc w:val="center"/>
              <w:rPr>
                <w:sz w:val="28"/>
              </w:rPr>
            </w:pPr>
          </w:p>
        </w:tc>
        <w:tc>
          <w:tcPr>
            <w:tcW w:w="2410" w:type="dxa"/>
            <w:gridSpan w:val="2"/>
            <w:vAlign w:val="bottom"/>
          </w:tcPr>
          <w:p w:rsidR="00A143F3" w:rsidRDefault="00A143F3" w:rsidP="00CF7DA6">
            <w:pPr>
              <w:pStyle w:val="Noeeu1"/>
              <w:jc w:val="center"/>
            </w:pPr>
            <w:r>
              <w:rPr>
                <w:b/>
              </w:rPr>
              <w:t>БОЕРЫК</w:t>
            </w:r>
          </w:p>
        </w:tc>
      </w:tr>
      <w:tr w:rsidR="00494669" w:rsidTr="00731474">
        <w:tc>
          <w:tcPr>
            <w:tcW w:w="2268" w:type="dxa"/>
            <w:tcBorders>
              <w:bottom w:val="single" w:sz="4" w:space="0" w:color="auto"/>
            </w:tcBorders>
          </w:tcPr>
          <w:p w:rsidR="00494669" w:rsidRPr="00401261" w:rsidRDefault="00051C22" w:rsidP="00A87942">
            <w:pPr>
              <w:pStyle w:val="Noeeu1"/>
              <w:jc w:val="center"/>
            </w:pPr>
            <w:r>
              <w:t>27.03.2020</w:t>
            </w:r>
          </w:p>
        </w:tc>
        <w:tc>
          <w:tcPr>
            <w:tcW w:w="4077" w:type="dxa"/>
            <w:vAlign w:val="bottom"/>
          </w:tcPr>
          <w:p w:rsidR="00494669" w:rsidRPr="00687A43" w:rsidRDefault="00A143F3" w:rsidP="00731474">
            <w:pPr>
              <w:spacing w:line="300" w:lineRule="exact"/>
              <w:jc w:val="center"/>
              <w:rPr>
                <w:sz w:val="44"/>
                <w:szCs w:val="44"/>
                <w:vertAlign w:val="subscript"/>
              </w:rPr>
            </w:pPr>
            <w:r w:rsidRPr="00687A43">
              <w:rPr>
                <w:sz w:val="44"/>
                <w:szCs w:val="44"/>
                <w:vertAlign w:val="subscript"/>
              </w:rPr>
              <w:t>г. Казань</w:t>
            </w:r>
          </w:p>
        </w:tc>
        <w:tc>
          <w:tcPr>
            <w:tcW w:w="567" w:type="dxa"/>
          </w:tcPr>
          <w:p w:rsidR="00494669" w:rsidRDefault="00494669" w:rsidP="00A87942">
            <w:pPr>
              <w:pStyle w:val="Noeeu1"/>
              <w:jc w:val="center"/>
            </w:pPr>
            <w:r>
              <w:t>№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94669" w:rsidRDefault="00051C22" w:rsidP="00A87942">
            <w:pPr>
              <w:pStyle w:val="Noeeu1"/>
            </w:pPr>
            <w:r>
              <w:t>02-35</w:t>
            </w:r>
          </w:p>
        </w:tc>
      </w:tr>
    </w:tbl>
    <w:p w:rsidR="00444AC9" w:rsidRPr="00CC0A30" w:rsidRDefault="00444AC9" w:rsidP="00CC0A30">
      <w:pPr>
        <w:pStyle w:val="11"/>
        <w:ind w:left="284" w:firstLine="709"/>
        <w:jc w:val="right"/>
        <w:rPr>
          <w:lang w:val="ru-RU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</w:tblGrid>
      <w:tr w:rsidR="00401261" w:rsidRPr="00CE3FB5" w:rsidTr="00605322">
        <w:tc>
          <w:tcPr>
            <w:tcW w:w="5353" w:type="dxa"/>
          </w:tcPr>
          <w:p w:rsidR="00401261" w:rsidRPr="00CE3FB5" w:rsidRDefault="00401261" w:rsidP="007420D9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Указания об  </w:t>
            </w:r>
            <w:r w:rsidRPr="007420D9">
              <w:rPr>
                <w:rFonts w:ascii="Times New Roman" w:hAnsi="Times New Roman" w:cs="Times New Roman"/>
                <w:bCs/>
                <w:sz w:val="28"/>
                <w:szCs w:val="28"/>
              </w:rPr>
              <w:t>установлении, детализации и определении порядка применения бюджетной класс</w:t>
            </w:r>
            <w:r w:rsidRPr="007420D9">
              <w:rPr>
                <w:rFonts w:ascii="Times New Roman" w:hAnsi="Times New Roman" w:cs="Times New Roman"/>
                <w:bCs/>
                <w:sz w:val="28"/>
                <w:szCs w:val="28"/>
              </w:rPr>
              <w:t>и</w:t>
            </w:r>
            <w:r w:rsidRPr="007420D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фикации Российской Федерации в части, относящейся к бюджету 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Республики Т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тарстан и бюджету Территориального фонда обязательного медицинского стр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хования Республики Татарстан, утве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жденные приказом Министерства фина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 xml:space="preserve">сов Республики Татарстан от 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>.201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7420D9">
              <w:rPr>
                <w:rFonts w:ascii="Times New Roman" w:hAnsi="Times New Roman" w:cs="Times New Roman"/>
                <w:sz w:val="28"/>
                <w:szCs w:val="28"/>
              </w:rPr>
              <w:t xml:space="preserve"> № 02-1</w:t>
            </w:r>
            <w:r w:rsidR="007420D9" w:rsidRPr="007420D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401261" w:rsidRPr="00CE3FB5" w:rsidRDefault="00401261" w:rsidP="00401261">
      <w:pPr>
        <w:spacing w:line="276" w:lineRule="auto"/>
        <w:jc w:val="center"/>
        <w:rPr>
          <w:sz w:val="28"/>
          <w:szCs w:val="28"/>
          <w:highlight w:val="yellow"/>
        </w:rPr>
      </w:pPr>
    </w:p>
    <w:p w:rsidR="00401261" w:rsidRPr="007420D9" w:rsidRDefault="00401261" w:rsidP="00401261">
      <w:pPr>
        <w:spacing w:line="276" w:lineRule="auto"/>
        <w:ind w:firstLine="709"/>
        <w:jc w:val="both"/>
        <w:rPr>
          <w:sz w:val="28"/>
          <w:szCs w:val="28"/>
        </w:rPr>
      </w:pPr>
      <w:r w:rsidRPr="007420D9">
        <w:rPr>
          <w:spacing w:val="20"/>
          <w:sz w:val="28"/>
          <w:szCs w:val="28"/>
        </w:rPr>
        <w:t>Приказываю</w:t>
      </w:r>
      <w:r w:rsidRPr="007420D9">
        <w:rPr>
          <w:sz w:val="28"/>
          <w:szCs w:val="28"/>
        </w:rPr>
        <w:t>:</w:t>
      </w:r>
    </w:p>
    <w:p w:rsidR="00401261" w:rsidRPr="00CE3FB5" w:rsidRDefault="00401261" w:rsidP="00401261">
      <w:pPr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401261" w:rsidRPr="00FF6EF4" w:rsidRDefault="00401261" w:rsidP="00125E08">
      <w:pPr>
        <w:pStyle w:val="af"/>
        <w:tabs>
          <w:tab w:val="left" w:pos="851"/>
          <w:tab w:val="left" w:pos="1134"/>
        </w:tabs>
        <w:autoSpaceDE w:val="0"/>
        <w:autoSpaceDN w:val="0"/>
        <w:adjustRightInd w:val="0"/>
        <w:spacing w:line="264" w:lineRule="auto"/>
        <w:ind w:left="0"/>
        <w:jc w:val="both"/>
        <w:rPr>
          <w:rFonts w:ascii="Times New Roman" w:hAnsi="Times New Roman" w:cs="Times New Roman"/>
          <w:szCs w:val="28"/>
        </w:rPr>
      </w:pPr>
      <w:r w:rsidRPr="007420D9">
        <w:rPr>
          <w:rFonts w:ascii="Times New Roman" w:hAnsi="Times New Roman" w:cs="Times New Roman"/>
          <w:szCs w:val="28"/>
        </w:rPr>
        <w:t>Утвердить прилагаемые изменения, которые вносятся в Указания об устано</w:t>
      </w:r>
      <w:r w:rsidRPr="007420D9">
        <w:rPr>
          <w:rFonts w:ascii="Times New Roman" w:hAnsi="Times New Roman" w:cs="Times New Roman"/>
          <w:szCs w:val="28"/>
        </w:rPr>
        <w:t>в</w:t>
      </w:r>
      <w:r w:rsidRPr="007420D9">
        <w:rPr>
          <w:rFonts w:ascii="Times New Roman" w:hAnsi="Times New Roman" w:cs="Times New Roman"/>
          <w:szCs w:val="28"/>
        </w:rPr>
        <w:t>лении, детализации и определении порядка применения бюджетной классификации Российской Федерации в части, относящейся к бюджету Республики Татарстан и бюджету Территориального фонда обязательного медицинского страхования Ре</w:t>
      </w:r>
      <w:r w:rsidRPr="007420D9">
        <w:rPr>
          <w:rFonts w:ascii="Times New Roman" w:hAnsi="Times New Roman" w:cs="Times New Roman"/>
          <w:szCs w:val="28"/>
        </w:rPr>
        <w:t>с</w:t>
      </w:r>
      <w:r w:rsidRPr="007420D9">
        <w:rPr>
          <w:rFonts w:ascii="Times New Roman" w:hAnsi="Times New Roman" w:cs="Times New Roman"/>
          <w:szCs w:val="28"/>
        </w:rPr>
        <w:t>публики Татарстан, утвержденные приказом Министерства фи</w:t>
      </w:r>
      <w:r w:rsidR="007420D9" w:rsidRPr="007420D9">
        <w:rPr>
          <w:rFonts w:ascii="Times New Roman" w:hAnsi="Times New Roman" w:cs="Times New Roman"/>
          <w:szCs w:val="28"/>
        </w:rPr>
        <w:t>нансов Республики Татарстан от 27</w:t>
      </w:r>
      <w:r w:rsidRPr="007420D9">
        <w:rPr>
          <w:rFonts w:ascii="Times New Roman" w:hAnsi="Times New Roman" w:cs="Times New Roman"/>
          <w:szCs w:val="28"/>
        </w:rPr>
        <w:t>.</w:t>
      </w:r>
      <w:r w:rsidR="007420D9" w:rsidRPr="007420D9">
        <w:rPr>
          <w:rFonts w:ascii="Times New Roman" w:hAnsi="Times New Roman" w:cs="Times New Roman"/>
          <w:szCs w:val="28"/>
        </w:rPr>
        <w:t>09</w:t>
      </w:r>
      <w:r w:rsidRPr="007420D9">
        <w:rPr>
          <w:rFonts w:ascii="Times New Roman" w:hAnsi="Times New Roman" w:cs="Times New Roman"/>
          <w:szCs w:val="28"/>
        </w:rPr>
        <w:t>.201</w:t>
      </w:r>
      <w:r w:rsidR="007420D9" w:rsidRPr="007420D9">
        <w:rPr>
          <w:rFonts w:ascii="Times New Roman" w:hAnsi="Times New Roman" w:cs="Times New Roman"/>
          <w:szCs w:val="28"/>
        </w:rPr>
        <w:t>8</w:t>
      </w:r>
      <w:r w:rsidRPr="007420D9">
        <w:rPr>
          <w:rFonts w:ascii="Times New Roman" w:hAnsi="Times New Roman" w:cs="Times New Roman"/>
          <w:szCs w:val="28"/>
        </w:rPr>
        <w:t xml:space="preserve"> № 02-1</w:t>
      </w:r>
      <w:r w:rsidR="007420D9" w:rsidRPr="007420D9">
        <w:rPr>
          <w:rFonts w:ascii="Times New Roman" w:hAnsi="Times New Roman" w:cs="Times New Roman"/>
          <w:szCs w:val="28"/>
        </w:rPr>
        <w:t>10</w:t>
      </w:r>
      <w:r w:rsidR="00125E08">
        <w:rPr>
          <w:rFonts w:ascii="Times New Roman" w:hAnsi="Times New Roman" w:cs="Times New Roman"/>
          <w:szCs w:val="28"/>
        </w:rPr>
        <w:t xml:space="preserve"> </w:t>
      </w:r>
      <w:r w:rsidR="00125E08" w:rsidRPr="00FF6EF4">
        <w:rPr>
          <w:rFonts w:ascii="Times New Roman" w:hAnsi="Times New Roman" w:cs="Times New Roman"/>
          <w:szCs w:val="28"/>
        </w:rPr>
        <w:t>(с изменениями, внесенными приказ</w:t>
      </w:r>
      <w:r w:rsidR="00E462AF">
        <w:rPr>
          <w:rFonts w:ascii="Times New Roman" w:hAnsi="Times New Roman" w:cs="Times New Roman"/>
          <w:szCs w:val="28"/>
        </w:rPr>
        <w:t>ами</w:t>
      </w:r>
      <w:r w:rsidR="00125E08" w:rsidRPr="00FF6EF4">
        <w:rPr>
          <w:rFonts w:ascii="Times New Roman" w:hAnsi="Times New Roman" w:cs="Times New Roman"/>
          <w:szCs w:val="28"/>
        </w:rPr>
        <w:t xml:space="preserve"> Мин</w:t>
      </w:r>
      <w:r w:rsidR="00125E08" w:rsidRPr="00FF6EF4">
        <w:rPr>
          <w:rFonts w:ascii="Times New Roman" w:hAnsi="Times New Roman" w:cs="Times New Roman"/>
          <w:szCs w:val="28"/>
        </w:rPr>
        <w:t>и</w:t>
      </w:r>
      <w:r w:rsidR="00125E08" w:rsidRPr="00FF6EF4">
        <w:rPr>
          <w:rFonts w:ascii="Times New Roman" w:hAnsi="Times New Roman" w:cs="Times New Roman"/>
          <w:szCs w:val="28"/>
        </w:rPr>
        <w:t>стерства фи</w:t>
      </w:r>
      <w:r w:rsidR="00125E08">
        <w:rPr>
          <w:rFonts w:ascii="Times New Roman" w:hAnsi="Times New Roman" w:cs="Times New Roman"/>
          <w:szCs w:val="28"/>
        </w:rPr>
        <w:t>нансов Республики Татарстан от 27</w:t>
      </w:r>
      <w:r w:rsidR="00125E08" w:rsidRPr="00FF6EF4">
        <w:rPr>
          <w:rFonts w:ascii="Times New Roman" w:hAnsi="Times New Roman" w:cs="Times New Roman"/>
          <w:szCs w:val="28"/>
        </w:rPr>
        <w:t>.</w:t>
      </w:r>
      <w:r w:rsidR="00125E08">
        <w:rPr>
          <w:rFonts w:ascii="Times New Roman" w:hAnsi="Times New Roman" w:cs="Times New Roman"/>
          <w:szCs w:val="28"/>
        </w:rPr>
        <w:t>12</w:t>
      </w:r>
      <w:r w:rsidR="00125E08" w:rsidRPr="00FF6EF4">
        <w:rPr>
          <w:rFonts w:ascii="Times New Roman" w:hAnsi="Times New Roman" w:cs="Times New Roman"/>
          <w:szCs w:val="28"/>
        </w:rPr>
        <w:t>.201</w:t>
      </w:r>
      <w:r w:rsidR="00125E08">
        <w:rPr>
          <w:rFonts w:ascii="Times New Roman" w:hAnsi="Times New Roman" w:cs="Times New Roman"/>
          <w:szCs w:val="28"/>
        </w:rPr>
        <w:t>8</w:t>
      </w:r>
      <w:r w:rsidR="00125E08" w:rsidRPr="00FF6EF4">
        <w:rPr>
          <w:rFonts w:ascii="Times New Roman" w:hAnsi="Times New Roman" w:cs="Times New Roman"/>
          <w:szCs w:val="28"/>
        </w:rPr>
        <w:t xml:space="preserve"> № 02-</w:t>
      </w:r>
      <w:r w:rsidR="00125E08">
        <w:rPr>
          <w:rFonts w:ascii="Times New Roman" w:hAnsi="Times New Roman" w:cs="Times New Roman"/>
          <w:szCs w:val="28"/>
        </w:rPr>
        <w:t>152</w:t>
      </w:r>
      <w:r w:rsidR="00E462AF">
        <w:rPr>
          <w:rFonts w:ascii="Times New Roman" w:hAnsi="Times New Roman" w:cs="Times New Roman"/>
          <w:szCs w:val="28"/>
        </w:rPr>
        <w:t>, от 15.03.2019          № 02-31</w:t>
      </w:r>
      <w:r w:rsidR="006773FE">
        <w:rPr>
          <w:rFonts w:ascii="Times New Roman" w:hAnsi="Times New Roman" w:cs="Times New Roman"/>
          <w:szCs w:val="28"/>
        </w:rPr>
        <w:t>, от 17.10.2019 № 02-108, от 04.12.2019 № 02-129</w:t>
      </w:r>
      <w:r w:rsidR="003C7B68">
        <w:rPr>
          <w:rFonts w:ascii="Times New Roman" w:hAnsi="Times New Roman" w:cs="Times New Roman"/>
          <w:szCs w:val="28"/>
        </w:rPr>
        <w:t>, от 24.12.2019 № 02-139</w:t>
      </w:r>
      <w:r w:rsidR="00125E08">
        <w:rPr>
          <w:rFonts w:ascii="Times New Roman" w:hAnsi="Times New Roman" w:cs="Times New Roman"/>
          <w:szCs w:val="28"/>
        </w:rPr>
        <w:t>)</w:t>
      </w:r>
      <w:r w:rsidRPr="007420D9">
        <w:rPr>
          <w:rFonts w:ascii="Times New Roman" w:hAnsi="Times New Roman" w:cs="Times New Roman"/>
          <w:szCs w:val="28"/>
        </w:rPr>
        <w:t>.</w:t>
      </w:r>
    </w:p>
    <w:p w:rsidR="00E54F80" w:rsidRDefault="00E54F80" w:rsidP="00125E08">
      <w:pPr>
        <w:tabs>
          <w:tab w:val="left" w:pos="1134"/>
        </w:tabs>
        <w:spacing w:line="276" w:lineRule="auto"/>
        <w:jc w:val="both"/>
        <w:rPr>
          <w:sz w:val="18"/>
          <w:szCs w:val="28"/>
        </w:rPr>
      </w:pPr>
    </w:p>
    <w:p w:rsidR="00125E08" w:rsidRPr="00125E08" w:rsidRDefault="00125E08" w:rsidP="00125E08">
      <w:pPr>
        <w:tabs>
          <w:tab w:val="left" w:pos="1134"/>
        </w:tabs>
        <w:spacing w:line="276" w:lineRule="auto"/>
        <w:jc w:val="both"/>
        <w:rPr>
          <w:sz w:val="18"/>
          <w:szCs w:val="28"/>
        </w:rPr>
      </w:pPr>
    </w:p>
    <w:p w:rsidR="00401261" w:rsidRDefault="00401261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  <w:r w:rsidRPr="00FF6EF4">
        <w:rPr>
          <w:sz w:val="28"/>
          <w:szCs w:val="28"/>
        </w:rPr>
        <w:t xml:space="preserve">Министр </w:t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</w:r>
      <w:r w:rsidRPr="00FF6EF4">
        <w:rPr>
          <w:sz w:val="28"/>
          <w:szCs w:val="28"/>
        </w:rPr>
        <w:tab/>
        <w:t xml:space="preserve">                        </w:t>
      </w:r>
      <w:proofErr w:type="spellStart"/>
      <w:r w:rsidRPr="00FF6EF4">
        <w:rPr>
          <w:sz w:val="28"/>
          <w:szCs w:val="28"/>
        </w:rPr>
        <w:t>Р.Р.Гайзатуллин</w:t>
      </w:r>
      <w:proofErr w:type="spellEnd"/>
    </w:p>
    <w:p w:rsidR="007420D9" w:rsidRPr="006773FE" w:rsidRDefault="007420D9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125E08" w:rsidRPr="003C7B68" w:rsidRDefault="00125E08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533E3E" w:rsidRPr="0089686F" w:rsidRDefault="00533E3E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89686F">
        <w:rPr>
          <w:color w:val="FFFFFF" w:themeColor="background1"/>
          <w:sz w:val="28"/>
          <w:szCs w:val="28"/>
        </w:rPr>
        <w:t xml:space="preserve">Заместитель министра </w:t>
      </w:r>
      <w:proofErr w:type="spellStart"/>
      <w:r w:rsidR="00125E08" w:rsidRPr="0089686F">
        <w:rPr>
          <w:color w:val="FFFFFF" w:themeColor="background1"/>
          <w:sz w:val="28"/>
          <w:szCs w:val="28"/>
        </w:rPr>
        <w:t>А.Г.Шишкин</w:t>
      </w:r>
      <w:proofErr w:type="spellEnd"/>
    </w:p>
    <w:p w:rsidR="007420D9" w:rsidRPr="0089686F" w:rsidRDefault="007420D9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16"/>
          <w:szCs w:val="16"/>
        </w:rPr>
      </w:pPr>
    </w:p>
    <w:p w:rsidR="00533E3E" w:rsidRPr="0089686F" w:rsidRDefault="00533E3E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89686F">
        <w:rPr>
          <w:color w:val="FFFFFF" w:themeColor="background1"/>
          <w:sz w:val="28"/>
          <w:szCs w:val="28"/>
        </w:rPr>
        <w:t xml:space="preserve">Начальник юридического отдела </w:t>
      </w:r>
      <w:proofErr w:type="spellStart"/>
      <w:r w:rsidRPr="0089686F">
        <w:rPr>
          <w:color w:val="FFFFFF" w:themeColor="background1"/>
          <w:sz w:val="28"/>
          <w:szCs w:val="28"/>
        </w:rPr>
        <w:t>И.В.Ерашова</w:t>
      </w:r>
      <w:proofErr w:type="spellEnd"/>
    </w:p>
    <w:p w:rsidR="007420D9" w:rsidRPr="0089686F" w:rsidRDefault="007420D9" w:rsidP="00401261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16"/>
          <w:szCs w:val="16"/>
        </w:rPr>
      </w:pPr>
    </w:p>
    <w:p w:rsidR="007D58A8" w:rsidRPr="0089686F" w:rsidRDefault="00533E3E" w:rsidP="00B54887">
      <w:pPr>
        <w:tabs>
          <w:tab w:val="left" w:pos="1134"/>
        </w:tabs>
        <w:spacing w:line="276" w:lineRule="auto"/>
        <w:jc w:val="both"/>
        <w:rPr>
          <w:color w:val="FFFFFF" w:themeColor="background1"/>
          <w:sz w:val="28"/>
          <w:szCs w:val="28"/>
        </w:rPr>
      </w:pPr>
      <w:r w:rsidRPr="0089686F">
        <w:rPr>
          <w:color w:val="FFFFFF" w:themeColor="background1"/>
          <w:sz w:val="28"/>
          <w:szCs w:val="28"/>
        </w:rPr>
        <w:t xml:space="preserve">Начальник бюджетного отдела </w:t>
      </w:r>
      <w:proofErr w:type="spellStart"/>
      <w:r w:rsidRPr="0089686F">
        <w:rPr>
          <w:color w:val="FFFFFF" w:themeColor="background1"/>
          <w:sz w:val="28"/>
          <w:szCs w:val="28"/>
        </w:rPr>
        <w:t>Г.Ю.Герасимова</w:t>
      </w:r>
      <w:proofErr w:type="spellEnd"/>
      <w:r w:rsidR="007D58A8" w:rsidRPr="0089686F">
        <w:rPr>
          <w:color w:val="FFFFFF" w:themeColor="background1"/>
          <w:sz w:val="28"/>
          <w:szCs w:val="28"/>
        </w:rPr>
        <w:br w:type="page"/>
      </w:r>
    </w:p>
    <w:p w:rsidR="00401261" w:rsidRPr="00FF6EF4" w:rsidRDefault="00401261" w:rsidP="00401261">
      <w:pPr>
        <w:tabs>
          <w:tab w:val="left" w:pos="1134"/>
        </w:tabs>
        <w:spacing w:line="276" w:lineRule="auto"/>
        <w:jc w:val="both"/>
        <w:rPr>
          <w:sz w:val="28"/>
          <w:szCs w:val="28"/>
        </w:rPr>
      </w:pPr>
    </w:p>
    <w:p w:rsidR="007420D9" w:rsidRDefault="007420D9" w:rsidP="007420D9">
      <w:pPr>
        <w:tabs>
          <w:tab w:val="left" w:pos="1134"/>
          <w:tab w:val="left" w:pos="6804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Утверждены </w:t>
      </w:r>
    </w:p>
    <w:p w:rsidR="007420D9" w:rsidRDefault="007420D9" w:rsidP="007420D9">
      <w:pPr>
        <w:tabs>
          <w:tab w:val="left" w:pos="1134"/>
          <w:tab w:val="left" w:pos="6804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>приказом</w:t>
      </w:r>
    </w:p>
    <w:p w:rsidR="007420D9" w:rsidRDefault="007420D9" w:rsidP="007420D9">
      <w:pPr>
        <w:tabs>
          <w:tab w:val="left" w:pos="1134"/>
          <w:tab w:val="left" w:pos="6804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>Министерства финансов</w:t>
      </w:r>
    </w:p>
    <w:p w:rsidR="007420D9" w:rsidRDefault="007420D9" w:rsidP="007420D9">
      <w:pPr>
        <w:tabs>
          <w:tab w:val="left" w:pos="1134"/>
          <w:tab w:val="left" w:pos="6804"/>
          <w:tab w:val="left" w:pos="7513"/>
        </w:tabs>
        <w:ind w:left="6804"/>
        <w:rPr>
          <w:bCs/>
          <w:sz w:val="28"/>
          <w:szCs w:val="28"/>
        </w:rPr>
      </w:pPr>
      <w:r>
        <w:rPr>
          <w:bCs/>
          <w:sz w:val="28"/>
          <w:szCs w:val="28"/>
        </w:rPr>
        <w:t>Республики Татарстан</w:t>
      </w:r>
    </w:p>
    <w:p w:rsidR="007420D9" w:rsidRDefault="007420D9" w:rsidP="007420D9">
      <w:pPr>
        <w:pStyle w:val="ConsPlusNormal"/>
        <w:tabs>
          <w:tab w:val="left" w:pos="6804"/>
        </w:tabs>
        <w:ind w:left="6804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DC36C4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« </w:t>
      </w:r>
      <w:r w:rsidR="00051C22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  <w:r w:rsidR="00125763">
        <w:rPr>
          <w:rFonts w:ascii="Times New Roman" w:hAnsi="Times New Roman" w:cs="Times New Roman"/>
          <w:sz w:val="28"/>
          <w:szCs w:val="28"/>
        </w:rPr>
        <w:t xml:space="preserve"> </w:t>
      </w:r>
      <w:r w:rsidR="00051C22">
        <w:rPr>
          <w:rFonts w:ascii="Times New Roman" w:hAnsi="Times New Roman" w:cs="Times New Roman"/>
          <w:sz w:val="28"/>
          <w:szCs w:val="28"/>
        </w:rPr>
        <w:t xml:space="preserve">марта </w:t>
      </w:r>
      <w:r w:rsidR="00091EA8">
        <w:rPr>
          <w:rFonts w:ascii="Times New Roman" w:hAnsi="Times New Roman" w:cs="Times New Roman"/>
          <w:sz w:val="28"/>
          <w:szCs w:val="28"/>
        </w:rPr>
        <w:t>20</w:t>
      </w:r>
      <w:r w:rsidR="003C7B68">
        <w:rPr>
          <w:rFonts w:ascii="Times New Roman" w:hAnsi="Times New Roman" w:cs="Times New Roman"/>
          <w:sz w:val="28"/>
          <w:szCs w:val="28"/>
        </w:rPr>
        <w:t>20</w:t>
      </w:r>
      <w:r w:rsidR="00091EA8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420D9" w:rsidRDefault="007420D9" w:rsidP="007420D9">
      <w:pPr>
        <w:pStyle w:val="ConsPlusNormal"/>
        <w:tabs>
          <w:tab w:val="left" w:pos="6804"/>
        </w:tabs>
        <w:ind w:left="6804" w:firstLine="0"/>
        <w:rPr>
          <w:bCs/>
          <w:sz w:val="28"/>
          <w:szCs w:val="28"/>
        </w:rPr>
      </w:pPr>
      <w:r w:rsidRPr="00DC36C4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1C22">
        <w:rPr>
          <w:rFonts w:ascii="Times New Roman" w:hAnsi="Times New Roman" w:cs="Times New Roman"/>
          <w:sz w:val="28"/>
          <w:szCs w:val="28"/>
        </w:rPr>
        <w:t>02-35</w:t>
      </w:r>
    </w:p>
    <w:p w:rsidR="00401261" w:rsidRPr="00CE3FB5" w:rsidRDefault="00401261" w:rsidP="007420D9">
      <w:pPr>
        <w:pStyle w:val="ConsPlusNormal"/>
        <w:ind w:firstLine="0"/>
        <w:jc w:val="right"/>
        <w:rPr>
          <w:rFonts w:ascii="Times New Roman" w:hAnsi="Times New Roman" w:cs="Times New Roman"/>
          <w:b/>
          <w:highlight w:val="yellow"/>
        </w:rPr>
      </w:pPr>
      <w:r w:rsidRPr="00CE3FB5">
        <w:rPr>
          <w:bCs/>
          <w:noProof/>
          <w:color w:val="FFFFFF" w:themeColor="background1"/>
          <w:sz w:val="28"/>
          <w:szCs w:val="28"/>
          <w:highlight w:val="yellow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05A58D4" wp14:editId="450E74EA">
                <wp:simplePos x="0" y="0"/>
                <wp:positionH relativeFrom="column">
                  <wp:posOffset>4567902</wp:posOffset>
                </wp:positionH>
                <wp:positionV relativeFrom="paragraph">
                  <wp:posOffset>19074</wp:posOffset>
                </wp:positionV>
                <wp:extent cx="1854536" cy="0"/>
                <wp:effectExtent l="0" t="0" r="12700" b="19050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4536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359.7pt;margin-top:1.5pt;width:146.0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"/>
            </w:pict>
          </mc:Fallback>
        </mc:AlternateContent>
      </w:r>
    </w:p>
    <w:p w:rsidR="007420D9" w:rsidRDefault="007420D9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highlight w:val="yellow"/>
        </w:rPr>
      </w:pPr>
    </w:p>
    <w:p w:rsidR="007420D9" w:rsidRDefault="007420D9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highlight w:val="yellow"/>
        </w:rPr>
      </w:pP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7420D9">
        <w:rPr>
          <w:rFonts w:ascii="Times New Roman" w:hAnsi="Times New Roman" w:cs="Times New Roman"/>
          <w:b w:val="0"/>
        </w:rPr>
        <w:t>Изменения, которые вносятся в Указания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об установлении, детализации и определении порядка 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применения бюджетной классификации Российской Федерации в части, 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eastAsiaTheme="minorHAnsi" w:hAnsi="Times New Roman" w:cs="Times New Roman"/>
          <w:b w:val="0"/>
          <w:lang w:eastAsia="en-US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относящейся к бюджету Республики Татарстан и бюджету </w:t>
      </w:r>
      <w:r w:rsidRPr="007420D9">
        <w:rPr>
          <w:rFonts w:ascii="Times New Roman" w:hAnsi="Times New Roman" w:cs="Times New Roman"/>
          <w:b w:val="0"/>
        </w:rPr>
        <w:t>Т</w:t>
      </w: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ерриториального фонда обязательного медицинского страхования Республики Татарстан, утвержденные приказом Министерства финансов Республики Татарстан </w:t>
      </w:r>
    </w:p>
    <w:p w:rsidR="00401261" w:rsidRPr="007420D9" w:rsidRDefault="00401261" w:rsidP="00401261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</w:rPr>
      </w:pP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от </w:t>
      </w:r>
      <w:r w:rsidR="007420D9" w:rsidRPr="007420D9">
        <w:rPr>
          <w:rFonts w:ascii="Times New Roman" w:eastAsiaTheme="minorHAnsi" w:hAnsi="Times New Roman" w:cs="Times New Roman"/>
          <w:b w:val="0"/>
          <w:lang w:eastAsia="en-US"/>
        </w:rPr>
        <w:t>27</w:t>
      </w:r>
      <w:r w:rsidRPr="007420D9">
        <w:rPr>
          <w:rFonts w:ascii="Times New Roman" w:eastAsiaTheme="minorHAnsi" w:hAnsi="Times New Roman" w:cs="Times New Roman"/>
          <w:b w:val="0"/>
          <w:lang w:eastAsia="en-US"/>
        </w:rPr>
        <w:t>.</w:t>
      </w:r>
      <w:r w:rsidR="007420D9" w:rsidRPr="007420D9">
        <w:rPr>
          <w:rFonts w:ascii="Times New Roman" w:eastAsiaTheme="minorHAnsi" w:hAnsi="Times New Roman" w:cs="Times New Roman"/>
          <w:b w:val="0"/>
          <w:lang w:eastAsia="en-US"/>
        </w:rPr>
        <w:t>09.2018</w:t>
      </w:r>
      <w:r w:rsidRPr="007420D9">
        <w:rPr>
          <w:rFonts w:ascii="Times New Roman" w:eastAsiaTheme="minorHAnsi" w:hAnsi="Times New Roman" w:cs="Times New Roman"/>
          <w:b w:val="0"/>
          <w:lang w:eastAsia="en-US"/>
        </w:rPr>
        <w:t xml:space="preserve"> № 02-1</w:t>
      </w:r>
      <w:r w:rsidR="007420D9" w:rsidRPr="007420D9">
        <w:rPr>
          <w:rFonts w:ascii="Times New Roman" w:eastAsiaTheme="minorHAnsi" w:hAnsi="Times New Roman" w:cs="Times New Roman"/>
          <w:b w:val="0"/>
          <w:lang w:eastAsia="en-US"/>
        </w:rPr>
        <w:t>10</w:t>
      </w:r>
    </w:p>
    <w:p w:rsidR="00401261" w:rsidRDefault="00401261" w:rsidP="00401261">
      <w:pPr>
        <w:autoSpaceDE w:val="0"/>
        <w:autoSpaceDN w:val="0"/>
        <w:adjustRightInd w:val="0"/>
        <w:jc w:val="center"/>
        <w:outlineLvl w:val="0"/>
        <w:rPr>
          <w:sz w:val="28"/>
          <w:szCs w:val="28"/>
          <w:highlight w:val="yellow"/>
        </w:rPr>
      </w:pPr>
    </w:p>
    <w:p w:rsidR="00401261" w:rsidRPr="00194F9F" w:rsidRDefault="00401261" w:rsidP="00975975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401261" w:rsidRPr="00DC1166" w:rsidRDefault="006938C0" w:rsidP="00401261">
      <w:pPr>
        <w:pStyle w:val="af"/>
        <w:spacing w:line="240" w:lineRule="auto"/>
        <w:ind w:left="0"/>
        <w:jc w:val="both"/>
        <w:rPr>
          <w:szCs w:val="28"/>
        </w:rPr>
      </w:pPr>
      <w:r w:rsidRPr="00DC1166">
        <w:rPr>
          <w:szCs w:val="28"/>
        </w:rPr>
        <w:t>1</w:t>
      </w:r>
      <w:r w:rsidR="00401261" w:rsidRPr="00DC1166">
        <w:rPr>
          <w:szCs w:val="28"/>
        </w:rPr>
        <w:t xml:space="preserve">. В пункте 2. </w:t>
      </w:r>
      <w:r w:rsidR="00CE0211" w:rsidRPr="00DC1166">
        <w:rPr>
          <w:szCs w:val="28"/>
        </w:rPr>
        <w:t>«</w:t>
      </w:r>
      <w:r w:rsidR="00401261" w:rsidRPr="00DC1166">
        <w:rPr>
          <w:rFonts w:eastAsia="Calibri"/>
          <w:szCs w:val="28"/>
        </w:rPr>
        <w:t>Перечень и правила отнесения расходов бюджета Республики Татарстан и бюджета Территориального фонда обязательного медицинского страх</w:t>
      </w:r>
      <w:r w:rsidR="00401261" w:rsidRPr="00DC1166">
        <w:rPr>
          <w:rFonts w:eastAsia="Calibri"/>
          <w:szCs w:val="28"/>
        </w:rPr>
        <w:t>о</w:t>
      </w:r>
      <w:r w:rsidR="00401261" w:rsidRPr="00DC1166">
        <w:rPr>
          <w:rFonts w:eastAsia="Calibri"/>
          <w:szCs w:val="28"/>
        </w:rPr>
        <w:t>вания Республики Татарстан на соответствующие целевые статьи</w:t>
      </w:r>
      <w:r w:rsidR="00CE0211" w:rsidRPr="00DC1166">
        <w:rPr>
          <w:rFonts w:eastAsia="Calibri"/>
          <w:szCs w:val="28"/>
        </w:rPr>
        <w:t>»</w:t>
      </w:r>
      <w:r w:rsidR="00401261" w:rsidRPr="00DC1166">
        <w:rPr>
          <w:rFonts w:eastAsia="Calibri"/>
          <w:szCs w:val="28"/>
        </w:rPr>
        <w:t>:</w:t>
      </w:r>
    </w:p>
    <w:p w:rsidR="00401261" w:rsidRPr="003C7B68" w:rsidRDefault="00401261" w:rsidP="00401261">
      <w:pPr>
        <w:autoSpaceDE w:val="0"/>
        <w:autoSpaceDN w:val="0"/>
        <w:adjustRightInd w:val="0"/>
        <w:ind w:firstLine="567"/>
        <w:jc w:val="both"/>
        <w:rPr>
          <w:rFonts w:eastAsiaTheme="minorHAnsi"/>
          <w:sz w:val="28"/>
          <w:szCs w:val="28"/>
          <w:highlight w:val="lightGray"/>
          <w:lang w:eastAsia="en-US"/>
        </w:rPr>
      </w:pPr>
    </w:p>
    <w:p w:rsidR="008E248A" w:rsidRDefault="00890AD6" w:rsidP="008E248A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8E248A">
        <w:rPr>
          <w:sz w:val="28"/>
          <w:szCs w:val="28"/>
        </w:rPr>
        <w:t xml:space="preserve">а) </w:t>
      </w:r>
      <w:r w:rsidR="008E248A">
        <w:rPr>
          <w:sz w:val="28"/>
          <w:szCs w:val="28"/>
        </w:rPr>
        <w:t xml:space="preserve">в </w:t>
      </w:r>
      <w:r w:rsidRPr="008E248A">
        <w:rPr>
          <w:sz w:val="28"/>
          <w:szCs w:val="28"/>
        </w:rPr>
        <w:t>подпункт</w:t>
      </w:r>
      <w:r w:rsidR="008E248A">
        <w:rPr>
          <w:sz w:val="28"/>
          <w:szCs w:val="28"/>
        </w:rPr>
        <w:t>е</w:t>
      </w:r>
      <w:r w:rsidRPr="008E248A">
        <w:rPr>
          <w:sz w:val="28"/>
          <w:szCs w:val="28"/>
        </w:rPr>
        <w:t xml:space="preserve"> </w:t>
      </w:r>
      <w:r w:rsidR="00665586"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2.</w:t>
      </w:r>
      <w:r w:rsidR="00665586" w:rsidRPr="00665586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1. </w:t>
      </w:r>
      <w:r w:rsid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665586" w:rsidRPr="00665586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«Развитие здравоохранения Республики Татарстан до 2025 года»</w:t>
      </w:r>
      <w:r w:rsid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665586" w:rsidRPr="00665586" w:rsidRDefault="008E248A" w:rsidP="008E248A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дополнить следующей целевой статьей:</w:t>
      </w:r>
    </w:p>
    <w:p w:rsidR="008E248A" w:rsidRPr="008E248A" w:rsidRDefault="008E248A" w:rsidP="008E248A">
      <w:pPr>
        <w:autoSpaceDE w:val="0"/>
        <w:autoSpaceDN w:val="0"/>
        <w:adjustRightInd w:val="0"/>
        <w:jc w:val="center"/>
        <w:outlineLvl w:val="0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01 1 N2 00000 Федеральный проект </w:t>
      </w:r>
    </w:p>
    <w:p w:rsidR="008E248A" w:rsidRPr="008E248A" w:rsidRDefault="008E248A" w:rsidP="008E248A">
      <w:pPr>
        <w:autoSpaceDE w:val="0"/>
        <w:autoSpaceDN w:val="0"/>
        <w:adjustRightInd w:val="0"/>
        <w:jc w:val="center"/>
        <w:outlineLvl w:val="0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«Борьба с </w:t>
      </w:r>
      <w:proofErr w:type="gramStart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сердечно-сосудистыми</w:t>
      </w:r>
      <w:proofErr w:type="gramEnd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заболеваниями»</w:t>
      </w:r>
    </w:p>
    <w:p w:rsidR="008E248A" w:rsidRPr="008E248A" w:rsidRDefault="008E248A" w:rsidP="008E248A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8E248A" w:rsidRP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данной целевой статье отражаются расходы бюджета Республики Тата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стан на реализацию федерального проекта по следующему направлению расходов:</w:t>
      </w:r>
    </w:p>
    <w:p w:rsidR="008E248A" w:rsidRPr="008E248A" w:rsidRDefault="008E248A" w:rsidP="000011CC">
      <w:pPr>
        <w:autoSpaceDE w:val="0"/>
        <w:autoSpaceDN w:val="0"/>
        <w:adjustRightInd w:val="0"/>
        <w:jc w:val="both"/>
        <w:outlineLvl w:val="0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8E248A" w:rsidRP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- 55860 Софинансируемые расходы на обеспечение  профилактики развития </w:t>
      </w:r>
      <w:proofErr w:type="gramStart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сердечно-сосудистых</w:t>
      </w:r>
      <w:proofErr w:type="gramEnd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заболеваний и сердечно-сосудистых осложнений у пациентов высокого риска, находящихся на диспансерном наблюдении</w:t>
      </w:r>
    </w:p>
    <w:p w:rsidR="008E248A" w:rsidRP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По данному направлению расходов отражаются расходы бюджета Республики Татарстан, осуществляемые за счет субсидий из федерального бюджета и  средств бюджета Республики Татарстан, на обеспечение  профилактики развития </w:t>
      </w:r>
      <w:proofErr w:type="gramStart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сердечно-сосудистых</w:t>
      </w:r>
      <w:proofErr w:type="gramEnd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заболеваний и сердечно-сосудистых осложнений у пациентов высокого риска, находящихся на диспансерном наблюдении.</w:t>
      </w:r>
    </w:p>
    <w:p w:rsidR="00DC1166" w:rsidRPr="00665586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субсидий на указанные цели о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02 25586 02 0000 150 «Субсидии бюджетам субъектов Ро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сийской Федерации на обеспечение профилактики развития </w:t>
      </w:r>
      <w:proofErr w:type="gramStart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сердечно-сосудистых</w:t>
      </w:r>
      <w:proofErr w:type="gramEnd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заболеваний и сердечно-сосудистых осложнений у пациентов высокого риска, нах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дящихся на диспансерном наблюдении»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9957B2" w:rsidRPr="009957B2" w:rsidRDefault="009957B2" w:rsidP="009957B2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 xml:space="preserve">целевую статью 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01 2 09 00000 Основное мероприятие «Совершенствование системы оказания медицинской помощи больным прочими заболеваниями. Орган</w:t>
      </w: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зация долечивания и реабилитации»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дополнить следующим направлением расходов:</w:t>
      </w:r>
    </w:p>
    <w:p w:rsidR="009957B2" w:rsidRPr="009957B2" w:rsidRDefault="009957B2" w:rsidP="009957B2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- 5811F Приобретение высокочастотных аппаратов для искусственной вент</w:t>
      </w: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ляции легких для оснащения медицинских организаций за счет средств резервного фонда Правительства Российской Федерации</w:t>
      </w:r>
    </w:p>
    <w:p w:rsidR="009957B2" w:rsidRPr="009957B2" w:rsidRDefault="009957B2" w:rsidP="009957B2">
      <w:pPr>
        <w:pStyle w:val="ConsPlusNormal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По данному направлению расходов отражаются расходы бюджета Республики Татарстан, осуществляемые за счет иных межбюджетных трансфертов из федерального бюджета, на 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п</w:t>
      </w: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риобретение высокочастотных аппаратов для искусственной вентиляции легких для оснащения медицинских организаций.</w:t>
      </w:r>
    </w:p>
    <w:p w:rsidR="009957B2" w:rsidRPr="009957B2" w:rsidRDefault="009957B2" w:rsidP="009957B2">
      <w:pPr>
        <w:pStyle w:val="ConsPlusNormal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иных межбюджетных трансфертов на указанные цели отражается по соответствующим кодам вида доходов 000 2 02 49001 00 0000 150 «Межбюджетные трансферты, передаваемые бюджетам, за счет средств резервного фонда Правительства Российской Федерации» классификации доходов бюджетов</w:t>
      </w:r>
      <w:proofErr w:type="gramStart"/>
      <w:r w:rsidRPr="009957B2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9957B2" w:rsidRPr="009957B2" w:rsidRDefault="009957B2" w:rsidP="000011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8E248A">
        <w:rPr>
          <w:sz w:val="28"/>
          <w:szCs w:val="28"/>
        </w:rPr>
        <w:t>в целевой статье «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01</w:t>
      </w:r>
      <w:proofErr w:type="gramStart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Б</w:t>
      </w:r>
      <w:proofErr w:type="gramEnd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01 00000 Основное мероприятие «Совершенствование системы территориального планирования Республики Татарстан»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- 50933 Софинансируемые расходы медицинским о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ганизациям на оплату труда врачей и среднего медицинского персонала за счет </w:t>
      </w:r>
      <w:proofErr w:type="gramStart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средств нормированного страхового запаса Территориального фонда обязательного медицинского страхования Республики</w:t>
      </w:r>
      <w:proofErr w:type="gramEnd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Татарстан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к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ции:</w:t>
      </w:r>
    </w:p>
    <w:p w:rsid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- 52570 Софинансируемые расходы медицинским организациям на оплату труда врачей и среднего медицинского персонала за счет </w:t>
      </w:r>
      <w:proofErr w:type="gramStart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средств нормированного страхового запаса Территориального фонда обязательного медицинского страхов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а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ния Республики</w:t>
      </w:r>
      <w:proofErr w:type="gramEnd"/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Татарстан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8E248A" w:rsidRP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дополнить следующим направлением расходов:</w:t>
      </w:r>
    </w:p>
    <w:p w:rsidR="008E248A" w:rsidRPr="008E248A" w:rsidRDefault="008E248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- 52580 Осуществление денежных выплат стимулирующего характера мед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8E248A">
        <w:rPr>
          <w:rFonts w:ascii="SL_Times New Roman" w:eastAsia="Calibri" w:hAnsi="SL_Times New Roman" w:cstheme="minorBidi"/>
          <w:sz w:val="28"/>
          <w:szCs w:val="28"/>
          <w:lang w:eastAsia="en-US"/>
        </w:rPr>
        <w:t>цинским работникам за выявление онкологических заболеваний в ходе проведения диспансеризации и профилактических медицинских осмотров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8E248A" w:rsidRDefault="008E248A" w:rsidP="000011CC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8E248A" w:rsidRDefault="008E248A" w:rsidP="006C407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lightGray"/>
        </w:rPr>
      </w:pPr>
    </w:p>
    <w:p w:rsidR="000011CC" w:rsidRDefault="00C135FF" w:rsidP="00E15BE7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F67516">
        <w:rPr>
          <w:sz w:val="28"/>
          <w:szCs w:val="28"/>
        </w:rPr>
        <w:t>б)</w:t>
      </w:r>
      <w:r>
        <w:rPr>
          <w:sz w:val="28"/>
          <w:szCs w:val="28"/>
        </w:rPr>
        <w:t xml:space="preserve"> </w:t>
      </w:r>
      <w:r w:rsidR="00283F33" w:rsidRPr="00283F33">
        <w:rPr>
          <w:rFonts w:ascii="SL_Times New Roman" w:eastAsia="Calibri" w:hAnsi="SL_Times New Roman" w:cstheme="minorBidi"/>
          <w:sz w:val="28"/>
          <w:szCs w:val="28"/>
          <w:lang w:eastAsia="en-US"/>
        </w:rPr>
        <w:t>в наименовании</w:t>
      </w:r>
      <w:r w:rsidR="00283F3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направления расходов «</w:t>
      </w:r>
      <w:r w:rsidR="00283F33" w:rsidRPr="00E15BE7">
        <w:rPr>
          <w:rFonts w:ascii="SL_Times New Roman" w:eastAsia="Calibri" w:hAnsi="SL_Times New Roman" w:cstheme="minorBidi"/>
          <w:sz w:val="28"/>
          <w:szCs w:val="28"/>
          <w:lang w:eastAsia="en-US"/>
        </w:rPr>
        <w:t>- R2560 Софинансируемые расходы на единовременные компенсационные выплаты учителям, прибывшим (перееха</w:t>
      </w:r>
      <w:r w:rsidR="00283F33" w:rsidRPr="00E15BE7">
        <w:rPr>
          <w:rFonts w:ascii="SL_Times New Roman" w:eastAsia="Calibri" w:hAnsi="SL_Times New Roman" w:cstheme="minorBidi"/>
          <w:sz w:val="28"/>
          <w:szCs w:val="28"/>
          <w:lang w:eastAsia="en-US"/>
        </w:rPr>
        <w:t>в</w:t>
      </w:r>
      <w:r w:rsidR="00283F33" w:rsidRPr="00E15BE7">
        <w:rPr>
          <w:rFonts w:ascii="SL_Times New Roman" w:eastAsia="Calibri" w:hAnsi="SL_Times New Roman" w:cstheme="minorBidi"/>
          <w:sz w:val="28"/>
          <w:szCs w:val="28"/>
          <w:lang w:eastAsia="en-US"/>
        </w:rPr>
        <w:t>шим) на работу в сельские населенные пункты, либо рабочие поселки, либо поселки городского типа, либо города с населением до 50 тыс. человек</w:t>
      </w:r>
      <w:r w:rsidR="00283F3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» 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целевой стать</w:t>
      </w:r>
      <w:r w:rsidR="00283F33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«</w:t>
      </w:r>
      <w:r w:rsidRPr="00E15BE7">
        <w:rPr>
          <w:rFonts w:ascii="SL_Times New Roman" w:eastAsia="Calibri" w:hAnsi="SL_Times New Roman" w:cstheme="minorBidi"/>
          <w:sz w:val="28"/>
          <w:szCs w:val="28"/>
          <w:lang w:eastAsia="en-US"/>
        </w:rPr>
        <w:t>02 2 02 00000 Основное мероприятие «Реализация общего образования в государстве</w:t>
      </w:r>
      <w:r w:rsidRPr="00E15BE7">
        <w:rPr>
          <w:rFonts w:ascii="SL_Times New Roman" w:eastAsia="Calibri" w:hAnsi="SL_Times New Roman" w:cstheme="minorBidi"/>
          <w:sz w:val="28"/>
          <w:szCs w:val="28"/>
          <w:lang w:eastAsia="en-US"/>
        </w:rPr>
        <w:t>н</w:t>
      </w:r>
      <w:r w:rsidRPr="00E15BE7">
        <w:rPr>
          <w:rFonts w:ascii="SL_Times New Roman" w:eastAsia="Calibri" w:hAnsi="SL_Times New Roman" w:cstheme="minorBidi"/>
          <w:sz w:val="28"/>
          <w:szCs w:val="28"/>
          <w:lang w:eastAsia="en-US"/>
        </w:rPr>
        <w:t>ных образовательных организациях»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="00283F33">
        <w:rPr>
          <w:sz w:val="28"/>
          <w:szCs w:val="28"/>
        </w:rPr>
        <w:t xml:space="preserve">подпункта </w:t>
      </w:r>
      <w:r w:rsidR="00283F33"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2.</w:t>
      </w:r>
      <w:r w:rsidR="00283F33">
        <w:rPr>
          <w:rFonts w:ascii="SL_Times New Roman" w:eastAsia="Calibri" w:hAnsi="SL_Times New Roman" w:cstheme="minorBidi"/>
          <w:sz w:val="28"/>
          <w:szCs w:val="28"/>
          <w:lang w:eastAsia="en-US"/>
        </w:rPr>
        <w:t>2</w:t>
      </w:r>
      <w:r w:rsidR="00283F33"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 w:rsidR="00283F3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«</w:t>
      </w:r>
      <w:r w:rsidR="00283F33" w:rsidRPr="00E15BE7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«Развитие образования и науки Республики Татарстан на 2014 – 2025 годы»</w:t>
      </w:r>
      <w:r w:rsidR="0074624D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слова «тыс. человек» заменить словами «тысяч человек»;</w:t>
      </w:r>
    </w:p>
    <w:p w:rsidR="000011CC" w:rsidRDefault="000011CC" w:rsidP="00E15BE7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bookmarkStart w:id="0" w:name="_GoBack"/>
      <w:bookmarkEnd w:id="0"/>
    </w:p>
    <w:p w:rsidR="00283F33" w:rsidRPr="00E15BE7" w:rsidRDefault="00283F33" w:rsidP="00E15BE7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7803C3" w:rsidRDefault="00E15BE7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sz w:val="28"/>
          <w:szCs w:val="28"/>
        </w:rPr>
        <w:t>в</w:t>
      </w:r>
      <w:r w:rsidR="008E248A" w:rsidRPr="00F67516">
        <w:rPr>
          <w:sz w:val="28"/>
          <w:szCs w:val="28"/>
        </w:rPr>
        <w:t>)</w:t>
      </w:r>
      <w:r w:rsidR="00F67516">
        <w:rPr>
          <w:sz w:val="28"/>
          <w:szCs w:val="28"/>
        </w:rPr>
        <w:t xml:space="preserve"> в подпункте </w:t>
      </w:r>
      <w:r w:rsidR="007803C3"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2.3. </w:t>
      </w:r>
      <w:r w:rsid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7803C3"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«Социальная поддержка граждан Республики Татарстан» на 2014 – 2025 годы</w:t>
      </w:r>
      <w:r w:rsid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»:</w:t>
      </w:r>
    </w:p>
    <w:p w:rsidR="007803C3" w:rsidRPr="007803C3" w:rsidRDefault="007803C3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в целевой статье «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03 1 01 00000 Основное мероприятие «Предоставление мер социальной поддержки отдельным категориям граждан, установленных федерал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ь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ным и республиканским законодательством»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7803C3" w:rsidRPr="007803C3" w:rsidRDefault="007803C3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- 30090 Социальная поддержка Героев Советского Союза, Героев Российской Федерации и полных кавалеров ордена Славы за счет средств Пенсионного фонда Российской Федерации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исключить;</w:t>
      </w:r>
    </w:p>
    <w:p w:rsidR="009B4480" w:rsidRDefault="007803C3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дополнить следующим направлением расходов</w:t>
      </w:r>
      <w:r w:rsidR="009B4480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7803C3" w:rsidRPr="007803C3" w:rsidRDefault="007803C3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- 52520 Социальная поддержка Героев Советского Союза, Героев Российской Федерации и полных кавалеров ордена Славы за счет средств Пенсионного фонда Российской Федерации</w:t>
      </w:r>
    </w:p>
    <w:p w:rsidR="007803C3" w:rsidRDefault="007803C3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межбюджетных трансфертов от бюджета Пенс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онного фонда Российской Федерации, направленные на социальную поддержку Г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>роев Советского Союза, Героев Российской Федерации и полных кавалеров ордена Славы.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7803C3" w:rsidRDefault="007803C3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7803C3" w:rsidRPr="00403BCF" w:rsidRDefault="00403BCF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="007803C3"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03 3 P3 00000 Федеральный проект «Старшее поколение»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направление расходов «</w:t>
      </w:r>
      <w:r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- 51630 Софинансируемые расходы на создание системы долговременного ухода за гражданами пожилого возраста и инвалидами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7803C3" w:rsidRPr="00403BCF" w:rsidRDefault="00403BCF" w:rsidP="000011CC">
      <w:pPr>
        <w:autoSpaceDE w:val="0"/>
        <w:autoSpaceDN w:val="0"/>
        <w:adjustRightInd w:val="0"/>
        <w:ind w:firstLine="687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7803C3"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- 51630 Софинансируемые расходы на создание системы долговременного ухода за гражданами пожилого возраста и инвалидами</w:t>
      </w:r>
    </w:p>
    <w:p w:rsidR="007803C3" w:rsidRPr="00403BCF" w:rsidRDefault="007803C3" w:rsidP="000011CC">
      <w:pPr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субсидий из федерального бюджета и средств бюджета Республики Татарстан, на создание системы долговременного ухода за гражданами пожилого возраста и инвалидами.</w:t>
      </w:r>
    </w:p>
    <w:p w:rsidR="007803C3" w:rsidRDefault="007803C3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000 2 02 25163 00 0000 150 «Субсидии бюджетам на создание системы долговременного ухода за гражданами пожилого возраста и инвалидами» классификации доходов бюджетов</w:t>
      </w:r>
      <w:proofErr w:type="gramStart"/>
      <w:r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 w:rsid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403BCF" w:rsidRDefault="00403BCF" w:rsidP="007803C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124A86" w:rsidRDefault="00124A86" w:rsidP="00124A86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целевую статью «</w:t>
      </w:r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>03 5 01 00000 Основное мероприятие «Развитие системы мер социальной поддержки семей»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дополнить следующим направлением расходов:</w:t>
      </w:r>
    </w:p>
    <w:p w:rsidR="00124A86" w:rsidRPr="00124A86" w:rsidRDefault="00124A86" w:rsidP="00124A86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- R3020 Софинансируемые расходы </w:t>
      </w:r>
      <w:proofErr w:type="gramStart"/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>на осуществление ежемесячных выплат на детей в возрасте от трех до семи лет</w:t>
      </w:r>
      <w:proofErr w:type="gramEnd"/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включительно</w:t>
      </w:r>
    </w:p>
    <w:p w:rsidR="00124A86" w:rsidRPr="00124A86" w:rsidRDefault="00124A86" w:rsidP="00124A86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субсидий из федерального бюджета и средств бюджета Республики Татарстан, на осуществление ежемесячных выплат на детей в возрасте от трех до семи лет включительно.</w:t>
      </w:r>
    </w:p>
    <w:p w:rsidR="00124A86" w:rsidRPr="00124A86" w:rsidRDefault="00124A86" w:rsidP="00124A86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000 2 02 25302 00 0000 150 «Субсидии бюджетам на осущест</w:t>
      </w:r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>в</w:t>
      </w:r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>ление ежемесячных выплат на детей в возрасте от трех до семи  лет включительно» классификации доходов бюджетов</w:t>
      </w:r>
      <w:proofErr w:type="gramStart"/>
      <w:r w:rsidRPr="00124A86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124A86" w:rsidRDefault="00124A86" w:rsidP="007803C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124A86" w:rsidRDefault="00124A86" w:rsidP="007803C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403BCF" w:rsidRDefault="00E15BE7" w:rsidP="007803C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г</w:t>
      </w:r>
      <w:r w:rsid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) в подпункте </w:t>
      </w:r>
      <w:r w:rsidR="00403BCF"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2.4. </w:t>
      </w:r>
      <w:r w:rsid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403BCF"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«Обеспечение качественным жильем и услугами жилищно-коммунального хозяйства населения Республики Т</w:t>
      </w:r>
      <w:r w:rsidR="00403BCF"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а</w:t>
      </w:r>
      <w:r w:rsidR="00403BCF"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тарстан на 2014 – 2021 годы»</w:t>
      </w:r>
      <w:r w:rsid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811FCC" w:rsidRPr="008168D7" w:rsidRDefault="00811FCC" w:rsidP="00811FC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168D7">
        <w:rPr>
          <w:sz w:val="28"/>
          <w:szCs w:val="28"/>
        </w:rPr>
        <w:t>в наименовании слова «</w:t>
      </w:r>
      <w:r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на 2014 – 2021 годы</w:t>
      </w:r>
      <w:r w:rsidRPr="008168D7">
        <w:rPr>
          <w:sz w:val="28"/>
          <w:szCs w:val="28"/>
        </w:rPr>
        <w:t xml:space="preserve">» </w:t>
      </w:r>
      <w:r>
        <w:rPr>
          <w:sz w:val="28"/>
          <w:szCs w:val="28"/>
        </w:rPr>
        <w:t>исключить</w:t>
      </w:r>
      <w:r w:rsidRPr="008168D7">
        <w:rPr>
          <w:sz w:val="28"/>
          <w:szCs w:val="28"/>
        </w:rPr>
        <w:t>;</w:t>
      </w:r>
    </w:p>
    <w:p w:rsidR="00811FCC" w:rsidRPr="008168D7" w:rsidRDefault="00811FCC" w:rsidP="00811FCC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8168D7">
        <w:rPr>
          <w:sz w:val="28"/>
          <w:szCs w:val="28"/>
        </w:rPr>
        <w:t>в абзаце первом слова «</w:t>
      </w:r>
      <w:r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на 2014 – 2021 годы</w:t>
      </w:r>
      <w:r w:rsidRPr="008168D7">
        <w:rPr>
          <w:sz w:val="28"/>
          <w:szCs w:val="28"/>
        </w:rPr>
        <w:t xml:space="preserve">» </w:t>
      </w:r>
      <w:r>
        <w:rPr>
          <w:sz w:val="28"/>
          <w:szCs w:val="28"/>
        </w:rPr>
        <w:t>исключить</w:t>
      </w:r>
      <w:r w:rsidRPr="008168D7">
        <w:rPr>
          <w:sz w:val="28"/>
          <w:szCs w:val="28"/>
        </w:rPr>
        <w:t>;</w:t>
      </w:r>
    </w:p>
    <w:p w:rsidR="00811FCC" w:rsidRPr="008168D7" w:rsidRDefault="00811FCC" w:rsidP="00811FC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168D7">
        <w:rPr>
          <w:sz w:val="28"/>
          <w:szCs w:val="28"/>
        </w:rPr>
        <w:t>в абзаце первом целевой статьи «</w:t>
      </w:r>
      <w:r w:rsidRPr="00811FCC">
        <w:rPr>
          <w:sz w:val="28"/>
          <w:szCs w:val="28"/>
        </w:rPr>
        <w:t>04 0 00 00000 Государственная программа «Обеспечение качественным жильем и услугами жилищно-коммунального хозя</w:t>
      </w:r>
      <w:r w:rsidRPr="00811FCC">
        <w:rPr>
          <w:sz w:val="28"/>
          <w:szCs w:val="28"/>
        </w:rPr>
        <w:t>й</w:t>
      </w:r>
      <w:r w:rsidRPr="00811FCC">
        <w:rPr>
          <w:sz w:val="28"/>
          <w:szCs w:val="28"/>
        </w:rPr>
        <w:t>ства населения Республики Татарстан»</w:t>
      </w:r>
      <w:r w:rsidRPr="008168D7">
        <w:rPr>
          <w:sz w:val="28"/>
          <w:szCs w:val="28"/>
        </w:rPr>
        <w:t xml:space="preserve"> слова «</w:t>
      </w:r>
      <w:r w:rsidRPr="00403BCF">
        <w:rPr>
          <w:rFonts w:ascii="SL_Times New Roman" w:eastAsia="Calibri" w:hAnsi="SL_Times New Roman" w:cstheme="minorBidi"/>
          <w:sz w:val="28"/>
          <w:szCs w:val="28"/>
          <w:lang w:eastAsia="en-US"/>
        </w:rPr>
        <w:t>на 2014 – 2021 годы</w:t>
      </w:r>
      <w:r w:rsidRPr="008168D7">
        <w:rPr>
          <w:sz w:val="28"/>
          <w:szCs w:val="28"/>
        </w:rPr>
        <w:t xml:space="preserve">» </w:t>
      </w:r>
      <w:r>
        <w:rPr>
          <w:sz w:val="28"/>
          <w:szCs w:val="28"/>
        </w:rPr>
        <w:t>исключить</w:t>
      </w:r>
      <w:r w:rsidRPr="008168D7">
        <w:rPr>
          <w:sz w:val="28"/>
          <w:szCs w:val="28"/>
        </w:rPr>
        <w:t>;</w:t>
      </w:r>
    </w:p>
    <w:p w:rsidR="00AE6F6A" w:rsidRDefault="00AE6F6A" w:rsidP="007803C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C42B9A" w:rsidRPr="00C42B9A" w:rsidRDefault="00C42B9A" w:rsidP="00C42B9A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 целевой статье «</w:t>
      </w:r>
      <w:r w:rsidRPr="00C42B9A">
        <w:rPr>
          <w:sz w:val="28"/>
          <w:szCs w:val="28"/>
        </w:rPr>
        <w:t>04 4 F3 00000 Федеральный проект</w:t>
      </w:r>
      <w:r>
        <w:rPr>
          <w:sz w:val="28"/>
          <w:szCs w:val="28"/>
        </w:rPr>
        <w:t xml:space="preserve"> </w:t>
      </w:r>
      <w:r w:rsidRPr="00C42B9A">
        <w:rPr>
          <w:sz w:val="28"/>
          <w:szCs w:val="28"/>
        </w:rPr>
        <w:t>«Обеспечение устойч</w:t>
      </w:r>
      <w:r w:rsidRPr="00C42B9A">
        <w:rPr>
          <w:sz w:val="28"/>
          <w:szCs w:val="28"/>
        </w:rPr>
        <w:t>и</w:t>
      </w:r>
      <w:r w:rsidRPr="00C42B9A">
        <w:rPr>
          <w:sz w:val="28"/>
          <w:szCs w:val="28"/>
        </w:rPr>
        <w:t>вого сокращения</w:t>
      </w:r>
      <w:r>
        <w:rPr>
          <w:sz w:val="28"/>
          <w:szCs w:val="28"/>
        </w:rPr>
        <w:t xml:space="preserve"> </w:t>
      </w:r>
      <w:r w:rsidRPr="00C42B9A">
        <w:rPr>
          <w:sz w:val="28"/>
          <w:szCs w:val="28"/>
        </w:rPr>
        <w:t>непригодного для проживания жилищного фонда»</w:t>
      </w:r>
      <w:r>
        <w:rPr>
          <w:sz w:val="28"/>
          <w:szCs w:val="28"/>
        </w:rPr>
        <w:t>:</w:t>
      </w:r>
    </w:p>
    <w:p w:rsidR="00C42B9A" w:rsidRPr="00C42B9A" w:rsidRDefault="009B4480" w:rsidP="00C42B9A">
      <w:pPr>
        <w:autoSpaceDE w:val="0"/>
        <w:autoSpaceDN w:val="0"/>
        <w:adjustRightInd w:val="0"/>
        <w:ind w:firstLine="68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 xml:space="preserve">наименование </w:t>
      </w:r>
      <w:r w:rsidR="00C42B9A">
        <w:rPr>
          <w:sz w:val="28"/>
          <w:szCs w:val="28"/>
        </w:rPr>
        <w:t>направлени</w:t>
      </w:r>
      <w:r>
        <w:rPr>
          <w:sz w:val="28"/>
          <w:szCs w:val="28"/>
        </w:rPr>
        <w:t>я</w:t>
      </w:r>
      <w:r w:rsidR="00C42B9A">
        <w:rPr>
          <w:sz w:val="28"/>
          <w:szCs w:val="28"/>
        </w:rPr>
        <w:t xml:space="preserve"> расходов «</w:t>
      </w:r>
      <w:r w:rsidR="00C42B9A" w:rsidRPr="00C42B9A">
        <w:rPr>
          <w:sz w:val="28"/>
          <w:szCs w:val="28"/>
        </w:rPr>
        <w:t>- 67483 Обеспечение мероприятий Ре</w:t>
      </w:r>
      <w:r w:rsidR="00C42B9A" w:rsidRPr="00C42B9A">
        <w:rPr>
          <w:sz w:val="28"/>
          <w:szCs w:val="28"/>
        </w:rPr>
        <w:t>с</w:t>
      </w:r>
      <w:r w:rsidR="00C42B9A" w:rsidRPr="00C42B9A">
        <w:rPr>
          <w:sz w:val="28"/>
          <w:szCs w:val="28"/>
        </w:rPr>
        <w:t>публиканской адресной программы по переселению граждан из аварийного жили</w:t>
      </w:r>
      <w:r w:rsidR="00C42B9A" w:rsidRPr="00C42B9A">
        <w:rPr>
          <w:sz w:val="28"/>
          <w:szCs w:val="28"/>
        </w:rPr>
        <w:t>щ</w:t>
      </w:r>
      <w:r w:rsidR="00C42B9A" w:rsidRPr="00C42B9A">
        <w:rPr>
          <w:sz w:val="28"/>
          <w:szCs w:val="28"/>
        </w:rPr>
        <w:t>ного фонда на 2019</w:t>
      </w:r>
      <w:r w:rsidR="00C42B9A">
        <w:rPr>
          <w:sz w:val="28"/>
          <w:szCs w:val="28"/>
        </w:rPr>
        <w:t xml:space="preserve"> – </w:t>
      </w:r>
      <w:r w:rsidR="00C42B9A" w:rsidRPr="00C42B9A">
        <w:rPr>
          <w:sz w:val="28"/>
          <w:szCs w:val="28"/>
        </w:rPr>
        <w:t>2025 годы в рамках реализации федерального проекта «Обе</w:t>
      </w:r>
      <w:r w:rsidR="00C42B9A" w:rsidRPr="00C42B9A">
        <w:rPr>
          <w:sz w:val="28"/>
          <w:szCs w:val="28"/>
        </w:rPr>
        <w:t>с</w:t>
      </w:r>
      <w:r w:rsidR="00C42B9A" w:rsidRPr="00C42B9A">
        <w:rPr>
          <w:sz w:val="28"/>
          <w:szCs w:val="28"/>
        </w:rPr>
        <w:t>печение устойчивого сокращения непригодного для проживания жилищного фонда» национального проекта «Жилье и городская среда», за счет средств, поступивших от Фонда содействия реформированию жилищно-коммунального хозяйства</w:t>
      </w:r>
      <w:r w:rsidR="00C42B9A">
        <w:rPr>
          <w:sz w:val="28"/>
          <w:szCs w:val="28"/>
        </w:rPr>
        <w:t>» изложить в следующей редакции:</w:t>
      </w:r>
    </w:p>
    <w:p w:rsidR="00C42B9A" w:rsidRPr="00C42B9A" w:rsidRDefault="00C42B9A" w:rsidP="00C42B9A">
      <w:pPr>
        <w:autoSpaceDE w:val="0"/>
        <w:autoSpaceDN w:val="0"/>
        <w:adjustRightInd w:val="0"/>
        <w:ind w:firstLine="68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C42B9A">
        <w:rPr>
          <w:sz w:val="28"/>
          <w:szCs w:val="28"/>
        </w:rPr>
        <w:t xml:space="preserve">- 67483 Обеспечение мероприятий Республиканской адресной программы по переселению граждан из аварийного жилищного фонда на 2019 </w:t>
      </w:r>
      <w:r>
        <w:rPr>
          <w:sz w:val="28"/>
          <w:szCs w:val="28"/>
        </w:rPr>
        <w:t>–</w:t>
      </w:r>
      <w:r w:rsidRPr="00C42B9A">
        <w:rPr>
          <w:sz w:val="28"/>
          <w:szCs w:val="28"/>
        </w:rPr>
        <w:t xml:space="preserve"> 2025 годы в ра</w:t>
      </w:r>
      <w:r w:rsidRPr="00C42B9A">
        <w:rPr>
          <w:sz w:val="28"/>
          <w:szCs w:val="28"/>
        </w:rPr>
        <w:t>м</w:t>
      </w:r>
      <w:r w:rsidRPr="00C42B9A">
        <w:rPr>
          <w:sz w:val="28"/>
          <w:szCs w:val="28"/>
        </w:rPr>
        <w:t>ках реализации федерального проекта «Обеспечение устойчивого сокращения н</w:t>
      </w:r>
      <w:r w:rsidRPr="00C42B9A">
        <w:rPr>
          <w:sz w:val="28"/>
          <w:szCs w:val="28"/>
        </w:rPr>
        <w:t>е</w:t>
      </w:r>
      <w:r w:rsidRPr="00C42B9A">
        <w:rPr>
          <w:sz w:val="28"/>
          <w:szCs w:val="28"/>
        </w:rPr>
        <w:t>пригодного для проживания жилищного фонда» национального проекта «Жилье и городская среда» за счет средств Фонда содействия реформированию жилищно-коммунального хозяйства</w:t>
      </w:r>
      <w:r>
        <w:rPr>
          <w:sz w:val="28"/>
          <w:szCs w:val="28"/>
        </w:rPr>
        <w:t>»;</w:t>
      </w:r>
    </w:p>
    <w:p w:rsidR="00C42B9A" w:rsidRPr="00C42B9A" w:rsidRDefault="009B4480" w:rsidP="00C42B9A">
      <w:pPr>
        <w:autoSpaceDE w:val="0"/>
        <w:autoSpaceDN w:val="0"/>
        <w:adjustRightInd w:val="0"/>
        <w:ind w:firstLine="68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наименование направления расходов</w:t>
      </w:r>
      <w:r w:rsidR="00C42B9A">
        <w:rPr>
          <w:sz w:val="28"/>
          <w:szCs w:val="28"/>
        </w:rPr>
        <w:t xml:space="preserve"> «</w:t>
      </w:r>
      <w:r w:rsidR="00C42B9A" w:rsidRPr="00C42B9A">
        <w:rPr>
          <w:sz w:val="28"/>
          <w:szCs w:val="28"/>
        </w:rPr>
        <w:t>- 67484 Обеспечение мероприятий Ре</w:t>
      </w:r>
      <w:r w:rsidR="00C42B9A" w:rsidRPr="00C42B9A">
        <w:rPr>
          <w:sz w:val="28"/>
          <w:szCs w:val="28"/>
        </w:rPr>
        <w:t>с</w:t>
      </w:r>
      <w:r w:rsidR="00C42B9A" w:rsidRPr="00C42B9A">
        <w:rPr>
          <w:sz w:val="28"/>
          <w:szCs w:val="28"/>
        </w:rPr>
        <w:t>публиканской адресной программы по переселению граждан из аварийного жили</w:t>
      </w:r>
      <w:r w:rsidR="00C42B9A" w:rsidRPr="00C42B9A">
        <w:rPr>
          <w:sz w:val="28"/>
          <w:szCs w:val="28"/>
        </w:rPr>
        <w:t>щ</w:t>
      </w:r>
      <w:r w:rsidR="00C42B9A" w:rsidRPr="00C42B9A">
        <w:rPr>
          <w:sz w:val="28"/>
          <w:szCs w:val="28"/>
        </w:rPr>
        <w:t>ного фонда на 2019</w:t>
      </w:r>
      <w:r w:rsidR="00C42B9A">
        <w:rPr>
          <w:sz w:val="28"/>
          <w:szCs w:val="28"/>
        </w:rPr>
        <w:t xml:space="preserve"> – 2</w:t>
      </w:r>
      <w:r w:rsidR="00C42B9A" w:rsidRPr="00C42B9A">
        <w:rPr>
          <w:sz w:val="28"/>
          <w:szCs w:val="28"/>
        </w:rPr>
        <w:t>025 годы в рамках реализации федерального проекта «Обе</w:t>
      </w:r>
      <w:r w:rsidR="00C42B9A" w:rsidRPr="00C42B9A">
        <w:rPr>
          <w:sz w:val="28"/>
          <w:szCs w:val="28"/>
        </w:rPr>
        <w:t>с</w:t>
      </w:r>
      <w:r w:rsidR="00C42B9A" w:rsidRPr="00C42B9A">
        <w:rPr>
          <w:sz w:val="28"/>
          <w:szCs w:val="28"/>
        </w:rPr>
        <w:t>печение устойчивого сокращения непригодного для проживания жилищного фонда» национального проекта «Жилье и городская среда», за счет средств бюджета Ре</w:t>
      </w:r>
      <w:r w:rsidR="00C42B9A" w:rsidRPr="00C42B9A">
        <w:rPr>
          <w:sz w:val="28"/>
          <w:szCs w:val="28"/>
        </w:rPr>
        <w:t>с</w:t>
      </w:r>
      <w:r w:rsidR="00C42B9A" w:rsidRPr="00C42B9A">
        <w:rPr>
          <w:sz w:val="28"/>
          <w:szCs w:val="28"/>
        </w:rPr>
        <w:t>публики Татарстан</w:t>
      </w:r>
      <w:r w:rsidR="00C42B9A">
        <w:rPr>
          <w:sz w:val="28"/>
          <w:szCs w:val="28"/>
        </w:rPr>
        <w:t>» изложить в следующей редакции:</w:t>
      </w:r>
    </w:p>
    <w:p w:rsidR="00C42B9A" w:rsidRPr="00C42B9A" w:rsidRDefault="00C42B9A" w:rsidP="00C42B9A">
      <w:pPr>
        <w:autoSpaceDE w:val="0"/>
        <w:autoSpaceDN w:val="0"/>
        <w:adjustRightInd w:val="0"/>
        <w:ind w:firstLine="687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«</w:t>
      </w:r>
      <w:r w:rsidRPr="00C42B9A">
        <w:rPr>
          <w:sz w:val="28"/>
          <w:szCs w:val="28"/>
        </w:rPr>
        <w:t xml:space="preserve">- 67484 Обеспечение мероприятий Республиканской адресной программы по переселению граждан из аварийного жилищного фонда на 2019 </w:t>
      </w:r>
      <w:r>
        <w:rPr>
          <w:sz w:val="28"/>
          <w:szCs w:val="28"/>
        </w:rPr>
        <w:t>–</w:t>
      </w:r>
      <w:r w:rsidRPr="00C42B9A">
        <w:rPr>
          <w:sz w:val="28"/>
          <w:szCs w:val="28"/>
        </w:rPr>
        <w:t xml:space="preserve"> 2025 годы в ра</w:t>
      </w:r>
      <w:r w:rsidRPr="00C42B9A">
        <w:rPr>
          <w:sz w:val="28"/>
          <w:szCs w:val="28"/>
        </w:rPr>
        <w:t>м</w:t>
      </w:r>
      <w:r w:rsidRPr="00C42B9A">
        <w:rPr>
          <w:sz w:val="28"/>
          <w:szCs w:val="28"/>
        </w:rPr>
        <w:t>ках реализации федерального проекта «Обеспечение устойчивого сокращения н</w:t>
      </w:r>
      <w:r w:rsidRPr="00C42B9A">
        <w:rPr>
          <w:sz w:val="28"/>
          <w:szCs w:val="28"/>
        </w:rPr>
        <w:t>е</w:t>
      </w:r>
      <w:r w:rsidRPr="00C42B9A">
        <w:rPr>
          <w:sz w:val="28"/>
          <w:szCs w:val="28"/>
        </w:rPr>
        <w:t>пригодного для проживания жилищного фонда» национального проекта «Жилье и городская среда» за счет средств бюджета Республики Татарстан</w:t>
      </w:r>
      <w:r>
        <w:rPr>
          <w:sz w:val="28"/>
          <w:szCs w:val="28"/>
        </w:rPr>
        <w:t>»;</w:t>
      </w:r>
    </w:p>
    <w:p w:rsidR="00C42B9A" w:rsidRDefault="00C42B9A" w:rsidP="00D5362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D53623" w:rsidRDefault="00D53623" w:rsidP="00D5362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целевую статью 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04 8 03 00000 Основное мероприятие «Осуществление ре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публиканского государственного жилищного надзора»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дополнить следующим направлением расходов:</w:t>
      </w:r>
    </w:p>
    <w:p w:rsidR="00D53623" w:rsidRPr="00D53623" w:rsidRDefault="00D53623" w:rsidP="00D5362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- 92990 Обеспечение деятельности подведомственных учреждений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403BCF" w:rsidRPr="007803C3" w:rsidRDefault="00403BCF" w:rsidP="007803C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7803C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</w:p>
    <w:p w:rsidR="00D53623" w:rsidRPr="00D53623" w:rsidRDefault="00D53623" w:rsidP="00D5362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«0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4</w:t>
      </w:r>
      <w:proofErr w:type="gramStart"/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К</w:t>
      </w:r>
      <w:proofErr w:type="gramEnd"/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00 00000 Подпрограмма «Развитие социальной и инж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нерной инфраструктуры в рамках государственной программы «Обеспечение кач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ственным жильем и услугами жилищно-коммунального хозяйства населения Ре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публики Татарстан»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4C32D1" w:rsidRPr="00D53623" w:rsidRDefault="00D53623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абзац третий направлен</w:t>
      </w:r>
      <w:r w:rsidR="004C32D1">
        <w:rPr>
          <w:rFonts w:ascii="SL_Times New Roman" w:eastAsia="Calibri" w:hAnsi="SL_Times New Roman" w:cstheme="minorBidi"/>
          <w:sz w:val="28"/>
          <w:szCs w:val="28"/>
          <w:lang w:eastAsia="en-US"/>
        </w:rPr>
        <w:t>ия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расходов 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- 03581 Создание инженерной инфр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а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структуры на территории промышленного парка «Развитие» в г. Набережные Челны за счет средств некоммерческой организации «Фонд развития моногородов»</w:t>
      </w:r>
      <w:r w:rsidR="004C32D1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</w:t>
      </w:r>
      <w:r w:rsidR="004C32D1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="004C32D1">
        <w:rPr>
          <w:rFonts w:ascii="SL_Times New Roman" w:eastAsia="Calibri" w:hAnsi="SL_Times New Roman" w:cstheme="minorBidi"/>
          <w:sz w:val="28"/>
          <w:szCs w:val="28"/>
          <w:lang w:eastAsia="en-US"/>
        </w:rPr>
        <w:t>жить в следующей редакции:</w:t>
      </w:r>
    </w:p>
    <w:p w:rsidR="004C32D1" w:rsidRDefault="004C32D1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4C32D1" w:rsidRPr="00D53623" w:rsidRDefault="004C32D1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абзац третий направления расходов </w:t>
      </w:r>
      <w:r w:rsid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- 03592 Создание инженерной инфр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а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структуры на территории промышленной площадки «Зеленодольск» за счет средств некоммерческой организации «Фонд развития моногородов»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4C32D1" w:rsidRDefault="004C32D1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r w:rsid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proofErr w:type="gramEnd"/>
    </w:p>
    <w:p w:rsidR="004C32D1" w:rsidRPr="00D53623" w:rsidRDefault="004C32D1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абзац третий направления расходов </w:t>
      </w:r>
      <w:r w:rsid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- 03611 Строительство инженерных сетей «Промышленного парка Нижнекамск» в городе Нижнекамск Республики Татарстан (1 этап) за счет средств некоммерческой организации «Фонд развития моногородов»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4C32D1" w:rsidRDefault="004C32D1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4C32D1" w:rsidRPr="00D53623" w:rsidRDefault="004C32D1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абзац третий направления расходов </w:t>
      </w:r>
      <w:r w:rsid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- 03641 Создание объекта инфраструкт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у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ры «Внеплощадочные сети для заводов стиральных машин барабанного типа и к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у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хонного оборудования </w:t>
      </w:r>
      <w:proofErr w:type="spellStart"/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Haier</w:t>
      </w:r>
      <w:proofErr w:type="spellEnd"/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» за счет средств некоммерческой организации «Фонд развития моногородов»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4C32D1" w:rsidRDefault="004C32D1" w:rsidP="004C32D1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r w:rsid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proofErr w:type="gramEnd"/>
    </w:p>
    <w:p w:rsidR="00D53623" w:rsidRPr="00D53623" w:rsidRDefault="004C32D1" w:rsidP="00D53623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абзац третий направления расходов </w:t>
      </w:r>
      <w:r w:rsid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- 03651 Создание объекта инфраструкт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у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ры «Внеплощадочные сети для заводов стиральных машин барабанного типа и к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у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хонного оборудования </w:t>
      </w:r>
      <w:proofErr w:type="spellStart"/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Haier</w:t>
      </w:r>
      <w:proofErr w:type="spellEnd"/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. Сеть газоснабжения, 1-ая очередь» за счет средств н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="00D53623"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коммерческой организации «Фонд развития моногородов»</w:t>
      </w:r>
      <w:r w:rsid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дополнить следующими направлениями расходов:</w:t>
      </w: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- 03670 Создание объекта инфраструктуры «Внеплощадочные сети для об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ъ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екта «Оптово-распределительный центр «Елабуга»</w:t>
      </w:r>
    </w:p>
    <w:p w:rsidR="00D53623" w:rsidRPr="00D53623" w:rsidRDefault="00D53623" w:rsidP="00D53623">
      <w:pPr>
        <w:tabs>
          <w:tab w:val="left" w:pos="1165"/>
        </w:tabs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ab/>
      </w: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- 03671 Создание объекта инфраструктуры «Внеплощадочные сети для объе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к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та «Оптово-распределительный центр «Елабуга» за счет средств некоммерческой организации «Фонд развития моногородов»</w:t>
      </w: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средств от некоммерческой организации «Фонд развития моногородов», на создание объекта инфраструктуры «Внеплощадочные сети для объекта «Оптово-распределительный центр «Елабуга».</w:t>
      </w: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proofErr w:type="gramEnd"/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- 03672 Создание объекта инфраструктуры «Внеплощадочные сети для объе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к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та «Оптово-распределительный центр «Елабуга» за счет средств бюджета Республ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ки Татарстан</w:t>
      </w:r>
    </w:p>
    <w:p w:rsidR="00D53623" w:rsidRPr="00D53623" w:rsidRDefault="00D53623" w:rsidP="00D53623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 на создание объекта инфраструктуры «Внеплощадочные сети для объекта «Оптово-распределительный центр «Елабуга»</w:t>
      </w:r>
      <w:proofErr w:type="gramStart"/>
      <w:r w:rsidRPr="00D53623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</w:t>
      </w:r>
      <w:proofErr w:type="gramEnd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;</w:t>
      </w:r>
    </w:p>
    <w:p w:rsidR="00D53623" w:rsidRDefault="00D53623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D53623" w:rsidRDefault="00D53623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C115C8" w:rsidRDefault="00E15BE7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) в подпункте </w:t>
      </w:r>
      <w:r w:rsidR="00C115C8"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2.5. </w:t>
      </w:r>
      <w:r w:rsid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C115C8"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«Содействие занятости нас</w:t>
      </w:r>
      <w:r w:rsidR="00C115C8"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="00C115C8"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ления Республики Татарстан на 2014 – 2025 годы»</w:t>
      </w:r>
      <w:r w:rsid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C115C8" w:rsidRP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05 1 01 00000 Основное мероприятие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«Реализация меропр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ятий в области содействия занятости населения»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направление расходов 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- R5690 Софинансируемые расходы на реализацию мероприятий в области поддержки зан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я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тости населения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исключить;</w:t>
      </w:r>
    </w:p>
    <w:p w:rsid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05 1 L3 00000 Федеральный проект «Поддержка занятости и повышение эффективности рынка труда для обеспечения роста производительности труда»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- 52910 Софинансируемые расходы на повышение э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ф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фективности службы занятости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C115C8" w:rsidRP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- 52910 Софинансируемые расходы на повышение эффективности службы занятости</w:t>
      </w:r>
    </w:p>
    <w:p w:rsidR="00C115C8" w:rsidRPr="00C115C8" w:rsidRDefault="00C115C8" w:rsidP="000011CC">
      <w:pPr>
        <w:autoSpaceDE w:val="0"/>
        <w:autoSpaceDN w:val="0"/>
        <w:adjustRightInd w:val="0"/>
        <w:ind w:firstLine="687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По данному направлению расходов отражаются расходы бюджета Республики Татарстан, осуществляемые за счет субсидий из федерального бюджета и средств бюджета Республики Татарстан, на повышение эффективности службы занятости. </w:t>
      </w:r>
    </w:p>
    <w:p w:rsidR="00C115C8" w:rsidRDefault="00C115C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соответствующему  коду вида доходов 000 2 02 25291 00 0000 150 «Субсидии бюджетам на повышение эффективности службы занятости» классификации доходов бюджетов</w:t>
      </w:r>
      <w:proofErr w:type="gramStart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C115C8" w:rsidRPr="00C115C8" w:rsidRDefault="00C115C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«-</w:t>
      </w:r>
      <w:r w:rsidR="006B736F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55690 Софинансируемые расходы на переобучение, повышение квалификации работников предприятий в целях поддержки занятости и повышения эффективности рынка труда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C115C8" w:rsidRP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- 55690 Софинансируемые расходы на переобучение, повышение квалифик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а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ции работников предприятий в целях поддержки занятости и повышения эффекти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в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ности рынка труда</w:t>
      </w:r>
    </w:p>
    <w:p w:rsidR="00C115C8" w:rsidRPr="00C115C8" w:rsidRDefault="00C115C8" w:rsidP="000011CC">
      <w:pPr>
        <w:autoSpaceDE w:val="0"/>
        <w:autoSpaceDN w:val="0"/>
        <w:adjustRightInd w:val="0"/>
        <w:ind w:firstLine="687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субсидий  из федерального бюджета и средств бюджета Республики Татарстан, на переобучение, повышение квалификации рабо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ников предприятий в целях поддержки занятости и повышения эффективности ры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н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ка труда. </w:t>
      </w:r>
    </w:p>
    <w:p w:rsidR="00C115C8" w:rsidRDefault="00C115C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соответствующему  коду вида доходов 000 2 02 25569 00 0000 150 «Субсидии бюджетам на переобуч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ние, повышение квалификации работников предприятий в целях поддержки занят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сти и повышения эффективности рынка труда» классификации доходов бюджетов</w:t>
      </w:r>
      <w:proofErr w:type="gramStart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C115C8" w:rsidRDefault="00C115C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C115C8" w:rsidRPr="00C115C8" w:rsidRDefault="00C115C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05 1 P3 00000 Федеральный проект «Старшее поколение»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направление расходов 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- 52940 Софинансируемые расходы на организацию профе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сионального обучения и дополнительного профессионального образования лиц </w:t>
      </w:r>
      <w:proofErr w:type="spellStart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предпенсионного</w:t>
      </w:r>
      <w:proofErr w:type="spellEnd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возраста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C115C8" w:rsidRPr="00C115C8" w:rsidRDefault="00C115C8" w:rsidP="000011CC">
      <w:pPr>
        <w:autoSpaceDE w:val="0"/>
        <w:autoSpaceDN w:val="0"/>
        <w:adjustRightInd w:val="0"/>
        <w:ind w:firstLine="687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- 52940 Софинансируемые расходы на организацию профессионального об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у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чения и дополнительного профессионального образования лиц </w:t>
      </w:r>
      <w:proofErr w:type="spellStart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предпенсионного</w:t>
      </w:r>
      <w:proofErr w:type="spellEnd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возраста</w:t>
      </w:r>
    </w:p>
    <w:p w:rsidR="00C115C8" w:rsidRPr="00C115C8" w:rsidRDefault="00C115C8" w:rsidP="000011CC">
      <w:pPr>
        <w:autoSpaceDE w:val="0"/>
        <w:autoSpaceDN w:val="0"/>
        <w:adjustRightInd w:val="0"/>
        <w:ind w:firstLine="687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субсидий  из федерального бюджета и средств бюджета Республики Татарстан, на организацию профессионального обучения и д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полнительного профессионального образования лиц </w:t>
      </w:r>
      <w:proofErr w:type="spellStart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предпенсионного</w:t>
      </w:r>
      <w:proofErr w:type="spellEnd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возраста.</w:t>
      </w:r>
    </w:p>
    <w:p w:rsidR="00C115C8" w:rsidRPr="00C115C8" w:rsidRDefault="00C115C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Поступление субсидий на указанные цели отражается по соответствующему  коду вида доходов 000 2 02 25294 00 0000 150 «Субсидии бюджетам на организацию профессионального обучения и дополнительного профессионального образования лиц в возрасте 50-ти лет и старше, а также лиц </w:t>
      </w:r>
      <w:proofErr w:type="spellStart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предпенсионного</w:t>
      </w:r>
      <w:proofErr w:type="spellEnd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возраста» класс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фикации доходов бюджетов</w:t>
      </w:r>
      <w:proofErr w:type="gramStart"/>
      <w:r w:rsidRP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C115C8" w:rsidRDefault="00C115C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2A46B5" w:rsidRDefault="002A46B5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е) в подпункте 2.8. </w:t>
      </w:r>
      <w:r w:rsid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«Развитие культуры Респу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б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лики Татарстан на 2014 – 2022 годы»</w:t>
      </w:r>
      <w:r w:rsid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242420" w:rsidRDefault="00242420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в целевой статье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08 3 01 00000  Основное мероприятие «Развитие системы библиотечного обслуживания»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абзац третий направления расходов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- R5190 Соф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нансируемые расходы на поддержку отрасли культуры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дакции: </w:t>
      </w:r>
    </w:p>
    <w:p w:rsidR="00242420" w:rsidRPr="00242420" w:rsidRDefault="00242420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2 02 25519 00 0000 150 «Субсидии бюджетам на поддержку о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расли культуры» классификации доходов бюджетов</w:t>
      </w:r>
      <w:proofErr w:type="gramStart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242420" w:rsidRDefault="00242420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2A46B5" w:rsidRDefault="00242420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08 4 01 00000  Основное мероприятие «Развитие совреме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н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ного музыкального искусства»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абзац третий направления расходов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- R5190 Соф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нансируемые расходы на поддержку отрасли культуры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дакции:</w:t>
      </w:r>
    </w:p>
    <w:p w:rsidR="00242420" w:rsidRDefault="00242420" w:rsidP="00242420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2 02 25519 00 0000 150 «Субсидии бюджетам на поддержку о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расли культуры» классификации доходов бюджетов</w:t>
      </w:r>
      <w:proofErr w:type="gramStart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242420" w:rsidRPr="00242420" w:rsidRDefault="00242420" w:rsidP="00242420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242420" w:rsidRDefault="00242420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08 7 01 00000  Основное мероприятие «Сохранение и поп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у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ляризация нематериального культурного наследия»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абзац третий направления ра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ходов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- R5190 Софинансируемые расходы на поддержку отрасли культуры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жить в следующей редакции:</w:t>
      </w:r>
    </w:p>
    <w:p w:rsidR="00242420" w:rsidRPr="00242420" w:rsidRDefault="00242420" w:rsidP="00242420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2 02 25519 00 0000 150 «Субсидии бюджетам на поддержку о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расли культуры» классификации доходов бюджетов</w:t>
      </w:r>
      <w:proofErr w:type="gramStart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242420" w:rsidRDefault="00242420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242420" w:rsidRDefault="00242420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08 7 А</w:t>
      </w:r>
      <w:proofErr w:type="gramStart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1</w:t>
      </w:r>
      <w:proofErr w:type="gramEnd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00000 Федеральный проект «Культурная среда»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б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зац третий направления расходов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- 55190 Софинансируемые расходы на госуда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ственную поддержку отрасли культуры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242420" w:rsidRDefault="00242420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2 02 25519 00 0000 150 «Субсидии бюджетам на поддержку о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расли культуры» классификации доходов бюджетов</w:t>
      </w:r>
      <w:proofErr w:type="gramStart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242420" w:rsidRPr="00242420" w:rsidRDefault="00242420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242420" w:rsidRDefault="00242420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08</w:t>
      </w:r>
      <w:proofErr w:type="gramStart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Ж</w:t>
      </w:r>
      <w:proofErr w:type="gramEnd"/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01 00000  Основное мероприятие «Обеспечение реал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зации государственной политики и регулирования отношений в сфере культуры, и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кусства, кинематографии, охраны и использования объектов культурного наследия»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абзац третий направления расходов «</w:t>
      </w:r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- R5190 Софинансируемые расходы на по</w:t>
      </w:r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держку отрасли культуры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242420" w:rsidRDefault="00E21C9D" w:rsidP="00242420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2 02 25519 00 0000 150 «Субсидии бюджетам на поддержку о</w:t>
      </w:r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расли культуры» классификации доходов бюджетов</w:t>
      </w:r>
      <w:proofErr w:type="gramStart"/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242420" w:rsidRPr="00E21C9D" w:rsidRDefault="00242420" w:rsidP="00E21C9D">
      <w:pPr>
        <w:autoSpaceDE w:val="0"/>
        <w:autoSpaceDN w:val="0"/>
        <w:adjustRightInd w:val="0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242420" w:rsidRPr="00E21C9D" w:rsidRDefault="00242420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08</w:t>
      </w:r>
      <w:proofErr w:type="gramStart"/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Ж</w:t>
      </w:r>
      <w:proofErr w:type="gramEnd"/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А1 00000  Федеральный проект «Культурная среда</w:t>
      </w:r>
      <w:r w:rsidRPr="00242420">
        <w:rPr>
          <w:rFonts w:ascii="SL_Times New Roman" w:eastAsia="Calibri" w:hAnsi="SL_Times New Roman" w:cstheme="minorBidi"/>
          <w:sz w:val="28"/>
          <w:szCs w:val="28"/>
          <w:lang w:eastAsia="en-US"/>
        </w:rPr>
        <w:t>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абзац третий направления расходов «</w:t>
      </w:r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- 55190 Софинансируемые расходы на госуда</w:t>
      </w:r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="00E21C9D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ственную поддержку отрасли культуры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242420" w:rsidRPr="00E21C9D" w:rsidRDefault="00E21C9D" w:rsidP="00242420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«</w:t>
      </w:r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2 02 25519 00 0000 150 «Субсидии бюджетам на поддержку о</w:t>
      </w:r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расли культуры» классификации доходов бюджетов</w:t>
      </w:r>
      <w:proofErr w:type="gramStart"/>
      <w:r w:rsidR="00242420" w:rsidRPr="00E21C9D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2A46B5" w:rsidRDefault="002A46B5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2A46B5" w:rsidRDefault="002A46B5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75444E" w:rsidRPr="0075444E" w:rsidRDefault="002A46B5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ж</w:t>
      </w:r>
      <w:r w:rsidR="00C115C8">
        <w:rPr>
          <w:rFonts w:ascii="SL_Times New Roman" w:eastAsia="Calibri" w:hAnsi="SL_Times New Roman" w:cstheme="minorBidi"/>
          <w:sz w:val="28"/>
          <w:szCs w:val="28"/>
          <w:lang w:eastAsia="en-US"/>
        </w:rPr>
        <w:t>) в подпункте</w:t>
      </w:r>
      <w:r w:rsid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2.12. </w:t>
      </w:r>
      <w:r w:rsid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«Развитие информацио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н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ных и коммуникационных технологий в Республике Татарстан «Открытый Тата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стан» на 2014 – 2022 годы»</w:t>
      </w:r>
      <w:r w:rsid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целевой статье «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12 1 D6 00000 Федеральный проект «Цифровое государственное управление»</w:t>
      </w:r>
      <w:r w:rsid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абзац третий направления расходов </w:t>
      </w:r>
      <w:r w:rsidR="003220D9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        </w:t>
      </w:r>
      <w:r w:rsid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- 50080 Софинансируемые расходы на развитие и модернизацию системы межв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="0075444E"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домственного электронного взаимодействия</w:t>
      </w:r>
      <w:r w:rsid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75444E" w:rsidRPr="0075444E" w:rsidRDefault="0075444E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000 2 02 25008 00 0000 150 «Субсидии бюджетам на обеспеч</w:t>
      </w:r>
      <w:r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ние развития системы межведомственного электронного взаимодействия на терр</w:t>
      </w:r>
      <w:r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ториях субъектов Российской Федерации» классификации доходов бюджетов</w:t>
      </w:r>
      <w:proofErr w:type="gramStart"/>
      <w:r w:rsidRP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75444E" w:rsidRDefault="0075444E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75444E" w:rsidRDefault="0075444E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FC7655" w:rsidRPr="00FC7655" w:rsidRDefault="002A46B5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з</w:t>
      </w:r>
      <w:r w:rsidR="0075444E">
        <w:rPr>
          <w:rFonts w:ascii="SL_Times New Roman" w:eastAsia="Calibri" w:hAnsi="SL_Times New Roman" w:cstheme="minorBidi"/>
          <w:sz w:val="28"/>
          <w:szCs w:val="28"/>
          <w:lang w:eastAsia="en-US"/>
        </w:rPr>
        <w:t>) в подпункте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="00FC7655" w:rsidRPr="00FC7655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2.13. 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FC7655" w:rsidRPr="00FC7655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«Развитие транспортной с</w:t>
      </w:r>
      <w:r w:rsidR="00FC7655" w:rsidRPr="00FC7655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="00FC7655" w:rsidRPr="00FC7655">
        <w:rPr>
          <w:rFonts w:ascii="SL_Times New Roman" w:eastAsia="Calibri" w:hAnsi="SL_Times New Roman" w:cstheme="minorBidi"/>
          <w:sz w:val="28"/>
          <w:szCs w:val="28"/>
          <w:lang w:eastAsia="en-US"/>
        </w:rPr>
        <w:t>стемы Республики Татарстан на 2014 – 2024 годы»</w:t>
      </w:r>
      <w:r w:rsidR="002B4163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FC7655" w:rsidRDefault="00A90AA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наименование целевой статьи «</w:t>
      </w:r>
      <w:r w:rsidR="00FC7655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13 5 00 00000 Подпрограмма «Развитие рынка логистических и </w:t>
      </w:r>
      <w:proofErr w:type="spellStart"/>
      <w:r w:rsidR="00FC7655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терминально</w:t>
      </w:r>
      <w:proofErr w:type="spellEnd"/>
      <w:r w:rsidR="00FC7655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-складских услуг»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FC7655" w:rsidRDefault="00A90AAA" w:rsidP="000011CC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FC7655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13 5 00 00000 Подпрограмма «Развитие сети логистических центров в Ре</w:t>
      </w:r>
      <w:r w:rsidR="00FC7655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="00FC7655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публике Татарстан»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;</w:t>
      </w:r>
    </w:p>
    <w:p w:rsidR="00A90AAA" w:rsidRDefault="00A90AAA" w:rsidP="000011CC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A90AAA" w:rsidRDefault="00A90AAA" w:rsidP="000011CC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13 6 01 00000  Основное мероприятие «Развитие сети авт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мобильных дорог общего пользования»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2B4163" w:rsidRPr="00A90AAA" w:rsidRDefault="00A90AAA" w:rsidP="002B4163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абзац третий направлен</w:t>
      </w:r>
      <w:r w:rsidR="002B4163">
        <w:rPr>
          <w:rFonts w:ascii="SL_Times New Roman" w:eastAsia="Calibri" w:hAnsi="SL_Times New Roman" w:cstheme="minorBidi"/>
          <w:sz w:val="28"/>
          <w:szCs w:val="28"/>
          <w:lang w:eastAsia="en-US"/>
        </w:rPr>
        <w:t>ия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расходов 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- 03583 Создание дорожной инфрастру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к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туры общего пользования в промышленной зоне г. Набережные Челны за счет средств некоммерческой организации «Фонд развития моногородов»</w:t>
      </w:r>
      <w:r w:rsidR="002B4163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2B4163" w:rsidRDefault="002B4163" w:rsidP="002B4163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proofErr w:type="gramEnd"/>
    </w:p>
    <w:p w:rsidR="002B4163" w:rsidRPr="00A90AAA" w:rsidRDefault="002B4163" w:rsidP="002B4163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абзац третий направления расходов 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- 03591 Создание дорожной инфрастру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к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туры общего пользования на территории промышленной площадки «Зеленодольск» за счет средств некоммерческой организации «Фонд развития моногородов»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изл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жить в следующей редакции:</w:t>
      </w:r>
    </w:p>
    <w:p w:rsidR="002B4163" w:rsidRDefault="002B4163" w:rsidP="002B4163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proofErr w:type="gramEnd"/>
    </w:p>
    <w:p w:rsidR="00A90AAA" w:rsidRPr="00A90AAA" w:rsidRDefault="002B4163" w:rsidP="000011CC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абзац третий направления расходов 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- 03601 Создание объекта дорожной и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н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фраструктуры «Реконструкция Хлебного проезда, Индустриального проезда, прое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з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дов XXX и XXXI в г. Набережные Челны» за счет средств некоммерческой орган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зации «Фонд развития моногородов»</w:t>
      </w:r>
      <w:r w:rsid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A90AAA" w:rsidRDefault="00A90AAA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A90AAA" w:rsidRPr="00CD185A" w:rsidRDefault="00A90AAA" w:rsidP="000011CC">
      <w:pPr>
        <w:autoSpaceDE w:val="0"/>
        <w:autoSpaceDN w:val="0"/>
        <w:adjustRightInd w:val="0"/>
        <w:ind w:firstLine="687"/>
        <w:jc w:val="both"/>
        <w:rPr>
          <w:rFonts w:eastAsia="Calibri"/>
          <w:sz w:val="16"/>
          <w:szCs w:val="16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- 03660 Создание объекта дорожной инфраструктуры «Реконструкция автомобильной дороги по ул.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Чистопольск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ая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.Н</w:t>
      </w:r>
      <w:proofErr w:type="gram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ижнекамске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з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ложить в следующей редакции:</w:t>
      </w:r>
    </w:p>
    <w:p w:rsidR="00A90AAA" w:rsidRPr="00A90AAA" w:rsidRDefault="00A90AA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- 03660 Создание объекта дорожной инфраструктуры «Реконструкция авт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мобильной дороги по ул.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Чистопольской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.Н</w:t>
      </w:r>
      <w:proofErr w:type="gram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ижнекамске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;</w:t>
      </w:r>
    </w:p>
    <w:p w:rsidR="00A90AAA" w:rsidRPr="00A90AAA" w:rsidRDefault="00A90AA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- 03661 Создание объекта дорожной инфраструктуры «Реконструкция автомобильной дороги по ул.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Чистопольск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ая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.Н</w:t>
      </w:r>
      <w:proofErr w:type="gram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ижнекамске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» за счет средств некоммерческой организации «Фонд развития моногородов»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A90AAA" w:rsidRPr="00A90AAA" w:rsidRDefault="00A90AAA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- 03661 Создание объекта дорожной инфраструктуры «Реконструкция авт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мобильной дороги по ул.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Чистопольской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.Н</w:t>
      </w:r>
      <w:proofErr w:type="gram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ижнекамске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» за счет средств неко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м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мерческой организации «Фонд развития моногородов»</w:t>
      </w:r>
    </w:p>
    <w:p w:rsidR="00A90AAA" w:rsidRPr="00A90AAA" w:rsidRDefault="00A90AAA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средств от некоммерческой организации «Фонд развития моногородов», на создание объекта дорожной инфраструктуры «Реко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н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струкция автомобильной дороги по ул.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Чистопольской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.Н</w:t>
      </w:r>
      <w:proofErr w:type="gram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ижнекамске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».</w:t>
      </w:r>
    </w:p>
    <w:p w:rsidR="00A90AAA" w:rsidRPr="00A90AAA" w:rsidRDefault="00A90AAA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бюджет Республики Татарстан средств на указанные цели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ражается по коду 000 2 04 02040 02 0000 150 «Поступления от некоммерческой 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ганизации «Фонд развития моногородов» в бюджеты субъектов Российской Фед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рации на строительство и (или) реконструкцию объектов инфраструктуры, необх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димых для осуществления физическими и юридическими лицами инвестиционных проектов в моногородах» классификации доходов бюджетов.</w:t>
      </w:r>
      <w:r w:rsid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A90AAA" w:rsidRPr="00A90AAA" w:rsidRDefault="0063317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</w:t>
      </w:r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- 03662 Создание объекта дорожной инфраструктуры «Реконструкция автомобильной дороги по ул.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Чистопольск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ая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</w:t>
      </w:r>
      <w:proofErr w:type="spell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.Н</w:t>
      </w:r>
      <w:proofErr w:type="gram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ижнекамске</w:t>
      </w:r>
      <w:proofErr w:type="spellEnd"/>
      <w:r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» за счет средств бюджета Республики Татарстан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A90AAA" w:rsidRDefault="0063317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- 03662 Создание объекта дорожной инфраструктуры «Реконструкция авт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мобильной дороги по ул. </w:t>
      </w:r>
      <w:proofErr w:type="spellStart"/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Чистопольской</w:t>
      </w:r>
      <w:proofErr w:type="spellEnd"/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</w:t>
      </w:r>
      <w:proofErr w:type="spellStart"/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.Н</w:t>
      </w:r>
      <w:proofErr w:type="gramEnd"/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ижнекамске</w:t>
      </w:r>
      <w:proofErr w:type="spellEnd"/>
      <w:r w:rsidR="00A90AAA" w:rsidRPr="00A90AAA">
        <w:rPr>
          <w:rFonts w:ascii="SL_Times New Roman" w:eastAsia="Calibri" w:hAnsi="SL_Times New Roman" w:cstheme="minorBidi"/>
          <w:sz w:val="28"/>
          <w:szCs w:val="28"/>
          <w:lang w:eastAsia="en-US"/>
        </w:rPr>
        <w:t>» за счет средств бюджета Республики Татарстан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FC7655" w:rsidRDefault="00FC7655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33178" w:rsidRDefault="00633178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дополнить следующей целевой статьей:</w:t>
      </w:r>
    </w:p>
    <w:p w:rsidR="00633178" w:rsidRPr="00633178" w:rsidRDefault="00633178" w:rsidP="00633178">
      <w:pPr>
        <w:autoSpaceDE w:val="0"/>
        <w:autoSpaceDN w:val="0"/>
        <w:adjustRightInd w:val="0"/>
        <w:jc w:val="center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13 7 00 00000 Подпрограмма</w:t>
      </w:r>
    </w:p>
    <w:p w:rsidR="00633178" w:rsidRPr="00633178" w:rsidRDefault="00633178" w:rsidP="00633178">
      <w:pPr>
        <w:autoSpaceDE w:val="0"/>
        <w:autoSpaceDN w:val="0"/>
        <w:adjustRightInd w:val="0"/>
        <w:jc w:val="center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«Повышение уровня безопасности транспортной системы»</w:t>
      </w:r>
    </w:p>
    <w:p w:rsidR="00633178" w:rsidRPr="00633178" w:rsidRDefault="00633178" w:rsidP="00633178">
      <w:pPr>
        <w:autoSpaceDE w:val="0"/>
        <w:autoSpaceDN w:val="0"/>
        <w:adjustRightInd w:val="0"/>
        <w:jc w:val="center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33178" w:rsidRPr="00633178" w:rsidRDefault="00633178" w:rsidP="00633178">
      <w:pPr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По данной целевой статье отражаются расходы бюджета Республики Тата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стан на реализацию подпрограммы по следующему федеральному проекту:</w:t>
      </w:r>
    </w:p>
    <w:p w:rsidR="00633178" w:rsidRPr="00633178" w:rsidRDefault="00633178" w:rsidP="00633178">
      <w:pPr>
        <w:jc w:val="center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33178" w:rsidRPr="00633178" w:rsidRDefault="00633178" w:rsidP="00633178">
      <w:pPr>
        <w:jc w:val="center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13 7 R2 00000 Федеральный проект </w:t>
      </w:r>
    </w:p>
    <w:p w:rsidR="00633178" w:rsidRPr="00633178" w:rsidRDefault="00633178" w:rsidP="00633178">
      <w:pPr>
        <w:jc w:val="center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«Общесистемные меры развития дорожного хозяйства»</w:t>
      </w:r>
    </w:p>
    <w:p w:rsidR="00633178" w:rsidRPr="00633178" w:rsidRDefault="00633178" w:rsidP="00633178">
      <w:pPr>
        <w:jc w:val="center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33178" w:rsidRPr="00633178" w:rsidRDefault="0063317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данной целевой статье отражаются расходы бюджета Республики Тата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стан на реализацию федерального проекта по следующему направлению расходов:</w:t>
      </w:r>
    </w:p>
    <w:p w:rsidR="00633178" w:rsidRPr="00633178" w:rsidRDefault="00633178" w:rsidP="000011CC">
      <w:pPr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33178" w:rsidRPr="00633178" w:rsidRDefault="00633178" w:rsidP="000011CC">
      <w:pPr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- 54180 Внедрение интеллектуальных транспортных систем, предусматрив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а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ющих автоматизацию процессов управления дорожным движением в городских а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ломерациях, включающих города с населением свыше 300 тысяч человек, за счет средств федерального бюджета</w:t>
      </w:r>
    </w:p>
    <w:p w:rsidR="00633178" w:rsidRPr="00633178" w:rsidRDefault="0063317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федерал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ь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ного бюджета, на внедрение интеллектуальных транспортных систем, предусматр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вающих автоматизацию процессов управления дорожным движением в городских агломерациях, включающих города с населением свыше 300 тысяч человек.</w:t>
      </w:r>
    </w:p>
    <w:p w:rsidR="00633178" w:rsidRPr="00633178" w:rsidRDefault="0063317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иных межбюджетных трансфертов на указанные цели отражае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т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ся по соответствующим кодам вида доходов 000 2 02 4</w:t>
      </w:r>
      <w:r w:rsidR="002B4163">
        <w:rPr>
          <w:rFonts w:ascii="SL_Times New Roman" w:eastAsia="Calibri" w:hAnsi="SL_Times New Roman" w:cstheme="minorBidi"/>
          <w:sz w:val="28"/>
          <w:szCs w:val="28"/>
          <w:lang w:eastAsia="en-US"/>
        </w:rPr>
        <w:t>5418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00 0000 150 «Межбю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жетные трансферты, передаваемые бюджетам субъектов Российской Федерации на внедрение интеллектуальных транспортных систем, предусматривающих автомат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зацию процессов управления дорожным движением в городских агломерациях, включающих города с населением свыше 300 тысяч человек» классификации дох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P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дов бюджетов.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633178" w:rsidRDefault="00633178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33178" w:rsidRDefault="00633178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33178" w:rsidRDefault="002A46B5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="00FC7655">
        <w:rPr>
          <w:rFonts w:ascii="SL_Times New Roman" w:eastAsia="Calibri" w:hAnsi="SL_Times New Roman" w:cstheme="minorBidi"/>
          <w:sz w:val="28"/>
          <w:szCs w:val="28"/>
          <w:lang w:eastAsia="en-US"/>
        </w:rPr>
        <w:t>) в подпункте</w:t>
      </w:r>
      <w:r w:rsid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2.14. </w:t>
      </w:r>
      <w:r w:rsid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«Развитие сельского хозя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й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ства и регулирование рынков сельскохозяйственной продукции, сырья и продовол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ь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ствия в Республике Татарстан на 2013 – 2022 годы»</w:t>
      </w:r>
      <w:r w:rsid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633178" w:rsidRPr="00666844" w:rsidRDefault="00666844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целевую статью «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14 1 04 00000  Основное мероприятие «Управление рисками в </w:t>
      </w:r>
      <w:proofErr w:type="spellStart"/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подотраслях</w:t>
      </w:r>
      <w:proofErr w:type="spellEnd"/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растениеводства»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дополнить следующим направлением расходов:</w:t>
      </w:r>
    </w:p>
    <w:p w:rsidR="00633178" w:rsidRPr="00666844" w:rsidRDefault="00666844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- 53710 Компенсация сельскохозяйственным товаропроизводителям, обесп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чившим в установленном порядке страховую защиту своих имущественных интер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сов, связанных с производством сельскохозяйственной продукции, ущерба, прич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ненного в результате чрезвычайных ситуаций природного характера в 2019 году на территориях субъектов Российской Федерации, за счет средств федерального бю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="00633178"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жета</w:t>
      </w:r>
    </w:p>
    <w:p w:rsidR="00633178" w:rsidRPr="00666844" w:rsidRDefault="0063317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По данному направлению расходов отражаются расходы бюджета Республики Татарстан, осуществляемые за счет иных межбюджетных трансфертов из федерал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ь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ного бюджета, на компенсацию сельскохозяйственным товаропроизводителям, обеспечившим в установленном порядке страховую защиту своих имущественных интересов, связанных с производством сельскохозяйственной продукции, ущерба, причиненного в результате чрезвычайных ситуаций природного характера в 2019 году на территориях субъектов Российской Федерации.</w:t>
      </w:r>
      <w:proofErr w:type="gramEnd"/>
    </w:p>
    <w:p w:rsidR="00633178" w:rsidRDefault="00633178" w:rsidP="000011CC">
      <w:pPr>
        <w:autoSpaceDE w:val="0"/>
        <w:autoSpaceDN w:val="0"/>
        <w:adjustRightInd w:val="0"/>
        <w:ind w:firstLine="540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proofErr w:type="gramStart"/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Поступление в бюджет Республики Татарстан иных межбюджетных трансфе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р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тов на указанные цели отражается по коду 000 2 02 45371 02 0000 150 «Межбю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жетные трансферты, передаваемые бюджетам субъектов Российской Федерации на осуществление компенсации сельскохозяйственным товаропроизводителям, обесп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чившим в установленном порядке страховую защиту своих имущественных интер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сов, связанных с производством сельскохозяйственной продукции, ущерба, прич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ненного в результате чрезвычайных ситуаций природного характера в 2019 году на территориях</w:t>
      </w:r>
      <w:proofErr w:type="gramEnd"/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субъектов Российской Федерации» классификации доходов бюдж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тов</w:t>
      </w:r>
      <w:proofErr w:type="gramStart"/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 w:rsid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666844" w:rsidRDefault="00666844" w:rsidP="000011CC">
      <w:pPr>
        <w:autoSpaceDE w:val="0"/>
        <w:autoSpaceDN w:val="0"/>
        <w:adjustRightInd w:val="0"/>
        <w:ind w:firstLine="540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666844" w:rsidRPr="00666844" w:rsidRDefault="00666844" w:rsidP="000011CC">
      <w:pPr>
        <w:autoSpaceDE w:val="0"/>
        <w:autoSpaceDN w:val="0"/>
        <w:adjustRightInd w:val="0"/>
        <w:ind w:firstLine="540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наименование целевой статьи «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14 4 07 00000  Основное мероприятие «По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держка садоводческих, огороднических и дачных некоммерческих объединений граждан»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666844" w:rsidRPr="00666844" w:rsidRDefault="00666844" w:rsidP="000011CC">
      <w:pPr>
        <w:autoSpaceDE w:val="0"/>
        <w:autoSpaceDN w:val="0"/>
        <w:adjustRightInd w:val="0"/>
        <w:ind w:firstLine="56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14 4 07 00000  Основное мероприятие «Поддержка садоводческих и огородн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ческих некоммерческих товариществ»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;</w:t>
      </w:r>
    </w:p>
    <w:p w:rsidR="00666844" w:rsidRDefault="00666844" w:rsidP="000011CC">
      <w:pPr>
        <w:autoSpaceDE w:val="0"/>
        <w:autoSpaceDN w:val="0"/>
        <w:adjustRightInd w:val="0"/>
        <w:jc w:val="both"/>
        <w:rPr>
          <w:rFonts w:eastAsia="Calibri"/>
          <w:sz w:val="16"/>
          <w:szCs w:val="16"/>
          <w:highlight w:val="lightGray"/>
          <w:lang w:eastAsia="en-US"/>
        </w:rPr>
      </w:pPr>
    </w:p>
    <w:p w:rsidR="00666844" w:rsidRPr="00666844" w:rsidRDefault="00666844" w:rsidP="000011CC">
      <w:pPr>
        <w:autoSpaceDE w:val="0"/>
        <w:autoSpaceDN w:val="0"/>
        <w:adjustRightInd w:val="0"/>
        <w:ind w:firstLine="540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в целевой статье «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14 4 I7 00000  Федеральный проект «Создание системы по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держки фермеров и развитие сельской кооперации»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направление расходов «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- 54800 Софинансируемые расходы на создание системы поддержки фермеров и развитие сельской кооперации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666844" w:rsidRPr="00666844" w:rsidRDefault="00666844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- 54800 Софинансируемые расходы на создание системы поддержки ферм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ров и развитие сельской кооперации</w:t>
      </w:r>
    </w:p>
    <w:p w:rsidR="00666844" w:rsidRPr="00666844" w:rsidRDefault="00666844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По данному направлению расходов отражаются расходы бюджета Республики Татарстан, </w:t>
      </w:r>
      <w:r w:rsidR="00E30D3C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осуществляемые за счет субсидий 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из федерального бюджета и средств бюджета Республики Татарстан, на создание системы поддержки фермеров и разв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тие сельской кооперации.</w:t>
      </w:r>
    </w:p>
    <w:p w:rsidR="00666844" w:rsidRPr="00666844" w:rsidRDefault="00666844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соответствующему коду доходов 000 2 02 25480 00 0000 150 «Субсидии бюджетам на создание системы поддержки фермеров и развитие сельской кооперации» классификации доходов бюджетов</w:t>
      </w:r>
      <w:proofErr w:type="gramStart"/>
      <w:r w:rsidRPr="00666844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EC6552" w:rsidRPr="00EC6552" w:rsidRDefault="00EC6552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наименование целевой статьи «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14 7 01 00000 Основное мероприятие «Улу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ч</w:t>
      </w:r>
      <w:r w:rsidR="00E30D3C">
        <w:rPr>
          <w:rFonts w:ascii="SL_Times New Roman" w:eastAsia="Calibri" w:hAnsi="SL_Times New Roman" w:cstheme="minorBidi"/>
          <w:sz w:val="28"/>
          <w:szCs w:val="28"/>
          <w:lang w:eastAsia="en-US"/>
        </w:rPr>
        <w:t>ш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ение жилищных условий граждан, проживающих в сельской местности, в том чи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ле молодых семей и молодых специалистов»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изложить в следующей редакции:</w:t>
      </w:r>
    </w:p>
    <w:p w:rsidR="00EC6552" w:rsidRDefault="00EC6552" w:rsidP="000011CC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14 7 01 00000 Основное мероприятие «Улучшение жилищных условий гра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ж</w:t>
      </w:r>
      <w:r w:rsidRP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дан Российской Федерации, проживающих на сельских территориях»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;</w:t>
      </w:r>
    </w:p>
    <w:p w:rsidR="00EC6552" w:rsidRPr="00EC6552" w:rsidRDefault="00EC6552" w:rsidP="00EC6552">
      <w:pPr>
        <w:autoSpaceDE w:val="0"/>
        <w:autoSpaceDN w:val="0"/>
        <w:adjustRightInd w:val="0"/>
        <w:ind w:firstLine="709"/>
        <w:jc w:val="both"/>
        <w:outlineLvl w:val="2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EC6552" w:rsidRDefault="00EC6552" w:rsidP="00EC6552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EC6552" w:rsidRPr="00BA5F88" w:rsidRDefault="002A46B5" w:rsidP="00BA5F88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к</w:t>
      </w:r>
      <w:r w:rsidR="00633178">
        <w:rPr>
          <w:rFonts w:ascii="SL_Times New Roman" w:eastAsia="Calibri" w:hAnsi="SL_Times New Roman" w:cstheme="minorBidi"/>
          <w:sz w:val="28"/>
          <w:szCs w:val="28"/>
          <w:lang w:eastAsia="en-US"/>
        </w:rPr>
        <w:t>) в подпункте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2.16. 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«Управление государстве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н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ным имуществом Республики Татарстан на 2014 – 2022 годы»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целевую статью 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16 0 01 00000  Основное мероприятие «Обеспечение эффективного распоряжения и и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пользования государственного имущества и земельных участков»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дополнить след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у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ющим</w:t>
      </w:r>
      <w:r w:rsid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и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направлени</w:t>
      </w:r>
      <w:r w:rsid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ями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расходов:</w:t>
      </w:r>
    </w:p>
    <w:p w:rsidR="00EC6552" w:rsidRPr="00BA5F88" w:rsidRDefault="00BA5F88" w:rsidP="00BA5F88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- 67120 Взнос в уставный капитал акционерного общества «Республиканское производственное объединение «</w:t>
      </w:r>
      <w:proofErr w:type="spellStart"/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Таткоммунэнерго</w:t>
      </w:r>
      <w:proofErr w:type="spellEnd"/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» в целях осуществления уста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в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ной деятельности</w:t>
      </w:r>
    </w:p>
    <w:p w:rsidR="00EC6552" w:rsidRDefault="00BE1CAB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lastRenderedPageBreak/>
        <w:t>- 67130 Взнос в уставный капитал открытого акционерного общества «Горо</w:t>
      </w:r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ская клиническая больница № 12» </w:t>
      </w:r>
      <w:proofErr w:type="spellStart"/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г</w:t>
      </w:r>
      <w:proofErr w:type="gramStart"/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.К</w:t>
      </w:r>
      <w:proofErr w:type="gramEnd"/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азани</w:t>
      </w:r>
      <w:proofErr w:type="spellEnd"/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целях осуществления уставной де</w:t>
      </w:r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я</w:t>
      </w:r>
      <w:r w:rsidRPr="00BE1CAB">
        <w:rPr>
          <w:rFonts w:ascii="SL_Times New Roman" w:eastAsia="Calibri" w:hAnsi="SL_Times New Roman" w:cstheme="minorBidi"/>
          <w:sz w:val="28"/>
          <w:szCs w:val="28"/>
          <w:lang w:eastAsia="en-US"/>
        </w:rPr>
        <w:t>тельности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633178" w:rsidRDefault="00633178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BE1CAB" w:rsidRDefault="00BE1CAB" w:rsidP="006C4075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EC6552" w:rsidRDefault="002A46B5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л</w:t>
      </w:r>
      <w:r w:rsid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) в подпункте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2.22. 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Государственная программа «Развитие рынка газом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торного топлива в Республике Татарстан на 2013 – 2023 годы»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в целевой статье 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23 0 01 00000  Основное мероприятие «Обеспечение устойчивого снижения уровня негативного воздействия автомобильного транспорта на окружающую среду и зд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ровье </w:t>
      </w:r>
      <w:proofErr w:type="gramStart"/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населения</w:t>
      </w:r>
      <w:proofErr w:type="gramEnd"/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и достижение наибольшей экономической эффективности перев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о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зок автотранспортными средствами»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:</w:t>
      </w:r>
    </w:p>
    <w:p w:rsidR="00EC6552" w:rsidRPr="00BA5F88" w:rsidRDefault="00BA5F8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абзац третий направления расходов 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- R2610 Софинансируемые расходы на реализацию проектов по строительству и развитию заправочной инфраструктуры компримированного природного газа и переоборудованию автомобильной техники для использования природного газа в качестве моторного топлива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дующей редакции:</w:t>
      </w:r>
    </w:p>
    <w:p w:rsidR="00EC6552" w:rsidRDefault="00BA5F8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субсидий на указанные цели отражается по соответствующим кодам вида доходов 000 2 02 25261 00 0000 150 «Субсидии бюджетам на меропри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я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тия по развитию рынка газомоторного топлива» классификации доходов бюдж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тов</w:t>
      </w:r>
      <w:proofErr w:type="gramStart"/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BA5F88" w:rsidRPr="00BA5F88" w:rsidRDefault="00BA5F8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направление расходов «</w:t>
      </w:r>
      <w:r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- R2611 Поддержка переоборудования автомобильной техники, включая общественный транспорт и коммунальную технику  для испол</w:t>
      </w:r>
      <w:r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ь</w:t>
      </w:r>
      <w:r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зования природного газа в качестве топлива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EC6552" w:rsidRPr="00BA5F88" w:rsidRDefault="00BA5F8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- R2611 Поддержка переоборудования автомобильной техники, включая о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б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щественный транспорт и коммунальную технику,  для использования природного газа в качестве топлива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</w:p>
    <w:p w:rsidR="00EC6552" w:rsidRDefault="00EC6552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EC6552" w:rsidRDefault="002A46B5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м</w:t>
      </w:r>
      <w:r w:rsidR="00EC6552">
        <w:rPr>
          <w:rFonts w:ascii="SL_Times New Roman" w:eastAsia="Calibri" w:hAnsi="SL_Times New Roman" w:cstheme="minorBidi"/>
          <w:sz w:val="28"/>
          <w:szCs w:val="28"/>
          <w:lang w:eastAsia="en-US"/>
        </w:rPr>
        <w:t>) в подпункте</w:t>
      </w:r>
      <w:r w:rsid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2.31. «Непрограммные направления расходов бюджета Ре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публики Татарстан и государственных внебюджетных фондов Российской Федер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а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ции» </w:t>
      </w:r>
      <w:r w:rsidR="007E0EEC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в 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целев</w:t>
      </w:r>
      <w:r w:rsidR="007E0EEC">
        <w:rPr>
          <w:rFonts w:ascii="SL_Times New Roman" w:eastAsia="Calibri" w:hAnsi="SL_Times New Roman" w:cstheme="minorBidi"/>
          <w:sz w:val="28"/>
          <w:szCs w:val="28"/>
          <w:lang w:eastAsia="en-US"/>
        </w:rPr>
        <w:t>ой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стать</w:t>
      </w:r>
      <w:r w:rsidR="007E0EEC">
        <w:rPr>
          <w:rFonts w:ascii="SL_Times New Roman" w:eastAsia="Calibri" w:hAnsi="SL_Times New Roman" w:cstheme="minorBidi"/>
          <w:sz w:val="28"/>
          <w:szCs w:val="28"/>
          <w:lang w:eastAsia="en-US"/>
        </w:rPr>
        <w:t>е</w:t>
      </w:r>
      <w:r w:rsidR="00BA5F88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«99 0 00 00000 Непрограммные направления расходов»:</w:t>
      </w:r>
    </w:p>
    <w:p w:rsidR="00EC6552" w:rsidRPr="00BA5F88" w:rsidRDefault="00BA5F88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абзац третий направления расходов «-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 xml:space="preserve"> 50090 Мероприятия, связанные с ко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м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пенсацией дополнительных расходов на повышение оплаты труда работников бю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д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жетной сферы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EC6552" w:rsidRPr="00BA5F88" w:rsidRDefault="00BA5F88" w:rsidP="000011CC">
      <w:pPr>
        <w:autoSpaceDE w:val="0"/>
        <w:autoSpaceDN w:val="0"/>
        <w:adjustRightInd w:val="0"/>
        <w:ind w:firstLine="687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Поступление в доход бюджета Республики Татарстан дотаций на указанные цели отражается по коду дохода 000 2 02 15009 02 0000 150 «Дотации бюджетам субъектов Российской Федерации на частичную компенсацию дополнительных ра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с</w:t>
      </w:r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ходов на повышение оплаты труда работников бюджетной сферы и иные цели» классификации доходов бюджетов</w:t>
      </w:r>
      <w:proofErr w:type="gramStart"/>
      <w:r w:rsidR="00EC6552" w:rsidRPr="00BA5F88">
        <w:rPr>
          <w:rFonts w:ascii="SL_Times New Roman" w:eastAsia="Calibri" w:hAnsi="SL_Times New Roman" w:cstheme="minorBidi"/>
          <w:sz w:val="28"/>
          <w:szCs w:val="28"/>
          <w:lang w:eastAsia="en-US"/>
        </w:rPr>
        <w:t>.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»;</w:t>
      </w:r>
      <w:proofErr w:type="gramEnd"/>
    </w:p>
    <w:p w:rsidR="007E0EEC" w:rsidRDefault="007E0EEC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</w:p>
    <w:p w:rsidR="00EC6552" w:rsidRDefault="003A72BF" w:rsidP="000011CC">
      <w:pPr>
        <w:autoSpaceDE w:val="0"/>
        <w:autoSpaceDN w:val="0"/>
        <w:adjustRightInd w:val="0"/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направление расходов «</w:t>
      </w:r>
      <w:r w:rsidRPr="003A72BF">
        <w:rPr>
          <w:rFonts w:ascii="SL_Times New Roman" w:eastAsia="Calibri" w:hAnsi="SL_Times New Roman" w:cstheme="minorBidi"/>
          <w:sz w:val="28"/>
          <w:szCs w:val="28"/>
          <w:lang w:eastAsia="en-US"/>
        </w:rPr>
        <w:t>- 67110 Имущественный взнос Республики Татарстан в унитарную некоммерческую организацию «Фонд Республики Татарстан по защите прав граждан – участников долевого строительства» в целях осуществления уста</w:t>
      </w:r>
      <w:r w:rsidRPr="003A72BF">
        <w:rPr>
          <w:rFonts w:ascii="SL_Times New Roman" w:eastAsia="Calibri" w:hAnsi="SL_Times New Roman" w:cstheme="minorBidi"/>
          <w:sz w:val="28"/>
          <w:szCs w:val="28"/>
          <w:lang w:eastAsia="en-US"/>
        </w:rPr>
        <w:t>в</w:t>
      </w:r>
      <w:r w:rsidRPr="003A72BF">
        <w:rPr>
          <w:rFonts w:ascii="SL_Times New Roman" w:eastAsia="Calibri" w:hAnsi="SL_Times New Roman" w:cstheme="minorBidi"/>
          <w:sz w:val="28"/>
          <w:szCs w:val="28"/>
          <w:lang w:eastAsia="en-US"/>
        </w:rPr>
        <w:t>ной деятельности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» изложить в следующей редакции:</w:t>
      </w:r>
    </w:p>
    <w:p w:rsidR="00EC6552" w:rsidRPr="003A72BF" w:rsidRDefault="003A72BF" w:rsidP="000011CC">
      <w:pPr>
        <w:ind w:firstLine="709"/>
        <w:jc w:val="both"/>
        <w:rPr>
          <w:rFonts w:ascii="SL_Times New Roman" w:eastAsia="Calibri" w:hAnsi="SL_Times New Roman" w:cstheme="minorBidi"/>
          <w:sz w:val="28"/>
          <w:szCs w:val="28"/>
          <w:lang w:eastAsia="en-US"/>
        </w:rPr>
      </w:pP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«</w:t>
      </w:r>
      <w:r w:rsidR="00EC6552" w:rsidRPr="003A72BF">
        <w:rPr>
          <w:rFonts w:ascii="SL_Times New Roman" w:eastAsia="Calibri" w:hAnsi="SL_Times New Roman" w:cstheme="minorBidi"/>
          <w:sz w:val="28"/>
          <w:szCs w:val="28"/>
          <w:lang w:eastAsia="en-US"/>
        </w:rPr>
        <w:t>- 67110 Имущественный взнос Республики Татарстан в унитарную неко</w:t>
      </w:r>
      <w:r w:rsidR="00EC6552" w:rsidRPr="003A72BF">
        <w:rPr>
          <w:rFonts w:ascii="SL_Times New Roman" w:eastAsia="Calibri" w:hAnsi="SL_Times New Roman" w:cstheme="minorBidi"/>
          <w:sz w:val="28"/>
          <w:szCs w:val="28"/>
          <w:lang w:eastAsia="en-US"/>
        </w:rPr>
        <w:t>м</w:t>
      </w:r>
      <w:r w:rsidR="00EC6552" w:rsidRPr="003A72BF">
        <w:rPr>
          <w:rFonts w:ascii="SL_Times New Roman" w:eastAsia="Calibri" w:hAnsi="SL_Times New Roman" w:cstheme="minorBidi"/>
          <w:sz w:val="28"/>
          <w:szCs w:val="28"/>
          <w:lang w:eastAsia="en-US"/>
        </w:rPr>
        <w:t>мер</w:t>
      </w:r>
      <w:r>
        <w:rPr>
          <w:rFonts w:ascii="SL_Times New Roman" w:eastAsia="Calibri" w:hAnsi="SL_Times New Roman" w:cstheme="minorBidi"/>
          <w:sz w:val="28"/>
          <w:szCs w:val="28"/>
          <w:lang w:eastAsia="en-US"/>
        </w:rPr>
        <w:t>ческую организацию».</w:t>
      </w:r>
    </w:p>
    <w:p w:rsidR="00401261" w:rsidRPr="004659E8" w:rsidRDefault="006773FE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401261" w:rsidRPr="004659E8">
        <w:rPr>
          <w:sz w:val="28"/>
          <w:szCs w:val="28"/>
        </w:rPr>
        <w:t>. В приложении 2:</w:t>
      </w:r>
    </w:p>
    <w:p w:rsidR="00C55EA5" w:rsidRPr="00CE3FB5" w:rsidRDefault="00C55EA5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E3FB5">
        <w:rPr>
          <w:sz w:val="28"/>
          <w:szCs w:val="28"/>
        </w:rPr>
        <w:t xml:space="preserve">а) </w:t>
      </w:r>
      <w:r>
        <w:rPr>
          <w:sz w:val="28"/>
          <w:szCs w:val="28"/>
        </w:rPr>
        <w:t xml:space="preserve">после </w:t>
      </w:r>
      <w:r w:rsidRPr="00CE3FB5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C55EA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01 1 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N1 97070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диспансеризации государственных гражданских служащих Республики Татарстан</w:t>
            </w:r>
            <w:r w:rsidR="00D85C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55EA5" w:rsidRPr="00CE3FB5" w:rsidRDefault="00C55EA5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5EA5" w:rsidRPr="00CE3FB5" w:rsidRDefault="00C55EA5" w:rsidP="00C55E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B90A63">
        <w:rPr>
          <w:sz w:val="28"/>
          <w:szCs w:val="28"/>
        </w:rPr>
        <w:t>ами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C55EA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01 1 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00000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«Борьба с 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сердечно-сосудистыми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заболеваниями»</w:t>
            </w:r>
          </w:p>
        </w:tc>
      </w:tr>
      <w:tr w:rsidR="00B90A63" w:rsidRPr="00D85C7E" w:rsidTr="00C55EA5">
        <w:tc>
          <w:tcPr>
            <w:tcW w:w="212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01 1 </w:t>
            </w:r>
            <w:r w:rsidRPr="00D85C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85C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55860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Софинансируемые расходы на обеспечение  профилактики развития 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серде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но-сосудистых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заболеваний и сердечно-сосудистых осложнений у пациентов высокого риска, находящихся на диспансерном наблюдении</w:t>
            </w:r>
            <w:r w:rsidR="00D85C7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C55EA5" w:rsidRDefault="00C55EA5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4A86" w:rsidRPr="00CE3FB5" w:rsidRDefault="00124A86" w:rsidP="00124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CE3FB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CE3FB5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4A86" w:rsidRPr="00D85C7E" w:rsidTr="00124A86">
        <w:tc>
          <w:tcPr>
            <w:tcW w:w="212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01 2 09 54220</w:t>
            </w:r>
          </w:p>
        </w:tc>
        <w:tc>
          <w:tcPr>
            <w:tcW w:w="818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Компенсация расходов, связанных с оказанием медицинскими организаци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ми, подведомственными органам исполнительной власти субъектов Росси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ской Федерации, органам местного самоуправления, гражданам Украины и лицам без гражданства медицинской помощи, а также затрат по проведению указанным лицам профилактических прививок, включенных в календарь профилактических прививок по эпидемическим показаниям,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24A86" w:rsidRPr="00CE3FB5" w:rsidRDefault="00124A86" w:rsidP="00124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4A86" w:rsidRPr="00CE3FB5" w:rsidRDefault="00124A86" w:rsidP="00124A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4A86" w:rsidRPr="00D85C7E" w:rsidTr="00124A86">
        <w:tc>
          <w:tcPr>
            <w:tcW w:w="212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01 2 09 5811F</w:t>
            </w:r>
          </w:p>
        </w:tc>
        <w:tc>
          <w:tcPr>
            <w:tcW w:w="818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Приобретение высокочастотных аппаратов для искусственной вентиляции легких для оснащения медицинских организаций за счет средств резервного фонда Правительства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124A86" w:rsidRDefault="00124A86" w:rsidP="00E15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5BE7" w:rsidRPr="00CE3FB5" w:rsidRDefault="00124A86" w:rsidP="00E15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15BE7" w:rsidRPr="00CE3FB5">
        <w:rPr>
          <w:sz w:val="28"/>
          <w:szCs w:val="28"/>
        </w:rPr>
        <w:t xml:space="preserve">) </w:t>
      </w:r>
      <w:r w:rsidR="00E15BE7">
        <w:rPr>
          <w:sz w:val="28"/>
          <w:szCs w:val="28"/>
        </w:rPr>
        <w:t>с</w:t>
      </w:r>
      <w:r w:rsidR="00E15BE7" w:rsidRPr="00CE3FB5">
        <w:rPr>
          <w:sz w:val="28"/>
          <w:szCs w:val="28"/>
        </w:rPr>
        <w:t>трок</w:t>
      </w:r>
      <w:r w:rsidR="00E15BE7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E15BE7" w:rsidRPr="00E15BE7" w:rsidTr="00E15BE7">
        <w:tc>
          <w:tcPr>
            <w:tcW w:w="2127" w:type="dxa"/>
            <w:shd w:val="clear" w:color="auto" w:fill="auto"/>
          </w:tcPr>
          <w:p w:rsidR="00E15BE7" w:rsidRPr="00E15BE7" w:rsidRDefault="00E15BE7" w:rsidP="00E15BE7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15BE7">
              <w:rPr>
                <w:rFonts w:ascii="Times New Roman" w:hAnsi="Times New Roman" w:cs="Times New Roman"/>
                <w:sz w:val="24"/>
                <w:szCs w:val="24"/>
              </w:rPr>
              <w:t xml:space="preserve">02 2 02 </w:t>
            </w:r>
            <w:r w:rsidRPr="00E15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R2560</w:t>
            </w:r>
          </w:p>
        </w:tc>
        <w:tc>
          <w:tcPr>
            <w:tcW w:w="8187" w:type="dxa"/>
            <w:shd w:val="clear" w:color="auto" w:fill="auto"/>
          </w:tcPr>
          <w:p w:rsidR="00E15BE7" w:rsidRPr="00E15BE7" w:rsidRDefault="00E15BE7" w:rsidP="00E15BE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BE7">
              <w:rPr>
                <w:rFonts w:ascii="Times New Roman" w:hAnsi="Times New Roman" w:cs="Times New Roman"/>
                <w:sz w:val="24"/>
                <w:szCs w:val="24"/>
              </w:rPr>
              <w:t>Софинансируемые расходы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тыс.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E15BE7" w:rsidRPr="00CE3FB5" w:rsidRDefault="00E15BE7" w:rsidP="00E15BE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15BE7" w:rsidRPr="00CE3FB5" w:rsidRDefault="00E15BE7" w:rsidP="00E15B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E15BE7" w:rsidRPr="00E15BE7" w:rsidTr="00E15BE7">
        <w:tc>
          <w:tcPr>
            <w:tcW w:w="2127" w:type="dxa"/>
            <w:shd w:val="clear" w:color="auto" w:fill="auto"/>
          </w:tcPr>
          <w:p w:rsidR="00E15BE7" w:rsidRPr="00E15BE7" w:rsidRDefault="00E15BE7" w:rsidP="00E15BE7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15BE7">
              <w:rPr>
                <w:rFonts w:ascii="Times New Roman" w:hAnsi="Times New Roman" w:cs="Times New Roman"/>
                <w:sz w:val="24"/>
                <w:szCs w:val="24"/>
              </w:rPr>
              <w:t xml:space="preserve">02 2 02 </w:t>
            </w:r>
            <w:r w:rsidRPr="00E15BE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R2560</w:t>
            </w:r>
          </w:p>
        </w:tc>
        <w:tc>
          <w:tcPr>
            <w:tcW w:w="8187" w:type="dxa"/>
            <w:shd w:val="clear" w:color="auto" w:fill="auto"/>
          </w:tcPr>
          <w:p w:rsidR="00E15BE7" w:rsidRPr="00E15BE7" w:rsidRDefault="00E15BE7" w:rsidP="00E15BE7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5BE7">
              <w:rPr>
                <w:rFonts w:ascii="Times New Roman" w:hAnsi="Times New Roman" w:cs="Times New Roman"/>
                <w:sz w:val="24"/>
                <w:szCs w:val="24"/>
              </w:rPr>
              <w:t>Софинансируемые расходы на 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E15BE7" w:rsidRDefault="00E15BE7" w:rsidP="00DC1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1166" w:rsidRPr="00CE3FB5" w:rsidRDefault="00124A86" w:rsidP="00DC1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C1166" w:rsidRPr="00CE3FB5">
        <w:rPr>
          <w:sz w:val="28"/>
          <w:szCs w:val="28"/>
        </w:rPr>
        <w:t>) строк</w:t>
      </w:r>
      <w:r w:rsidR="00DC1166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C1166" w:rsidRPr="00D85C7E" w:rsidTr="00FC7655">
        <w:tc>
          <w:tcPr>
            <w:tcW w:w="2127" w:type="dxa"/>
          </w:tcPr>
          <w:p w:rsidR="00DC1166" w:rsidRPr="00DC1166" w:rsidRDefault="00DC1166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03 1 01 30090</w:t>
            </w:r>
          </w:p>
        </w:tc>
        <w:tc>
          <w:tcPr>
            <w:tcW w:w="8187" w:type="dxa"/>
          </w:tcPr>
          <w:p w:rsidR="00DC1166" w:rsidRPr="00DC1166" w:rsidRDefault="00DC1166" w:rsidP="00FC76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Героев Советского Союза, Героев Российской Фед</w:t>
            </w: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рации и полных кавалеров ордена Славы за счет средств Пенсионного фонда Российской Федерации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C1166" w:rsidRDefault="00DC1166" w:rsidP="00DC11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DC1166" w:rsidRDefault="00DC1166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5EA5" w:rsidRPr="00CE3FB5" w:rsidRDefault="00124A86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="00C55EA5" w:rsidRPr="00CE3FB5">
        <w:rPr>
          <w:sz w:val="28"/>
          <w:szCs w:val="28"/>
        </w:rPr>
        <w:t xml:space="preserve">) </w:t>
      </w:r>
      <w:r w:rsidR="00C55EA5">
        <w:rPr>
          <w:sz w:val="28"/>
          <w:szCs w:val="28"/>
        </w:rPr>
        <w:t xml:space="preserve">после </w:t>
      </w:r>
      <w:r w:rsidR="00C55EA5" w:rsidRPr="00CE3FB5">
        <w:rPr>
          <w:sz w:val="28"/>
          <w:szCs w:val="28"/>
        </w:rPr>
        <w:t>строк</w:t>
      </w:r>
      <w:r w:rsidR="00C55EA5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C55EA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03 1 01 52502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Компенсация затрат на обеспечение 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деятельности исполнительных органов государственной власти субъектов Российской Федерации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и учреждений, 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находящихся в их ведении</w:t>
            </w:r>
            <w:r w:rsidR="00D85C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C55EA5" w:rsidRPr="00CE3FB5" w:rsidRDefault="00C55EA5" w:rsidP="00C55E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55EA5" w:rsidRPr="00CE3FB5" w:rsidRDefault="00C55EA5" w:rsidP="00C55EA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6773FE"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C55EA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03 1 01 52520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Героев Советского Союза, Героев Российской Фед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рации и полных кавалеров ордена Славы за счет средств Пенсионного фонда Российской Федерации</w:t>
            </w:r>
            <w:r w:rsidR="00D85C7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C55EA5" w:rsidRDefault="00C55EA5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4A86" w:rsidRPr="00CE3FB5" w:rsidRDefault="00124A86" w:rsidP="00124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CE3FB5">
        <w:rPr>
          <w:sz w:val="28"/>
          <w:szCs w:val="28"/>
        </w:rPr>
        <w:t xml:space="preserve">) </w:t>
      </w:r>
      <w:r>
        <w:rPr>
          <w:sz w:val="28"/>
          <w:szCs w:val="28"/>
        </w:rPr>
        <w:t xml:space="preserve">после </w:t>
      </w:r>
      <w:r w:rsidRPr="00CE3FB5">
        <w:rPr>
          <w:sz w:val="28"/>
          <w:szCs w:val="28"/>
        </w:rPr>
        <w:t>строк</w:t>
      </w:r>
      <w:r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4A86" w:rsidRPr="00124A86" w:rsidTr="00124A86">
        <w:tc>
          <w:tcPr>
            <w:tcW w:w="212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03 5 01 59400</w:t>
            </w:r>
          </w:p>
        </w:tc>
        <w:tc>
          <w:tcPr>
            <w:tcW w:w="818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Перевозка несовершеннолетних, самовольно ушедших из семей, организ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ций для детей-сирот и детей, оставшихся без попечения родителей, образ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вательных организаций и иных организаций,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24A86" w:rsidRPr="00CE3FB5" w:rsidRDefault="00124A86" w:rsidP="00124A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4A86" w:rsidRPr="00CE3FB5" w:rsidRDefault="00124A86" w:rsidP="00124A8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124A86" w:rsidRPr="00124A86" w:rsidTr="00124A86">
        <w:tc>
          <w:tcPr>
            <w:tcW w:w="212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 xml:space="preserve">03 5 01 </w:t>
            </w:r>
            <w:r w:rsidRPr="00124A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302</w:t>
            </w:r>
            <w:r w:rsidRPr="00124A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8187" w:type="dxa"/>
          </w:tcPr>
          <w:p w:rsidR="00124A86" w:rsidRPr="00124A86" w:rsidRDefault="00124A86" w:rsidP="00124A86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A86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Софинансируемые расходы </w:t>
            </w:r>
            <w:proofErr w:type="gramStart"/>
            <w:r w:rsidRPr="00124A86">
              <w:rPr>
                <w:rFonts w:ascii="Times New Roman" w:hAnsi="Times New Roman" w:cs="Times New Roman"/>
                <w:sz w:val="24"/>
                <w:szCs w:val="24"/>
              </w:rPr>
              <w:t>на осуществление ежемесячных выплат на детей в возрасте от трех до семи лет</w:t>
            </w:r>
            <w:proofErr w:type="gramEnd"/>
            <w:r w:rsidRPr="00124A86">
              <w:rPr>
                <w:rFonts w:ascii="Times New Roman" w:hAnsi="Times New Roman" w:cs="Times New Roman"/>
                <w:sz w:val="24"/>
                <w:szCs w:val="24"/>
              </w:rPr>
              <w:t xml:space="preserve"> включительно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124A86" w:rsidRDefault="00124A86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24BD" w:rsidRPr="00CE3FB5" w:rsidRDefault="00124A86" w:rsidP="00262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2624BD" w:rsidRPr="00CE3FB5">
        <w:rPr>
          <w:sz w:val="28"/>
          <w:szCs w:val="28"/>
        </w:rPr>
        <w:t>) строк</w:t>
      </w:r>
      <w:r w:rsidR="002624BD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2624BD" w:rsidRPr="00D85C7E" w:rsidTr="00124A86">
        <w:tc>
          <w:tcPr>
            <w:tcW w:w="212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04 4 F3 67483</w:t>
            </w:r>
          </w:p>
        </w:tc>
        <w:tc>
          <w:tcPr>
            <w:tcW w:w="818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Республиканской адресной программы по перес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лению граждан из аварийного жилищного фонда на 2019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2025 годы в ра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ках реализации федерального проекта «Обеспечение устойчивого сокращ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ния непригодного для проживания жилищного фонда» национального пр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екта «Жилье и городская среда», за счет средств, поступивших от Фонда с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действия реформированию жилищно-коммунального хозяйства</w:t>
            </w:r>
          </w:p>
        </w:tc>
      </w:tr>
      <w:tr w:rsidR="002624BD" w:rsidRPr="00D85C7E" w:rsidTr="00124A86">
        <w:tc>
          <w:tcPr>
            <w:tcW w:w="212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04 4 F3 67484</w:t>
            </w:r>
          </w:p>
        </w:tc>
        <w:tc>
          <w:tcPr>
            <w:tcW w:w="818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Республиканской адресной программы по перес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 xml:space="preserve">лению граждан из аварийного жилищного фонда на 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 xml:space="preserve"> 2025 годы в ра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ках реализации федерального проекта «Обеспечение устойчивого сокращ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ния непригодного для проживания жилищного фонда» национального пр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екта «Жилье и городская среда», за счет средств бюджета Республики Тата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624BD" w:rsidRPr="00CE3FB5" w:rsidRDefault="002624BD" w:rsidP="002624B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24BD" w:rsidRPr="00CE3FB5" w:rsidRDefault="002624BD" w:rsidP="002624B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2624BD" w:rsidRPr="00D85C7E" w:rsidTr="00124A86">
        <w:tc>
          <w:tcPr>
            <w:tcW w:w="212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04 4 F3 67483</w:t>
            </w:r>
          </w:p>
        </w:tc>
        <w:tc>
          <w:tcPr>
            <w:tcW w:w="818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Республиканской адресной программы по перес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 xml:space="preserve">лению граждан из аварийного жилищного фонда на 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 xml:space="preserve"> 2025 годы в ра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ках реализации федерального проекта «Обеспечение устойчивого сокращ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ния непригодного для проживания жилищного фонда» национального пр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екта «Жилье и городская среда» за счет средств Фонда содействия реформ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рованию жилищно-коммунального хозяйства</w:t>
            </w:r>
          </w:p>
        </w:tc>
      </w:tr>
      <w:tr w:rsidR="002624BD" w:rsidRPr="00D85C7E" w:rsidTr="00124A86">
        <w:tc>
          <w:tcPr>
            <w:tcW w:w="212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04 4 F3 67484</w:t>
            </w:r>
          </w:p>
        </w:tc>
        <w:tc>
          <w:tcPr>
            <w:tcW w:w="8187" w:type="dxa"/>
          </w:tcPr>
          <w:p w:rsidR="002624BD" w:rsidRPr="002624BD" w:rsidRDefault="002624BD" w:rsidP="002624BD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Обеспечение мероприятий Республиканской адресной программы по перес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 xml:space="preserve">лению граждан из аварийного жилищного фонда на 2019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 xml:space="preserve"> 2025 годы в ра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ках реализации федерального проекта «Обеспечение устойчивого сокращ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ния непригодного для проживания жилищного фонда» национального пр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екта «Жилье и городская среда» за счет средств бюджета Республики Тата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624BD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2624BD" w:rsidRDefault="002624BD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32C8" w:rsidRPr="00CE3FB5" w:rsidRDefault="00124A86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2632C8" w:rsidRPr="00CE3FB5">
        <w:rPr>
          <w:sz w:val="28"/>
          <w:szCs w:val="28"/>
        </w:rPr>
        <w:t xml:space="preserve">) </w:t>
      </w:r>
      <w:r w:rsidR="00E462AF">
        <w:rPr>
          <w:sz w:val="28"/>
          <w:szCs w:val="28"/>
        </w:rPr>
        <w:t xml:space="preserve">после </w:t>
      </w:r>
      <w:r w:rsidR="002632C8" w:rsidRPr="00CE3FB5">
        <w:rPr>
          <w:sz w:val="28"/>
          <w:szCs w:val="28"/>
        </w:rPr>
        <w:t>строк</w:t>
      </w:r>
      <w:r w:rsidR="00E462AF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194F9F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04 8 03 02950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Уплата налога на имущество организаций и земельного налога</w:t>
            </w:r>
            <w:r w:rsidR="00D85C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632C8" w:rsidRPr="00CE3FB5" w:rsidRDefault="002632C8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32C8" w:rsidRPr="00CE3FB5" w:rsidRDefault="00E462AF" w:rsidP="002632C8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B90A63"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</w:t>
      </w:r>
      <w:r w:rsidR="002632C8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0F6001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04 8 03 92990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подведомственных учреждений</w:t>
            </w:r>
            <w:r w:rsidR="00D85C7E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BF02DF" w:rsidRDefault="00BF02DF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1355" w:rsidRPr="00CE3FB5" w:rsidRDefault="00124A86" w:rsidP="000413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041355" w:rsidRPr="00CE3FB5">
        <w:rPr>
          <w:sz w:val="28"/>
          <w:szCs w:val="28"/>
        </w:rPr>
        <w:t xml:space="preserve">) </w:t>
      </w:r>
      <w:r w:rsidR="00041355">
        <w:rPr>
          <w:sz w:val="28"/>
          <w:szCs w:val="28"/>
        </w:rPr>
        <w:t xml:space="preserve">после </w:t>
      </w:r>
      <w:r w:rsidR="00041355" w:rsidRPr="00CE3FB5">
        <w:rPr>
          <w:sz w:val="28"/>
          <w:szCs w:val="28"/>
        </w:rPr>
        <w:t>строк</w:t>
      </w:r>
      <w:r w:rsidR="00041355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FC765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00 03652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инфраструктуры «Внеплощадочные сети для заводов ст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ральных машин барабанного типа и кухонного оборудования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Haier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. Сеть газоснабжения, 1-ая очередь» </w:t>
            </w:r>
            <w:r w:rsidRP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Республики Тата</w:t>
            </w:r>
            <w:r w:rsidRP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</w:t>
            </w:r>
            <w:r w:rsidRP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стан</w:t>
            </w:r>
            <w:r w:rsid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</w:tbl>
    <w:p w:rsidR="00041355" w:rsidRPr="00CE3FB5" w:rsidRDefault="00041355" w:rsidP="000413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41355" w:rsidRPr="00CE3FB5" w:rsidRDefault="00041355" w:rsidP="0004135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B90A63">
        <w:rPr>
          <w:sz w:val="28"/>
          <w:szCs w:val="28"/>
        </w:rPr>
        <w:t>ами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FC765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00 03670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инфраструктуры «Внеплощадочные сети для объекта «Оптово-распределительный центр «Елабуга»</w:t>
            </w:r>
          </w:p>
        </w:tc>
      </w:tr>
      <w:tr w:rsidR="00B90A63" w:rsidRPr="00D85C7E" w:rsidTr="00FC7655">
        <w:tc>
          <w:tcPr>
            <w:tcW w:w="212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00 03671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инфраструктуры «Внеплощадочные сети для объекта «Оптово-распределительный центр «Елабуга» за счет средств некоммерч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ской организации «Фонд развития моногородов»</w:t>
            </w:r>
          </w:p>
        </w:tc>
      </w:tr>
      <w:tr w:rsidR="00B90A63" w:rsidRPr="00D85C7E" w:rsidTr="00FC7655">
        <w:tc>
          <w:tcPr>
            <w:tcW w:w="212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00 03672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объекта инфраструктуры «Внеплощадочные сети для объекта «Оптово-распределительный центр «Елабуга» </w:t>
            </w:r>
            <w:r w:rsidRP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 счет средств бюджета Ре</w:t>
            </w:r>
            <w:r w:rsidRP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</w:t>
            </w:r>
            <w:r w:rsidRP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публики Татарстан</w:t>
            </w:r>
            <w:r w:rsidR="00D85C7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»;</w:t>
            </w:r>
          </w:p>
        </w:tc>
      </w:tr>
    </w:tbl>
    <w:p w:rsidR="00041355" w:rsidRDefault="00041355" w:rsidP="0012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C1166" w:rsidRPr="00CE3FB5" w:rsidRDefault="00124A86" w:rsidP="00DC116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DC1166" w:rsidRPr="00CE3FB5">
        <w:rPr>
          <w:sz w:val="28"/>
          <w:szCs w:val="28"/>
        </w:rPr>
        <w:t>) строк</w:t>
      </w:r>
      <w:r w:rsidR="00DC1166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C1166" w:rsidRPr="00D85C7E" w:rsidTr="00FC7655">
        <w:tc>
          <w:tcPr>
            <w:tcW w:w="2127" w:type="dxa"/>
          </w:tcPr>
          <w:p w:rsidR="00DC1166" w:rsidRPr="00DC1166" w:rsidRDefault="00DC1166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05 1 01 R5690</w:t>
            </w:r>
          </w:p>
        </w:tc>
        <w:tc>
          <w:tcPr>
            <w:tcW w:w="8187" w:type="dxa"/>
          </w:tcPr>
          <w:p w:rsidR="00DC1166" w:rsidRPr="00DC1166" w:rsidRDefault="00DC1166" w:rsidP="00FC76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Софинансируемые расходы на реализацию мероприятий в области поддер</w:t>
            </w: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DC1166">
              <w:rPr>
                <w:rFonts w:ascii="Times New Roman" w:hAnsi="Times New Roman" w:cs="Times New Roman"/>
                <w:sz w:val="24"/>
                <w:szCs w:val="24"/>
              </w:rPr>
              <w:t>ки занятости населения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DC1166" w:rsidRDefault="00DC1166" w:rsidP="00DC116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исключить;</w:t>
      </w:r>
    </w:p>
    <w:p w:rsidR="00DC1166" w:rsidRDefault="00DC1166" w:rsidP="0012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5F95" w:rsidRPr="00CE3FB5" w:rsidRDefault="00124A86" w:rsidP="0012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125F95" w:rsidRPr="00CE3FB5">
        <w:rPr>
          <w:sz w:val="28"/>
          <w:szCs w:val="28"/>
        </w:rPr>
        <w:t xml:space="preserve">) </w:t>
      </w:r>
      <w:r w:rsidR="00B90A63">
        <w:rPr>
          <w:sz w:val="28"/>
          <w:szCs w:val="28"/>
        </w:rPr>
        <w:t>с</w:t>
      </w:r>
      <w:r w:rsidR="00125F95" w:rsidRPr="00CE3FB5">
        <w:rPr>
          <w:sz w:val="28"/>
          <w:szCs w:val="28"/>
        </w:rPr>
        <w:t>трок</w:t>
      </w:r>
      <w:r w:rsidR="00B90A63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FC765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13 5 00 00000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Подпрограмма «Развитие рынка логистических и </w:t>
            </w:r>
            <w:proofErr w:type="spellStart"/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терминально</w:t>
            </w:r>
            <w:proofErr w:type="spellEnd"/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-складских услуг»</w:t>
            </w:r>
          </w:p>
        </w:tc>
      </w:tr>
    </w:tbl>
    <w:p w:rsidR="00125F95" w:rsidRPr="00CE3FB5" w:rsidRDefault="00125F95" w:rsidP="00125F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125F95" w:rsidRPr="00CE3FB5" w:rsidRDefault="00B90A63" w:rsidP="00125F9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125F95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B90A63" w:rsidRPr="00D85C7E" w:rsidTr="00FC7655">
        <w:tc>
          <w:tcPr>
            <w:tcW w:w="2127" w:type="dxa"/>
          </w:tcPr>
          <w:p w:rsidR="00B90A63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90A63" w:rsidRPr="00D85C7E">
              <w:rPr>
                <w:rFonts w:ascii="Times New Roman" w:hAnsi="Times New Roman" w:cs="Times New Roman"/>
                <w:sz w:val="24"/>
                <w:szCs w:val="24"/>
              </w:rPr>
              <w:t>13 5 00 00000</w:t>
            </w:r>
          </w:p>
        </w:tc>
        <w:tc>
          <w:tcPr>
            <w:tcW w:w="8187" w:type="dxa"/>
          </w:tcPr>
          <w:p w:rsidR="00B90A63" w:rsidRPr="00D85C7E" w:rsidRDefault="00B90A63" w:rsidP="00FC765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«Развитие сети логистических центров в Республике Тата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р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стан»</w:t>
            </w:r>
            <w:r w:rsidR="00D85C7E"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125F95" w:rsidRDefault="00125F95" w:rsidP="006773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3FE" w:rsidRPr="00CE3FB5" w:rsidRDefault="00124A86" w:rsidP="006773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6773FE" w:rsidRPr="00CE3FB5">
        <w:rPr>
          <w:sz w:val="28"/>
          <w:szCs w:val="28"/>
        </w:rPr>
        <w:t>) строк</w:t>
      </w:r>
      <w:r w:rsidR="006773FE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6C407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13 6 01 03660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автомобил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по ул.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Чистопольская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ижнекамске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85C7E" w:rsidRPr="00D85C7E" w:rsidTr="006C407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13 6 01 03661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автомобил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по ул.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Чистопольская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ижнекамске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» за счет средств неко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мерческой организации «Фонд развития моногородов»</w:t>
            </w:r>
          </w:p>
        </w:tc>
      </w:tr>
      <w:tr w:rsidR="00D85C7E" w:rsidRPr="00D85C7E" w:rsidTr="006C407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13 6 01 03662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автомобил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по ул.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Чистопольская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ижнекамске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» за счет средств бюджета Республики Татарстан»</w:t>
            </w:r>
          </w:p>
        </w:tc>
      </w:tr>
    </w:tbl>
    <w:p w:rsidR="006773FE" w:rsidRPr="00CE3FB5" w:rsidRDefault="006773FE" w:rsidP="006773F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773FE" w:rsidRPr="00CE3FB5" w:rsidRDefault="00D85C7E" w:rsidP="006773FE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изложить в следующей редакции</w:t>
      </w:r>
      <w:r w:rsidR="006773FE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6C407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13 6 01 03660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автомобил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по ул.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Чистопольской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ижнекамске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D85C7E" w:rsidRPr="00D85C7E" w:rsidTr="006C407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13 6 01 03661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автомобил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по ул.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Чистопольской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ижнекамске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» за счет средств неко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мерческой организации «Фонд развития моногородов»</w:t>
            </w:r>
          </w:p>
        </w:tc>
      </w:tr>
      <w:tr w:rsidR="00D85C7E" w:rsidRPr="00D85C7E" w:rsidTr="006C407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13 6 01 03662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Создание объекта дорожной инфраструктуры «Реконструкция автомобил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ной дороги по ул.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Чистопольской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ижнекамске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» за счет средств бюджета Республики Татарстан»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</w:tbl>
    <w:p w:rsidR="006773FE" w:rsidRDefault="006773FE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B90A63" w:rsidRPr="00CE3FB5">
        <w:rPr>
          <w:sz w:val="28"/>
          <w:szCs w:val="28"/>
        </w:rPr>
        <w:t xml:space="preserve">) </w:t>
      </w:r>
      <w:r w:rsidR="00B90A63">
        <w:rPr>
          <w:sz w:val="28"/>
          <w:szCs w:val="28"/>
        </w:rPr>
        <w:t xml:space="preserve">после </w:t>
      </w:r>
      <w:r w:rsidR="00B90A63" w:rsidRPr="00CE3FB5">
        <w:rPr>
          <w:sz w:val="28"/>
          <w:szCs w:val="28"/>
        </w:rPr>
        <w:t>строк</w:t>
      </w:r>
      <w:r w:rsidR="00B90A63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6 R1 Д3934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восстановлению изношенных слоев покрытия региональных дорог в рамках регионального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B90A63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D85C7E">
        <w:rPr>
          <w:sz w:val="28"/>
          <w:szCs w:val="28"/>
        </w:rPr>
        <w:t>ами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13 7 00 00000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Подпрограмма «Повышение уровня безопасности транспортной системы»</w:t>
            </w:r>
          </w:p>
        </w:tc>
      </w:tr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13 7 </w:t>
            </w:r>
            <w:r w:rsidRPr="00D85C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R2 00000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«Общесистемные меры развития дорожного хозяйства»</w:t>
            </w:r>
          </w:p>
        </w:tc>
      </w:tr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 7 R2 54180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человек,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B90A63" w:rsidRDefault="00B90A63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B90A63" w:rsidRPr="00CE3FB5">
        <w:rPr>
          <w:sz w:val="28"/>
          <w:szCs w:val="28"/>
        </w:rPr>
        <w:t xml:space="preserve">) </w:t>
      </w:r>
      <w:r w:rsidR="00B90A63">
        <w:rPr>
          <w:sz w:val="28"/>
          <w:szCs w:val="28"/>
        </w:rPr>
        <w:t xml:space="preserve">после </w:t>
      </w:r>
      <w:r w:rsidR="00B90A63" w:rsidRPr="00CE3FB5">
        <w:rPr>
          <w:sz w:val="28"/>
          <w:szCs w:val="28"/>
        </w:rPr>
        <w:t>строк</w:t>
      </w:r>
      <w:r w:rsidR="00B90A63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14 1 04 00000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«Управление рисками в </w:t>
            </w:r>
            <w:proofErr w:type="spellStart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подотраслях</w:t>
            </w:r>
            <w:proofErr w:type="spellEnd"/>
            <w:r w:rsidRPr="00D85C7E">
              <w:rPr>
                <w:rFonts w:ascii="Times New Roman" w:hAnsi="Times New Roman" w:cs="Times New Roman"/>
                <w:sz w:val="24"/>
                <w:szCs w:val="24"/>
              </w:rPr>
              <w:t xml:space="preserve"> растениево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ства»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B90A63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>
        <w:rPr>
          <w:sz w:val="28"/>
          <w:szCs w:val="28"/>
        </w:rPr>
        <w:t>ой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14 1 04 53710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Компенсация сельскохозяйственным товаропроизводителям, обеспечившим в установленном порядке страховую защиту своих имущественных интер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сов, связанных с производством сельскохозяйственной продукции, ущерба, причиненного в результате чрезвычайных ситуаций природного характера в 2019 году на территориях субъектов Российской Федерации, за счет средств федерального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B90A63" w:rsidRDefault="00B90A63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90A63" w:rsidRPr="00CE3FB5">
        <w:rPr>
          <w:sz w:val="28"/>
          <w:szCs w:val="28"/>
        </w:rPr>
        <w:t>) строк</w:t>
      </w:r>
      <w:r w:rsidR="00D85C7E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14 4 07 00000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«Поддержка садоводческих, огороднических и да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ч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ных некоммерческих объединений граждан»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D85C7E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B90A63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14 4 07 00000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«Поддержка садоводческих и  огороднических н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коммерческих товариществ»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B90A63" w:rsidRDefault="00B90A63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B90A63" w:rsidRPr="00CE3FB5">
        <w:rPr>
          <w:sz w:val="28"/>
          <w:szCs w:val="28"/>
        </w:rPr>
        <w:t xml:space="preserve">) </w:t>
      </w:r>
      <w:r w:rsidR="00D85C7E">
        <w:rPr>
          <w:sz w:val="28"/>
          <w:szCs w:val="28"/>
        </w:rPr>
        <w:t>с</w:t>
      </w:r>
      <w:r w:rsidR="00B90A63" w:rsidRPr="00CE3FB5">
        <w:rPr>
          <w:sz w:val="28"/>
          <w:szCs w:val="28"/>
        </w:rPr>
        <w:t>трок</w:t>
      </w:r>
      <w:r w:rsidR="00D85C7E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14 7 01 00000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7E">
              <w:rPr>
                <w:rFonts w:ascii="Times New Roman" w:eastAsia="Calibri" w:hAnsi="Times New Roman" w:cs="Times New Roman"/>
                <w:sz w:val="24"/>
                <w:szCs w:val="24"/>
              </w:rPr>
              <w:t>Основное мероприятие «Улучшение жилищных условий граждан, прожив</w:t>
            </w:r>
            <w:r w:rsidRPr="00D85C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85C7E">
              <w:rPr>
                <w:rFonts w:ascii="Times New Roman" w:eastAsia="Calibri" w:hAnsi="Times New Roman" w:cs="Times New Roman"/>
                <w:sz w:val="24"/>
                <w:szCs w:val="24"/>
              </w:rPr>
              <w:t>ющих в сельской местности, в том числе молодых семей и молодых специ</w:t>
            </w:r>
            <w:r w:rsidRPr="00D85C7E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Pr="00D85C7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листов»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D85C7E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B90A63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14 7 01 00000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2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Основное мероприятие «Улучшение жилищных условий граждан Росси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й</w:t>
            </w:r>
            <w:r w:rsidRPr="00D85C7E">
              <w:rPr>
                <w:rFonts w:ascii="Times New Roman" w:hAnsi="Times New Roman" w:cs="Times New Roman"/>
                <w:bCs/>
                <w:sz w:val="24"/>
                <w:szCs w:val="24"/>
              </w:rPr>
              <w:t>ской Федерации, проживающих на сельских территориях»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</w:tc>
      </w:tr>
    </w:tbl>
    <w:p w:rsidR="00B90A63" w:rsidRDefault="00B90A63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B90A63" w:rsidRPr="00CE3FB5">
        <w:rPr>
          <w:sz w:val="28"/>
          <w:szCs w:val="28"/>
        </w:rPr>
        <w:t xml:space="preserve">) </w:t>
      </w:r>
      <w:r w:rsidR="00B90A63">
        <w:rPr>
          <w:sz w:val="28"/>
          <w:szCs w:val="28"/>
        </w:rPr>
        <w:t xml:space="preserve">после </w:t>
      </w:r>
      <w:r w:rsidR="00B90A63" w:rsidRPr="00CE3FB5">
        <w:rPr>
          <w:sz w:val="28"/>
          <w:szCs w:val="28"/>
        </w:rPr>
        <w:t>строк</w:t>
      </w:r>
      <w:r w:rsidR="00B90A63">
        <w:rPr>
          <w:sz w:val="28"/>
          <w:szCs w:val="28"/>
        </w:rPr>
        <w:t>и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D85C7E" w:rsidTr="00FC7655">
        <w:tc>
          <w:tcPr>
            <w:tcW w:w="212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16 0 01 67090</w:t>
            </w:r>
          </w:p>
        </w:tc>
        <w:tc>
          <w:tcPr>
            <w:tcW w:w="8187" w:type="dxa"/>
          </w:tcPr>
          <w:p w:rsidR="00D85C7E" w:rsidRPr="00D85C7E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85C7E">
              <w:rPr>
                <w:rFonts w:ascii="Times New Roman" w:hAnsi="Times New Roman" w:cs="Times New Roman"/>
                <w:sz w:val="24"/>
                <w:szCs w:val="24"/>
              </w:rPr>
              <w:t>Взнос в уставный капитал акционерного общества «ОЛ СИЗОНЗ ОТЕЛЬ МЕНЕДЖМЕНТ» в целях осуществления уставной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B90A63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CE3FB5">
        <w:rPr>
          <w:sz w:val="28"/>
          <w:szCs w:val="28"/>
        </w:rPr>
        <w:t>дополнить строк</w:t>
      </w:r>
      <w:r w:rsidR="00A36A61">
        <w:rPr>
          <w:sz w:val="28"/>
          <w:szCs w:val="28"/>
        </w:rPr>
        <w:t>ами</w:t>
      </w:r>
      <w:r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A36A61" w:rsidRPr="00D85C7E" w:rsidTr="00A36A61">
        <w:tc>
          <w:tcPr>
            <w:tcW w:w="2127" w:type="dxa"/>
            <w:shd w:val="clear" w:color="auto" w:fill="auto"/>
          </w:tcPr>
          <w:p w:rsidR="00A36A61" w:rsidRPr="00A36A61" w:rsidRDefault="00A36A61" w:rsidP="00124A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16 0 01 67120</w:t>
            </w:r>
          </w:p>
        </w:tc>
        <w:tc>
          <w:tcPr>
            <w:tcW w:w="8187" w:type="dxa"/>
            <w:shd w:val="clear" w:color="auto" w:fill="auto"/>
          </w:tcPr>
          <w:p w:rsidR="00A36A61" w:rsidRPr="00A36A61" w:rsidRDefault="00A36A61" w:rsidP="00124A86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Взнос в уставный капитал акционерного общества «Республиканское прои</w:t>
            </w: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водственное объединение «</w:t>
            </w:r>
            <w:proofErr w:type="spellStart"/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Таткоммунэнерго</w:t>
            </w:r>
            <w:proofErr w:type="spellEnd"/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» в целях осуществления уста</w:t>
            </w: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ной деятельности</w:t>
            </w:r>
          </w:p>
        </w:tc>
      </w:tr>
      <w:tr w:rsidR="00A36A61" w:rsidRPr="00D85C7E" w:rsidTr="00A36A61">
        <w:tc>
          <w:tcPr>
            <w:tcW w:w="2127" w:type="dxa"/>
            <w:shd w:val="clear" w:color="auto" w:fill="auto"/>
          </w:tcPr>
          <w:p w:rsidR="00A36A61" w:rsidRPr="00A36A61" w:rsidRDefault="00A36A61" w:rsidP="00124A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16 0 01 67130</w:t>
            </w:r>
          </w:p>
        </w:tc>
        <w:tc>
          <w:tcPr>
            <w:tcW w:w="8187" w:type="dxa"/>
            <w:shd w:val="clear" w:color="auto" w:fill="auto"/>
          </w:tcPr>
          <w:p w:rsidR="00A36A61" w:rsidRPr="00A36A61" w:rsidRDefault="00A36A61" w:rsidP="00124A86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 xml:space="preserve">Взнос в уставный капитал открытого акционерного общества «Городская клиническая больница № 12» </w:t>
            </w:r>
            <w:proofErr w:type="spellStart"/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азани</w:t>
            </w:r>
            <w:proofErr w:type="spellEnd"/>
            <w:r w:rsidRPr="00A36A61">
              <w:rPr>
                <w:rFonts w:ascii="Times New Roman" w:hAnsi="Times New Roman" w:cs="Times New Roman"/>
                <w:sz w:val="24"/>
                <w:szCs w:val="24"/>
              </w:rPr>
              <w:t xml:space="preserve"> в целях осуществления уставной де</w:t>
            </w: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36A61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</w:tbl>
    <w:p w:rsidR="00B90A63" w:rsidRDefault="00B90A63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B90A63" w:rsidRPr="00CE3FB5">
        <w:rPr>
          <w:sz w:val="28"/>
          <w:szCs w:val="28"/>
        </w:rPr>
        <w:t>) строк</w:t>
      </w:r>
      <w:r w:rsidR="00D85C7E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F313EA" w:rsidTr="00FC7655">
        <w:tc>
          <w:tcPr>
            <w:tcW w:w="2127" w:type="dxa"/>
          </w:tcPr>
          <w:p w:rsidR="00D85C7E" w:rsidRPr="00F313EA" w:rsidRDefault="00F313EA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5C7E" w:rsidRPr="00F3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 0 01 R2611</w:t>
            </w:r>
          </w:p>
        </w:tc>
        <w:tc>
          <w:tcPr>
            <w:tcW w:w="8187" w:type="dxa"/>
          </w:tcPr>
          <w:p w:rsidR="00D85C7E" w:rsidRPr="00F313EA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переоборудования автомобильной техники, включая обществе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ный транспорт и коммунальную технику для использования природного газа в качестве топлива</w:t>
            </w:r>
            <w:r w:rsidR="00F313E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D85C7E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B90A63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F313EA" w:rsidTr="00FC7655">
        <w:tc>
          <w:tcPr>
            <w:tcW w:w="2127" w:type="dxa"/>
          </w:tcPr>
          <w:p w:rsidR="00D85C7E" w:rsidRPr="00F313EA" w:rsidRDefault="00F313EA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5C7E" w:rsidRPr="00F313E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 0 01 R2611</w:t>
            </w:r>
          </w:p>
        </w:tc>
        <w:tc>
          <w:tcPr>
            <w:tcW w:w="8187" w:type="dxa"/>
          </w:tcPr>
          <w:p w:rsidR="00D85C7E" w:rsidRPr="00F313EA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Поддержка переоборудования автомобильной техники, включая обществе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ный транспорт и коммунальную технику, для использования природного газа в качестве топлива</w:t>
            </w:r>
            <w:r w:rsidR="00F313EA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D85C7E" w:rsidRDefault="00D85C7E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B90A63" w:rsidRPr="00CE3FB5">
        <w:rPr>
          <w:sz w:val="28"/>
          <w:szCs w:val="28"/>
        </w:rPr>
        <w:t>) строк</w:t>
      </w:r>
      <w:r w:rsidR="00D85C7E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F313EA" w:rsidTr="00FC7655">
        <w:tc>
          <w:tcPr>
            <w:tcW w:w="2127" w:type="dxa"/>
          </w:tcPr>
          <w:p w:rsidR="00D85C7E" w:rsidRPr="00F313EA" w:rsidRDefault="00F313EA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>99 0 00 67110</w:t>
            </w:r>
          </w:p>
        </w:tc>
        <w:tc>
          <w:tcPr>
            <w:tcW w:w="8187" w:type="dxa"/>
          </w:tcPr>
          <w:p w:rsidR="00D85C7E" w:rsidRPr="00F313EA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Имущественный взнос Республики Татарстан в унитарную некоммерческую организацию «Фонд Республики Татарстан по защите прав граждан – учас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т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ников долевого строительства» в целях осуществления уставной деятельн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сти</w:t>
            </w:r>
            <w:r w:rsidR="00F313EA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D85C7E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B90A63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F313EA" w:rsidTr="00FC7655">
        <w:tc>
          <w:tcPr>
            <w:tcW w:w="2127" w:type="dxa"/>
          </w:tcPr>
          <w:p w:rsidR="00D85C7E" w:rsidRPr="00F313EA" w:rsidRDefault="00F313EA" w:rsidP="00FC7655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>99 0 00 67110</w:t>
            </w:r>
          </w:p>
        </w:tc>
        <w:tc>
          <w:tcPr>
            <w:tcW w:w="8187" w:type="dxa"/>
          </w:tcPr>
          <w:p w:rsidR="00D85C7E" w:rsidRPr="00F313EA" w:rsidRDefault="00D85C7E" w:rsidP="00F313EA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313EA">
              <w:rPr>
                <w:rFonts w:ascii="Times New Roman" w:hAnsi="Times New Roman" w:cs="Times New Roman"/>
                <w:bCs/>
                <w:sz w:val="24"/>
                <w:szCs w:val="24"/>
              </w:rPr>
              <w:t>Имущественный взнос Республики Татарстан в унитарную некоммерческую организацию</w:t>
            </w:r>
            <w:r w:rsidR="00F313EA">
              <w:rPr>
                <w:rFonts w:ascii="Times New Roman" w:hAnsi="Times New Roman" w:cs="Times New Roman"/>
                <w:bCs/>
                <w:sz w:val="24"/>
                <w:szCs w:val="24"/>
              </w:rPr>
              <w:t>»;</w:t>
            </w:r>
          </w:p>
        </w:tc>
      </w:tr>
    </w:tbl>
    <w:p w:rsidR="00B90A63" w:rsidRDefault="00B90A63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124A86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B90A63" w:rsidRPr="00CE3FB5">
        <w:rPr>
          <w:sz w:val="28"/>
          <w:szCs w:val="28"/>
        </w:rPr>
        <w:t>) строк</w:t>
      </w:r>
      <w:r w:rsidR="00D85C7E">
        <w:rPr>
          <w:sz w:val="28"/>
          <w:szCs w:val="28"/>
        </w:rPr>
        <w:t>у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F313EA" w:rsidTr="00FC7655">
        <w:tc>
          <w:tcPr>
            <w:tcW w:w="2127" w:type="dxa"/>
          </w:tcPr>
          <w:p w:rsidR="00D85C7E" w:rsidRPr="00F313EA" w:rsidRDefault="00F313EA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01 50933</w:t>
            </w:r>
          </w:p>
        </w:tc>
        <w:tc>
          <w:tcPr>
            <w:tcW w:w="8187" w:type="dxa"/>
          </w:tcPr>
          <w:p w:rsidR="00D85C7E" w:rsidRPr="00F313EA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Софинансируемые расходы медицинским организациям на оплату труда врачей и среднего медицинского персонала за счет </w:t>
            </w:r>
            <w:proofErr w:type="gramStart"/>
            <w:r w:rsidRPr="00F313EA">
              <w:rPr>
                <w:rFonts w:ascii="Times New Roman" w:hAnsi="Times New Roman" w:cs="Times New Roman"/>
                <w:sz w:val="24"/>
                <w:szCs w:val="24"/>
              </w:rPr>
              <w:t>средств нормированного страхового запаса Территориального фонда обязательного медицинского страхования Республики</w:t>
            </w:r>
            <w:proofErr w:type="gramEnd"/>
            <w:r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</w:t>
            </w:r>
            <w:r w:rsidR="00F31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D85C7E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изложить в следующей редакции</w:t>
      </w:r>
      <w:r w:rsidR="00B90A63" w:rsidRPr="00CE3FB5">
        <w:rPr>
          <w:sz w:val="28"/>
          <w:szCs w:val="28"/>
        </w:rPr>
        <w:t>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F313EA" w:rsidTr="00FC7655">
        <w:tc>
          <w:tcPr>
            <w:tcW w:w="2127" w:type="dxa"/>
          </w:tcPr>
          <w:p w:rsidR="00D85C7E" w:rsidRPr="00F313EA" w:rsidRDefault="00F313EA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01 52570</w:t>
            </w:r>
          </w:p>
        </w:tc>
        <w:tc>
          <w:tcPr>
            <w:tcW w:w="8187" w:type="dxa"/>
          </w:tcPr>
          <w:p w:rsidR="00D85C7E" w:rsidRPr="00F313EA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Софинансируемые расходы медицинским организациям на оплату труда врачей и среднего медицинского персонала за счет </w:t>
            </w:r>
            <w:proofErr w:type="gramStart"/>
            <w:r w:rsidRPr="00F313EA">
              <w:rPr>
                <w:rFonts w:ascii="Times New Roman" w:hAnsi="Times New Roman" w:cs="Times New Roman"/>
                <w:sz w:val="24"/>
                <w:szCs w:val="24"/>
              </w:rPr>
              <w:t>средств нормированного страхового запаса Территориального фонда обязательного медицинского страхования Республики</w:t>
            </w:r>
            <w:proofErr w:type="gramEnd"/>
            <w:r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Татарстан</w:t>
            </w:r>
            <w:r w:rsidR="00F313E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90A63" w:rsidRPr="00CE3FB5" w:rsidRDefault="00B90A63" w:rsidP="00B90A6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90A63" w:rsidRPr="00CE3FB5" w:rsidRDefault="00D85C7E" w:rsidP="00B90A6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после нее </w:t>
      </w:r>
      <w:r w:rsidR="00B90A63" w:rsidRPr="00CE3FB5">
        <w:rPr>
          <w:sz w:val="28"/>
          <w:szCs w:val="28"/>
        </w:rPr>
        <w:t>дополнить строк</w:t>
      </w:r>
      <w:r w:rsidR="00B90A63">
        <w:rPr>
          <w:sz w:val="28"/>
          <w:szCs w:val="28"/>
        </w:rPr>
        <w:t>ой</w:t>
      </w:r>
      <w:r w:rsidR="00B90A63" w:rsidRPr="00CE3FB5">
        <w:rPr>
          <w:sz w:val="28"/>
          <w:szCs w:val="28"/>
        </w:rPr>
        <w:t xml:space="preserve"> следующего содержания:</w:t>
      </w:r>
    </w:p>
    <w:tbl>
      <w:tblPr>
        <w:tblStyle w:val="af6"/>
        <w:tblW w:w="10314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8187"/>
      </w:tblGrid>
      <w:tr w:rsidR="00D85C7E" w:rsidRPr="00F313EA" w:rsidTr="00FC7655">
        <w:tc>
          <w:tcPr>
            <w:tcW w:w="2127" w:type="dxa"/>
          </w:tcPr>
          <w:p w:rsidR="00D85C7E" w:rsidRPr="00F313EA" w:rsidRDefault="00F313EA" w:rsidP="00FC7655">
            <w:pPr>
              <w:autoSpaceDE w:val="0"/>
              <w:autoSpaceDN w:val="0"/>
              <w:adjustRightInd w:val="0"/>
              <w:spacing w:after="12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proofErr w:type="gramStart"/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Б</w:t>
            </w:r>
            <w:proofErr w:type="gramEnd"/>
            <w:r w:rsidR="00D85C7E" w:rsidRPr="00F313EA">
              <w:rPr>
                <w:rFonts w:ascii="Times New Roman" w:hAnsi="Times New Roman" w:cs="Times New Roman"/>
                <w:sz w:val="24"/>
                <w:szCs w:val="24"/>
              </w:rPr>
              <w:t xml:space="preserve"> 01 52580</w:t>
            </w:r>
          </w:p>
        </w:tc>
        <w:tc>
          <w:tcPr>
            <w:tcW w:w="8187" w:type="dxa"/>
          </w:tcPr>
          <w:p w:rsidR="00D85C7E" w:rsidRPr="00F313EA" w:rsidRDefault="00D85C7E" w:rsidP="00FC7655">
            <w:pPr>
              <w:autoSpaceDE w:val="0"/>
              <w:autoSpaceDN w:val="0"/>
              <w:adjustRightInd w:val="0"/>
              <w:spacing w:after="12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13EA">
              <w:rPr>
                <w:rFonts w:ascii="Times New Roman" w:hAnsi="Times New Roman" w:cs="Times New Roman"/>
                <w:sz w:val="24"/>
                <w:szCs w:val="24"/>
              </w:rPr>
              <w:t>Осуществление денежных выплат стимулирующего характера медицинским работникам за выявление онкологических заболеваний в ходе проведения диспансеризации и профилактических медицинских осмотров</w:t>
            </w:r>
            <w:r w:rsidR="00F313EA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</w:tbl>
    <w:p w:rsidR="00B90A63" w:rsidRPr="00CE3FB5" w:rsidRDefault="00B90A63" w:rsidP="004012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B90A63" w:rsidRPr="00CE3FB5" w:rsidSect="000D6EDE">
      <w:headerReference w:type="default" r:id="rId10"/>
      <w:pgSz w:w="11906" w:h="16838" w:code="9"/>
      <w:pgMar w:top="1134" w:right="567" w:bottom="1134" w:left="1134" w:header="284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24D" w:rsidRDefault="0074624D">
      <w:r>
        <w:separator/>
      </w:r>
    </w:p>
  </w:endnote>
  <w:endnote w:type="continuationSeparator" w:id="0">
    <w:p w:rsidR="0074624D" w:rsidRDefault="007462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L_Times New Roman">
    <w:altName w:val="Times New Roman"/>
    <w:panose1 w:val="02020603050405020304"/>
    <w:charset w:val="CC"/>
    <w:family w:val="roman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24D" w:rsidRDefault="0074624D">
      <w:r>
        <w:separator/>
      </w:r>
    </w:p>
  </w:footnote>
  <w:footnote w:type="continuationSeparator" w:id="0">
    <w:p w:rsidR="0074624D" w:rsidRDefault="007462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624D" w:rsidRPr="00742958" w:rsidRDefault="0074624D">
    <w:pPr>
      <w:pStyle w:val="a3"/>
      <w:jc w:val="center"/>
      <w:rPr>
        <w:sz w:val="24"/>
        <w:szCs w:val="24"/>
      </w:rPr>
    </w:pPr>
    <w:r w:rsidRPr="00742958">
      <w:rPr>
        <w:sz w:val="24"/>
        <w:szCs w:val="24"/>
      </w:rPr>
      <w:fldChar w:fldCharType="begin"/>
    </w:r>
    <w:r w:rsidRPr="00742958">
      <w:rPr>
        <w:sz w:val="24"/>
        <w:szCs w:val="24"/>
      </w:rPr>
      <w:instrText xml:space="preserve"> PAGE   \* MERGEFORMAT </w:instrText>
    </w:r>
    <w:r w:rsidRPr="00742958">
      <w:rPr>
        <w:sz w:val="24"/>
        <w:szCs w:val="24"/>
      </w:rPr>
      <w:fldChar w:fldCharType="separate"/>
    </w:r>
    <w:r w:rsidR="00051C22">
      <w:rPr>
        <w:noProof/>
        <w:sz w:val="24"/>
        <w:szCs w:val="24"/>
      </w:rPr>
      <w:t>3</w:t>
    </w:r>
    <w:r w:rsidRPr="00742958">
      <w:rPr>
        <w:sz w:val="24"/>
        <w:szCs w:val="24"/>
      </w:rPr>
      <w:fldChar w:fldCharType="end"/>
    </w:r>
  </w:p>
  <w:p w:rsidR="0074624D" w:rsidRDefault="007462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400"/>
      <w:numFmt w:val="decimal"/>
      <w:lvlText w:val="%1"/>
      <w:lvlJc w:val="left"/>
      <w:pPr>
        <w:tabs>
          <w:tab w:val="num" w:pos="435"/>
        </w:tabs>
        <w:ind w:left="435" w:hanging="435"/>
      </w:pPr>
    </w:lvl>
  </w:abstractNum>
  <w:abstractNum w:abstractNumId="2">
    <w:nsid w:val="085D190F"/>
    <w:multiLevelType w:val="hybridMultilevel"/>
    <w:tmpl w:val="787A8478"/>
    <w:lvl w:ilvl="0" w:tplc="CAC2ED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8DF68E8"/>
    <w:multiLevelType w:val="hybridMultilevel"/>
    <w:tmpl w:val="CCDEE290"/>
    <w:lvl w:ilvl="0" w:tplc="AE48A9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FB22DB6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5">
    <w:nsid w:val="2D9C7467"/>
    <w:multiLevelType w:val="hybridMultilevel"/>
    <w:tmpl w:val="DACA1908"/>
    <w:lvl w:ilvl="0" w:tplc="5388E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18248D5"/>
    <w:multiLevelType w:val="hybridMultilevel"/>
    <w:tmpl w:val="325A0020"/>
    <w:lvl w:ilvl="0" w:tplc="DDF0FD62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47066D74"/>
    <w:multiLevelType w:val="hybridMultilevel"/>
    <w:tmpl w:val="25F8F7B6"/>
    <w:lvl w:ilvl="0" w:tplc="89A04A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8">
    <w:nsid w:val="4A0D0D41"/>
    <w:multiLevelType w:val="hybridMultilevel"/>
    <w:tmpl w:val="88D4C010"/>
    <w:lvl w:ilvl="0" w:tplc="3C9C9026">
      <w:start w:val="400"/>
      <w:numFmt w:val="decimal"/>
      <w:lvlText w:val="%1"/>
      <w:lvlJc w:val="left"/>
      <w:pPr>
        <w:ind w:left="1594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4" w:hanging="360"/>
      </w:pPr>
    </w:lvl>
    <w:lvl w:ilvl="2" w:tplc="0419001B" w:tentative="1">
      <w:start w:val="1"/>
      <w:numFmt w:val="lowerRoman"/>
      <w:lvlText w:val="%3."/>
      <w:lvlJc w:val="right"/>
      <w:pPr>
        <w:ind w:left="2944" w:hanging="180"/>
      </w:pPr>
    </w:lvl>
    <w:lvl w:ilvl="3" w:tplc="0419000F" w:tentative="1">
      <w:start w:val="1"/>
      <w:numFmt w:val="decimal"/>
      <w:lvlText w:val="%4."/>
      <w:lvlJc w:val="left"/>
      <w:pPr>
        <w:ind w:left="3664" w:hanging="360"/>
      </w:pPr>
    </w:lvl>
    <w:lvl w:ilvl="4" w:tplc="04190019" w:tentative="1">
      <w:start w:val="1"/>
      <w:numFmt w:val="lowerLetter"/>
      <w:lvlText w:val="%5."/>
      <w:lvlJc w:val="left"/>
      <w:pPr>
        <w:ind w:left="4384" w:hanging="360"/>
      </w:pPr>
    </w:lvl>
    <w:lvl w:ilvl="5" w:tplc="0419001B" w:tentative="1">
      <w:start w:val="1"/>
      <w:numFmt w:val="lowerRoman"/>
      <w:lvlText w:val="%6."/>
      <w:lvlJc w:val="right"/>
      <w:pPr>
        <w:ind w:left="5104" w:hanging="180"/>
      </w:pPr>
    </w:lvl>
    <w:lvl w:ilvl="6" w:tplc="0419000F" w:tentative="1">
      <w:start w:val="1"/>
      <w:numFmt w:val="decimal"/>
      <w:lvlText w:val="%7."/>
      <w:lvlJc w:val="left"/>
      <w:pPr>
        <w:ind w:left="5824" w:hanging="360"/>
      </w:pPr>
    </w:lvl>
    <w:lvl w:ilvl="7" w:tplc="04190019" w:tentative="1">
      <w:start w:val="1"/>
      <w:numFmt w:val="lowerLetter"/>
      <w:lvlText w:val="%8."/>
      <w:lvlJc w:val="left"/>
      <w:pPr>
        <w:ind w:left="6544" w:hanging="360"/>
      </w:pPr>
    </w:lvl>
    <w:lvl w:ilvl="8" w:tplc="0419001B" w:tentative="1">
      <w:start w:val="1"/>
      <w:numFmt w:val="lowerRoman"/>
      <w:lvlText w:val="%9."/>
      <w:lvlJc w:val="right"/>
      <w:pPr>
        <w:ind w:left="7264" w:hanging="180"/>
      </w:pPr>
    </w:lvl>
  </w:abstractNum>
  <w:abstractNum w:abstractNumId="9">
    <w:nsid w:val="4B303782"/>
    <w:multiLevelType w:val="hybridMultilevel"/>
    <w:tmpl w:val="6342525A"/>
    <w:lvl w:ilvl="0" w:tplc="035C1BD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6D162FE"/>
    <w:multiLevelType w:val="hybridMultilevel"/>
    <w:tmpl w:val="46EAFC9E"/>
    <w:lvl w:ilvl="0" w:tplc="1848E6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EF47C1D"/>
    <w:multiLevelType w:val="hybridMultilevel"/>
    <w:tmpl w:val="222442EA"/>
    <w:lvl w:ilvl="0" w:tplc="704CA4DC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6CB537F9"/>
    <w:multiLevelType w:val="hybridMultilevel"/>
    <w:tmpl w:val="E154CEF2"/>
    <w:lvl w:ilvl="0" w:tplc="EEA4AE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32F0FAB"/>
    <w:multiLevelType w:val="multilevel"/>
    <w:tmpl w:val="37EA6DB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abstractNum w:abstractNumId="14">
    <w:nsid w:val="75DA7205"/>
    <w:multiLevelType w:val="multilevel"/>
    <w:tmpl w:val="37EA6DB8"/>
    <w:lvl w:ilvl="0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</w:rPr>
    </w:lvl>
  </w:abstractNum>
  <w:num w:numId="1">
    <w:abstractNumId w:val="7"/>
  </w:num>
  <w:num w:numId="2">
    <w:abstractNumId w:val="14"/>
  </w:num>
  <w:num w:numId="3">
    <w:abstractNumId w:val="0"/>
  </w:num>
  <w:num w:numId="4">
    <w:abstractNumId w:val="1"/>
  </w:num>
  <w:num w:numId="5">
    <w:abstractNumId w:val="8"/>
  </w:num>
  <w:num w:numId="6">
    <w:abstractNumId w:val="13"/>
  </w:num>
  <w:num w:numId="7">
    <w:abstractNumId w:val="3"/>
  </w:num>
  <w:num w:numId="8">
    <w:abstractNumId w:val="4"/>
  </w:num>
  <w:num w:numId="9">
    <w:abstractNumId w:val="11"/>
  </w:num>
  <w:num w:numId="10">
    <w:abstractNumId w:val="6"/>
  </w:num>
  <w:num w:numId="11">
    <w:abstractNumId w:val="9"/>
  </w:num>
  <w:num w:numId="12">
    <w:abstractNumId w:val="5"/>
  </w:num>
  <w:num w:numId="13">
    <w:abstractNumId w:val="10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D20"/>
    <w:rsid w:val="000011CC"/>
    <w:rsid w:val="000023E3"/>
    <w:rsid w:val="00006A09"/>
    <w:rsid w:val="000108C2"/>
    <w:rsid w:val="00010D7F"/>
    <w:rsid w:val="00015623"/>
    <w:rsid w:val="0001650A"/>
    <w:rsid w:val="00030E6E"/>
    <w:rsid w:val="0003204A"/>
    <w:rsid w:val="00034449"/>
    <w:rsid w:val="00040AFC"/>
    <w:rsid w:val="00041355"/>
    <w:rsid w:val="00042BC6"/>
    <w:rsid w:val="00044D8E"/>
    <w:rsid w:val="0004554A"/>
    <w:rsid w:val="00051C22"/>
    <w:rsid w:val="00051CD7"/>
    <w:rsid w:val="000558F9"/>
    <w:rsid w:val="00057354"/>
    <w:rsid w:val="00060DBC"/>
    <w:rsid w:val="0006296E"/>
    <w:rsid w:val="000645CB"/>
    <w:rsid w:val="00064D80"/>
    <w:rsid w:val="0006637F"/>
    <w:rsid w:val="0007026F"/>
    <w:rsid w:val="000826D6"/>
    <w:rsid w:val="00091EA8"/>
    <w:rsid w:val="00092756"/>
    <w:rsid w:val="000929E8"/>
    <w:rsid w:val="00094464"/>
    <w:rsid w:val="00095D5A"/>
    <w:rsid w:val="000A37A4"/>
    <w:rsid w:val="000A51CA"/>
    <w:rsid w:val="000A609F"/>
    <w:rsid w:val="000B1577"/>
    <w:rsid w:val="000B55ED"/>
    <w:rsid w:val="000C07B3"/>
    <w:rsid w:val="000C59E0"/>
    <w:rsid w:val="000D6EDE"/>
    <w:rsid w:val="000D76F8"/>
    <w:rsid w:val="000E61EC"/>
    <w:rsid w:val="000E7321"/>
    <w:rsid w:val="000F5614"/>
    <w:rsid w:val="000F561F"/>
    <w:rsid w:val="000F59B7"/>
    <w:rsid w:val="000F6001"/>
    <w:rsid w:val="00104749"/>
    <w:rsid w:val="00114E3B"/>
    <w:rsid w:val="00123101"/>
    <w:rsid w:val="00123BD0"/>
    <w:rsid w:val="00124A86"/>
    <w:rsid w:val="00125763"/>
    <w:rsid w:val="00125E08"/>
    <w:rsid w:val="00125F95"/>
    <w:rsid w:val="00126AB4"/>
    <w:rsid w:val="001313B5"/>
    <w:rsid w:val="00133170"/>
    <w:rsid w:val="0013322B"/>
    <w:rsid w:val="00134810"/>
    <w:rsid w:val="00134A14"/>
    <w:rsid w:val="00135AC5"/>
    <w:rsid w:val="001414F7"/>
    <w:rsid w:val="00142D5C"/>
    <w:rsid w:val="001431F7"/>
    <w:rsid w:val="0014341F"/>
    <w:rsid w:val="00150698"/>
    <w:rsid w:val="00154CDF"/>
    <w:rsid w:val="00160CFD"/>
    <w:rsid w:val="00161D0F"/>
    <w:rsid w:val="001637E6"/>
    <w:rsid w:val="00164EE4"/>
    <w:rsid w:val="001703CE"/>
    <w:rsid w:val="00171F61"/>
    <w:rsid w:val="001757EE"/>
    <w:rsid w:val="00180197"/>
    <w:rsid w:val="00184496"/>
    <w:rsid w:val="00190D79"/>
    <w:rsid w:val="001931BC"/>
    <w:rsid w:val="00194F9F"/>
    <w:rsid w:val="001B016C"/>
    <w:rsid w:val="001B1A4F"/>
    <w:rsid w:val="001C11EA"/>
    <w:rsid w:val="001C4F1D"/>
    <w:rsid w:val="001D14B4"/>
    <w:rsid w:val="001D6C47"/>
    <w:rsid w:val="001E4ADC"/>
    <w:rsid w:val="001F1EB8"/>
    <w:rsid w:val="0020386C"/>
    <w:rsid w:val="00203D06"/>
    <w:rsid w:val="002077FE"/>
    <w:rsid w:val="00210FAF"/>
    <w:rsid w:val="0022627E"/>
    <w:rsid w:val="002338E4"/>
    <w:rsid w:val="00237439"/>
    <w:rsid w:val="00237B18"/>
    <w:rsid w:val="002422BD"/>
    <w:rsid w:val="00242420"/>
    <w:rsid w:val="0024424F"/>
    <w:rsid w:val="00246B53"/>
    <w:rsid w:val="00255C40"/>
    <w:rsid w:val="00255F35"/>
    <w:rsid w:val="002609FF"/>
    <w:rsid w:val="002624BD"/>
    <w:rsid w:val="002632C8"/>
    <w:rsid w:val="00270E02"/>
    <w:rsid w:val="00281CA1"/>
    <w:rsid w:val="00282165"/>
    <w:rsid w:val="00283F33"/>
    <w:rsid w:val="00286D3A"/>
    <w:rsid w:val="00290551"/>
    <w:rsid w:val="002910A4"/>
    <w:rsid w:val="002925AE"/>
    <w:rsid w:val="00292744"/>
    <w:rsid w:val="002956CE"/>
    <w:rsid w:val="002A2924"/>
    <w:rsid w:val="002A46B5"/>
    <w:rsid w:val="002A567D"/>
    <w:rsid w:val="002A690E"/>
    <w:rsid w:val="002A7396"/>
    <w:rsid w:val="002B1DDC"/>
    <w:rsid w:val="002B2087"/>
    <w:rsid w:val="002B288C"/>
    <w:rsid w:val="002B2A14"/>
    <w:rsid w:val="002B4163"/>
    <w:rsid w:val="002B4205"/>
    <w:rsid w:val="002B6381"/>
    <w:rsid w:val="002C6C85"/>
    <w:rsid w:val="002C77F1"/>
    <w:rsid w:val="002E3A08"/>
    <w:rsid w:val="002E4431"/>
    <w:rsid w:val="002E4E21"/>
    <w:rsid w:val="002F37AC"/>
    <w:rsid w:val="002F4CA9"/>
    <w:rsid w:val="00314455"/>
    <w:rsid w:val="003156AB"/>
    <w:rsid w:val="00316B9D"/>
    <w:rsid w:val="003220D9"/>
    <w:rsid w:val="0032656C"/>
    <w:rsid w:val="00342E26"/>
    <w:rsid w:val="0034357E"/>
    <w:rsid w:val="00347A73"/>
    <w:rsid w:val="00361F2A"/>
    <w:rsid w:val="003633E1"/>
    <w:rsid w:val="00364A11"/>
    <w:rsid w:val="00366F51"/>
    <w:rsid w:val="00366FC9"/>
    <w:rsid w:val="00367095"/>
    <w:rsid w:val="00367B78"/>
    <w:rsid w:val="0037039C"/>
    <w:rsid w:val="00375782"/>
    <w:rsid w:val="00375D65"/>
    <w:rsid w:val="003830BD"/>
    <w:rsid w:val="00384BB0"/>
    <w:rsid w:val="00393AE5"/>
    <w:rsid w:val="00395F43"/>
    <w:rsid w:val="003A1CF7"/>
    <w:rsid w:val="003A2836"/>
    <w:rsid w:val="003A72BF"/>
    <w:rsid w:val="003A7614"/>
    <w:rsid w:val="003B00AB"/>
    <w:rsid w:val="003B15CB"/>
    <w:rsid w:val="003C3504"/>
    <w:rsid w:val="003C5DD4"/>
    <w:rsid w:val="003C6CA5"/>
    <w:rsid w:val="003C7B68"/>
    <w:rsid w:val="003D75C0"/>
    <w:rsid w:val="003D76FD"/>
    <w:rsid w:val="003E4176"/>
    <w:rsid w:val="003E5C09"/>
    <w:rsid w:val="003F3EE9"/>
    <w:rsid w:val="003F4D50"/>
    <w:rsid w:val="003F4EB3"/>
    <w:rsid w:val="003F6140"/>
    <w:rsid w:val="00401261"/>
    <w:rsid w:val="00403BCF"/>
    <w:rsid w:val="00404CB6"/>
    <w:rsid w:val="00404DD8"/>
    <w:rsid w:val="00406D72"/>
    <w:rsid w:val="004130C7"/>
    <w:rsid w:val="004152F7"/>
    <w:rsid w:val="004156E8"/>
    <w:rsid w:val="00416D60"/>
    <w:rsid w:val="0041798D"/>
    <w:rsid w:val="004201C4"/>
    <w:rsid w:val="00425D20"/>
    <w:rsid w:val="0042797E"/>
    <w:rsid w:val="0043090D"/>
    <w:rsid w:val="00433AA3"/>
    <w:rsid w:val="00440A02"/>
    <w:rsid w:val="00444AC9"/>
    <w:rsid w:val="00444C02"/>
    <w:rsid w:val="004454A0"/>
    <w:rsid w:val="004477B0"/>
    <w:rsid w:val="00450818"/>
    <w:rsid w:val="004555AE"/>
    <w:rsid w:val="0046166C"/>
    <w:rsid w:val="00461BFF"/>
    <w:rsid w:val="004659E8"/>
    <w:rsid w:val="004663A2"/>
    <w:rsid w:val="00474284"/>
    <w:rsid w:val="00477809"/>
    <w:rsid w:val="00486FBC"/>
    <w:rsid w:val="00491310"/>
    <w:rsid w:val="00494669"/>
    <w:rsid w:val="00496EBC"/>
    <w:rsid w:val="004A1880"/>
    <w:rsid w:val="004A44AD"/>
    <w:rsid w:val="004B0EEF"/>
    <w:rsid w:val="004C0782"/>
    <w:rsid w:val="004C25D6"/>
    <w:rsid w:val="004C32D1"/>
    <w:rsid w:val="004C45D4"/>
    <w:rsid w:val="004C792E"/>
    <w:rsid w:val="004D2385"/>
    <w:rsid w:val="004D2770"/>
    <w:rsid w:val="004D56D1"/>
    <w:rsid w:val="004E7E0E"/>
    <w:rsid w:val="004F3D42"/>
    <w:rsid w:val="004F5B29"/>
    <w:rsid w:val="00500366"/>
    <w:rsid w:val="0050253E"/>
    <w:rsid w:val="00502552"/>
    <w:rsid w:val="005055CC"/>
    <w:rsid w:val="00505968"/>
    <w:rsid w:val="005103E5"/>
    <w:rsid w:val="0051246E"/>
    <w:rsid w:val="00515D15"/>
    <w:rsid w:val="00527371"/>
    <w:rsid w:val="00533E3E"/>
    <w:rsid w:val="0053661D"/>
    <w:rsid w:val="00557C29"/>
    <w:rsid w:val="00563ABF"/>
    <w:rsid w:val="005643BF"/>
    <w:rsid w:val="00566089"/>
    <w:rsid w:val="005758C3"/>
    <w:rsid w:val="0058015B"/>
    <w:rsid w:val="00585F2F"/>
    <w:rsid w:val="00595B65"/>
    <w:rsid w:val="005A0150"/>
    <w:rsid w:val="005A0E1D"/>
    <w:rsid w:val="005A446A"/>
    <w:rsid w:val="005A5A52"/>
    <w:rsid w:val="005C0CC1"/>
    <w:rsid w:val="005C1602"/>
    <w:rsid w:val="005C33E5"/>
    <w:rsid w:val="005C43C1"/>
    <w:rsid w:val="005C76F1"/>
    <w:rsid w:val="005C7778"/>
    <w:rsid w:val="005D5F6F"/>
    <w:rsid w:val="005D5FA9"/>
    <w:rsid w:val="005E7F33"/>
    <w:rsid w:val="005F0905"/>
    <w:rsid w:val="005F5846"/>
    <w:rsid w:val="005F6024"/>
    <w:rsid w:val="005F7148"/>
    <w:rsid w:val="00600BB4"/>
    <w:rsid w:val="00603784"/>
    <w:rsid w:val="00603E8D"/>
    <w:rsid w:val="00605322"/>
    <w:rsid w:val="00613B4E"/>
    <w:rsid w:val="0062333E"/>
    <w:rsid w:val="00627FAC"/>
    <w:rsid w:val="00633178"/>
    <w:rsid w:val="00635577"/>
    <w:rsid w:val="00637B68"/>
    <w:rsid w:val="006400D9"/>
    <w:rsid w:val="006456CA"/>
    <w:rsid w:val="00647F9A"/>
    <w:rsid w:val="0065625D"/>
    <w:rsid w:val="00660554"/>
    <w:rsid w:val="0066522A"/>
    <w:rsid w:val="00665586"/>
    <w:rsid w:val="0066641F"/>
    <w:rsid w:val="00666844"/>
    <w:rsid w:val="00673959"/>
    <w:rsid w:val="006773FE"/>
    <w:rsid w:val="006830BA"/>
    <w:rsid w:val="00683709"/>
    <w:rsid w:val="0068570B"/>
    <w:rsid w:val="00687A43"/>
    <w:rsid w:val="00690146"/>
    <w:rsid w:val="006938C0"/>
    <w:rsid w:val="006941FD"/>
    <w:rsid w:val="006A3606"/>
    <w:rsid w:val="006A50B9"/>
    <w:rsid w:val="006A5700"/>
    <w:rsid w:val="006B60C7"/>
    <w:rsid w:val="006B71AD"/>
    <w:rsid w:val="006B7205"/>
    <w:rsid w:val="006B736F"/>
    <w:rsid w:val="006C4075"/>
    <w:rsid w:val="006C4EE3"/>
    <w:rsid w:val="006C54CC"/>
    <w:rsid w:val="006C5D4D"/>
    <w:rsid w:val="006C77D2"/>
    <w:rsid w:val="006D56A0"/>
    <w:rsid w:val="006D7E3E"/>
    <w:rsid w:val="006E5D19"/>
    <w:rsid w:val="006E623B"/>
    <w:rsid w:val="006F2022"/>
    <w:rsid w:val="00702929"/>
    <w:rsid w:val="00703A68"/>
    <w:rsid w:val="007107C0"/>
    <w:rsid w:val="0071156A"/>
    <w:rsid w:val="00715134"/>
    <w:rsid w:val="007216F0"/>
    <w:rsid w:val="00731474"/>
    <w:rsid w:val="00732741"/>
    <w:rsid w:val="00733122"/>
    <w:rsid w:val="00733AA4"/>
    <w:rsid w:val="00733EB5"/>
    <w:rsid w:val="0073650E"/>
    <w:rsid w:val="007402DB"/>
    <w:rsid w:val="007411C3"/>
    <w:rsid w:val="007420D9"/>
    <w:rsid w:val="00742958"/>
    <w:rsid w:val="0074624D"/>
    <w:rsid w:val="00746AA4"/>
    <w:rsid w:val="00751149"/>
    <w:rsid w:val="00753179"/>
    <w:rsid w:val="0075444E"/>
    <w:rsid w:val="00760072"/>
    <w:rsid w:val="00760712"/>
    <w:rsid w:val="00760F34"/>
    <w:rsid w:val="0076176D"/>
    <w:rsid w:val="007703D8"/>
    <w:rsid w:val="00774484"/>
    <w:rsid w:val="0077534B"/>
    <w:rsid w:val="007803C3"/>
    <w:rsid w:val="00784C47"/>
    <w:rsid w:val="00790961"/>
    <w:rsid w:val="00792B2B"/>
    <w:rsid w:val="0079330A"/>
    <w:rsid w:val="00794214"/>
    <w:rsid w:val="007971B2"/>
    <w:rsid w:val="007A0208"/>
    <w:rsid w:val="007A1445"/>
    <w:rsid w:val="007B3B1C"/>
    <w:rsid w:val="007B7D99"/>
    <w:rsid w:val="007B7EF8"/>
    <w:rsid w:val="007C1F0D"/>
    <w:rsid w:val="007C6CDE"/>
    <w:rsid w:val="007D08B9"/>
    <w:rsid w:val="007D414D"/>
    <w:rsid w:val="007D58A8"/>
    <w:rsid w:val="007E0AD1"/>
    <w:rsid w:val="007E0EEC"/>
    <w:rsid w:val="007E1DA0"/>
    <w:rsid w:val="007F1882"/>
    <w:rsid w:val="007F7FCA"/>
    <w:rsid w:val="00802719"/>
    <w:rsid w:val="0080604A"/>
    <w:rsid w:val="00811FCC"/>
    <w:rsid w:val="00812998"/>
    <w:rsid w:val="0081443D"/>
    <w:rsid w:val="00820711"/>
    <w:rsid w:val="0082256B"/>
    <w:rsid w:val="00826DC8"/>
    <w:rsid w:val="008272CC"/>
    <w:rsid w:val="008310A1"/>
    <w:rsid w:val="00831704"/>
    <w:rsid w:val="00840F36"/>
    <w:rsid w:val="0084277D"/>
    <w:rsid w:val="00844B19"/>
    <w:rsid w:val="00851095"/>
    <w:rsid w:val="00861379"/>
    <w:rsid w:val="00863069"/>
    <w:rsid w:val="008634AE"/>
    <w:rsid w:val="00867210"/>
    <w:rsid w:val="008722E9"/>
    <w:rsid w:val="00872574"/>
    <w:rsid w:val="00876157"/>
    <w:rsid w:val="00877367"/>
    <w:rsid w:val="00881598"/>
    <w:rsid w:val="00883C9A"/>
    <w:rsid w:val="00890967"/>
    <w:rsid w:val="00890AD6"/>
    <w:rsid w:val="00890ECD"/>
    <w:rsid w:val="008944C5"/>
    <w:rsid w:val="0089686F"/>
    <w:rsid w:val="008A23F1"/>
    <w:rsid w:val="008A284D"/>
    <w:rsid w:val="008A357F"/>
    <w:rsid w:val="008A3B33"/>
    <w:rsid w:val="008A6E9B"/>
    <w:rsid w:val="008B4254"/>
    <w:rsid w:val="008B5188"/>
    <w:rsid w:val="008E199E"/>
    <w:rsid w:val="008E248A"/>
    <w:rsid w:val="008F0A09"/>
    <w:rsid w:val="008F3E0E"/>
    <w:rsid w:val="008F3E32"/>
    <w:rsid w:val="008F709A"/>
    <w:rsid w:val="00907BFD"/>
    <w:rsid w:val="009104EA"/>
    <w:rsid w:val="00915278"/>
    <w:rsid w:val="009166DA"/>
    <w:rsid w:val="00923F51"/>
    <w:rsid w:val="00937C55"/>
    <w:rsid w:val="009400B3"/>
    <w:rsid w:val="00941FA7"/>
    <w:rsid w:val="00942409"/>
    <w:rsid w:val="00944F99"/>
    <w:rsid w:val="009670E6"/>
    <w:rsid w:val="0097551A"/>
    <w:rsid w:val="00975975"/>
    <w:rsid w:val="009769A5"/>
    <w:rsid w:val="00982411"/>
    <w:rsid w:val="00987632"/>
    <w:rsid w:val="009957B2"/>
    <w:rsid w:val="00996308"/>
    <w:rsid w:val="0099725C"/>
    <w:rsid w:val="009A52C8"/>
    <w:rsid w:val="009B382E"/>
    <w:rsid w:val="009B4480"/>
    <w:rsid w:val="009D0CAF"/>
    <w:rsid w:val="009D43DF"/>
    <w:rsid w:val="009D797A"/>
    <w:rsid w:val="009E45DB"/>
    <w:rsid w:val="009E7813"/>
    <w:rsid w:val="009F2FF3"/>
    <w:rsid w:val="009F73E4"/>
    <w:rsid w:val="00A03425"/>
    <w:rsid w:val="00A0544B"/>
    <w:rsid w:val="00A116F6"/>
    <w:rsid w:val="00A143F3"/>
    <w:rsid w:val="00A14B2B"/>
    <w:rsid w:val="00A265AB"/>
    <w:rsid w:val="00A27F9E"/>
    <w:rsid w:val="00A33ED1"/>
    <w:rsid w:val="00A3648D"/>
    <w:rsid w:val="00A36A61"/>
    <w:rsid w:val="00A37075"/>
    <w:rsid w:val="00A37B3A"/>
    <w:rsid w:val="00A50F9F"/>
    <w:rsid w:val="00A5551F"/>
    <w:rsid w:val="00A71A33"/>
    <w:rsid w:val="00A74F4E"/>
    <w:rsid w:val="00A75E2B"/>
    <w:rsid w:val="00A76F38"/>
    <w:rsid w:val="00A82B88"/>
    <w:rsid w:val="00A840A3"/>
    <w:rsid w:val="00A87942"/>
    <w:rsid w:val="00A90AAA"/>
    <w:rsid w:val="00A96B91"/>
    <w:rsid w:val="00AA117F"/>
    <w:rsid w:val="00AA1CC8"/>
    <w:rsid w:val="00AA1E2E"/>
    <w:rsid w:val="00AA278C"/>
    <w:rsid w:val="00AB0350"/>
    <w:rsid w:val="00AB32E0"/>
    <w:rsid w:val="00AC194C"/>
    <w:rsid w:val="00AC3CCA"/>
    <w:rsid w:val="00AC3F55"/>
    <w:rsid w:val="00AD0D03"/>
    <w:rsid w:val="00AD4281"/>
    <w:rsid w:val="00AD55CE"/>
    <w:rsid w:val="00AE6F6A"/>
    <w:rsid w:val="00AE74C0"/>
    <w:rsid w:val="00AF0919"/>
    <w:rsid w:val="00AF17F8"/>
    <w:rsid w:val="00AF25A2"/>
    <w:rsid w:val="00B00C4B"/>
    <w:rsid w:val="00B05F8A"/>
    <w:rsid w:val="00B070E3"/>
    <w:rsid w:val="00B111BC"/>
    <w:rsid w:val="00B16467"/>
    <w:rsid w:val="00B22512"/>
    <w:rsid w:val="00B22FA5"/>
    <w:rsid w:val="00B239B9"/>
    <w:rsid w:val="00B249BB"/>
    <w:rsid w:val="00B3080B"/>
    <w:rsid w:val="00B41A57"/>
    <w:rsid w:val="00B447E9"/>
    <w:rsid w:val="00B46A91"/>
    <w:rsid w:val="00B53FB1"/>
    <w:rsid w:val="00B54887"/>
    <w:rsid w:val="00B55FAA"/>
    <w:rsid w:val="00B569D2"/>
    <w:rsid w:val="00B60F3A"/>
    <w:rsid w:val="00B61A72"/>
    <w:rsid w:val="00B623D8"/>
    <w:rsid w:val="00B667CA"/>
    <w:rsid w:val="00B66DE2"/>
    <w:rsid w:val="00B84387"/>
    <w:rsid w:val="00B9016A"/>
    <w:rsid w:val="00B90A63"/>
    <w:rsid w:val="00B91074"/>
    <w:rsid w:val="00B9150A"/>
    <w:rsid w:val="00B91E79"/>
    <w:rsid w:val="00BA1E83"/>
    <w:rsid w:val="00BA25DB"/>
    <w:rsid w:val="00BA3048"/>
    <w:rsid w:val="00BA5F88"/>
    <w:rsid w:val="00BA6A5E"/>
    <w:rsid w:val="00BA7803"/>
    <w:rsid w:val="00BB1A0D"/>
    <w:rsid w:val="00BB4370"/>
    <w:rsid w:val="00BB62FA"/>
    <w:rsid w:val="00BC15B6"/>
    <w:rsid w:val="00BC3019"/>
    <w:rsid w:val="00BC7458"/>
    <w:rsid w:val="00BC7A0B"/>
    <w:rsid w:val="00BD3BFF"/>
    <w:rsid w:val="00BE130A"/>
    <w:rsid w:val="00BE1CAB"/>
    <w:rsid w:val="00BE547A"/>
    <w:rsid w:val="00BF02DF"/>
    <w:rsid w:val="00BF240B"/>
    <w:rsid w:val="00BF5F94"/>
    <w:rsid w:val="00BF754E"/>
    <w:rsid w:val="00C06B47"/>
    <w:rsid w:val="00C115C8"/>
    <w:rsid w:val="00C11F8C"/>
    <w:rsid w:val="00C135FF"/>
    <w:rsid w:val="00C1454A"/>
    <w:rsid w:val="00C268B9"/>
    <w:rsid w:val="00C3295D"/>
    <w:rsid w:val="00C4105E"/>
    <w:rsid w:val="00C42B9A"/>
    <w:rsid w:val="00C45D14"/>
    <w:rsid w:val="00C46867"/>
    <w:rsid w:val="00C46957"/>
    <w:rsid w:val="00C5110C"/>
    <w:rsid w:val="00C55EA5"/>
    <w:rsid w:val="00C63A86"/>
    <w:rsid w:val="00C72F1C"/>
    <w:rsid w:val="00C76E03"/>
    <w:rsid w:val="00C77369"/>
    <w:rsid w:val="00C851A1"/>
    <w:rsid w:val="00C85371"/>
    <w:rsid w:val="00C85607"/>
    <w:rsid w:val="00C858B4"/>
    <w:rsid w:val="00C85CF0"/>
    <w:rsid w:val="00C87B6B"/>
    <w:rsid w:val="00C915FF"/>
    <w:rsid w:val="00C92542"/>
    <w:rsid w:val="00C970F9"/>
    <w:rsid w:val="00C97748"/>
    <w:rsid w:val="00CA1CDC"/>
    <w:rsid w:val="00CA7357"/>
    <w:rsid w:val="00CB0B5F"/>
    <w:rsid w:val="00CB4F45"/>
    <w:rsid w:val="00CC0A30"/>
    <w:rsid w:val="00CD0BE1"/>
    <w:rsid w:val="00CD2CB6"/>
    <w:rsid w:val="00CD3EAE"/>
    <w:rsid w:val="00CD4580"/>
    <w:rsid w:val="00CE0211"/>
    <w:rsid w:val="00CE0970"/>
    <w:rsid w:val="00CE3E77"/>
    <w:rsid w:val="00CE3FB5"/>
    <w:rsid w:val="00CE535A"/>
    <w:rsid w:val="00CE7955"/>
    <w:rsid w:val="00CF0BF6"/>
    <w:rsid w:val="00CF7DA6"/>
    <w:rsid w:val="00D0073A"/>
    <w:rsid w:val="00D111E2"/>
    <w:rsid w:val="00D114CD"/>
    <w:rsid w:val="00D2113E"/>
    <w:rsid w:val="00D2173E"/>
    <w:rsid w:val="00D341AB"/>
    <w:rsid w:val="00D349BB"/>
    <w:rsid w:val="00D45AF0"/>
    <w:rsid w:val="00D5260D"/>
    <w:rsid w:val="00D53623"/>
    <w:rsid w:val="00D574A4"/>
    <w:rsid w:val="00D620BA"/>
    <w:rsid w:val="00D62E50"/>
    <w:rsid w:val="00D70719"/>
    <w:rsid w:val="00D735F1"/>
    <w:rsid w:val="00D74E4F"/>
    <w:rsid w:val="00D77A2B"/>
    <w:rsid w:val="00D81DA8"/>
    <w:rsid w:val="00D8504C"/>
    <w:rsid w:val="00D85C7E"/>
    <w:rsid w:val="00D906B7"/>
    <w:rsid w:val="00D94027"/>
    <w:rsid w:val="00D9514E"/>
    <w:rsid w:val="00DA521E"/>
    <w:rsid w:val="00DB0818"/>
    <w:rsid w:val="00DB1190"/>
    <w:rsid w:val="00DB216C"/>
    <w:rsid w:val="00DB2C8B"/>
    <w:rsid w:val="00DB6F5E"/>
    <w:rsid w:val="00DC1166"/>
    <w:rsid w:val="00DC1C80"/>
    <w:rsid w:val="00DD28D3"/>
    <w:rsid w:val="00DD3202"/>
    <w:rsid w:val="00DD52E7"/>
    <w:rsid w:val="00DD6385"/>
    <w:rsid w:val="00DD7E55"/>
    <w:rsid w:val="00DF0D6D"/>
    <w:rsid w:val="00DF14D4"/>
    <w:rsid w:val="00DF30BC"/>
    <w:rsid w:val="00DF7CBC"/>
    <w:rsid w:val="00E00C5B"/>
    <w:rsid w:val="00E123AA"/>
    <w:rsid w:val="00E12D28"/>
    <w:rsid w:val="00E15BE7"/>
    <w:rsid w:val="00E17DAA"/>
    <w:rsid w:val="00E17F43"/>
    <w:rsid w:val="00E20E4E"/>
    <w:rsid w:val="00E21C9D"/>
    <w:rsid w:val="00E21CD4"/>
    <w:rsid w:val="00E23001"/>
    <w:rsid w:val="00E266F6"/>
    <w:rsid w:val="00E30D3C"/>
    <w:rsid w:val="00E35348"/>
    <w:rsid w:val="00E365B2"/>
    <w:rsid w:val="00E41070"/>
    <w:rsid w:val="00E457CA"/>
    <w:rsid w:val="00E462AF"/>
    <w:rsid w:val="00E511F0"/>
    <w:rsid w:val="00E53105"/>
    <w:rsid w:val="00E54F80"/>
    <w:rsid w:val="00E57969"/>
    <w:rsid w:val="00E57F20"/>
    <w:rsid w:val="00E77980"/>
    <w:rsid w:val="00E82C37"/>
    <w:rsid w:val="00E844B9"/>
    <w:rsid w:val="00E849D4"/>
    <w:rsid w:val="00E84B26"/>
    <w:rsid w:val="00E84C9D"/>
    <w:rsid w:val="00E84D1F"/>
    <w:rsid w:val="00E90B27"/>
    <w:rsid w:val="00E91F21"/>
    <w:rsid w:val="00E93B69"/>
    <w:rsid w:val="00EA0045"/>
    <w:rsid w:val="00EA33F8"/>
    <w:rsid w:val="00EB2947"/>
    <w:rsid w:val="00EC6552"/>
    <w:rsid w:val="00ED0C30"/>
    <w:rsid w:val="00ED0E65"/>
    <w:rsid w:val="00ED3C18"/>
    <w:rsid w:val="00EE6A38"/>
    <w:rsid w:val="00EF4E17"/>
    <w:rsid w:val="00EF6D30"/>
    <w:rsid w:val="00F01E7A"/>
    <w:rsid w:val="00F030B3"/>
    <w:rsid w:val="00F06AB5"/>
    <w:rsid w:val="00F07535"/>
    <w:rsid w:val="00F102C8"/>
    <w:rsid w:val="00F14F80"/>
    <w:rsid w:val="00F16B76"/>
    <w:rsid w:val="00F17E1F"/>
    <w:rsid w:val="00F24A98"/>
    <w:rsid w:val="00F24D4A"/>
    <w:rsid w:val="00F313EA"/>
    <w:rsid w:val="00F4036D"/>
    <w:rsid w:val="00F435FD"/>
    <w:rsid w:val="00F4595C"/>
    <w:rsid w:val="00F56591"/>
    <w:rsid w:val="00F6090C"/>
    <w:rsid w:val="00F67516"/>
    <w:rsid w:val="00F752F8"/>
    <w:rsid w:val="00F866ED"/>
    <w:rsid w:val="00F87351"/>
    <w:rsid w:val="00F915E2"/>
    <w:rsid w:val="00F91897"/>
    <w:rsid w:val="00F941BA"/>
    <w:rsid w:val="00FA755F"/>
    <w:rsid w:val="00FB1A2A"/>
    <w:rsid w:val="00FC1E2F"/>
    <w:rsid w:val="00FC2134"/>
    <w:rsid w:val="00FC2FC2"/>
    <w:rsid w:val="00FC41CD"/>
    <w:rsid w:val="00FC7603"/>
    <w:rsid w:val="00FC7655"/>
    <w:rsid w:val="00FD0185"/>
    <w:rsid w:val="00FD7F0E"/>
    <w:rsid w:val="00FE0283"/>
    <w:rsid w:val="00FE0E0B"/>
    <w:rsid w:val="00FE0E76"/>
    <w:rsid w:val="00FE686B"/>
    <w:rsid w:val="00FF2EB3"/>
    <w:rsid w:val="00FF4544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B2B"/>
  </w:style>
  <w:style w:type="paragraph" w:styleId="1">
    <w:name w:val="heading 1"/>
    <w:basedOn w:val="a"/>
    <w:next w:val="a"/>
    <w:link w:val="10"/>
    <w:qFormat/>
    <w:rsid w:val="00A14B2B"/>
    <w:pPr>
      <w:keepNext/>
      <w:spacing w:line="300" w:lineRule="exact"/>
      <w:jc w:val="center"/>
      <w:outlineLvl w:val="0"/>
    </w:pPr>
    <w:rPr>
      <w:rFonts w:ascii="SL_Times New Roman" w:hAnsi="SL_Times New Roman"/>
      <w:b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126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126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12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126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qFormat/>
    <w:rsid w:val="00401261"/>
    <w:pPr>
      <w:keepNext/>
      <w:spacing w:line="300" w:lineRule="exact"/>
      <w:jc w:val="center"/>
      <w:outlineLvl w:val="7"/>
    </w:pPr>
    <w:rPr>
      <w:rFonts w:ascii="SL_Times New Roman" w:hAnsi="SL_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14B2B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a6"/>
    <w:uiPriority w:val="99"/>
    <w:rsid w:val="00A14B2B"/>
    <w:pPr>
      <w:tabs>
        <w:tab w:val="center" w:pos="4536"/>
        <w:tab w:val="right" w:pos="9072"/>
      </w:tabs>
    </w:pPr>
  </w:style>
  <w:style w:type="paragraph" w:customStyle="1" w:styleId="11">
    <w:name w:val="Ñòèëü1"/>
    <w:basedOn w:val="a"/>
    <w:link w:val="12"/>
    <w:rsid w:val="00A14B2B"/>
    <w:pPr>
      <w:spacing w:line="288" w:lineRule="auto"/>
    </w:pPr>
    <w:rPr>
      <w:sz w:val="28"/>
      <w:lang w:val="x-none" w:eastAsia="x-none"/>
    </w:rPr>
  </w:style>
  <w:style w:type="paragraph" w:customStyle="1" w:styleId="a7">
    <w:name w:val="МФ РТ"/>
    <w:basedOn w:val="11"/>
    <w:link w:val="a8"/>
    <w:qFormat/>
    <w:rsid w:val="005C0CC1"/>
    <w:pPr>
      <w:ind w:right="142" w:firstLine="709"/>
    </w:pPr>
    <w:rPr>
      <w:lang w:val="en-US"/>
    </w:rPr>
  </w:style>
  <w:style w:type="character" w:customStyle="1" w:styleId="12">
    <w:name w:val="Ñòèëü1 Знак"/>
    <w:link w:val="11"/>
    <w:rsid w:val="005C0CC1"/>
    <w:rPr>
      <w:sz w:val="28"/>
    </w:rPr>
  </w:style>
  <w:style w:type="character" w:customStyle="1" w:styleId="a8">
    <w:name w:val="МФ РТ Знак"/>
    <w:link w:val="a7"/>
    <w:rsid w:val="005C0CC1"/>
    <w:rPr>
      <w:sz w:val="28"/>
      <w:lang w:val="en-US"/>
    </w:rPr>
  </w:style>
  <w:style w:type="character" w:styleId="a9">
    <w:name w:val="Hyperlink"/>
    <w:rsid w:val="00F91897"/>
    <w:rPr>
      <w:color w:val="0000FF"/>
      <w:u w:val="single"/>
    </w:rPr>
  </w:style>
  <w:style w:type="paragraph" w:styleId="aa">
    <w:name w:val="Balloon Text"/>
    <w:basedOn w:val="a"/>
    <w:link w:val="ab"/>
    <w:uiPriority w:val="99"/>
    <w:rsid w:val="002910A4"/>
    <w:rPr>
      <w:rFonts w:ascii="Tahoma" w:hAnsi="Tahoma"/>
      <w:sz w:val="16"/>
      <w:szCs w:val="16"/>
      <w:lang w:val="x-none" w:eastAsia="x-none"/>
    </w:rPr>
  </w:style>
  <w:style w:type="character" w:customStyle="1" w:styleId="ab">
    <w:name w:val="Текст выноски Знак"/>
    <w:link w:val="aa"/>
    <w:uiPriority w:val="99"/>
    <w:rsid w:val="002910A4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AA117F"/>
  </w:style>
  <w:style w:type="paragraph" w:customStyle="1" w:styleId="Noeeu1">
    <w:name w:val="Noeeu1"/>
    <w:basedOn w:val="a"/>
    <w:rsid w:val="00494669"/>
    <w:pPr>
      <w:spacing w:line="288" w:lineRule="auto"/>
    </w:pPr>
    <w:rPr>
      <w:sz w:val="28"/>
    </w:rPr>
  </w:style>
  <w:style w:type="paragraph" w:styleId="ac">
    <w:name w:val="footnote text"/>
    <w:basedOn w:val="a"/>
    <w:link w:val="ad"/>
    <w:semiHidden/>
    <w:unhideWhenUsed/>
    <w:rsid w:val="00A143F3"/>
  </w:style>
  <w:style w:type="character" w:customStyle="1" w:styleId="ad">
    <w:name w:val="Текст сноски Знак"/>
    <w:basedOn w:val="a0"/>
    <w:link w:val="ac"/>
    <w:semiHidden/>
    <w:rsid w:val="00A143F3"/>
  </w:style>
  <w:style w:type="character" w:styleId="ae">
    <w:name w:val="footnote reference"/>
    <w:basedOn w:val="a0"/>
    <w:semiHidden/>
    <w:unhideWhenUsed/>
    <w:rsid w:val="00A143F3"/>
    <w:rPr>
      <w:vertAlign w:val="superscript"/>
    </w:rPr>
  </w:style>
  <w:style w:type="character" w:customStyle="1" w:styleId="20">
    <w:name w:val="Заголовок 2 Знак"/>
    <w:basedOn w:val="a0"/>
    <w:link w:val="2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401261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40126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401261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80">
    <w:name w:val="Заголовок 8 Знак"/>
    <w:basedOn w:val="a0"/>
    <w:link w:val="8"/>
    <w:rsid w:val="00401261"/>
    <w:rPr>
      <w:rFonts w:ascii="SL_Times New Roman" w:hAnsi="SL_Times New Roman"/>
      <w:b/>
      <w:sz w:val="24"/>
    </w:rPr>
  </w:style>
  <w:style w:type="paragraph" w:styleId="af">
    <w:name w:val="List Paragraph"/>
    <w:basedOn w:val="a"/>
    <w:uiPriority w:val="34"/>
    <w:qFormat/>
    <w:rsid w:val="00401261"/>
    <w:pPr>
      <w:spacing w:line="288" w:lineRule="auto"/>
      <w:ind w:left="720" w:firstLine="709"/>
      <w:contextualSpacing/>
    </w:pPr>
    <w:rPr>
      <w:rFonts w:ascii="SL_Times New Roman" w:eastAsiaTheme="minorHAnsi" w:hAnsi="SL_Times New Roman" w:cstheme="minorBidi"/>
      <w:sz w:val="28"/>
      <w:szCs w:val="22"/>
      <w:lang w:eastAsia="en-US"/>
    </w:rPr>
  </w:style>
  <w:style w:type="paragraph" w:customStyle="1" w:styleId="ConsPlusNonformat">
    <w:name w:val="ConsPlusNonformat"/>
    <w:uiPriority w:val="99"/>
    <w:rsid w:val="0040126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4012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6">
    <w:name w:val="Нижний колонтитул Знак"/>
    <w:basedOn w:val="a0"/>
    <w:link w:val="a5"/>
    <w:uiPriority w:val="99"/>
    <w:rsid w:val="00401261"/>
  </w:style>
  <w:style w:type="paragraph" w:customStyle="1" w:styleId="ConsPlusTitle">
    <w:name w:val="ConsPlusTitle"/>
    <w:rsid w:val="00401261"/>
    <w:pPr>
      <w:widowControl w:val="0"/>
      <w:autoSpaceDE w:val="0"/>
      <w:autoSpaceDN w:val="0"/>
      <w:adjustRightInd w:val="0"/>
    </w:pPr>
    <w:rPr>
      <w:rFonts w:ascii="SL_Times New Roman" w:eastAsiaTheme="minorEastAsia" w:hAnsi="SL_Times New Roman" w:cs="SL_Times New Roman"/>
      <w:b/>
      <w:bCs/>
      <w:sz w:val="28"/>
      <w:szCs w:val="28"/>
    </w:rPr>
  </w:style>
  <w:style w:type="paragraph" w:customStyle="1" w:styleId="af0">
    <w:name w:val="Заголовок"/>
    <w:basedOn w:val="a"/>
    <w:next w:val="af1"/>
    <w:rsid w:val="00401261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styleId="af1">
    <w:name w:val="Body Text"/>
    <w:basedOn w:val="a"/>
    <w:link w:val="af2"/>
    <w:rsid w:val="00401261"/>
    <w:pPr>
      <w:suppressAutoHyphens/>
      <w:jc w:val="center"/>
    </w:pPr>
    <w:rPr>
      <w:b/>
      <w:sz w:val="28"/>
      <w:szCs w:val="28"/>
      <w:lang w:eastAsia="ar-SA"/>
    </w:rPr>
  </w:style>
  <w:style w:type="character" w:customStyle="1" w:styleId="af2">
    <w:name w:val="Основной текст Знак"/>
    <w:basedOn w:val="a0"/>
    <w:link w:val="af1"/>
    <w:rsid w:val="00401261"/>
    <w:rPr>
      <w:b/>
      <w:sz w:val="28"/>
      <w:szCs w:val="28"/>
      <w:lang w:eastAsia="ar-SA"/>
    </w:rPr>
  </w:style>
  <w:style w:type="paragraph" w:styleId="af3">
    <w:name w:val="List"/>
    <w:basedOn w:val="af1"/>
    <w:rsid w:val="00401261"/>
    <w:rPr>
      <w:rFonts w:cs="Tahoma"/>
    </w:rPr>
  </w:style>
  <w:style w:type="paragraph" w:customStyle="1" w:styleId="ConsPlusNormal">
    <w:name w:val="ConsPlusNormal"/>
    <w:rsid w:val="00401261"/>
    <w:pPr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4">
    <w:name w:val="Body Text Indent"/>
    <w:basedOn w:val="a"/>
    <w:link w:val="af5"/>
    <w:rsid w:val="00401261"/>
    <w:pPr>
      <w:suppressAutoHyphens/>
      <w:autoSpaceDE w:val="0"/>
      <w:ind w:firstLine="720"/>
      <w:jc w:val="both"/>
    </w:pPr>
    <w:rPr>
      <w:sz w:val="28"/>
      <w:szCs w:val="28"/>
      <w:lang w:eastAsia="ar-SA"/>
    </w:rPr>
  </w:style>
  <w:style w:type="character" w:customStyle="1" w:styleId="af5">
    <w:name w:val="Основной текст с отступом Знак"/>
    <w:basedOn w:val="a0"/>
    <w:link w:val="af4"/>
    <w:rsid w:val="00401261"/>
    <w:rPr>
      <w:sz w:val="28"/>
      <w:szCs w:val="28"/>
      <w:lang w:eastAsia="ar-SA"/>
    </w:rPr>
  </w:style>
  <w:style w:type="paragraph" w:customStyle="1" w:styleId="21">
    <w:name w:val="Основной текст с отступом 21"/>
    <w:basedOn w:val="a"/>
    <w:rsid w:val="00401261"/>
    <w:pPr>
      <w:suppressAutoHyphens/>
      <w:autoSpaceDE w:val="0"/>
      <w:ind w:firstLine="709"/>
      <w:jc w:val="both"/>
    </w:pPr>
    <w:rPr>
      <w:sz w:val="28"/>
      <w:szCs w:val="28"/>
      <w:lang w:eastAsia="ar-SA"/>
    </w:rPr>
  </w:style>
  <w:style w:type="paragraph" w:customStyle="1" w:styleId="31">
    <w:name w:val="Основной текст 31"/>
    <w:basedOn w:val="a"/>
    <w:rsid w:val="00401261"/>
    <w:pPr>
      <w:tabs>
        <w:tab w:val="left" w:pos="883"/>
        <w:tab w:val="left" w:pos="13450"/>
      </w:tabs>
      <w:suppressAutoHyphens/>
      <w:jc w:val="center"/>
    </w:pPr>
    <w:rPr>
      <w:color w:val="000000"/>
      <w:sz w:val="28"/>
      <w:szCs w:val="28"/>
      <w:lang w:eastAsia="ar-SA"/>
    </w:rPr>
  </w:style>
  <w:style w:type="table" w:styleId="af6">
    <w:name w:val="Table Grid"/>
    <w:basedOn w:val="a1"/>
    <w:uiPriority w:val="59"/>
    <w:rsid w:val="0040126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01261"/>
    <w:rPr>
      <w:rFonts w:ascii="SL_Times New Roman" w:hAnsi="SL_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Templ97\&#1087;&#1088;&#1080;&#1082;&#1072;&#1079;20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4E12A1-CE18-46EE-B078-EA3FE5584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приказ2015</Template>
  <TotalTime>2930</TotalTime>
  <Pages>20</Pages>
  <Words>5476</Words>
  <Characters>40421</Characters>
  <Application>Microsoft Office Word</Application>
  <DocSecurity>0</DocSecurity>
  <Lines>336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ТАТАРСТАН РЕСПУБЛИКАСЫНЫЈ</vt:lpstr>
    </vt:vector>
  </TitlesOfParts>
  <Company>Минфин РТ</Company>
  <LinksUpToDate>false</LinksUpToDate>
  <CharactersWithSpaces>45806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ТАТАРСТАН РЕСПУБЛИКАСЫНЫЈ</dc:title>
  <dc:creator>Алия Загидуллина</dc:creator>
  <cp:lastModifiedBy>Алия Загидуллина</cp:lastModifiedBy>
  <cp:revision>197</cp:revision>
  <cp:lastPrinted>2020-04-06T12:31:00Z</cp:lastPrinted>
  <dcterms:created xsi:type="dcterms:W3CDTF">2018-01-11T11:51:00Z</dcterms:created>
  <dcterms:modified xsi:type="dcterms:W3CDTF">2020-04-18T11:22:00Z</dcterms:modified>
</cp:coreProperties>
</file>