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RPr="00A22506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A22506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proofErr w:type="gramStart"/>
            <w:r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  <w:proofErr w:type="gramEnd"/>
          </w:p>
          <w:p w:rsidR="002E4431" w:rsidRPr="00A22506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proofErr w:type="gramStart"/>
            <w:r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  <w:proofErr w:type="gramEnd"/>
          </w:p>
          <w:p w:rsidR="00F91897" w:rsidRPr="00A22506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A22506" w:rsidRDefault="00AA1E2E" w:rsidP="00AA1E2E"/>
        </w:tc>
        <w:tc>
          <w:tcPr>
            <w:tcW w:w="1418" w:type="dxa"/>
          </w:tcPr>
          <w:p w:rsidR="008B4254" w:rsidRPr="00A22506" w:rsidRDefault="006024D5" w:rsidP="00883C9A">
            <w:pPr>
              <w:ind w:left="7" w:hanging="7"/>
              <w:jc w:val="center"/>
            </w:pPr>
            <w:r w:rsidRPr="00A22506">
              <w:rPr>
                <w:noProof/>
              </w:rPr>
              <w:drawing>
                <wp:inline distT="0" distB="0" distL="0" distR="0" wp14:anchorId="3A86606E" wp14:editId="502E344D">
                  <wp:extent cx="723900" cy="704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A22506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A22506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proofErr w:type="gramStart"/>
            <w:r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A22506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  <w:proofErr w:type="gramEnd"/>
          </w:p>
          <w:p w:rsidR="008B4254" w:rsidRPr="00A22506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A22506" w:rsidRDefault="00AA1E2E" w:rsidP="00AA1E2E"/>
        </w:tc>
      </w:tr>
    </w:tbl>
    <w:p w:rsidR="008B4254" w:rsidRPr="00A22506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A22506" w:rsidRDefault="0016001D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RPr="00A22506" w:rsidTr="00CF7DA6">
        <w:tc>
          <w:tcPr>
            <w:tcW w:w="2268" w:type="dxa"/>
            <w:vAlign w:val="bottom"/>
          </w:tcPr>
          <w:p w:rsidR="00A143F3" w:rsidRPr="00A22506" w:rsidRDefault="00A143F3" w:rsidP="00CF7DA6">
            <w:pPr>
              <w:pStyle w:val="Noeeu1"/>
              <w:jc w:val="center"/>
            </w:pPr>
            <w:r w:rsidRPr="00A22506"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Pr="00A22506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Pr="00A22506" w:rsidRDefault="00A143F3" w:rsidP="00CF7DA6">
            <w:pPr>
              <w:pStyle w:val="Noeeu1"/>
              <w:jc w:val="center"/>
            </w:pPr>
            <w:r w:rsidRPr="00A22506">
              <w:rPr>
                <w:b/>
              </w:rPr>
              <w:t>БОЕРЫК</w:t>
            </w:r>
          </w:p>
        </w:tc>
      </w:tr>
      <w:tr w:rsidR="00494669" w:rsidRPr="00A22506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A22506" w:rsidRDefault="00494669" w:rsidP="00A87942">
            <w:pPr>
              <w:pStyle w:val="Noeeu1"/>
              <w:jc w:val="center"/>
              <w:rPr>
                <w:lang w:val="en-US"/>
              </w:rPr>
            </w:pPr>
          </w:p>
        </w:tc>
        <w:tc>
          <w:tcPr>
            <w:tcW w:w="4077" w:type="dxa"/>
            <w:vAlign w:val="bottom"/>
          </w:tcPr>
          <w:p w:rsidR="00494669" w:rsidRPr="00A22506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A22506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Pr="00A22506" w:rsidRDefault="00494669" w:rsidP="00A87942">
            <w:pPr>
              <w:pStyle w:val="Noeeu1"/>
              <w:jc w:val="center"/>
            </w:pPr>
            <w:r w:rsidRPr="00A22506"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Pr="00A22506" w:rsidRDefault="00494669" w:rsidP="00A87942">
            <w:pPr>
              <w:pStyle w:val="Noeeu1"/>
            </w:pPr>
          </w:p>
        </w:tc>
      </w:tr>
    </w:tbl>
    <w:p w:rsidR="00444AC9" w:rsidRPr="00A22506" w:rsidRDefault="00444AC9" w:rsidP="00282165">
      <w:pPr>
        <w:pStyle w:val="10"/>
        <w:ind w:left="284" w:firstLine="709"/>
        <w:rPr>
          <w:lang w:val="en-US"/>
        </w:rPr>
      </w:pPr>
    </w:p>
    <w:p w:rsidR="00ED0C50" w:rsidRPr="00A22506" w:rsidRDefault="00ED0C50">
      <w:pPr>
        <w:spacing w:after="1" w:line="280" w:lineRule="atLeast"/>
        <w:jc w:val="both"/>
      </w:pPr>
    </w:p>
    <w:p w:rsidR="00ED0C50" w:rsidRPr="002E0D4E" w:rsidRDefault="00ED0C50" w:rsidP="006024D5">
      <w:pPr>
        <w:spacing w:after="1"/>
        <w:ind w:right="5385"/>
        <w:jc w:val="both"/>
      </w:pPr>
      <w:r w:rsidRPr="002E0D4E">
        <w:rPr>
          <w:sz w:val="28"/>
        </w:rPr>
        <w:t>Об утверждении типовых форм соглашений (договоров) о предоставлении из бюджета Республики Татарстан грантов в форме субсидий в соответствии с пунктом 7 статьи 78 и пунктом 4 статьи 78</w:t>
      </w:r>
      <w:r w:rsidRPr="002E0D4E">
        <w:rPr>
          <w:sz w:val="28"/>
          <w:vertAlign w:val="superscript"/>
        </w:rPr>
        <w:t xml:space="preserve">1 </w:t>
      </w:r>
      <w:r w:rsidRPr="002E0D4E">
        <w:rPr>
          <w:sz w:val="28"/>
        </w:rPr>
        <w:t>Бюджетного Кодекса Российской Федерации</w:t>
      </w:r>
    </w:p>
    <w:p w:rsidR="00ED0C50" w:rsidRPr="002E0D4E" w:rsidRDefault="00ED0C50" w:rsidP="006024D5">
      <w:pPr>
        <w:spacing w:after="1"/>
        <w:jc w:val="both"/>
      </w:pPr>
    </w:p>
    <w:p w:rsidR="00B909EB" w:rsidRPr="002E0D4E" w:rsidRDefault="00B909EB" w:rsidP="006024D5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bookmarkStart w:id="0" w:name="P15"/>
      <w:bookmarkEnd w:id="0"/>
    </w:p>
    <w:p w:rsidR="00B909EB" w:rsidRPr="002E0D4E" w:rsidRDefault="00B909EB" w:rsidP="006024D5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B909EB" w:rsidRPr="002E0D4E" w:rsidRDefault="00B909EB" w:rsidP="006024D5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П р и </w:t>
      </w:r>
      <w:proofErr w:type="gramStart"/>
      <w:r w:rsidRPr="002E0D4E">
        <w:rPr>
          <w:sz w:val="28"/>
          <w:szCs w:val="28"/>
        </w:rPr>
        <w:t>к</w:t>
      </w:r>
      <w:proofErr w:type="gramEnd"/>
      <w:r w:rsidRPr="002E0D4E">
        <w:rPr>
          <w:sz w:val="28"/>
          <w:szCs w:val="28"/>
        </w:rPr>
        <w:t xml:space="preserve"> а з ы в а ю:</w:t>
      </w:r>
    </w:p>
    <w:p w:rsidR="00B909EB" w:rsidRPr="002E0D4E" w:rsidRDefault="00B909EB" w:rsidP="006024D5">
      <w:pPr>
        <w:ind w:firstLine="540"/>
        <w:jc w:val="both"/>
        <w:rPr>
          <w:sz w:val="28"/>
        </w:rPr>
      </w:pPr>
    </w:p>
    <w:p w:rsidR="00B909EB" w:rsidRPr="002E0D4E" w:rsidRDefault="00ED0C50" w:rsidP="006024D5">
      <w:pPr>
        <w:ind w:firstLine="540"/>
        <w:jc w:val="both"/>
        <w:rPr>
          <w:sz w:val="28"/>
        </w:rPr>
      </w:pPr>
      <w:r w:rsidRPr="002E0D4E">
        <w:rPr>
          <w:sz w:val="28"/>
        </w:rPr>
        <w:t>Утвердить прилагаемые:</w:t>
      </w:r>
    </w:p>
    <w:p w:rsidR="00ED0C50" w:rsidRPr="002E0D4E" w:rsidRDefault="00ED0C50" w:rsidP="006024D5">
      <w:pPr>
        <w:ind w:firstLine="540"/>
        <w:jc w:val="both"/>
      </w:pPr>
      <w:r w:rsidRPr="002E0D4E">
        <w:rPr>
          <w:sz w:val="28"/>
        </w:rPr>
        <w:t xml:space="preserve">Типовую </w:t>
      </w:r>
      <w:hyperlink w:anchor="P39" w:history="1">
        <w:r w:rsidRPr="002E0D4E">
          <w:rPr>
            <w:sz w:val="28"/>
          </w:rPr>
          <w:t>форму</w:t>
        </w:r>
      </w:hyperlink>
      <w:r w:rsidRPr="002E0D4E">
        <w:rPr>
          <w:sz w:val="28"/>
        </w:rPr>
        <w:t xml:space="preserve"> соглашения (договора) о предоставлении из бюджета </w:t>
      </w:r>
      <w:r w:rsidR="00E36BBA" w:rsidRPr="002E0D4E">
        <w:rPr>
          <w:sz w:val="28"/>
        </w:rPr>
        <w:t xml:space="preserve">Республики Татарстан </w:t>
      </w:r>
      <w:r w:rsidRPr="002E0D4E">
        <w:rPr>
          <w:sz w:val="28"/>
        </w:rPr>
        <w:t>грантов в форме субсидий в соответствии с пунктом 7 статьи 78 Бюджетного кодекса Российской Федерации;</w:t>
      </w:r>
    </w:p>
    <w:p w:rsidR="00ED0C50" w:rsidRPr="002E0D4E" w:rsidRDefault="00ED0C50" w:rsidP="006024D5">
      <w:pPr>
        <w:ind w:firstLine="540"/>
        <w:jc w:val="both"/>
      </w:pPr>
      <w:r w:rsidRPr="002E0D4E">
        <w:rPr>
          <w:sz w:val="28"/>
        </w:rPr>
        <w:t xml:space="preserve">Типовую </w:t>
      </w:r>
      <w:hyperlink w:anchor="P2258" w:history="1">
        <w:r w:rsidRPr="002E0D4E">
          <w:rPr>
            <w:sz w:val="28"/>
          </w:rPr>
          <w:t>форму</w:t>
        </w:r>
      </w:hyperlink>
      <w:r w:rsidRPr="002E0D4E">
        <w:rPr>
          <w:sz w:val="28"/>
        </w:rPr>
        <w:t xml:space="preserve"> соглашения (договора) о предоставлении из бюджета</w:t>
      </w:r>
      <w:r w:rsidR="00E36BBA" w:rsidRPr="002E0D4E">
        <w:rPr>
          <w:sz w:val="28"/>
        </w:rPr>
        <w:t xml:space="preserve"> Республики Татарстан</w:t>
      </w:r>
      <w:r w:rsidRPr="002E0D4E">
        <w:rPr>
          <w:sz w:val="28"/>
        </w:rPr>
        <w:t xml:space="preserve"> грантов в форме субсидий в соответствии с пунктом 4 статьи 78</w:t>
      </w:r>
      <w:r w:rsidRPr="002E0D4E">
        <w:rPr>
          <w:sz w:val="28"/>
          <w:vertAlign w:val="superscript"/>
        </w:rPr>
        <w:t>1</w:t>
      </w:r>
      <w:r w:rsidRPr="002E0D4E">
        <w:rPr>
          <w:sz w:val="28"/>
        </w:rPr>
        <w:t xml:space="preserve"> Бюджетного кодекса Российской Федерации.</w:t>
      </w:r>
    </w:p>
    <w:p w:rsidR="00ED0C50" w:rsidRPr="002E0D4E" w:rsidRDefault="00ED0C50" w:rsidP="006024D5">
      <w:pPr>
        <w:spacing w:after="1"/>
        <w:jc w:val="both"/>
      </w:pPr>
    </w:p>
    <w:p w:rsidR="002E0D4E" w:rsidRDefault="002E0D4E" w:rsidP="006024D5">
      <w:pPr>
        <w:spacing w:after="1"/>
        <w:jc w:val="both"/>
        <w:rPr>
          <w:sz w:val="28"/>
          <w:szCs w:val="28"/>
        </w:rPr>
      </w:pPr>
    </w:p>
    <w:p w:rsidR="00ED0C50" w:rsidRPr="002E0D4E" w:rsidRDefault="00B909EB" w:rsidP="006024D5">
      <w:pPr>
        <w:spacing w:after="1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Министр                                                                </w:t>
      </w:r>
      <w:r w:rsidR="00C4465A" w:rsidRPr="002E0D4E">
        <w:rPr>
          <w:sz w:val="28"/>
          <w:szCs w:val="28"/>
        </w:rPr>
        <w:t xml:space="preserve">                       </w:t>
      </w:r>
      <w:r w:rsidR="00145160" w:rsidRPr="002E0D4E">
        <w:rPr>
          <w:sz w:val="28"/>
          <w:szCs w:val="28"/>
        </w:rPr>
        <w:t xml:space="preserve">        </w:t>
      </w:r>
      <w:r w:rsidR="00C4465A" w:rsidRPr="002E0D4E">
        <w:rPr>
          <w:sz w:val="28"/>
          <w:szCs w:val="28"/>
        </w:rPr>
        <w:t xml:space="preserve">      </w:t>
      </w:r>
      <w:r w:rsidR="00D56313" w:rsidRPr="002E0D4E">
        <w:rPr>
          <w:sz w:val="28"/>
          <w:szCs w:val="28"/>
        </w:rPr>
        <w:t xml:space="preserve"> </w:t>
      </w:r>
      <w:proofErr w:type="spellStart"/>
      <w:r w:rsidRPr="002E0D4E">
        <w:rPr>
          <w:sz w:val="28"/>
          <w:szCs w:val="28"/>
        </w:rPr>
        <w:t>Р.Р.Гайзатуллин</w:t>
      </w:r>
      <w:proofErr w:type="spellEnd"/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both"/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B909EB" w:rsidRPr="002E0D4E" w:rsidRDefault="00B909EB">
      <w:pPr>
        <w:spacing w:after="1" w:line="280" w:lineRule="atLeast"/>
        <w:jc w:val="right"/>
        <w:outlineLvl w:val="0"/>
        <w:rPr>
          <w:sz w:val="28"/>
        </w:rPr>
      </w:pPr>
    </w:p>
    <w:p w:rsidR="004272E6" w:rsidRDefault="004272E6">
      <w:pPr>
        <w:spacing w:after="1" w:line="280" w:lineRule="atLeast"/>
        <w:jc w:val="right"/>
        <w:outlineLvl w:val="0"/>
        <w:rPr>
          <w:sz w:val="28"/>
        </w:rPr>
      </w:pPr>
    </w:p>
    <w:p w:rsidR="00CB5A6D" w:rsidRPr="002E0D4E" w:rsidRDefault="00CB5A6D">
      <w:pPr>
        <w:spacing w:after="1" w:line="280" w:lineRule="atLeast"/>
        <w:jc w:val="right"/>
        <w:outlineLvl w:val="0"/>
        <w:rPr>
          <w:sz w:val="28"/>
        </w:rPr>
      </w:pPr>
    </w:p>
    <w:p w:rsidR="00D93EA6" w:rsidRPr="002E0D4E" w:rsidRDefault="00D93EA6" w:rsidP="00D93EA6">
      <w:pPr>
        <w:spacing w:after="1" w:line="280" w:lineRule="atLeast"/>
        <w:jc w:val="right"/>
        <w:outlineLvl w:val="0"/>
      </w:pPr>
      <w:r w:rsidRPr="002E0D4E">
        <w:rPr>
          <w:sz w:val="28"/>
        </w:rPr>
        <w:lastRenderedPageBreak/>
        <w:t>Утверждена</w:t>
      </w:r>
    </w:p>
    <w:p w:rsidR="00D93EA6" w:rsidRPr="002E0D4E" w:rsidRDefault="00D93EA6" w:rsidP="00D93EA6">
      <w:pPr>
        <w:spacing w:after="1" w:line="280" w:lineRule="atLeast"/>
        <w:jc w:val="right"/>
        <w:rPr>
          <w:sz w:val="28"/>
        </w:rPr>
      </w:pPr>
      <w:r w:rsidRPr="002E0D4E">
        <w:rPr>
          <w:sz w:val="28"/>
        </w:rPr>
        <w:t xml:space="preserve">приказом </w:t>
      </w:r>
    </w:p>
    <w:p w:rsidR="00D93EA6" w:rsidRPr="002E0D4E" w:rsidRDefault="00D93EA6" w:rsidP="00D93EA6">
      <w:pPr>
        <w:spacing w:after="1" w:line="280" w:lineRule="atLeast"/>
        <w:ind w:left="7230"/>
      </w:pPr>
      <w:r w:rsidRPr="002E0D4E">
        <w:rPr>
          <w:sz w:val="28"/>
        </w:rPr>
        <w:t>Министерства финансов</w:t>
      </w:r>
    </w:p>
    <w:p w:rsidR="00D93EA6" w:rsidRPr="002E0D4E" w:rsidRDefault="00D93EA6" w:rsidP="00D93EA6">
      <w:pPr>
        <w:spacing w:after="1" w:line="280" w:lineRule="atLeast"/>
        <w:ind w:left="7230"/>
      </w:pPr>
      <w:r w:rsidRPr="002E0D4E">
        <w:rPr>
          <w:sz w:val="28"/>
        </w:rPr>
        <w:t>Республики     Татарстан</w:t>
      </w:r>
    </w:p>
    <w:p w:rsidR="00ED0C50" w:rsidRPr="002E0D4E" w:rsidRDefault="00D93EA6" w:rsidP="00D93EA6">
      <w:pPr>
        <w:spacing w:after="1" w:line="280" w:lineRule="atLeast"/>
        <w:jc w:val="center"/>
      </w:pPr>
      <w:r w:rsidRPr="002E0D4E">
        <w:rPr>
          <w:sz w:val="28"/>
        </w:rPr>
        <w:t xml:space="preserve">                                                                                                       от_________№________</w:t>
      </w:r>
    </w:p>
    <w:p w:rsidR="00ED0C50" w:rsidRPr="002E0D4E" w:rsidRDefault="00D93EA6">
      <w:pPr>
        <w:spacing w:after="1" w:line="280" w:lineRule="atLeast"/>
        <w:jc w:val="both"/>
      </w:pPr>
      <w:r w:rsidRPr="002E0D4E">
        <w:t xml:space="preserve">                                            </w:t>
      </w:r>
    </w:p>
    <w:p w:rsidR="00F6468F" w:rsidRPr="002E0D4E" w:rsidRDefault="00F6468F">
      <w:pPr>
        <w:spacing w:after="1" w:line="280" w:lineRule="atLeast"/>
        <w:jc w:val="center"/>
        <w:rPr>
          <w:sz w:val="28"/>
        </w:rPr>
      </w:pPr>
      <w:bookmarkStart w:id="1" w:name="P39"/>
      <w:bookmarkEnd w:id="1"/>
    </w:p>
    <w:p w:rsidR="00ED0C50" w:rsidRPr="002E0D4E" w:rsidRDefault="00ED0C50">
      <w:pPr>
        <w:spacing w:after="1" w:line="280" w:lineRule="atLeast"/>
        <w:jc w:val="center"/>
      </w:pPr>
      <w:r w:rsidRPr="002E0D4E">
        <w:rPr>
          <w:sz w:val="28"/>
        </w:rPr>
        <w:t>Типовая форма соглашения (договора)</w:t>
      </w:r>
    </w:p>
    <w:p w:rsidR="00ED0C50" w:rsidRPr="002E0D4E" w:rsidRDefault="00ED0C50">
      <w:pPr>
        <w:spacing w:after="1" w:line="280" w:lineRule="atLeast"/>
        <w:jc w:val="center"/>
      </w:pPr>
      <w:r w:rsidRPr="002E0D4E">
        <w:rPr>
          <w:sz w:val="28"/>
        </w:rPr>
        <w:t>о предоставлении из бюджета</w:t>
      </w:r>
      <w:r w:rsidR="00E36BBA" w:rsidRPr="002E0D4E">
        <w:rPr>
          <w:sz w:val="28"/>
        </w:rPr>
        <w:t xml:space="preserve"> Республики Татарстан</w:t>
      </w:r>
      <w:r w:rsidRPr="002E0D4E">
        <w:rPr>
          <w:sz w:val="28"/>
        </w:rPr>
        <w:t xml:space="preserve"> грантов в форме</w:t>
      </w:r>
    </w:p>
    <w:p w:rsidR="00ED0C50" w:rsidRPr="002E0D4E" w:rsidRDefault="00ED0C50">
      <w:pPr>
        <w:spacing w:after="1" w:line="280" w:lineRule="atLeast"/>
        <w:jc w:val="center"/>
      </w:pPr>
      <w:r w:rsidRPr="002E0D4E">
        <w:rPr>
          <w:sz w:val="28"/>
        </w:rPr>
        <w:t>субсидий в соответствии с пунктом 7 статьи 78 Бюджетного</w:t>
      </w:r>
    </w:p>
    <w:p w:rsidR="00ED0C50" w:rsidRPr="002E0D4E" w:rsidRDefault="00ED0C50">
      <w:pPr>
        <w:spacing w:after="1" w:line="280" w:lineRule="atLeast"/>
        <w:jc w:val="center"/>
        <w:rPr>
          <w:vertAlign w:val="superscript"/>
        </w:rPr>
      </w:pPr>
      <w:r w:rsidRPr="002E0D4E">
        <w:rPr>
          <w:sz w:val="28"/>
        </w:rPr>
        <w:t>кодекса Российской Федерации</w:t>
      </w:r>
      <w:hyperlink w:anchor="P461" w:history="1">
        <w:r w:rsidRPr="002E0D4E">
          <w:rPr>
            <w:sz w:val="28"/>
            <w:vertAlign w:val="superscript"/>
          </w:rPr>
          <w:t>1</w:t>
        </w:r>
      </w:hyperlink>
    </w:p>
    <w:p w:rsidR="00ED0C50" w:rsidRPr="002E0D4E" w:rsidRDefault="00ED0C50" w:rsidP="002608E3">
      <w:pPr>
        <w:spacing w:after="1" w:line="200" w:lineRule="atLeast"/>
        <w:jc w:val="center"/>
      </w:pPr>
      <w:r w:rsidRPr="002E0D4E">
        <w:t>г.</w:t>
      </w:r>
      <w:r w:rsidRPr="002E0D4E">
        <w:rPr>
          <w:rFonts w:ascii="Courier New" w:hAnsi="Courier New" w:cs="Courier New"/>
        </w:rPr>
        <w:t xml:space="preserve"> ___________________________________________</w:t>
      </w:r>
    </w:p>
    <w:p w:rsidR="00ED0C50" w:rsidRPr="002E0D4E" w:rsidRDefault="00ED0C50" w:rsidP="002608E3">
      <w:pPr>
        <w:spacing w:after="1" w:line="200" w:lineRule="atLeast"/>
        <w:jc w:val="center"/>
      </w:pPr>
      <w:r w:rsidRPr="002E0D4E">
        <w:t>(место заключения соглашения (договора)</w:t>
      </w:r>
      <w:r w:rsidR="00D43376" w:rsidRPr="002E0D4E">
        <w:t>)</w:t>
      </w:r>
    </w:p>
    <w:p w:rsidR="00ED0C50" w:rsidRPr="002E0D4E" w:rsidRDefault="00E310E9" w:rsidP="00E310E9">
      <w:pPr>
        <w:spacing w:after="1" w:line="200" w:lineRule="atLeast"/>
        <w:jc w:val="both"/>
      </w:pPr>
      <w:r w:rsidRPr="002E0D4E">
        <w:rPr>
          <w:sz w:val="28"/>
          <w:szCs w:val="28"/>
        </w:rPr>
        <w:t>«</w:t>
      </w:r>
      <w:r w:rsidR="00ED0C50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>» ________</w:t>
      </w:r>
      <w:r w:rsidR="00ED0C50" w:rsidRPr="002E0D4E">
        <w:rPr>
          <w:sz w:val="28"/>
          <w:szCs w:val="28"/>
        </w:rPr>
        <w:t xml:space="preserve">20__ г. </w:t>
      </w:r>
      <w:r w:rsidRPr="002E0D4E">
        <w:rPr>
          <w:sz w:val="28"/>
          <w:szCs w:val="28"/>
        </w:rPr>
        <w:t xml:space="preserve">                                                                        </w:t>
      </w:r>
      <w:r w:rsidR="00C50DDF" w:rsidRPr="002E0D4E">
        <w:rPr>
          <w:sz w:val="28"/>
          <w:szCs w:val="28"/>
        </w:rPr>
        <w:t xml:space="preserve">            </w:t>
      </w:r>
      <w:r w:rsidRPr="002E0D4E">
        <w:rPr>
          <w:sz w:val="28"/>
          <w:szCs w:val="28"/>
        </w:rPr>
        <w:t>№</w:t>
      </w:r>
      <w:r w:rsidR="00ED0C50" w:rsidRPr="002E0D4E">
        <w:rPr>
          <w:sz w:val="28"/>
          <w:szCs w:val="28"/>
        </w:rPr>
        <w:t>__________</w:t>
      </w:r>
    </w:p>
    <w:p w:rsidR="00ED0C50" w:rsidRPr="002E0D4E" w:rsidRDefault="00ED0C50" w:rsidP="00E310E9">
      <w:pPr>
        <w:spacing w:after="1" w:line="200" w:lineRule="atLeast"/>
        <w:jc w:val="both"/>
      </w:pPr>
      <w:r w:rsidRPr="002E0D4E">
        <w:t xml:space="preserve"> (дата заключения соглашения                        </w:t>
      </w:r>
      <w:r w:rsidR="00E310E9" w:rsidRPr="002E0D4E">
        <w:t xml:space="preserve">                                                           </w:t>
      </w:r>
      <w:r w:rsidR="00C50DDF" w:rsidRPr="002E0D4E">
        <w:t xml:space="preserve">                                 </w:t>
      </w:r>
      <w:proofErr w:type="gramStart"/>
      <w:r w:rsidR="00C50DDF" w:rsidRPr="002E0D4E">
        <w:t xml:space="preserve">  </w:t>
      </w:r>
      <w:r w:rsidR="00BC3404" w:rsidRPr="002E0D4E">
        <w:t xml:space="preserve"> </w:t>
      </w:r>
      <w:r w:rsidRPr="002E0D4E">
        <w:t>(</w:t>
      </w:r>
      <w:proofErr w:type="gramEnd"/>
      <w:r w:rsidRPr="002E0D4E">
        <w:t>номер соглашения</w:t>
      </w:r>
    </w:p>
    <w:p w:rsidR="00ED0C50" w:rsidRPr="002E0D4E" w:rsidRDefault="00ED0C50" w:rsidP="00E310E9">
      <w:pPr>
        <w:spacing w:after="1" w:line="200" w:lineRule="atLeast"/>
        <w:jc w:val="both"/>
      </w:pPr>
      <w:r w:rsidRPr="002E0D4E">
        <w:t xml:space="preserve"> (договора</w:t>
      </w:r>
      <w:proofErr w:type="gramStart"/>
      <w:r w:rsidRPr="002E0D4E">
        <w:t>)</w:t>
      </w:r>
      <w:r w:rsidR="005E1B35" w:rsidRPr="002E0D4E">
        <w:t>)</w:t>
      </w:r>
      <w:r w:rsidRPr="002E0D4E">
        <w:t xml:space="preserve">   </w:t>
      </w:r>
      <w:proofErr w:type="gramEnd"/>
      <w:r w:rsidRPr="002E0D4E">
        <w:t xml:space="preserve">                               </w:t>
      </w:r>
      <w:r w:rsidR="00E310E9" w:rsidRPr="002E0D4E">
        <w:t xml:space="preserve">                                                                                                </w:t>
      </w:r>
      <w:r w:rsidR="00C50DDF" w:rsidRPr="002E0D4E">
        <w:t xml:space="preserve">  </w:t>
      </w:r>
      <w:r w:rsidR="00E310E9" w:rsidRPr="002E0D4E">
        <w:t xml:space="preserve">     </w:t>
      </w:r>
      <w:r w:rsidRPr="002E0D4E">
        <w:t xml:space="preserve">  </w:t>
      </w:r>
      <w:r w:rsidR="005C6606" w:rsidRPr="002E0D4E">
        <w:t xml:space="preserve">           </w:t>
      </w:r>
      <w:r w:rsidR="00C50DDF" w:rsidRPr="002E0D4E">
        <w:t xml:space="preserve"> </w:t>
      </w:r>
      <w:r w:rsidRPr="002E0D4E">
        <w:t>(договора)</w:t>
      </w:r>
      <w:r w:rsidR="005E1B35" w:rsidRPr="002E0D4E">
        <w:t>)</w:t>
      </w:r>
      <w:r w:rsidRPr="002E0D4E">
        <w:t xml:space="preserve"> </w:t>
      </w:r>
    </w:p>
    <w:p w:rsidR="000B56B7" w:rsidRPr="002E0D4E" w:rsidRDefault="000B56B7" w:rsidP="00563296">
      <w:pPr>
        <w:jc w:val="both"/>
      </w:pPr>
    </w:p>
    <w:p w:rsidR="00ED0C50" w:rsidRPr="002E0D4E" w:rsidRDefault="00ED0C50" w:rsidP="00563296">
      <w:pPr>
        <w:jc w:val="both"/>
      </w:pPr>
      <w:r w:rsidRPr="002E0D4E">
        <w:t>_________________________________________________________________________</w:t>
      </w:r>
      <w:r w:rsidR="00E310E9" w:rsidRPr="002E0D4E">
        <w:t>____________</w:t>
      </w:r>
      <w:r w:rsidR="001C20D2" w:rsidRPr="002E0D4E">
        <w:t>____</w:t>
      </w:r>
      <w:r w:rsidR="00E310E9" w:rsidRPr="002E0D4E">
        <w:t>___________</w:t>
      </w:r>
      <w:r w:rsidRPr="002E0D4E">
        <w:t>_,</w:t>
      </w:r>
    </w:p>
    <w:p w:rsidR="004932A0" w:rsidRPr="002E0D4E" w:rsidRDefault="004932A0" w:rsidP="004932A0">
      <w:pPr>
        <w:autoSpaceDE w:val="0"/>
        <w:autoSpaceDN w:val="0"/>
        <w:adjustRightInd w:val="0"/>
        <w:jc w:val="center"/>
        <w:outlineLvl w:val="0"/>
      </w:pPr>
      <w:r w:rsidRPr="002E0D4E">
        <w:t>(наименование исполнительного органа государственной власти Республики</w:t>
      </w:r>
    </w:p>
    <w:p w:rsidR="004932A0" w:rsidRPr="002E0D4E" w:rsidRDefault="004932A0" w:rsidP="004932A0">
      <w:pPr>
        <w:autoSpaceDE w:val="0"/>
        <w:autoSpaceDN w:val="0"/>
        <w:adjustRightInd w:val="0"/>
        <w:jc w:val="center"/>
        <w:outlineLvl w:val="0"/>
      </w:pPr>
      <w:r w:rsidRPr="002E0D4E">
        <w:t>Татарстан (государственного органа), осуществляющего функции главного</w:t>
      </w:r>
    </w:p>
    <w:p w:rsidR="004932A0" w:rsidRPr="002E0D4E" w:rsidRDefault="004932A0" w:rsidP="004932A0">
      <w:pPr>
        <w:autoSpaceDE w:val="0"/>
        <w:autoSpaceDN w:val="0"/>
        <w:adjustRightInd w:val="0"/>
        <w:jc w:val="center"/>
        <w:outlineLvl w:val="0"/>
      </w:pPr>
      <w:r w:rsidRPr="002E0D4E">
        <w:t>распорядителя средств бюджета Республики Татарстан)</w:t>
      </w:r>
    </w:p>
    <w:p w:rsidR="00A3700A" w:rsidRPr="002E0D4E" w:rsidRDefault="004932A0" w:rsidP="004932A0">
      <w:pPr>
        <w:autoSpaceDE w:val="0"/>
        <w:autoSpaceDN w:val="0"/>
        <w:adjustRightInd w:val="0"/>
        <w:jc w:val="both"/>
        <w:outlineLvl w:val="0"/>
      </w:pPr>
      <w:r w:rsidRPr="002E0D4E">
        <w:rPr>
          <w:sz w:val="28"/>
          <w:szCs w:val="28"/>
        </w:rPr>
        <w:t xml:space="preserve">которому(ой)  как  получателю  средств бюджета Республики  Татарстан доведены лимиты бюджетных   обязательств  на  предоставление  гранта  в  форме  субсидии  в соответствии  с </w:t>
      </w:r>
      <w:hyperlink r:id="rId9" w:history="1">
        <w:r w:rsidRPr="002E0D4E">
          <w:rPr>
            <w:sz w:val="28"/>
            <w:szCs w:val="28"/>
          </w:rPr>
          <w:t>пунктом 7 статьи 78</w:t>
        </w:r>
      </w:hyperlink>
      <w:r w:rsidRPr="002E0D4E">
        <w:rPr>
          <w:sz w:val="28"/>
          <w:szCs w:val="28"/>
        </w:rPr>
        <w:t xml:space="preserve"> Бюджетного кодекса Российской Федерации, именуемый в дальнейшем</w:t>
      </w:r>
      <w:r w:rsidR="00A3700A" w:rsidRPr="002E0D4E">
        <w:t>_____________________________________________________________________,</w:t>
      </w:r>
    </w:p>
    <w:p w:rsidR="00ED0C50" w:rsidRPr="002E0D4E" w:rsidRDefault="0013452A" w:rsidP="004932A0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</w:t>
      </w:r>
      <w:r w:rsidR="004932A0" w:rsidRPr="002E0D4E">
        <w:rPr>
          <w:rFonts w:ascii="Times New Roman" w:hAnsi="Times New Roman"/>
          <w:b w:val="0"/>
          <w:sz w:val="20"/>
        </w:rPr>
        <w:t xml:space="preserve">                       (Министерство, Комитет, Агентство, иной орган (организация)</w:t>
      </w:r>
      <w:hyperlink w:anchor="P461" w:history="1">
        <w:r w:rsidR="00237227" w:rsidRPr="002E0D4E">
          <w:rPr>
            <w:rFonts w:ascii="Times New Roman" w:hAnsi="Times New Roman"/>
            <w:b w:val="0"/>
            <w:sz w:val="20"/>
            <w:vertAlign w:val="superscript"/>
          </w:rPr>
          <w:t>2</w:t>
        </w:r>
      </w:hyperlink>
      <w:r w:rsidR="00E85DAF" w:rsidRPr="002E0D4E">
        <w:rPr>
          <w:rFonts w:ascii="Times New Roman" w:hAnsi="Times New Roman"/>
          <w:b w:val="0"/>
          <w:sz w:val="20"/>
        </w:rPr>
        <w:t>)</w:t>
      </w:r>
    </w:p>
    <w:p w:rsidR="00E310E9" w:rsidRPr="002E0D4E" w:rsidRDefault="00ED0C50" w:rsidP="00E310E9">
      <w:pPr>
        <w:spacing w:line="200" w:lineRule="atLeast"/>
        <w:jc w:val="both"/>
        <w:rPr>
          <w:b/>
        </w:rPr>
      </w:pPr>
      <w:r w:rsidRPr="002E0D4E">
        <w:rPr>
          <w:sz w:val="28"/>
          <w:szCs w:val="28"/>
        </w:rPr>
        <w:t>в лице</w:t>
      </w:r>
      <w:r w:rsidRPr="002E0D4E">
        <w:t xml:space="preserve"> _________________________________________________________________</w:t>
      </w:r>
      <w:r w:rsidR="00E310E9" w:rsidRPr="002E0D4E">
        <w:t>_____________________</w:t>
      </w:r>
      <w:r w:rsidRPr="002E0D4E">
        <w:t>__</w:t>
      </w:r>
      <w:r w:rsidR="00DA34F1" w:rsidRPr="002E0D4E">
        <w:t>_____</w:t>
      </w:r>
      <w:r w:rsidRPr="002E0D4E">
        <w:rPr>
          <w:sz w:val="28"/>
          <w:szCs w:val="28"/>
        </w:rPr>
        <w:t>,</w:t>
      </w:r>
      <w:r w:rsidR="00E310E9" w:rsidRPr="002E0D4E">
        <w:rPr>
          <w:sz w:val="28"/>
          <w:szCs w:val="28"/>
        </w:rPr>
        <w:t xml:space="preserve"> </w:t>
      </w:r>
      <w:r w:rsidRPr="002E0D4E">
        <w:t xml:space="preserve">    </w:t>
      </w:r>
      <w:r w:rsidR="00E310E9" w:rsidRPr="002E0D4E">
        <w:t xml:space="preserve">             </w:t>
      </w:r>
      <w:r w:rsidR="00F662B7" w:rsidRPr="002E0D4E">
        <w:rPr>
          <w:b/>
        </w:rPr>
        <w:t xml:space="preserve"> </w:t>
      </w:r>
      <w:r w:rsidR="00E310E9" w:rsidRPr="002E0D4E">
        <w:rPr>
          <w:b/>
        </w:rPr>
        <w:t xml:space="preserve">        </w:t>
      </w:r>
    </w:p>
    <w:p w:rsidR="004932A0" w:rsidRPr="002E0D4E" w:rsidRDefault="004932A0" w:rsidP="004932A0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</w:rPr>
        <w:t xml:space="preserve">              </w:t>
      </w:r>
      <w:r w:rsidRPr="002E0D4E">
        <w:rPr>
          <w:rFonts w:ascii="Times New Roman" w:hAnsi="Times New Roman"/>
          <w:b w:val="0"/>
          <w:sz w:val="20"/>
        </w:rPr>
        <w:t xml:space="preserve">(наименование должности, а также фамилия, имя, отчество (при наличии) руководителя Министерства </w:t>
      </w:r>
    </w:p>
    <w:p w:rsidR="004932A0" w:rsidRPr="002E0D4E" w:rsidRDefault="004932A0" w:rsidP="004932A0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(Комитета, Агентства, иного органа (организации) или уполномоченного им лица)</w:t>
      </w:r>
    </w:p>
    <w:p w:rsidR="00ED0C50" w:rsidRPr="002E0D4E" w:rsidRDefault="004932A0" w:rsidP="004932A0">
      <w:pPr>
        <w:spacing w:line="200" w:lineRule="atLeast"/>
        <w:jc w:val="both"/>
      </w:pPr>
      <w:r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действующего(ей) на основании</w:t>
      </w:r>
      <w:r w:rsidR="00ED0C50" w:rsidRPr="002E0D4E">
        <w:t xml:space="preserve"> ____________________________________________</w:t>
      </w:r>
      <w:r w:rsidR="00E310E9" w:rsidRPr="002E0D4E">
        <w:t>________________</w:t>
      </w:r>
      <w:r w:rsidR="00BA3986" w:rsidRPr="002E0D4E">
        <w:t>_</w:t>
      </w:r>
      <w:r w:rsidR="00E310E9" w:rsidRPr="002E0D4E">
        <w:t>_</w:t>
      </w:r>
    </w:p>
    <w:p w:rsidR="00ED0C50" w:rsidRPr="002E0D4E" w:rsidRDefault="00ED0C50" w:rsidP="00E310E9">
      <w:pPr>
        <w:spacing w:after="1" w:line="200" w:lineRule="atLeast"/>
        <w:jc w:val="both"/>
      </w:pPr>
      <w:r w:rsidRPr="002E0D4E">
        <w:t>____________________________________________________________</w:t>
      </w:r>
      <w:r w:rsidR="00E310E9" w:rsidRPr="002E0D4E">
        <w:t>_______________________</w:t>
      </w:r>
      <w:r w:rsidRPr="002E0D4E">
        <w:t>____________</w:t>
      </w:r>
      <w:r w:rsidR="00DA34F1" w:rsidRPr="002E0D4E">
        <w:t>____</w:t>
      </w:r>
      <w:r w:rsidRPr="002E0D4E">
        <w:t>__,</w:t>
      </w:r>
    </w:p>
    <w:p w:rsidR="00EF5764" w:rsidRPr="002E0D4E" w:rsidRDefault="00EF5764" w:rsidP="00EF5764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(положения) Министерства (Комитета, Агентства, иного органа (организации)), доверенности, приказа или иного документа, удостоверяющего полномочия)</w:t>
      </w:r>
    </w:p>
    <w:p w:rsidR="00ED0C50" w:rsidRPr="002E0D4E" w:rsidRDefault="00EF5764" w:rsidP="00EF5764">
      <w:pPr>
        <w:spacing w:after="1" w:line="200" w:lineRule="atLeast"/>
        <w:jc w:val="both"/>
      </w:pPr>
      <w:r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с одной стороны, и</w:t>
      </w:r>
      <w:r w:rsidR="00ED0C50" w:rsidRPr="002E0D4E">
        <w:t>_____________________________________________________</w:t>
      </w:r>
      <w:r w:rsidR="00846680" w:rsidRPr="002E0D4E">
        <w:t>_________________</w:t>
      </w:r>
      <w:r w:rsidR="00ED0C50" w:rsidRPr="002E0D4E">
        <w:t>__</w:t>
      </w:r>
      <w:r w:rsidR="00DA34F1" w:rsidRPr="002E0D4E">
        <w:t>______</w:t>
      </w:r>
      <w:r w:rsidR="00ED0C50" w:rsidRPr="002E0D4E">
        <w:t>,</w:t>
      </w:r>
    </w:p>
    <w:p w:rsidR="00DA34F1" w:rsidRPr="002E0D4E" w:rsidRDefault="00ED0C50" w:rsidP="00DA34F1">
      <w:pPr>
        <w:spacing w:after="1"/>
        <w:jc w:val="both"/>
      </w:pPr>
      <w:r w:rsidRPr="002E0D4E">
        <w:t xml:space="preserve">                    </w:t>
      </w:r>
      <w:r w:rsidR="00DA34F1" w:rsidRPr="002E0D4E">
        <w:t xml:space="preserve">                          </w:t>
      </w:r>
      <w:r w:rsidRPr="002E0D4E">
        <w:t>(наименование юридического лица (за исключением государственного (муниципального)</w:t>
      </w:r>
    </w:p>
    <w:p w:rsidR="00DA34F1" w:rsidRPr="002E0D4E" w:rsidRDefault="00ED0C50" w:rsidP="00DA34F1">
      <w:pPr>
        <w:spacing w:after="1"/>
        <w:jc w:val="both"/>
      </w:pPr>
      <w:r w:rsidRPr="002E0D4E">
        <w:t xml:space="preserve"> </w:t>
      </w:r>
      <w:r w:rsidR="00DA34F1" w:rsidRPr="002E0D4E">
        <w:t xml:space="preserve">                                               </w:t>
      </w:r>
      <w:r w:rsidRPr="002E0D4E">
        <w:t>учреждения), фамилия, имя, отчество (при наличии) индивидуального</w:t>
      </w:r>
      <w:r w:rsidR="00DA34F1" w:rsidRPr="002E0D4E">
        <w:t xml:space="preserve"> </w:t>
      </w:r>
      <w:r w:rsidRPr="002E0D4E">
        <w:t>предпринимателя</w:t>
      </w:r>
    </w:p>
    <w:p w:rsidR="00ED0C50" w:rsidRPr="002E0D4E" w:rsidRDefault="00ED0C50" w:rsidP="00DA34F1">
      <w:pPr>
        <w:spacing w:after="1"/>
        <w:jc w:val="both"/>
      </w:pPr>
      <w:r w:rsidRPr="002E0D4E">
        <w:t xml:space="preserve"> </w:t>
      </w:r>
      <w:r w:rsidR="00DA34F1" w:rsidRPr="002E0D4E">
        <w:t xml:space="preserve">                                                 </w:t>
      </w:r>
      <w:r w:rsidRPr="002E0D4E">
        <w:t>или физического лица)</w:t>
      </w:r>
    </w:p>
    <w:p w:rsidR="00ED0C50" w:rsidRPr="002E0D4E" w:rsidRDefault="00846680" w:rsidP="00E310E9">
      <w:pPr>
        <w:spacing w:after="1" w:line="200" w:lineRule="atLeast"/>
        <w:jc w:val="both"/>
      </w:pPr>
      <w:r w:rsidRPr="002E0D4E">
        <w:rPr>
          <w:sz w:val="28"/>
          <w:szCs w:val="28"/>
        </w:rPr>
        <w:t>именуемый в дальнейшем «</w:t>
      </w:r>
      <w:r w:rsidR="00ED0C50" w:rsidRPr="002E0D4E">
        <w:rPr>
          <w:sz w:val="28"/>
          <w:szCs w:val="28"/>
        </w:rPr>
        <w:t>Получатель</w:t>
      </w:r>
      <w:r w:rsidRPr="002E0D4E">
        <w:rPr>
          <w:sz w:val="28"/>
          <w:szCs w:val="28"/>
        </w:rPr>
        <w:t>»</w:t>
      </w:r>
      <w:r w:rsidR="00ED0C50" w:rsidRPr="002E0D4E">
        <w:rPr>
          <w:sz w:val="28"/>
          <w:szCs w:val="28"/>
        </w:rPr>
        <w:t>, в лице</w:t>
      </w:r>
      <w:r w:rsidR="00ED0C50" w:rsidRPr="002E0D4E">
        <w:rPr>
          <w:sz w:val="22"/>
        </w:rPr>
        <w:t xml:space="preserve"> </w:t>
      </w:r>
      <w:r w:rsidR="00ED0C50" w:rsidRPr="002E0D4E">
        <w:t>________________________</w:t>
      </w:r>
      <w:r w:rsidRPr="002E0D4E">
        <w:t>_____________</w:t>
      </w:r>
      <w:r w:rsidR="006122C5" w:rsidRPr="002E0D4E">
        <w:t>___</w:t>
      </w:r>
      <w:r w:rsidRPr="002E0D4E">
        <w:t>__</w:t>
      </w:r>
    </w:p>
    <w:p w:rsidR="00ED0C50" w:rsidRPr="002E0D4E" w:rsidRDefault="00ED0C50" w:rsidP="00E310E9">
      <w:pPr>
        <w:spacing w:after="1" w:line="200" w:lineRule="atLeast"/>
        <w:jc w:val="both"/>
      </w:pPr>
      <w:r w:rsidRPr="002E0D4E">
        <w:t>_______________________________________________________________________</w:t>
      </w:r>
      <w:r w:rsidR="00846680" w:rsidRPr="002E0D4E">
        <w:t>_______________________</w:t>
      </w:r>
      <w:r w:rsidR="006122C5" w:rsidRPr="002E0D4E">
        <w:t>____</w:t>
      </w:r>
      <w:r w:rsidRPr="002E0D4E">
        <w:t>___,</w:t>
      </w:r>
    </w:p>
    <w:p w:rsidR="00ED0C50" w:rsidRPr="002E0D4E" w:rsidRDefault="00ED0C50" w:rsidP="00846680">
      <w:pPr>
        <w:spacing w:after="1" w:line="200" w:lineRule="atLeast"/>
        <w:jc w:val="center"/>
      </w:pPr>
      <w:r w:rsidRPr="002E0D4E"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ED0C50" w:rsidRPr="002E0D4E" w:rsidRDefault="00ED0C50" w:rsidP="00E310E9">
      <w:pPr>
        <w:spacing w:after="1" w:line="200" w:lineRule="atLeast"/>
        <w:jc w:val="both"/>
      </w:pPr>
      <w:r w:rsidRPr="002E0D4E">
        <w:rPr>
          <w:sz w:val="28"/>
          <w:szCs w:val="28"/>
        </w:rPr>
        <w:t>действующего(ей) на основании</w:t>
      </w:r>
      <w:r w:rsidRPr="002E0D4E">
        <w:t xml:space="preserve"> _____________________________________________</w:t>
      </w:r>
      <w:r w:rsidR="00846680" w:rsidRPr="002E0D4E">
        <w:t>________________</w:t>
      </w:r>
    </w:p>
    <w:p w:rsidR="00ED0C50" w:rsidRPr="002E0D4E" w:rsidRDefault="00ED0C50" w:rsidP="00E310E9">
      <w:pPr>
        <w:spacing w:after="1" w:line="200" w:lineRule="atLeast"/>
        <w:jc w:val="both"/>
      </w:pPr>
      <w:r w:rsidRPr="002E0D4E">
        <w:t>________________________________________________________________________</w:t>
      </w:r>
      <w:r w:rsidR="00846680" w:rsidRPr="002E0D4E">
        <w:t>________________________</w:t>
      </w:r>
      <w:r w:rsidRPr="002E0D4E">
        <w:t>_</w:t>
      </w:r>
      <w:r w:rsidR="006122C5" w:rsidRPr="002E0D4E">
        <w:t>___</w:t>
      </w:r>
      <w:r w:rsidRPr="002E0D4E">
        <w:t>_,</w:t>
      </w:r>
    </w:p>
    <w:p w:rsidR="00ED0C50" w:rsidRPr="002E0D4E" w:rsidRDefault="00ED0C50" w:rsidP="00846680">
      <w:pPr>
        <w:spacing w:after="1" w:line="200" w:lineRule="atLeast"/>
        <w:jc w:val="center"/>
      </w:pPr>
      <w:r w:rsidRPr="002E0D4E"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846680" w:rsidRPr="002E0D4E" w:rsidRDefault="00ED0C50" w:rsidP="00DA34F1">
      <w:pPr>
        <w:jc w:val="both"/>
      </w:pPr>
      <w:r w:rsidRPr="002E0D4E">
        <w:rPr>
          <w:sz w:val="28"/>
          <w:szCs w:val="28"/>
        </w:rPr>
        <w:t>с  друг</w:t>
      </w:r>
      <w:r w:rsidR="00846680" w:rsidRPr="002E0D4E">
        <w:rPr>
          <w:sz w:val="28"/>
          <w:szCs w:val="28"/>
        </w:rPr>
        <w:t>ой  стороны,  далее  именуемые «Стороны»</w:t>
      </w:r>
      <w:r w:rsidRPr="002E0D4E">
        <w:rPr>
          <w:sz w:val="28"/>
          <w:szCs w:val="28"/>
        </w:rPr>
        <w:t>, в соответствии с Бюджетным</w:t>
      </w:r>
      <w:r w:rsidR="00846680" w:rsidRPr="002E0D4E">
        <w:rPr>
          <w:sz w:val="28"/>
          <w:szCs w:val="28"/>
        </w:rPr>
        <w:t xml:space="preserve"> </w:t>
      </w:r>
      <w:hyperlink r:id="rId10" w:history="1">
        <w:r w:rsidRPr="002E0D4E">
          <w:rPr>
            <w:sz w:val="28"/>
            <w:szCs w:val="28"/>
          </w:rPr>
          <w:t>кодексом</w:t>
        </w:r>
      </w:hyperlink>
      <w:r w:rsidRPr="002E0D4E">
        <w:rPr>
          <w:sz w:val="28"/>
          <w:szCs w:val="28"/>
        </w:rPr>
        <w:t xml:space="preserve">   Российской   Федерации,</w:t>
      </w:r>
      <w:r w:rsidR="00846680" w:rsidRPr="002E0D4E">
        <w:rPr>
          <w:sz w:val="28"/>
          <w:szCs w:val="28"/>
        </w:rPr>
        <w:t xml:space="preserve"> </w:t>
      </w:r>
      <w:r w:rsidRPr="002E0D4E">
        <w:t>_________________________________________________</w:t>
      </w:r>
      <w:r w:rsidR="00846680" w:rsidRPr="002E0D4E">
        <w:t>______</w:t>
      </w:r>
      <w:r w:rsidRPr="002E0D4E">
        <w:t>__</w:t>
      </w:r>
      <w:r w:rsidR="006122C5" w:rsidRPr="002E0D4E">
        <w:t>___</w:t>
      </w:r>
      <w:r w:rsidRPr="002E0D4E">
        <w:t xml:space="preserve">,  </w:t>
      </w:r>
      <w:r w:rsidR="00F02380" w:rsidRPr="002E0D4E">
        <w:t xml:space="preserve">    </w:t>
      </w:r>
      <w:r w:rsidR="00846680" w:rsidRPr="002E0D4E">
        <w:t xml:space="preserve">                             </w:t>
      </w:r>
    </w:p>
    <w:p w:rsidR="008D1704" w:rsidRPr="002E0D4E" w:rsidRDefault="00846680" w:rsidP="00DA34F1">
      <w:pPr>
        <w:jc w:val="both"/>
      </w:pPr>
      <w:r w:rsidRPr="002E0D4E">
        <w:t xml:space="preserve">                                                          </w:t>
      </w:r>
      <w:r w:rsidR="00DA34F1" w:rsidRPr="002E0D4E">
        <w:t xml:space="preserve">                         </w:t>
      </w:r>
      <w:r w:rsidR="00F02380" w:rsidRPr="002E0D4E">
        <w:t>(наименование правил (порядка) предоставления</w:t>
      </w:r>
      <w:r w:rsidR="00DA34F1" w:rsidRPr="002E0D4E">
        <w:t xml:space="preserve"> </w:t>
      </w:r>
      <w:r w:rsidR="000A6E84" w:rsidRPr="002E0D4E">
        <w:t>гранта</w:t>
      </w:r>
      <w:r w:rsidR="008D1704" w:rsidRPr="002E0D4E">
        <w:t xml:space="preserve"> в форме</w:t>
      </w:r>
    </w:p>
    <w:p w:rsidR="00F02380" w:rsidRPr="002E0D4E" w:rsidRDefault="008D1704" w:rsidP="008D1704">
      <w:pPr>
        <w:jc w:val="both"/>
      </w:pPr>
      <w:r w:rsidRPr="002E0D4E">
        <w:t xml:space="preserve">                                                                                                 субсидии</w:t>
      </w:r>
      <w:r w:rsidR="00F02380" w:rsidRPr="002E0D4E">
        <w:t xml:space="preserve"> из</w:t>
      </w:r>
      <w:r w:rsidR="00DA34F1" w:rsidRPr="002E0D4E">
        <w:t xml:space="preserve"> б</w:t>
      </w:r>
      <w:r w:rsidR="00F02380" w:rsidRPr="002E0D4E">
        <w:t>юджета</w:t>
      </w:r>
      <w:r w:rsidRPr="002E0D4E">
        <w:t xml:space="preserve"> </w:t>
      </w:r>
      <w:r w:rsidR="00F02380" w:rsidRPr="002E0D4E">
        <w:t>Республики Татарстан Получателю)</w:t>
      </w:r>
    </w:p>
    <w:p w:rsidR="0072186D" w:rsidRPr="002E0D4E" w:rsidRDefault="000A6E84" w:rsidP="000E0B17">
      <w:pPr>
        <w:pStyle w:val="1"/>
        <w:keepNext w:val="0"/>
        <w:autoSpaceDE w:val="0"/>
        <w:autoSpaceDN w:val="0"/>
        <w:adjustRightInd w:val="0"/>
        <w:jc w:val="both"/>
        <w:rPr>
          <w:b w:val="0"/>
          <w:sz w:val="28"/>
          <w:szCs w:val="28"/>
        </w:rPr>
      </w:pPr>
      <w:r w:rsidRPr="002E0D4E">
        <w:rPr>
          <w:rFonts w:ascii="Times New Roman" w:hAnsi="Times New Roman"/>
          <w:b w:val="0"/>
          <w:sz w:val="28"/>
          <w:szCs w:val="28"/>
        </w:rPr>
        <w:t>утвержденным</w:t>
      </w:r>
      <w:r w:rsidR="00232B58" w:rsidRPr="002E0D4E">
        <w:rPr>
          <w:rFonts w:ascii="Times New Roman" w:hAnsi="Times New Roman"/>
          <w:b w:val="0"/>
          <w:sz w:val="28"/>
          <w:szCs w:val="28"/>
        </w:rPr>
        <w:t>и(</w:t>
      </w:r>
      <w:proofErr w:type="spellStart"/>
      <w:r w:rsidR="00232B58" w:rsidRPr="002E0D4E">
        <w:rPr>
          <w:rFonts w:ascii="Times New Roman" w:hAnsi="Times New Roman"/>
          <w:b w:val="0"/>
          <w:sz w:val="28"/>
          <w:szCs w:val="28"/>
        </w:rPr>
        <w:t>ым</w:t>
      </w:r>
      <w:proofErr w:type="spellEnd"/>
      <w:r w:rsidR="00232B58" w:rsidRPr="002E0D4E">
        <w:rPr>
          <w:rFonts w:ascii="Times New Roman" w:hAnsi="Times New Roman"/>
          <w:b w:val="0"/>
          <w:sz w:val="28"/>
          <w:szCs w:val="28"/>
        </w:rPr>
        <w:t>)</w:t>
      </w:r>
      <w:r w:rsidRPr="002E0D4E">
        <w:rPr>
          <w:rFonts w:ascii="Times New Roman" w:hAnsi="Times New Roman"/>
          <w:b w:val="0"/>
          <w:sz w:val="28"/>
          <w:szCs w:val="28"/>
        </w:rPr>
        <w:t xml:space="preserve"> постановлением Кабинета Министров Республики Татарстан от</w:t>
      </w:r>
      <w:r w:rsidRPr="002E0D4E">
        <w:rPr>
          <w:rFonts w:ascii="Times New Roman" w:hAnsi="Times New Roman"/>
          <w:sz w:val="28"/>
          <w:szCs w:val="28"/>
        </w:rPr>
        <w:t xml:space="preserve"> </w:t>
      </w:r>
      <w:r w:rsidR="00B257E2" w:rsidRPr="002E0D4E">
        <w:rPr>
          <w:rFonts w:ascii="Times New Roman" w:hAnsi="Times New Roman"/>
          <w:sz w:val="28"/>
          <w:szCs w:val="28"/>
        </w:rPr>
        <w:t>«</w:t>
      </w:r>
      <w:r w:rsidRPr="002E0D4E">
        <w:rPr>
          <w:rFonts w:ascii="Times New Roman" w:hAnsi="Times New Roman"/>
          <w:sz w:val="28"/>
          <w:szCs w:val="28"/>
        </w:rPr>
        <w:t>___</w:t>
      </w:r>
      <w:r w:rsidR="00B257E2" w:rsidRPr="002E0D4E">
        <w:rPr>
          <w:rFonts w:ascii="Times New Roman" w:hAnsi="Times New Roman"/>
          <w:sz w:val="28"/>
          <w:szCs w:val="28"/>
        </w:rPr>
        <w:t>»</w:t>
      </w:r>
      <w:r w:rsidRPr="002E0D4E">
        <w:rPr>
          <w:rFonts w:ascii="Times New Roman" w:hAnsi="Times New Roman"/>
          <w:sz w:val="28"/>
          <w:szCs w:val="28"/>
        </w:rPr>
        <w:t xml:space="preserve"> </w:t>
      </w:r>
      <w:r w:rsidR="0072186D" w:rsidRPr="002E0D4E">
        <w:rPr>
          <w:rFonts w:ascii="Times New Roman" w:hAnsi="Times New Roman"/>
          <w:sz w:val="28"/>
          <w:szCs w:val="28"/>
        </w:rPr>
        <w:t>_________</w:t>
      </w:r>
      <w:r w:rsidRPr="002E0D4E">
        <w:rPr>
          <w:rFonts w:ascii="Times New Roman" w:hAnsi="Times New Roman"/>
          <w:b w:val="0"/>
          <w:sz w:val="28"/>
          <w:szCs w:val="28"/>
        </w:rPr>
        <w:t xml:space="preserve"> 20</w:t>
      </w:r>
      <w:r w:rsidR="0072186D" w:rsidRPr="002E0D4E">
        <w:rPr>
          <w:rFonts w:ascii="Times New Roman" w:hAnsi="Times New Roman"/>
          <w:sz w:val="28"/>
          <w:szCs w:val="28"/>
        </w:rPr>
        <w:t>___</w:t>
      </w:r>
      <w:r w:rsidRPr="002E0D4E">
        <w:rPr>
          <w:rFonts w:ascii="Times New Roman" w:hAnsi="Times New Roman"/>
          <w:b w:val="0"/>
          <w:sz w:val="28"/>
          <w:szCs w:val="28"/>
        </w:rPr>
        <w:t xml:space="preserve">г. </w:t>
      </w:r>
      <w:r w:rsidR="00B257E2" w:rsidRPr="002E0D4E">
        <w:rPr>
          <w:rFonts w:ascii="Times New Roman" w:hAnsi="Times New Roman"/>
          <w:b w:val="0"/>
          <w:sz w:val="28"/>
          <w:szCs w:val="28"/>
        </w:rPr>
        <w:t>№</w:t>
      </w:r>
      <w:r w:rsidR="0072186D" w:rsidRPr="002E0D4E">
        <w:rPr>
          <w:rFonts w:ascii="Times New Roman" w:hAnsi="Times New Roman"/>
          <w:sz w:val="28"/>
          <w:szCs w:val="28"/>
        </w:rPr>
        <w:t>_______</w:t>
      </w:r>
      <w:proofErr w:type="gramStart"/>
      <w:r w:rsidR="0072186D" w:rsidRPr="002E0D4E">
        <w:rPr>
          <w:rFonts w:ascii="Times New Roman" w:hAnsi="Times New Roman"/>
          <w:sz w:val="28"/>
          <w:szCs w:val="28"/>
        </w:rPr>
        <w:t>_</w:t>
      </w:r>
      <w:r w:rsidR="00ED0C50" w:rsidRPr="002E0D4E">
        <w:rPr>
          <w:rFonts w:ascii="Times New Roman" w:hAnsi="Times New Roman"/>
          <w:b w:val="0"/>
          <w:sz w:val="28"/>
          <w:szCs w:val="28"/>
        </w:rPr>
        <w:t>(</w:t>
      </w:r>
      <w:proofErr w:type="gramEnd"/>
      <w:r w:rsidR="00ED0C50" w:rsidRPr="002E0D4E">
        <w:rPr>
          <w:rFonts w:ascii="Times New Roman" w:hAnsi="Times New Roman"/>
          <w:b w:val="0"/>
          <w:sz w:val="28"/>
          <w:szCs w:val="28"/>
        </w:rPr>
        <w:t>далее - Правила предоставления гранта),</w:t>
      </w:r>
      <w:r w:rsidR="00563296" w:rsidRPr="002E0D4E">
        <w:rPr>
          <w:rFonts w:ascii="Times New Roman" w:hAnsi="Times New Roman"/>
          <w:b w:val="0"/>
          <w:sz w:val="28"/>
          <w:szCs w:val="28"/>
        </w:rPr>
        <w:t xml:space="preserve"> </w:t>
      </w:r>
      <w:r w:rsidR="00ED0C50" w:rsidRPr="002E0D4E">
        <w:rPr>
          <w:b w:val="0"/>
          <w:sz w:val="28"/>
          <w:szCs w:val="28"/>
        </w:rPr>
        <w:t>заключили настоящее Соглашение о нижеследующем.</w:t>
      </w:r>
    </w:p>
    <w:p w:rsidR="000E0B17" w:rsidRPr="002E0D4E" w:rsidRDefault="000E0B17" w:rsidP="000E0B17"/>
    <w:p w:rsidR="00E85DAF" w:rsidRPr="002E0D4E" w:rsidRDefault="00E85DAF" w:rsidP="000E0B17"/>
    <w:p w:rsidR="00ED0C50" w:rsidRPr="002E0D4E" w:rsidRDefault="00ED0C50" w:rsidP="00F22E14">
      <w:pPr>
        <w:pStyle w:val="af"/>
        <w:numPr>
          <w:ilvl w:val="0"/>
          <w:numId w:val="2"/>
        </w:numPr>
        <w:spacing w:after="1" w:line="280" w:lineRule="atLeast"/>
        <w:jc w:val="center"/>
        <w:outlineLvl w:val="1"/>
        <w:rPr>
          <w:sz w:val="28"/>
        </w:rPr>
      </w:pPr>
      <w:bookmarkStart w:id="2" w:name="P101"/>
      <w:bookmarkEnd w:id="2"/>
      <w:r w:rsidRPr="002E0D4E">
        <w:rPr>
          <w:sz w:val="28"/>
        </w:rPr>
        <w:lastRenderedPageBreak/>
        <w:t>Предмет Соглашения</w:t>
      </w:r>
    </w:p>
    <w:p w:rsidR="00F22E14" w:rsidRPr="002E0D4E" w:rsidRDefault="00F22E14" w:rsidP="00F22E14">
      <w:pPr>
        <w:pStyle w:val="af"/>
        <w:spacing w:after="1" w:line="280" w:lineRule="atLeast"/>
        <w:ind w:left="1080"/>
        <w:outlineLvl w:val="1"/>
      </w:pPr>
    </w:p>
    <w:p w:rsidR="00ED0C50" w:rsidRPr="002E0D4E" w:rsidRDefault="00ED0C50" w:rsidP="00A3700A">
      <w:pPr>
        <w:ind w:firstLine="567"/>
        <w:jc w:val="both"/>
        <w:rPr>
          <w:sz w:val="28"/>
          <w:szCs w:val="28"/>
        </w:rPr>
      </w:pPr>
      <w:bookmarkStart w:id="3" w:name="P103"/>
      <w:bookmarkEnd w:id="3"/>
      <w:r w:rsidRPr="002E0D4E">
        <w:rPr>
          <w:sz w:val="28"/>
          <w:szCs w:val="28"/>
        </w:rPr>
        <w:t>1.1. Предметом настоящего Соглашения является предоставление Получателю</w:t>
      </w:r>
      <w:r w:rsidR="00063A0A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из    бюджета</w:t>
      </w:r>
      <w:r w:rsidR="000A6E84" w:rsidRPr="002E0D4E">
        <w:rPr>
          <w:sz w:val="28"/>
          <w:szCs w:val="28"/>
        </w:rPr>
        <w:t xml:space="preserve"> Республики Тата</w:t>
      </w:r>
      <w:r w:rsidR="00AC33C7" w:rsidRPr="002E0D4E">
        <w:rPr>
          <w:sz w:val="28"/>
          <w:szCs w:val="28"/>
        </w:rPr>
        <w:t>р</w:t>
      </w:r>
      <w:r w:rsidR="000A6E84" w:rsidRPr="002E0D4E">
        <w:rPr>
          <w:sz w:val="28"/>
          <w:szCs w:val="28"/>
        </w:rPr>
        <w:t>стан</w:t>
      </w:r>
      <w:r w:rsidRPr="002E0D4E">
        <w:rPr>
          <w:sz w:val="28"/>
          <w:szCs w:val="28"/>
        </w:rPr>
        <w:t xml:space="preserve"> в 20__ году/20__ - 20__ годах</w:t>
      </w:r>
      <w:r w:rsidR="001C2C42" w:rsidRPr="002E0D4E">
        <w:rPr>
          <w:sz w:val="28"/>
          <w:szCs w:val="28"/>
          <w:vertAlign w:val="superscript"/>
        </w:rPr>
        <w:t>3</w:t>
      </w:r>
      <w:r w:rsidRPr="002E0D4E">
        <w:rPr>
          <w:sz w:val="28"/>
          <w:szCs w:val="28"/>
        </w:rPr>
        <w:t xml:space="preserve"> гранта </w:t>
      </w:r>
      <w:proofErr w:type="gramStart"/>
      <w:r w:rsidRPr="002E0D4E">
        <w:rPr>
          <w:sz w:val="28"/>
          <w:szCs w:val="28"/>
        </w:rPr>
        <w:t>в  форме</w:t>
      </w:r>
      <w:proofErr w:type="gramEnd"/>
      <w:r w:rsidR="004B03D8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субсидии (далее - грант) на: __________________________________________</w:t>
      </w:r>
      <w:r w:rsidR="00DA34F1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>___;</w:t>
      </w:r>
    </w:p>
    <w:p w:rsidR="00ED0C50" w:rsidRPr="002E0D4E" w:rsidRDefault="00ED0C50" w:rsidP="00A3700A">
      <w:pPr>
        <w:ind w:firstLine="567"/>
        <w:jc w:val="both"/>
      </w:pPr>
      <w:r w:rsidRPr="002E0D4E">
        <w:t xml:space="preserve">                            </w:t>
      </w:r>
      <w:r w:rsidR="004B03D8" w:rsidRPr="002E0D4E">
        <w:t xml:space="preserve">                                                   </w:t>
      </w:r>
      <w:r w:rsidRPr="002E0D4E">
        <w:t xml:space="preserve"> </w:t>
      </w:r>
      <w:r w:rsidR="004B03D8" w:rsidRPr="002E0D4E">
        <w:t xml:space="preserve">  </w:t>
      </w:r>
      <w:r w:rsidRPr="002E0D4E">
        <w:t>(указание цели(ей) предоставления гранта)</w:t>
      </w:r>
      <w:r w:rsidR="00D4278A" w:rsidRPr="002E0D4E">
        <w:rPr>
          <w:sz w:val="28"/>
          <w:szCs w:val="28"/>
          <w:vertAlign w:val="superscript"/>
        </w:rPr>
        <w:t>4</w:t>
      </w:r>
    </w:p>
    <w:p w:rsidR="00D4278A" w:rsidRPr="002E0D4E" w:rsidRDefault="00D4278A" w:rsidP="00D4278A">
      <w:pPr>
        <w:pStyle w:val="af"/>
        <w:numPr>
          <w:ilvl w:val="2"/>
          <w:numId w:val="1"/>
        </w:numPr>
        <w:ind w:left="0" w:firstLine="567"/>
        <w:jc w:val="both"/>
        <w:rPr>
          <w:sz w:val="28"/>
        </w:rPr>
      </w:pPr>
      <w:r w:rsidRPr="002E0D4E">
        <w:rPr>
          <w:sz w:val="28"/>
        </w:rPr>
        <w:t>В</w:t>
      </w:r>
      <w:r w:rsidR="00ED0C50" w:rsidRPr="002E0D4E">
        <w:rPr>
          <w:sz w:val="28"/>
        </w:rPr>
        <w:t xml:space="preserve"> рамках реализации Получателем следующего(их) проекта(</w:t>
      </w:r>
      <w:proofErr w:type="spellStart"/>
      <w:r w:rsidR="00ED0C50" w:rsidRPr="002E0D4E">
        <w:rPr>
          <w:sz w:val="28"/>
        </w:rPr>
        <w:t>ов</w:t>
      </w:r>
      <w:proofErr w:type="spellEnd"/>
      <w:r w:rsidR="00ED0C50" w:rsidRPr="002E0D4E">
        <w:rPr>
          <w:sz w:val="28"/>
        </w:rPr>
        <w:t>) (мер</w:t>
      </w:r>
      <w:r w:rsidR="006D0A6D" w:rsidRPr="002E0D4E">
        <w:rPr>
          <w:sz w:val="28"/>
        </w:rPr>
        <w:t>о</w:t>
      </w:r>
      <w:r w:rsidR="00ED0C50" w:rsidRPr="002E0D4E">
        <w:rPr>
          <w:sz w:val="28"/>
        </w:rPr>
        <w:t>приятий):</w:t>
      </w:r>
      <w:bookmarkStart w:id="4" w:name="P108"/>
      <w:bookmarkStart w:id="5" w:name="P109"/>
      <w:bookmarkEnd w:id="4"/>
      <w:bookmarkEnd w:id="5"/>
    </w:p>
    <w:p w:rsidR="0056622C" w:rsidRPr="002E0D4E" w:rsidRDefault="00655AEB" w:rsidP="000A337F">
      <w:pPr>
        <w:ind w:firstLine="567"/>
        <w:jc w:val="both"/>
      </w:pPr>
      <w:r w:rsidRPr="002E0D4E">
        <w:rPr>
          <w:sz w:val="28"/>
        </w:rPr>
        <w:t>1.1.1.1</w:t>
      </w:r>
      <w:r w:rsidR="00D4278A" w:rsidRPr="002E0D4E">
        <w:rPr>
          <w:sz w:val="28"/>
        </w:rPr>
        <w:t>. _______________________________________________________</w:t>
      </w:r>
      <w:r w:rsidR="000A337F" w:rsidRPr="002E0D4E">
        <w:rPr>
          <w:sz w:val="28"/>
        </w:rPr>
        <w:t>______</w:t>
      </w:r>
      <w:r w:rsidRPr="002E0D4E">
        <w:rPr>
          <w:sz w:val="28"/>
          <w:vertAlign w:val="superscript"/>
        </w:rPr>
        <w:t>5</w:t>
      </w:r>
      <w:r w:rsidR="000A337F" w:rsidRPr="002E0D4E">
        <w:rPr>
          <w:sz w:val="28"/>
        </w:rPr>
        <w:t>.</w:t>
      </w:r>
      <w:r w:rsidR="00A3222D" w:rsidRPr="002E0D4E">
        <w:t xml:space="preserve">        </w:t>
      </w:r>
      <w:bookmarkStart w:id="6" w:name="P110"/>
      <w:bookmarkEnd w:id="6"/>
    </w:p>
    <w:p w:rsidR="00ED0C50" w:rsidRPr="002E0D4E" w:rsidRDefault="00ED0C50" w:rsidP="00DD0679">
      <w:pPr>
        <w:ind w:firstLine="567"/>
        <w:jc w:val="both"/>
      </w:pPr>
      <w:r w:rsidRPr="002E0D4E">
        <w:rPr>
          <w:sz w:val="28"/>
          <w:szCs w:val="28"/>
        </w:rPr>
        <w:t xml:space="preserve">1.2.  </w:t>
      </w:r>
      <w:proofErr w:type="gramStart"/>
      <w:r w:rsidRPr="002E0D4E">
        <w:rPr>
          <w:sz w:val="28"/>
          <w:szCs w:val="28"/>
        </w:rPr>
        <w:t>Грант  предоставляется</w:t>
      </w:r>
      <w:proofErr w:type="gramEnd"/>
      <w:r w:rsidRPr="002E0D4E">
        <w:rPr>
          <w:sz w:val="28"/>
          <w:szCs w:val="28"/>
        </w:rPr>
        <w:t xml:space="preserve">  на  _____________________________________</w:t>
      </w:r>
    </w:p>
    <w:p w:rsidR="00ED0C50" w:rsidRPr="002E0D4E" w:rsidRDefault="008F359E" w:rsidP="008F359E">
      <w:pPr>
        <w:ind w:firstLine="567"/>
        <w:jc w:val="center"/>
      </w:pPr>
      <w:r w:rsidRPr="002E0D4E">
        <w:t xml:space="preserve">                                                              </w:t>
      </w:r>
      <w:r w:rsidR="00ED0C50" w:rsidRPr="002E0D4E">
        <w:t>(финансовое обеспечение/возмещение)</w:t>
      </w:r>
    </w:p>
    <w:p w:rsidR="00ED0C50" w:rsidRPr="002E0D4E" w:rsidRDefault="00ED0C50" w:rsidP="00DD0679">
      <w:pPr>
        <w:jc w:val="both"/>
        <w:rPr>
          <w:sz w:val="28"/>
          <w:szCs w:val="28"/>
        </w:rPr>
      </w:pPr>
      <w:r w:rsidRPr="002E0D4E">
        <w:rPr>
          <w:sz w:val="28"/>
          <w:szCs w:val="28"/>
        </w:rPr>
        <w:t>затрат в соответствии с перечнем затрат согласно приложению</w:t>
      </w:r>
      <w:r w:rsidR="0017727E" w:rsidRPr="002E0D4E">
        <w:rPr>
          <w:sz w:val="28"/>
          <w:szCs w:val="28"/>
        </w:rPr>
        <w:t xml:space="preserve"> №</w:t>
      </w:r>
      <w:r w:rsidRPr="002E0D4E">
        <w:rPr>
          <w:sz w:val="28"/>
          <w:szCs w:val="28"/>
        </w:rPr>
        <w:t xml:space="preserve"> </w:t>
      </w:r>
      <w:r w:rsidR="00BC28FE" w:rsidRPr="002E0D4E">
        <w:rPr>
          <w:sz w:val="28"/>
          <w:szCs w:val="28"/>
        </w:rPr>
        <w:t>__</w:t>
      </w:r>
      <w:r w:rsidR="00563296" w:rsidRPr="002E0D4E">
        <w:rPr>
          <w:sz w:val="28"/>
          <w:szCs w:val="28"/>
        </w:rPr>
        <w:t xml:space="preserve"> </w:t>
      </w:r>
      <w:proofErr w:type="gramStart"/>
      <w:r w:rsidRPr="002E0D4E">
        <w:rPr>
          <w:sz w:val="28"/>
          <w:szCs w:val="28"/>
        </w:rPr>
        <w:t>к  настоящему</w:t>
      </w:r>
      <w:proofErr w:type="gramEnd"/>
      <w:r w:rsidRPr="002E0D4E">
        <w:rPr>
          <w:sz w:val="28"/>
          <w:szCs w:val="28"/>
        </w:rPr>
        <w:t xml:space="preserve">  Соглашению,  которое является неотъемлемой частью настоящего</w:t>
      </w:r>
      <w:r w:rsidR="0056329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Соглашения</w:t>
      </w:r>
      <w:r w:rsidR="00655AEB" w:rsidRPr="002E0D4E">
        <w:rPr>
          <w:sz w:val="28"/>
          <w:szCs w:val="28"/>
          <w:vertAlign w:val="superscript"/>
        </w:rPr>
        <w:t>6</w:t>
      </w:r>
      <w:r w:rsidRPr="002E0D4E">
        <w:rPr>
          <w:sz w:val="28"/>
          <w:szCs w:val="28"/>
        </w:rPr>
        <w:t>.</w:t>
      </w:r>
    </w:p>
    <w:p w:rsidR="00DD0679" w:rsidRPr="002E0D4E" w:rsidRDefault="00DD0679" w:rsidP="00A3222D">
      <w:pPr>
        <w:spacing w:after="1" w:line="280" w:lineRule="atLeast"/>
        <w:ind w:firstLine="567"/>
        <w:jc w:val="center"/>
        <w:outlineLvl w:val="1"/>
        <w:rPr>
          <w:sz w:val="28"/>
        </w:rPr>
      </w:pPr>
      <w:bookmarkStart w:id="7" w:name="P116"/>
      <w:bookmarkEnd w:id="7"/>
    </w:p>
    <w:p w:rsidR="00ED0C50" w:rsidRPr="002E0D4E" w:rsidRDefault="00ED0C50" w:rsidP="00A3222D">
      <w:pPr>
        <w:spacing w:after="1" w:line="280" w:lineRule="atLeast"/>
        <w:ind w:firstLine="567"/>
        <w:jc w:val="center"/>
        <w:outlineLvl w:val="1"/>
      </w:pPr>
      <w:r w:rsidRPr="002E0D4E">
        <w:rPr>
          <w:sz w:val="28"/>
        </w:rPr>
        <w:t>II. Финансовое обеспечение предоставления гранта</w:t>
      </w:r>
    </w:p>
    <w:p w:rsidR="00ED0C50" w:rsidRPr="002E0D4E" w:rsidRDefault="00ED0C50" w:rsidP="00A3222D">
      <w:pPr>
        <w:spacing w:after="1" w:line="280" w:lineRule="atLeast"/>
        <w:ind w:firstLine="567"/>
        <w:jc w:val="both"/>
      </w:pPr>
    </w:p>
    <w:p w:rsidR="00FA62AD" w:rsidRPr="002E0D4E" w:rsidRDefault="00ED0C50" w:rsidP="00FA62A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bookmarkStart w:id="8" w:name="P118"/>
      <w:bookmarkEnd w:id="8"/>
      <w:r w:rsidRPr="002E0D4E">
        <w:rPr>
          <w:sz w:val="28"/>
          <w:szCs w:val="28"/>
        </w:rPr>
        <w:t xml:space="preserve">2.1.  </w:t>
      </w:r>
      <w:r w:rsidR="00FA62AD" w:rsidRPr="002E0D4E">
        <w:rPr>
          <w:rFonts w:eastAsiaTheme="minorHAnsi"/>
          <w:sz w:val="28"/>
          <w:szCs w:val="22"/>
          <w:lang w:eastAsia="en-US"/>
        </w:rPr>
        <w:t xml:space="preserve">Грант предоставляется </w:t>
      </w:r>
      <w:r w:rsidR="0016586D" w:rsidRPr="002E0D4E">
        <w:rPr>
          <w:rFonts w:eastAsiaTheme="minorHAnsi"/>
          <w:sz w:val="28"/>
          <w:szCs w:val="22"/>
          <w:lang w:eastAsia="en-US"/>
        </w:rPr>
        <w:t xml:space="preserve">Получателю </w:t>
      </w:r>
      <w:r w:rsidR="00FA62AD" w:rsidRPr="002E0D4E">
        <w:rPr>
          <w:rFonts w:eastAsiaTheme="minorHAnsi"/>
          <w:sz w:val="28"/>
          <w:szCs w:val="22"/>
          <w:lang w:eastAsia="en-US"/>
        </w:rPr>
        <w:t>на цель(и), указанную(</w:t>
      </w:r>
      <w:proofErr w:type="spellStart"/>
      <w:r w:rsidR="00FA62AD" w:rsidRPr="002E0D4E">
        <w:rPr>
          <w:rFonts w:eastAsiaTheme="minorHAnsi"/>
          <w:sz w:val="28"/>
          <w:szCs w:val="22"/>
          <w:lang w:eastAsia="en-US"/>
        </w:rPr>
        <w:t>ые</w:t>
      </w:r>
      <w:proofErr w:type="spellEnd"/>
      <w:r w:rsidR="00FA62AD" w:rsidRPr="002E0D4E">
        <w:rPr>
          <w:rFonts w:eastAsiaTheme="minorHAnsi"/>
          <w:sz w:val="28"/>
          <w:szCs w:val="22"/>
          <w:lang w:eastAsia="en-US"/>
        </w:rPr>
        <w:t>) в разделе I настоящего Соглашения в размере _________(______________) рублей ____ копеек,</w:t>
      </w:r>
      <w:r w:rsidR="00FA62AD" w:rsidRPr="002E0D4E">
        <w:rPr>
          <w:rFonts w:eastAsiaTheme="minorHAnsi"/>
          <w:sz w:val="28"/>
          <w:szCs w:val="22"/>
          <w:lang w:eastAsia="en-US"/>
        </w:rPr>
        <w:br/>
        <w:t xml:space="preserve">         </w:t>
      </w:r>
      <w:r w:rsidR="00FA62AD" w:rsidRPr="002E0D4E">
        <w:rPr>
          <w:rFonts w:eastAsiaTheme="minorHAnsi"/>
          <w:i/>
          <w:sz w:val="18"/>
          <w:szCs w:val="22"/>
          <w:lang w:eastAsia="en-US"/>
        </w:rPr>
        <w:t xml:space="preserve">                                                      </w:t>
      </w:r>
      <w:r w:rsidR="0016586D" w:rsidRPr="002E0D4E">
        <w:rPr>
          <w:rFonts w:eastAsiaTheme="minorHAnsi"/>
          <w:i/>
          <w:sz w:val="18"/>
          <w:szCs w:val="22"/>
          <w:lang w:eastAsia="en-US"/>
        </w:rPr>
        <w:t xml:space="preserve">                    </w:t>
      </w:r>
      <w:r w:rsidR="00FA62AD" w:rsidRPr="002E0D4E">
        <w:rPr>
          <w:rFonts w:eastAsiaTheme="minorHAnsi"/>
          <w:i/>
          <w:sz w:val="18"/>
          <w:szCs w:val="22"/>
          <w:lang w:eastAsia="en-US"/>
        </w:rPr>
        <w:t xml:space="preserve"> </w:t>
      </w:r>
      <w:r w:rsidR="007617C3" w:rsidRPr="002E0D4E">
        <w:rPr>
          <w:rFonts w:eastAsiaTheme="minorHAnsi"/>
          <w:i/>
          <w:sz w:val="18"/>
          <w:szCs w:val="22"/>
          <w:lang w:eastAsia="en-US"/>
        </w:rPr>
        <w:t xml:space="preserve">  </w:t>
      </w:r>
      <w:r w:rsidR="00FA62AD" w:rsidRPr="002E0D4E">
        <w:rPr>
          <w:rFonts w:eastAsiaTheme="minorHAnsi"/>
          <w:i/>
          <w:sz w:val="18"/>
          <w:szCs w:val="22"/>
          <w:lang w:eastAsia="en-US"/>
        </w:rPr>
        <w:t xml:space="preserve"> </w:t>
      </w:r>
      <w:r w:rsidR="007617C3" w:rsidRPr="002E0D4E">
        <w:rPr>
          <w:rFonts w:eastAsiaTheme="minorHAnsi"/>
          <w:lang w:eastAsia="en-US"/>
        </w:rPr>
        <w:t xml:space="preserve">(сумма цифрами)    </w:t>
      </w:r>
      <w:r w:rsidR="00FA62AD" w:rsidRPr="002E0D4E">
        <w:rPr>
          <w:rFonts w:eastAsiaTheme="minorHAnsi"/>
          <w:lang w:eastAsia="en-US"/>
        </w:rPr>
        <w:t>(сумма прописью)</w:t>
      </w:r>
    </w:p>
    <w:p w:rsidR="00FA62AD" w:rsidRPr="002E0D4E" w:rsidRDefault="00FA62AD" w:rsidP="00FA62A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том числе</w:t>
      </w:r>
      <w:r w:rsidR="007244FE" w:rsidRPr="002E0D4E">
        <w:rPr>
          <w:rFonts w:eastAsiaTheme="minorHAnsi"/>
          <w:sz w:val="28"/>
          <w:szCs w:val="22"/>
          <w:vertAlign w:val="superscript"/>
          <w:lang w:eastAsia="en-US"/>
        </w:rPr>
        <w:t>7</w:t>
      </w:r>
      <w:r w:rsidRPr="002E0D4E">
        <w:rPr>
          <w:rFonts w:eastAsiaTheme="minorHAnsi"/>
          <w:sz w:val="28"/>
          <w:szCs w:val="22"/>
          <w:lang w:eastAsia="en-US"/>
        </w:rPr>
        <w:t>:</w:t>
      </w:r>
    </w:p>
    <w:p w:rsidR="002000B8" w:rsidRPr="002E0D4E" w:rsidRDefault="00FA62AD" w:rsidP="00967E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2.1.1. в пределах лимитов бюджетных обязательств, доведенных _________________________________</w:t>
      </w:r>
      <w:r w:rsidR="002000B8" w:rsidRPr="002E0D4E">
        <w:rPr>
          <w:rFonts w:eastAsiaTheme="minorHAnsi"/>
          <w:sz w:val="28"/>
          <w:szCs w:val="22"/>
          <w:lang w:eastAsia="en-US"/>
        </w:rPr>
        <w:t>_</w:t>
      </w:r>
      <w:r w:rsidRPr="002E0D4E">
        <w:rPr>
          <w:rFonts w:eastAsiaTheme="minorHAnsi"/>
          <w:sz w:val="28"/>
          <w:szCs w:val="22"/>
          <w:lang w:eastAsia="en-US"/>
        </w:rPr>
        <w:t xml:space="preserve">как получателю средств </w:t>
      </w:r>
      <w:r w:rsidRPr="002E0D4E">
        <w:rPr>
          <w:rFonts w:eastAsiaTheme="minorHAnsi"/>
          <w:sz w:val="28"/>
          <w:szCs w:val="28"/>
          <w:lang w:eastAsia="en-US"/>
        </w:rPr>
        <w:t>бюджета Республик</w:t>
      </w:r>
    </w:p>
    <w:p w:rsidR="002000B8" w:rsidRPr="002E0D4E" w:rsidRDefault="00967E44" w:rsidP="00967E44">
      <w:pPr>
        <w:widowControl w:val="0"/>
        <w:autoSpaceDE w:val="0"/>
        <w:autoSpaceDN w:val="0"/>
        <w:adjustRightInd w:val="0"/>
        <w:ind w:firstLine="567"/>
        <w:jc w:val="both"/>
      </w:pPr>
      <w:r w:rsidRPr="002E0D4E">
        <w:t xml:space="preserve">(Министерству, Комитету, Агентству, </w:t>
      </w:r>
    </w:p>
    <w:p w:rsidR="00967E44" w:rsidRPr="002E0D4E" w:rsidRDefault="002000B8" w:rsidP="00967E4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2"/>
          <w:lang w:eastAsia="en-US"/>
        </w:rPr>
      </w:pPr>
      <w:r w:rsidRPr="002E0D4E">
        <w:t xml:space="preserve">     </w:t>
      </w:r>
      <w:r w:rsidR="00967E44" w:rsidRPr="002E0D4E">
        <w:t>иному органу (организации))</w:t>
      </w:r>
    </w:p>
    <w:p w:rsidR="00FA62AD" w:rsidRPr="002E0D4E" w:rsidRDefault="00FA62AD" w:rsidP="00FA62A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E0D4E">
        <w:rPr>
          <w:rFonts w:eastAsiaTheme="minorHAnsi"/>
          <w:sz w:val="28"/>
          <w:szCs w:val="28"/>
          <w:lang w:eastAsia="en-US"/>
        </w:rPr>
        <w:t xml:space="preserve">Татарстан по кодам классификации расходов бюджета Республики Татарстан </w:t>
      </w:r>
      <w:r w:rsidRPr="002E0D4E">
        <w:rPr>
          <w:rFonts w:eastAsiaTheme="minorHAnsi"/>
          <w:sz w:val="28"/>
          <w:szCs w:val="28"/>
          <w:lang w:eastAsia="en-US"/>
        </w:rPr>
        <w:br/>
        <w:t>(далее - коды БК), в следующем размере: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20__ году __________ (__________) рублей ___ копеек - по коду БК _______;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bCs/>
          <w:lang w:eastAsia="en-US"/>
        </w:rPr>
      </w:pPr>
      <w:r w:rsidRPr="002E0D4E">
        <w:rPr>
          <w:rFonts w:eastAsiaTheme="minorHAnsi"/>
          <w:bCs/>
          <w:sz w:val="28"/>
          <w:szCs w:val="22"/>
          <w:lang w:eastAsia="en-US"/>
        </w:rPr>
        <w:t xml:space="preserve">                </w:t>
      </w:r>
      <w:r w:rsidR="007244FE" w:rsidRPr="002E0D4E">
        <w:rPr>
          <w:rFonts w:eastAsiaTheme="minorHAnsi"/>
          <w:bCs/>
          <w:sz w:val="28"/>
          <w:szCs w:val="22"/>
          <w:lang w:eastAsia="en-US"/>
        </w:rPr>
        <w:t xml:space="preserve">   </w:t>
      </w:r>
      <w:r w:rsidRPr="002E0D4E">
        <w:rPr>
          <w:rFonts w:eastAsiaTheme="minorHAnsi"/>
          <w:bCs/>
          <w:sz w:val="28"/>
          <w:szCs w:val="22"/>
          <w:lang w:eastAsia="en-US"/>
        </w:rPr>
        <w:t xml:space="preserve"> </w:t>
      </w:r>
      <w:r w:rsidRPr="002E0D4E">
        <w:rPr>
          <w:rFonts w:eastAsiaTheme="minorHAnsi"/>
          <w:bCs/>
          <w:lang w:eastAsia="en-US"/>
        </w:rPr>
        <w:t xml:space="preserve">(сумма цифрами) (сумма </w:t>
      </w:r>
      <w:proofErr w:type="gramStart"/>
      <w:r w:rsidRPr="002E0D4E">
        <w:rPr>
          <w:rFonts w:eastAsiaTheme="minorHAnsi"/>
          <w:bCs/>
          <w:lang w:eastAsia="en-US"/>
        </w:rPr>
        <w:t xml:space="preserve">прописью)   </w:t>
      </w:r>
      <w:proofErr w:type="gramEnd"/>
      <w:r w:rsidRPr="002E0D4E">
        <w:rPr>
          <w:rFonts w:eastAsiaTheme="minorHAnsi"/>
          <w:bCs/>
          <w:lang w:eastAsia="en-US"/>
        </w:rPr>
        <w:t xml:space="preserve">                                                                            </w:t>
      </w:r>
      <w:r w:rsidR="007244FE" w:rsidRPr="002E0D4E">
        <w:rPr>
          <w:rFonts w:eastAsiaTheme="minorHAnsi"/>
          <w:bCs/>
          <w:lang w:eastAsia="en-US"/>
        </w:rPr>
        <w:t xml:space="preserve">  </w:t>
      </w:r>
      <w:r w:rsidRPr="002E0D4E">
        <w:rPr>
          <w:rFonts w:eastAsiaTheme="minorHAnsi"/>
          <w:bCs/>
          <w:lang w:eastAsia="en-US"/>
        </w:rPr>
        <w:t>(код БК)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20__ году __________ (__________) рублей ___ копеек - по коду БК _______;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bCs/>
          <w:lang w:eastAsia="en-US"/>
        </w:rPr>
      </w:pPr>
      <w:r w:rsidRPr="002E0D4E">
        <w:rPr>
          <w:rFonts w:eastAsiaTheme="minorHAnsi"/>
          <w:bCs/>
          <w:i/>
          <w:sz w:val="28"/>
          <w:szCs w:val="22"/>
          <w:lang w:eastAsia="en-US"/>
        </w:rPr>
        <w:t xml:space="preserve">                     </w:t>
      </w:r>
      <w:r w:rsidR="007244FE" w:rsidRPr="002E0D4E">
        <w:rPr>
          <w:rFonts w:eastAsiaTheme="minorHAnsi"/>
          <w:bCs/>
          <w:lang w:eastAsia="en-US"/>
        </w:rPr>
        <w:t xml:space="preserve">(сумма цифрами) </w:t>
      </w:r>
      <w:r w:rsidRPr="002E0D4E">
        <w:rPr>
          <w:rFonts w:eastAsiaTheme="minorHAnsi"/>
          <w:bCs/>
          <w:lang w:eastAsia="en-US"/>
        </w:rPr>
        <w:t xml:space="preserve">(сумма </w:t>
      </w:r>
      <w:proofErr w:type="gramStart"/>
      <w:r w:rsidRPr="002E0D4E">
        <w:rPr>
          <w:rFonts w:eastAsiaTheme="minorHAnsi"/>
          <w:bCs/>
          <w:lang w:eastAsia="en-US"/>
        </w:rPr>
        <w:t xml:space="preserve">прописью)   </w:t>
      </w:r>
      <w:proofErr w:type="gramEnd"/>
      <w:r w:rsidRPr="002E0D4E">
        <w:rPr>
          <w:rFonts w:eastAsiaTheme="minorHAnsi"/>
          <w:bCs/>
          <w:lang w:eastAsia="en-US"/>
        </w:rPr>
        <w:t xml:space="preserve">                                                                          </w:t>
      </w:r>
      <w:r w:rsidR="007244FE" w:rsidRPr="002E0D4E">
        <w:rPr>
          <w:rFonts w:eastAsiaTheme="minorHAnsi"/>
          <w:bCs/>
          <w:lang w:eastAsia="en-US"/>
        </w:rPr>
        <w:t xml:space="preserve">  </w:t>
      </w:r>
      <w:r w:rsidRPr="002E0D4E">
        <w:rPr>
          <w:rFonts w:eastAsiaTheme="minorHAnsi"/>
          <w:bCs/>
          <w:lang w:eastAsia="en-US"/>
        </w:rPr>
        <w:t>(код БК)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20__ году __________ (__________) рублей ___ копеек - по коду БК _______;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bCs/>
          <w:lang w:eastAsia="en-US"/>
        </w:rPr>
      </w:pPr>
      <w:r w:rsidRPr="002E0D4E">
        <w:rPr>
          <w:rFonts w:eastAsiaTheme="minorHAnsi"/>
          <w:bCs/>
          <w:lang w:eastAsia="en-US"/>
        </w:rPr>
        <w:t xml:space="preserve">                   </w:t>
      </w:r>
      <w:r w:rsidR="007244FE" w:rsidRPr="002E0D4E">
        <w:rPr>
          <w:rFonts w:eastAsiaTheme="minorHAnsi"/>
          <w:bCs/>
          <w:lang w:eastAsia="en-US"/>
        </w:rPr>
        <w:t xml:space="preserve">       </w:t>
      </w:r>
      <w:r w:rsidRPr="002E0D4E">
        <w:rPr>
          <w:rFonts w:eastAsiaTheme="minorHAnsi"/>
          <w:bCs/>
          <w:lang w:eastAsia="en-US"/>
        </w:rPr>
        <w:t xml:space="preserve">  (сумма </w:t>
      </w:r>
      <w:proofErr w:type="gramStart"/>
      <w:r w:rsidRPr="002E0D4E">
        <w:rPr>
          <w:rFonts w:eastAsiaTheme="minorHAnsi"/>
          <w:bCs/>
          <w:lang w:eastAsia="en-US"/>
        </w:rPr>
        <w:t>цифрами)  (</w:t>
      </w:r>
      <w:proofErr w:type="gramEnd"/>
      <w:r w:rsidRPr="002E0D4E">
        <w:rPr>
          <w:rFonts w:eastAsiaTheme="minorHAnsi"/>
          <w:bCs/>
          <w:lang w:eastAsia="en-US"/>
        </w:rPr>
        <w:t>сумма прописью)                                                                                 (код БК)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bCs/>
          <w:sz w:val="28"/>
          <w:szCs w:val="18"/>
          <w:lang w:eastAsia="en-US"/>
        </w:rPr>
      </w:pPr>
      <w:r w:rsidRPr="002E0D4E">
        <w:rPr>
          <w:rFonts w:eastAsiaTheme="minorHAnsi" w:cstheme="minorBidi"/>
          <w:bCs/>
          <w:sz w:val="28"/>
          <w:szCs w:val="18"/>
          <w:lang w:eastAsia="en-US"/>
        </w:rPr>
        <w:t xml:space="preserve">2.1.2. за пределами планового периода в соответствии </w:t>
      </w:r>
      <w:r w:rsidRPr="002E0D4E">
        <w:rPr>
          <w:rFonts w:eastAsiaTheme="minorHAnsi" w:cstheme="minorBidi"/>
          <w:bCs/>
          <w:sz w:val="28"/>
          <w:szCs w:val="18"/>
          <w:lang w:eastAsia="en-US"/>
        </w:rPr>
        <w:br/>
        <w:t>с _____________________________________________________________________</w:t>
      </w:r>
      <w:r w:rsidR="00A97168" w:rsidRPr="002E0D4E">
        <w:rPr>
          <w:rFonts w:eastAsiaTheme="minorHAnsi" w:cstheme="minorBidi"/>
          <w:bCs/>
          <w:sz w:val="28"/>
          <w:szCs w:val="18"/>
          <w:vertAlign w:val="superscript"/>
          <w:lang w:eastAsia="en-US"/>
        </w:rPr>
        <w:t>8</w:t>
      </w:r>
      <w:r w:rsidRPr="002E0D4E">
        <w:rPr>
          <w:rFonts w:eastAsiaTheme="minorHAnsi" w:cstheme="minorBidi"/>
          <w:bCs/>
          <w:sz w:val="28"/>
          <w:szCs w:val="18"/>
          <w:lang w:eastAsia="en-US"/>
        </w:rPr>
        <w:t>: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lang w:eastAsia="en-US"/>
        </w:rPr>
        <w:t xml:space="preserve">(реквизиты принятого в соответствии с бюджетным законодательством Российской Федерации акта </w:t>
      </w:r>
      <w:r w:rsidR="004614C4" w:rsidRPr="002E0D4E">
        <w:rPr>
          <w:rFonts w:eastAsiaTheme="minorHAnsi" w:cstheme="minorBidi"/>
          <w:bCs/>
          <w:lang w:eastAsia="en-US"/>
        </w:rPr>
        <w:t>Кабинета Министров Республики Татарстан</w:t>
      </w:r>
      <w:r w:rsidRPr="002E0D4E">
        <w:rPr>
          <w:rFonts w:eastAsiaTheme="minorHAnsi" w:cstheme="minorBidi"/>
          <w:bCs/>
          <w:lang w:eastAsia="en-US"/>
        </w:rPr>
        <w:t>, предусматривающего заключение соглашения (договора) на срок, превышающий срок действия лимитов бюджетных обязательств)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 w:rsidRPr="002E0D4E">
        <w:rPr>
          <w:rFonts w:eastAsiaTheme="minorHAnsi" w:cstheme="minorBidi"/>
          <w:sz w:val="28"/>
          <w:szCs w:val="28"/>
          <w:lang w:eastAsia="en-US"/>
        </w:rPr>
        <w:t>в 20__ году ________</w:t>
      </w:r>
      <w:r w:rsidR="00D37882" w:rsidRPr="002E0D4E">
        <w:rPr>
          <w:rFonts w:eastAsiaTheme="minorHAnsi" w:cstheme="minorBidi"/>
          <w:sz w:val="28"/>
          <w:szCs w:val="28"/>
          <w:lang w:eastAsia="en-US"/>
        </w:rPr>
        <w:t>_</w:t>
      </w:r>
      <w:r w:rsidRPr="002E0D4E">
        <w:rPr>
          <w:rFonts w:eastAsiaTheme="minorHAnsi" w:cstheme="minorBidi"/>
          <w:sz w:val="28"/>
          <w:szCs w:val="28"/>
          <w:lang w:eastAsia="en-US"/>
        </w:rPr>
        <w:t>_ (________</w:t>
      </w:r>
      <w:r w:rsidR="00D37882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__) рублей ___ копеек</w:t>
      </w:r>
      <w:r w:rsidR="00A97168" w:rsidRPr="002E0D4E">
        <w:rPr>
          <w:rFonts w:eastAsiaTheme="minorHAnsi" w:cstheme="minorBidi"/>
          <w:sz w:val="28"/>
          <w:szCs w:val="28"/>
          <w:vertAlign w:val="superscript"/>
          <w:lang w:eastAsia="en-US"/>
        </w:rPr>
        <w:t>9</w:t>
      </w:r>
      <w:r w:rsidRPr="002E0D4E">
        <w:rPr>
          <w:rFonts w:eastAsiaTheme="minorHAnsi" w:cstheme="minorBidi"/>
          <w:sz w:val="28"/>
          <w:szCs w:val="28"/>
          <w:lang w:eastAsia="en-US"/>
        </w:rPr>
        <w:t>;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i/>
          <w:sz w:val="18"/>
          <w:szCs w:val="18"/>
          <w:lang w:eastAsia="en-US"/>
        </w:rPr>
        <w:t xml:space="preserve">                                </w:t>
      </w:r>
      <w:r w:rsidRPr="002E0D4E">
        <w:rPr>
          <w:rFonts w:eastAsiaTheme="minorHAnsi" w:cstheme="minorBidi"/>
          <w:bCs/>
          <w:lang w:eastAsia="en-US"/>
        </w:rPr>
        <w:t xml:space="preserve">(сумма </w:t>
      </w:r>
      <w:proofErr w:type="gramStart"/>
      <w:r w:rsidRPr="002E0D4E">
        <w:rPr>
          <w:rFonts w:eastAsiaTheme="minorHAnsi" w:cstheme="minorBidi"/>
          <w:bCs/>
          <w:lang w:eastAsia="en-US"/>
        </w:rPr>
        <w:t xml:space="preserve">цифрой)   </w:t>
      </w:r>
      <w:proofErr w:type="gramEnd"/>
      <w:r w:rsidRPr="002E0D4E">
        <w:rPr>
          <w:rFonts w:eastAsiaTheme="minorHAnsi" w:cstheme="minorBidi"/>
          <w:bCs/>
          <w:lang w:eastAsia="en-US"/>
        </w:rPr>
        <w:t xml:space="preserve"> (сумма прописью)  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 w:rsidRPr="002E0D4E">
        <w:rPr>
          <w:rFonts w:eastAsiaTheme="minorHAnsi" w:cstheme="minorBidi"/>
          <w:sz w:val="28"/>
          <w:szCs w:val="28"/>
          <w:lang w:eastAsia="en-US"/>
        </w:rPr>
        <w:t>в 20__ году _______</w:t>
      </w:r>
      <w:r w:rsidR="00D37882" w:rsidRPr="002E0D4E">
        <w:rPr>
          <w:rFonts w:eastAsiaTheme="minorHAnsi" w:cstheme="minorBidi"/>
          <w:sz w:val="28"/>
          <w:szCs w:val="28"/>
          <w:lang w:eastAsia="en-US"/>
        </w:rPr>
        <w:t>_</w:t>
      </w:r>
      <w:r w:rsidRPr="002E0D4E">
        <w:rPr>
          <w:rFonts w:eastAsiaTheme="minorHAnsi" w:cstheme="minorBidi"/>
          <w:sz w:val="28"/>
          <w:szCs w:val="28"/>
          <w:lang w:eastAsia="en-US"/>
        </w:rPr>
        <w:t>__ (_________</w:t>
      </w:r>
      <w:r w:rsidR="00D37882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_) рублей ___ копеек</w:t>
      </w:r>
      <w:r w:rsidR="00A97168" w:rsidRPr="002E0D4E">
        <w:rPr>
          <w:rFonts w:eastAsiaTheme="minorHAnsi" w:cstheme="minorBidi"/>
          <w:sz w:val="28"/>
          <w:szCs w:val="28"/>
          <w:vertAlign w:val="superscript"/>
          <w:lang w:eastAsia="en-US"/>
        </w:rPr>
        <w:t>9</w:t>
      </w:r>
      <w:r w:rsidRPr="002E0D4E">
        <w:rPr>
          <w:rFonts w:eastAsiaTheme="minorHAnsi" w:cstheme="minorBidi"/>
          <w:sz w:val="28"/>
          <w:szCs w:val="28"/>
          <w:lang w:eastAsia="en-US"/>
        </w:rPr>
        <w:t>;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i/>
          <w:sz w:val="18"/>
          <w:szCs w:val="18"/>
          <w:lang w:eastAsia="en-US"/>
        </w:rPr>
        <w:t xml:space="preserve">                                </w:t>
      </w:r>
      <w:r w:rsidRPr="002E0D4E">
        <w:rPr>
          <w:rFonts w:eastAsiaTheme="minorHAnsi" w:cstheme="minorBidi"/>
          <w:bCs/>
          <w:lang w:eastAsia="en-US"/>
        </w:rPr>
        <w:t xml:space="preserve">(сумма </w:t>
      </w:r>
      <w:proofErr w:type="gramStart"/>
      <w:r w:rsidRPr="002E0D4E">
        <w:rPr>
          <w:rFonts w:eastAsiaTheme="minorHAnsi" w:cstheme="minorBidi"/>
          <w:bCs/>
          <w:lang w:eastAsia="en-US"/>
        </w:rPr>
        <w:t xml:space="preserve">цифрой)   </w:t>
      </w:r>
      <w:proofErr w:type="gramEnd"/>
      <w:r w:rsidRPr="002E0D4E">
        <w:rPr>
          <w:rFonts w:eastAsiaTheme="minorHAnsi" w:cstheme="minorBidi"/>
          <w:bCs/>
          <w:lang w:eastAsia="en-US"/>
        </w:rPr>
        <w:t xml:space="preserve"> (сумма прописью)  </w:t>
      </w:r>
    </w:p>
    <w:p w:rsidR="00FA62AD" w:rsidRPr="002E0D4E" w:rsidRDefault="00FA62AD" w:rsidP="004614C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 w:cstheme="minorBidi"/>
          <w:sz w:val="28"/>
          <w:szCs w:val="28"/>
          <w:lang w:eastAsia="en-US"/>
        </w:rPr>
      </w:pPr>
      <w:r w:rsidRPr="002E0D4E">
        <w:rPr>
          <w:rFonts w:eastAsiaTheme="minorHAnsi" w:cstheme="minorBidi"/>
          <w:sz w:val="28"/>
          <w:szCs w:val="28"/>
          <w:lang w:eastAsia="en-US"/>
        </w:rPr>
        <w:t>в 20__ году ____</w:t>
      </w:r>
      <w:r w:rsidR="00D37882" w:rsidRPr="002E0D4E">
        <w:rPr>
          <w:rFonts w:eastAsiaTheme="minorHAnsi" w:cstheme="minorBidi"/>
          <w:sz w:val="28"/>
          <w:szCs w:val="28"/>
          <w:lang w:eastAsia="en-US"/>
        </w:rPr>
        <w:t>_</w:t>
      </w:r>
      <w:r w:rsidRPr="002E0D4E">
        <w:rPr>
          <w:rFonts w:eastAsiaTheme="minorHAnsi" w:cstheme="minorBidi"/>
          <w:sz w:val="28"/>
          <w:szCs w:val="28"/>
          <w:lang w:eastAsia="en-US"/>
        </w:rPr>
        <w:t>_____ (_______</w:t>
      </w:r>
      <w:r w:rsidR="00D37882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___) рублей ___ копеек</w:t>
      </w:r>
      <w:r w:rsidR="00A97168" w:rsidRPr="002E0D4E">
        <w:rPr>
          <w:rFonts w:eastAsiaTheme="minorHAnsi" w:cstheme="minorBidi"/>
          <w:sz w:val="28"/>
          <w:szCs w:val="28"/>
          <w:vertAlign w:val="superscript"/>
          <w:lang w:eastAsia="en-US"/>
        </w:rPr>
        <w:t>9</w:t>
      </w:r>
      <w:r w:rsidR="00595060" w:rsidRPr="002E0D4E">
        <w:rPr>
          <w:rFonts w:eastAsiaTheme="minorHAnsi" w:cstheme="minorBidi"/>
          <w:sz w:val="28"/>
          <w:szCs w:val="28"/>
          <w:lang w:eastAsia="en-US"/>
        </w:rPr>
        <w:t>.</w:t>
      </w:r>
    </w:p>
    <w:p w:rsidR="00FA62AD" w:rsidRPr="002E0D4E" w:rsidRDefault="004614C4" w:rsidP="00FA62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lang w:eastAsia="en-US"/>
        </w:rPr>
        <w:t xml:space="preserve">                      </w:t>
      </w:r>
      <w:r w:rsidR="00FA62AD" w:rsidRPr="002E0D4E">
        <w:rPr>
          <w:rFonts w:eastAsiaTheme="minorHAnsi" w:cstheme="minorBidi"/>
          <w:bCs/>
          <w:lang w:eastAsia="en-US"/>
        </w:rPr>
        <w:t xml:space="preserve">  (сумма </w:t>
      </w:r>
      <w:proofErr w:type="gramStart"/>
      <w:r w:rsidR="00FA62AD" w:rsidRPr="002E0D4E">
        <w:rPr>
          <w:rFonts w:eastAsiaTheme="minorHAnsi" w:cstheme="minorBidi"/>
          <w:bCs/>
          <w:lang w:eastAsia="en-US"/>
        </w:rPr>
        <w:t xml:space="preserve">цифрой)   </w:t>
      </w:r>
      <w:proofErr w:type="gramEnd"/>
      <w:r w:rsidR="00FA62AD" w:rsidRPr="002E0D4E">
        <w:rPr>
          <w:rFonts w:eastAsiaTheme="minorHAnsi" w:cstheme="minorBidi"/>
          <w:bCs/>
          <w:lang w:eastAsia="en-US"/>
        </w:rPr>
        <w:t xml:space="preserve"> (сумма прописью)  </w:t>
      </w:r>
    </w:p>
    <w:p w:rsidR="00ED0C50" w:rsidRPr="002E0D4E" w:rsidRDefault="00ED0C50" w:rsidP="00C460D1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 </w:t>
      </w:r>
    </w:p>
    <w:p w:rsidR="00ED0C50" w:rsidRPr="002E0D4E" w:rsidRDefault="00ED0C50" w:rsidP="00A3222D">
      <w:pPr>
        <w:spacing w:after="1" w:line="280" w:lineRule="atLeast"/>
        <w:ind w:firstLine="567"/>
        <w:jc w:val="center"/>
        <w:outlineLvl w:val="1"/>
      </w:pPr>
      <w:bookmarkStart w:id="9" w:name="P133"/>
      <w:bookmarkEnd w:id="9"/>
      <w:r w:rsidRPr="002E0D4E">
        <w:rPr>
          <w:sz w:val="28"/>
        </w:rPr>
        <w:t>III. Условия предоставления гранта</w:t>
      </w:r>
    </w:p>
    <w:p w:rsidR="00ED0C50" w:rsidRPr="002E0D4E" w:rsidRDefault="00ED0C50" w:rsidP="00A3222D">
      <w:pPr>
        <w:spacing w:after="1" w:line="280" w:lineRule="atLeast"/>
        <w:ind w:firstLine="567"/>
        <w:jc w:val="both"/>
      </w:pPr>
    </w:p>
    <w:p w:rsidR="004B03D8" w:rsidRPr="002E0D4E" w:rsidRDefault="00ED0C50" w:rsidP="00A3222D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 Грант предоставляется в соответствии с Правилами предоставления гранта:</w:t>
      </w:r>
      <w:bookmarkStart w:id="10" w:name="P136"/>
      <w:bookmarkEnd w:id="10"/>
    </w:p>
    <w:p w:rsidR="00E75872" w:rsidRPr="002E0D4E" w:rsidRDefault="00ED0C50" w:rsidP="004918F1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3.1.1. при представлении Получателем в</w:t>
      </w:r>
      <w:r w:rsidRPr="002E0D4E">
        <w:t xml:space="preserve"> </w:t>
      </w:r>
      <w:r w:rsidR="004918F1" w:rsidRPr="002E0D4E">
        <w:rPr>
          <w:sz w:val="28"/>
          <w:szCs w:val="28"/>
        </w:rPr>
        <w:t>____________________________</w:t>
      </w:r>
      <w:r w:rsidR="005E602F" w:rsidRPr="002E0D4E">
        <w:rPr>
          <w:sz w:val="28"/>
          <w:szCs w:val="28"/>
        </w:rPr>
        <w:t>_____</w:t>
      </w:r>
      <w:r w:rsidR="004918F1" w:rsidRPr="002E0D4E">
        <w:rPr>
          <w:sz w:val="28"/>
          <w:szCs w:val="28"/>
        </w:rPr>
        <w:t xml:space="preserve"> </w:t>
      </w:r>
    </w:p>
    <w:p w:rsidR="00F914CF" w:rsidRPr="002E0D4E" w:rsidRDefault="005E602F" w:rsidP="00F914CF">
      <w:pPr>
        <w:spacing w:after="1" w:line="200" w:lineRule="atLeast"/>
        <w:jc w:val="right"/>
      </w:pPr>
      <w:r w:rsidRPr="002E0D4E">
        <w:t xml:space="preserve">                                                                </w:t>
      </w:r>
      <w:r w:rsidR="00967E44" w:rsidRPr="002E0D4E">
        <w:t xml:space="preserve">                            </w:t>
      </w:r>
      <w:r w:rsidR="00F914CF" w:rsidRPr="002E0D4E">
        <w:t xml:space="preserve">                         </w:t>
      </w:r>
      <w:r w:rsidR="00967E44" w:rsidRPr="002E0D4E">
        <w:t xml:space="preserve"> </w:t>
      </w:r>
      <w:r w:rsidR="00F914CF" w:rsidRPr="002E0D4E">
        <w:t xml:space="preserve">   </w:t>
      </w:r>
      <w:r w:rsidR="00967E44" w:rsidRPr="002E0D4E">
        <w:t xml:space="preserve"> </w:t>
      </w:r>
      <w:r w:rsidRPr="002E0D4E">
        <w:t>(Министерство, Комитет, Агентство,</w:t>
      </w:r>
    </w:p>
    <w:p w:rsidR="005E602F" w:rsidRPr="002E0D4E" w:rsidRDefault="00F914CF" w:rsidP="00F914CF">
      <w:pPr>
        <w:spacing w:after="1" w:line="200" w:lineRule="atLeast"/>
        <w:jc w:val="right"/>
        <w:rPr>
          <w:b/>
        </w:rPr>
      </w:pPr>
      <w:r w:rsidRPr="002E0D4E">
        <w:t xml:space="preserve">                                                                                                                                                </w:t>
      </w:r>
      <w:r w:rsidR="005E602F" w:rsidRPr="002E0D4E">
        <w:t xml:space="preserve"> иной орган (организация)</w:t>
      </w:r>
      <w:r w:rsidR="00967E44" w:rsidRPr="002E0D4E">
        <w:t>)</w:t>
      </w:r>
    </w:p>
    <w:p w:rsidR="00ED0C50" w:rsidRPr="002E0D4E" w:rsidRDefault="005E602F" w:rsidP="005E602F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 xml:space="preserve">в срок </w:t>
      </w:r>
      <w:r w:rsidR="006127CB" w:rsidRPr="002E0D4E">
        <w:rPr>
          <w:sz w:val="28"/>
          <w:szCs w:val="28"/>
        </w:rPr>
        <w:t>до «</w:t>
      </w:r>
      <w:r w:rsidR="00ED0C50" w:rsidRPr="002E0D4E">
        <w:rPr>
          <w:sz w:val="28"/>
          <w:szCs w:val="28"/>
        </w:rPr>
        <w:t>__</w:t>
      </w:r>
      <w:r w:rsidR="006127CB" w:rsidRPr="002E0D4E">
        <w:rPr>
          <w:sz w:val="28"/>
          <w:szCs w:val="28"/>
        </w:rPr>
        <w:t>»</w:t>
      </w:r>
      <w:r w:rsidR="00ED0C50" w:rsidRPr="002E0D4E">
        <w:rPr>
          <w:sz w:val="28"/>
          <w:szCs w:val="28"/>
        </w:rPr>
        <w:t xml:space="preserve"> _________ 20__ г. документов, в том числе</w:t>
      </w:r>
      <w:r w:rsidR="00934FA5" w:rsidRPr="002E0D4E">
        <w:rPr>
          <w:sz w:val="28"/>
          <w:szCs w:val="28"/>
        </w:rPr>
        <w:t xml:space="preserve"> </w:t>
      </w:r>
      <w:r w:rsidR="00163678" w:rsidRPr="002E0D4E">
        <w:rPr>
          <w:sz w:val="28"/>
          <w:szCs w:val="28"/>
          <w:vertAlign w:val="superscript"/>
        </w:rPr>
        <w:t>10</w:t>
      </w:r>
      <w:r w:rsidR="006D0A6D" w:rsidRPr="002E0D4E">
        <w:rPr>
          <w:sz w:val="28"/>
          <w:szCs w:val="28"/>
        </w:rPr>
        <w:t>:</w:t>
      </w:r>
      <w:r w:rsidR="00ED0C50" w:rsidRPr="002E0D4E">
        <w:rPr>
          <w:sz w:val="28"/>
          <w:szCs w:val="28"/>
        </w:rPr>
        <w:t xml:space="preserve"> </w:t>
      </w:r>
    </w:p>
    <w:p w:rsidR="00ED0C50" w:rsidRPr="002E0D4E" w:rsidRDefault="00ED0C50" w:rsidP="00E75872">
      <w:pPr>
        <w:ind w:firstLine="567"/>
        <w:jc w:val="both"/>
        <w:rPr>
          <w:sz w:val="28"/>
          <w:szCs w:val="28"/>
        </w:rPr>
      </w:pPr>
      <w:bookmarkStart w:id="11" w:name="P140"/>
      <w:bookmarkEnd w:id="11"/>
      <w:r w:rsidRPr="002E0D4E">
        <w:rPr>
          <w:sz w:val="28"/>
          <w:szCs w:val="28"/>
        </w:rPr>
        <w:t>3.1.1.1. __________________________</w:t>
      </w:r>
      <w:r w:rsidR="001C5DC6" w:rsidRPr="002E0D4E">
        <w:rPr>
          <w:sz w:val="28"/>
          <w:szCs w:val="28"/>
        </w:rPr>
        <w:t>__________________________________</w:t>
      </w:r>
      <w:r w:rsidR="00E75872" w:rsidRPr="002E0D4E">
        <w:rPr>
          <w:sz w:val="28"/>
          <w:szCs w:val="28"/>
        </w:rPr>
        <w:t>_</w:t>
      </w:r>
      <w:r w:rsidR="00D25544" w:rsidRPr="002E0D4E">
        <w:rPr>
          <w:sz w:val="28"/>
          <w:szCs w:val="28"/>
        </w:rPr>
        <w:t>;</w:t>
      </w:r>
    </w:p>
    <w:p w:rsidR="00D25544" w:rsidRPr="002E0D4E" w:rsidRDefault="00D25544" w:rsidP="00D25544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3.1.1.2. _____________________________________________________________</w:t>
      </w:r>
      <w:r w:rsidR="00595060" w:rsidRPr="002E0D4E">
        <w:rPr>
          <w:sz w:val="28"/>
          <w:szCs w:val="28"/>
        </w:rPr>
        <w:t>;</w:t>
      </w:r>
    </w:p>
    <w:p w:rsidR="00E711AA" w:rsidRPr="002E0D4E" w:rsidRDefault="00ED0C50" w:rsidP="00A3222D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3.1.2. при соблюдении иных условий, в том числе</w:t>
      </w:r>
      <w:r w:rsidR="00BC4CC8" w:rsidRPr="002E0D4E">
        <w:rPr>
          <w:sz w:val="28"/>
          <w:szCs w:val="28"/>
        </w:rPr>
        <w:t xml:space="preserve"> </w:t>
      </w:r>
      <w:r w:rsidR="00163678" w:rsidRPr="002E0D4E">
        <w:rPr>
          <w:sz w:val="28"/>
          <w:szCs w:val="28"/>
          <w:vertAlign w:val="superscript"/>
        </w:rPr>
        <w:t>11</w:t>
      </w:r>
      <w:r w:rsidRPr="002E0D4E">
        <w:rPr>
          <w:sz w:val="28"/>
          <w:szCs w:val="28"/>
        </w:rPr>
        <w:t>:</w:t>
      </w:r>
      <w:bookmarkStart w:id="12" w:name="P143"/>
      <w:bookmarkEnd w:id="12"/>
    </w:p>
    <w:p w:rsidR="00B439BA" w:rsidRPr="002E0D4E" w:rsidRDefault="00ED0C50" w:rsidP="00E75872">
      <w:pPr>
        <w:ind w:right="-143"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3.1.2.1. _________________________________________________________</w:t>
      </w:r>
      <w:r w:rsidR="00EA0D9C" w:rsidRPr="002E0D4E">
        <w:rPr>
          <w:sz w:val="28"/>
          <w:szCs w:val="28"/>
        </w:rPr>
        <w:t>____</w:t>
      </w:r>
      <w:r w:rsidR="001C5DC6" w:rsidRPr="002E0D4E">
        <w:rPr>
          <w:sz w:val="28"/>
          <w:szCs w:val="28"/>
        </w:rPr>
        <w:t>_</w:t>
      </w:r>
      <w:r w:rsidR="00B439BA" w:rsidRPr="002E0D4E">
        <w:rPr>
          <w:sz w:val="28"/>
          <w:szCs w:val="28"/>
        </w:rPr>
        <w:t>;</w:t>
      </w:r>
    </w:p>
    <w:p w:rsidR="00ED0C50" w:rsidRPr="002E0D4E" w:rsidRDefault="00B439BA" w:rsidP="00E75872">
      <w:pPr>
        <w:ind w:right="-143"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3.1.2.2. ______________________________________________________________</w:t>
      </w:r>
      <w:r w:rsidR="001C5DC6" w:rsidRPr="002E0D4E">
        <w:rPr>
          <w:sz w:val="28"/>
          <w:szCs w:val="28"/>
        </w:rPr>
        <w:t>.</w:t>
      </w:r>
    </w:p>
    <w:p w:rsidR="009E1505" w:rsidRPr="002E0D4E" w:rsidRDefault="00ED0C50" w:rsidP="00A3222D">
      <w:pPr>
        <w:spacing w:line="280" w:lineRule="atLeast"/>
        <w:ind w:firstLine="567"/>
        <w:jc w:val="both"/>
        <w:rPr>
          <w:sz w:val="28"/>
        </w:rPr>
      </w:pPr>
      <w:bookmarkStart w:id="13" w:name="P144"/>
      <w:bookmarkStart w:id="14" w:name="P145"/>
      <w:bookmarkEnd w:id="13"/>
      <w:bookmarkEnd w:id="14"/>
      <w:r w:rsidRPr="002E0D4E">
        <w:rPr>
          <w:sz w:val="28"/>
        </w:rPr>
        <w:t>3.2. Перечисление гранта осуществляется в соответствии с бюджетным законодательством Российской Федерации:</w:t>
      </w:r>
      <w:bookmarkStart w:id="15" w:name="P146"/>
      <w:bookmarkEnd w:id="15"/>
    </w:p>
    <w:p w:rsidR="00E711AA" w:rsidRPr="002E0D4E" w:rsidRDefault="004C58D3" w:rsidP="00A3222D">
      <w:pPr>
        <w:spacing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3.2.1. на </w:t>
      </w:r>
      <w:r w:rsidR="0060647E" w:rsidRPr="002E0D4E">
        <w:rPr>
          <w:sz w:val="28"/>
          <w:szCs w:val="28"/>
        </w:rPr>
        <w:t>счет Получателя, открытый в Министерстве финансов</w:t>
      </w:r>
      <w:r w:rsidR="009E1505" w:rsidRPr="002E0D4E">
        <w:rPr>
          <w:sz w:val="28"/>
          <w:szCs w:val="28"/>
        </w:rPr>
        <w:t xml:space="preserve"> </w:t>
      </w:r>
      <w:r w:rsidR="0060647E" w:rsidRPr="002E0D4E">
        <w:rPr>
          <w:sz w:val="28"/>
          <w:szCs w:val="28"/>
        </w:rPr>
        <w:t>Республики</w:t>
      </w:r>
      <w:r w:rsidRPr="002E0D4E">
        <w:rPr>
          <w:sz w:val="28"/>
          <w:szCs w:val="28"/>
        </w:rPr>
        <w:t xml:space="preserve"> Т</w:t>
      </w:r>
      <w:r w:rsidR="0060647E" w:rsidRPr="002E0D4E">
        <w:rPr>
          <w:sz w:val="28"/>
          <w:szCs w:val="28"/>
        </w:rPr>
        <w:t>атарстан, не позднее 2-го рабочего дня, следующего за днем</w:t>
      </w:r>
      <w:r w:rsidR="009E1505" w:rsidRPr="002E0D4E">
        <w:rPr>
          <w:sz w:val="28"/>
          <w:szCs w:val="28"/>
        </w:rPr>
        <w:t xml:space="preserve"> </w:t>
      </w:r>
      <w:r w:rsidR="0060647E" w:rsidRPr="002E0D4E">
        <w:rPr>
          <w:sz w:val="28"/>
          <w:szCs w:val="28"/>
        </w:rPr>
        <w:t>представления Получателем в Министерство финансов Республики Татарстан</w:t>
      </w:r>
      <w:r w:rsidR="009E1505" w:rsidRPr="002E0D4E">
        <w:rPr>
          <w:sz w:val="28"/>
          <w:szCs w:val="28"/>
        </w:rPr>
        <w:t xml:space="preserve"> </w:t>
      </w:r>
      <w:r w:rsidR="0060647E" w:rsidRPr="002E0D4E">
        <w:rPr>
          <w:sz w:val="28"/>
          <w:szCs w:val="28"/>
        </w:rPr>
        <w:t>документов для оплаты денежного обязательства Получателя, на финансовое</w:t>
      </w:r>
      <w:r w:rsidR="009E1505" w:rsidRPr="002E0D4E">
        <w:rPr>
          <w:sz w:val="28"/>
          <w:szCs w:val="28"/>
        </w:rPr>
        <w:t xml:space="preserve"> </w:t>
      </w:r>
      <w:r w:rsidR="0060647E" w:rsidRPr="002E0D4E">
        <w:rPr>
          <w:sz w:val="28"/>
          <w:szCs w:val="28"/>
        </w:rPr>
        <w:t>обеспечение которого предоставляется Грант</w:t>
      </w:r>
      <w:r w:rsidR="00020309" w:rsidRPr="002E0D4E">
        <w:rPr>
          <w:sz w:val="28"/>
          <w:szCs w:val="28"/>
          <w:vertAlign w:val="superscript"/>
        </w:rPr>
        <w:t>1</w:t>
      </w:r>
      <w:r w:rsidR="00163678" w:rsidRPr="002E0D4E">
        <w:rPr>
          <w:sz w:val="28"/>
          <w:szCs w:val="28"/>
          <w:vertAlign w:val="superscript"/>
        </w:rPr>
        <w:t>2</w:t>
      </w:r>
      <w:r w:rsidR="009E1505" w:rsidRPr="002E0D4E">
        <w:rPr>
          <w:sz w:val="28"/>
          <w:szCs w:val="28"/>
        </w:rPr>
        <w:t>;</w:t>
      </w:r>
      <w:bookmarkStart w:id="16" w:name="P156"/>
      <w:bookmarkEnd w:id="16"/>
    </w:p>
    <w:p w:rsidR="00E711AA" w:rsidRPr="002E0D4E" w:rsidRDefault="00ED0C50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  <w:szCs w:val="28"/>
        </w:rPr>
        <w:t>3.2.2. на счет Получателя, открытый в ___________________________</w:t>
      </w:r>
      <w:r w:rsidR="00BB240F" w:rsidRPr="002E0D4E">
        <w:rPr>
          <w:sz w:val="28"/>
          <w:szCs w:val="28"/>
        </w:rPr>
        <w:t>__</w:t>
      </w:r>
      <w:r w:rsidR="00A24CE2" w:rsidRPr="002E0D4E">
        <w:rPr>
          <w:sz w:val="28"/>
          <w:szCs w:val="28"/>
        </w:rPr>
        <w:t>____</w:t>
      </w:r>
      <w:r w:rsidR="00020309" w:rsidRPr="002E0D4E">
        <w:rPr>
          <w:sz w:val="28"/>
          <w:szCs w:val="28"/>
          <w:vertAlign w:val="superscript"/>
        </w:rPr>
        <w:t>1</w:t>
      </w:r>
      <w:r w:rsidR="00163678" w:rsidRPr="002E0D4E">
        <w:rPr>
          <w:sz w:val="28"/>
          <w:szCs w:val="28"/>
          <w:vertAlign w:val="superscript"/>
        </w:rPr>
        <w:t>3</w:t>
      </w:r>
      <w:r w:rsidR="00E50F10" w:rsidRPr="002E0D4E">
        <w:rPr>
          <w:sz w:val="28"/>
        </w:rPr>
        <w:t>:</w:t>
      </w:r>
    </w:p>
    <w:p w:rsidR="00E711AA" w:rsidRPr="002E0D4E" w:rsidRDefault="00E711AA" w:rsidP="00A3222D">
      <w:pPr>
        <w:spacing w:after="1"/>
        <w:ind w:firstLine="567"/>
        <w:jc w:val="both"/>
      </w:pPr>
      <w:r w:rsidRPr="002E0D4E">
        <w:t xml:space="preserve">                                                                           </w:t>
      </w:r>
      <w:r w:rsidR="00E75872" w:rsidRPr="002E0D4E">
        <w:t xml:space="preserve">                  </w:t>
      </w:r>
      <w:r w:rsidRPr="002E0D4E">
        <w:t>(наименование учреждения Центрального банка</w:t>
      </w:r>
    </w:p>
    <w:p w:rsidR="00ED0C50" w:rsidRPr="002E0D4E" w:rsidRDefault="00E711AA" w:rsidP="00A3222D">
      <w:pPr>
        <w:spacing w:after="1"/>
        <w:ind w:firstLine="567"/>
        <w:jc w:val="both"/>
      </w:pPr>
      <w:r w:rsidRPr="002E0D4E">
        <w:t xml:space="preserve">                                                                           </w:t>
      </w:r>
      <w:r w:rsidR="00F01019" w:rsidRPr="002E0D4E">
        <w:t xml:space="preserve">                         </w:t>
      </w:r>
      <w:r w:rsidRPr="002E0D4E">
        <w:t xml:space="preserve"> Российской Федерации или кредитной организации)</w:t>
      </w:r>
    </w:p>
    <w:p w:rsidR="00887854" w:rsidRPr="002E0D4E" w:rsidRDefault="00ED0C50" w:rsidP="00887854">
      <w:pPr>
        <w:spacing w:after="1" w:line="280" w:lineRule="atLeast"/>
        <w:ind w:firstLine="567"/>
        <w:jc w:val="both"/>
        <w:rPr>
          <w:sz w:val="28"/>
          <w:szCs w:val="28"/>
        </w:rPr>
      </w:pPr>
      <w:bookmarkStart w:id="17" w:name="P161"/>
      <w:bookmarkEnd w:id="17"/>
      <w:r w:rsidRPr="002E0D4E">
        <w:rPr>
          <w:sz w:val="28"/>
        </w:rPr>
        <w:t xml:space="preserve">3.2.2.1. в соответствии с планом-графиком перечисления гранта, установленным в приложении </w:t>
      </w:r>
      <w:r w:rsidR="009E1505" w:rsidRPr="002E0D4E">
        <w:rPr>
          <w:sz w:val="28"/>
        </w:rPr>
        <w:t>№</w:t>
      </w:r>
      <w:r w:rsidR="006122C5" w:rsidRPr="002E0D4E">
        <w:rPr>
          <w:sz w:val="28"/>
        </w:rPr>
        <w:t xml:space="preserve"> </w:t>
      </w:r>
      <w:r w:rsidR="003B4D87" w:rsidRPr="002E0D4E">
        <w:rPr>
          <w:sz w:val="28"/>
        </w:rPr>
        <w:t>__</w:t>
      </w:r>
      <w:r w:rsidR="006122C5" w:rsidRPr="002E0D4E">
        <w:rPr>
          <w:sz w:val="28"/>
        </w:rPr>
        <w:t xml:space="preserve"> </w:t>
      </w:r>
      <w:r w:rsidRPr="002E0D4E">
        <w:rPr>
          <w:sz w:val="28"/>
        </w:rPr>
        <w:t>к настоящему Соглашению, являющимся неотъемлемой частью настоящего Соглашения</w:t>
      </w:r>
      <w:bookmarkStart w:id="18" w:name="P162"/>
      <w:bookmarkEnd w:id="18"/>
      <w:r w:rsidR="00BF1E3D" w:rsidRPr="002E0D4E">
        <w:rPr>
          <w:sz w:val="28"/>
          <w:szCs w:val="28"/>
          <w:vertAlign w:val="superscript"/>
        </w:rPr>
        <w:t>1</w:t>
      </w:r>
      <w:r w:rsidR="00163678" w:rsidRPr="002E0D4E">
        <w:rPr>
          <w:sz w:val="28"/>
          <w:szCs w:val="28"/>
          <w:vertAlign w:val="superscript"/>
        </w:rPr>
        <w:t>4</w:t>
      </w:r>
      <w:r w:rsidR="00BF1E3D" w:rsidRPr="002E0D4E">
        <w:rPr>
          <w:sz w:val="28"/>
          <w:szCs w:val="28"/>
        </w:rPr>
        <w:t>;</w:t>
      </w:r>
    </w:p>
    <w:p w:rsidR="00E711AA" w:rsidRPr="002E0D4E" w:rsidRDefault="00ED0C50" w:rsidP="00887854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3.2.2.2. не позднее ____ рабочего дня, следующего за днем представления</w:t>
      </w:r>
      <w:r w:rsidR="009E1505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Получателем </w:t>
      </w:r>
      <w:r w:rsidR="00555510" w:rsidRPr="002E0D4E">
        <w:rPr>
          <w:sz w:val="28"/>
          <w:szCs w:val="28"/>
        </w:rPr>
        <w:t>в____________</w:t>
      </w:r>
      <w:r w:rsidR="00CC0841" w:rsidRPr="002E0D4E">
        <w:rPr>
          <w:sz w:val="28"/>
          <w:szCs w:val="28"/>
        </w:rPr>
        <w:t>___________________________</w:t>
      </w:r>
      <w:r w:rsidR="00555510" w:rsidRPr="002E0D4E">
        <w:rPr>
          <w:sz w:val="28"/>
          <w:szCs w:val="28"/>
        </w:rPr>
        <w:t xml:space="preserve"> следующих документов</w:t>
      </w:r>
      <w:r w:rsidR="00555510" w:rsidRPr="002E0D4E">
        <w:rPr>
          <w:sz w:val="28"/>
          <w:szCs w:val="28"/>
          <w:vertAlign w:val="superscript"/>
        </w:rPr>
        <w:t>1</w:t>
      </w:r>
      <w:r w:rsidR="00163678" w:rsidRPr="002E0D4E">
        <w:rPr>
          <w:sz w:val="28"/>
          <w:szCs w:val="28"/>
          <w:vertAlign w:val="superscript"/>
        </w:rPr>
        <w:t>5</w:t>
      </w:r>
      <w:r w:rsidR="00555510" w:rsidRPr="002E0D4E">
        <w:rPr>
          <w:sz w:val="28"/>
          <w:szCs w:val="28"/>
        </w:rPr>
        <w:t>:</w:t>
      </w:r>
    </w:p>
    <w:p w:rsidR="005E602F" w:rsidRPr="002E0D4E" w:rsidRDefault="00E711AA" w:rsidP="005E602F">
      <w:pPr>
        <w:spacing w:after="1" w:line="200" w:lineRule="atLeast"/>
        <w:jc w:val="both"/>
      </w:pPr>
      <w:r w:rsidRPr="002E0D4E">
        <w:t xml:space="preserve">            </w:t>
      </w:r>
      <w:bookmarkStart w:id="19" w:name="P166"/>
      <w:bookmarkEnd w:id="19"/>
      <w:r w:rsidRPr="002E0D4E">
        <w:t xml:space="preserve">          </w:t>
      </w:r>
      <w:r w:rsidR="005E602F" w:rsidRPr="002E0D4E">
        <w:t xml:space="preserve">       (Министерство, Комитет, Агентство, иной орган (организация)</w:t>
      </w:r>
      <w:r w:rsidR="00967E44" w:rsidRPr="002E0D4E">
        <w:t>)</w:t>
      </w:r>
    </w:p>
    <w:p w:rsidR="00ED0C50" w:rsidRPr="002E0D4E" w:rsidRDefault="00ED0C50" w:rsidP="00A3222D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3.2.2.2.</w:t>
      </w:r>
      <w:proofErr w:type="gramStart"/>
      <w:r w:rsidRPr="002E0D4E">
        <w:rPr>
          <w:sz w:val="28"/>
          <w:szCs w:val="28"/>
        </w:rPr>
        <w:t>1._</w:t>
      </w:r>
      <w:proofErr w:type="gramEnd"/>
      <w:r w:rsidRPr="002E0D4E">
        <w:rPr>
          <w:sz w:val="28"/>
          <w:szCs w:val="28"/>
        </w:rPr>
        <w:t>____________________________________________________</w:t>
      </w:r>
      <w:r w:rsidR="00E50F10" w:rsidRPr="002E0D4E">
        <w:rPr>
          <w:sz w:val="28"/>
          <w:szCs w:val="28"/>
        </w:rPr>
        <w:t>_____</w:t>
      </w:r>
      <w:r w:rsidR="00E75872" w:rsidRPr="002E0D4E">
        <w:rPr>
          <w:sz w:val="28"/>
          <w:szCs w:val="28"/>
        </w:rPr>
        <w:t>_</w:t>
      </w:r>
      <w:r w:rsidR="00E50F10" w:rsidRPr="002E0D4E">
        <w:rPr>
          <w:sz w:val="28"/>
          <w:szCs w:val="28"/>
        </w:rPr>
        <w:t>_</w:t>
      </w:r>
      <w:r w:rsidR="00CD6EB2" w:rsidRPr="002E0D4E">
        <w:rPr>
          <w:sz w:val="28"/>
          <w:szCs w:val="28"/>
        </w:rPr>
        <w:t>;</w:t>
      </w:r>
    </w:p>
    <w:p w:rsidR="00CD6EB2" w:rsidRPr="002E0D4E" w:rsidRDefault="00CD6EB2" w:rsidP="00A3222D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3.2.2.2.</w:t>
      </w:r>
      <w:proofErr w:type="gramStart"/>
      <w:r w:rsidRPr="002E0D4E">
        <w:rPr>
          <w:sz w:val="28"/>
          <w:szCs w:val="28"/>
        </w:rPr>
        <w:t>2._</w:t>
      </w:r>
      <w:proofErr w:type="gramEnd"/>
      <w:r w:rsidRPr="002E0D4E">
        <w:rPr>
          <w:sz w:val="28"/>
          <w:szCs w:val="28"/>
        </w:rPr>
        <w:t>___________________________________________________________.</w:t>
      </w:r>
    </w:p>
    <w:p w:rsidR="00ED0C50" w:rsidRPr="002E0D4E" w:rsidRDefault="00ED0C50" w:rsidP="00E75872">
      <w:pPr>
        <w:ind w:firstLine="567"/>
        <w:jc w:val="both"/>
        <w:rPr>
          <w:sz w:val="28"/>
          <w:szCs w:val="28"/>
        </w:rPr>
      </w:pPr>
      <w:bookmarkStart w:id="20" w:name="P168"/>
      <w:bookmarkEnd w:id="20"/>
      <w:r w:rsidRPr="002E0D4E">
        <w:rPr>
          <w:sz w:val="28"/>
          <w:szCs w:val="28"/>
        </w:rPr>
        <w:t>3.3.  Условием предоставления гранта является согласие Получателя на</w:t>
      </w:r>
      <w:r w:rsidR="00E50F10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осуществление ______________________</w:t>
      </w:r>
      <w:r w:rsidR="0001381A" w:rsidRPr="002E0D4E">
        <w:rPr>
          <w:sz w:val="28"/>
          <w:szCs w:val="28"/>
        </w:rPr>
        <w:t>_____________</w:t>
      </w:r>
      <w:r w:rsidR="003A2DE1" w:rsidRPr="002E0D4E">
        <w:rPr>
          <w:sz w:val="28"/>
          <w:szCs w:val="28"/>
        </w:rPr>
        <w:t>________________</w:t>
      </w:r>
      <w:r w:rsidR="0001381A" w:rsidRPr="002E0D4E">
        <w:rPr>
          <w:sz w:val="28"/>
          <w:szCs w:val="28"/>
        </w:rPr>
        <w:t xml:space="preserve"> и   органами </w:t>
      </w:r>
    </w:p>
    <w:p w:rsidR="005E602F" w:rsidRPr="002E0D4E" w:rsidRDefault="005E602F" w:rsidP="005E602F">
      <w:pPr>
        <w:spacing w:after="1" w:line="200" w:lineRule="atLeast"/>
        <w:jc w:val="both"/>
      </w:pPr>
      <w:r w:rsidRPr="002E0D4E">
        <w:t xml:space="preserve">                       </w:t>
      </w:r>
      <w:r w:rsidR="003A2DE1" w:rsidRPr="002E0D4E">
        <w:t xml:space="preserve">          </w:t>
      </w:r>
      <w:r w:rsidRPr="002E0D4E">
        <w:t xml:space="preserve">  (Министерство</w:t>
      </w:r>
      <w:r w:rsidR="00F953AD" w:rsidRPr="002E0D4E">
        <w:t>м</w:t>
      </w:r>
      <w:r w:rsidRPr="002E0D4E">
        <w:t>, Комитет</w:t>
      </w:r>
      <w:r w:rsidR="00F953AD" w:rsidRPr="002E0D4E">
        <w:t>ом</w:t>
      </w:r>
      <w:r w:rsidRPr="002E0D4E">
        <w:t>, Агентство</w:t>
      </w:r>
      <w:r w:rsidR="00F953AD" w:rsidRPr="002E0D4E">
        <w:t>м</w:t>
      </w:r>
      <w:r w:rsidRPr="002E0D4E">
        <w:t>, ин</w:t>
      </w:r>
      <w:r w:rsidR="00F953AD" w:rsidRPr="002E0D4E">
        <w:t>ым</w:t>
      </w:r>
      <w:r w:rsidRPr="002E0D4E">
        <w:t xml:space="preserve"> орган</w:t>
      </w:r>
      <w:r w:rsidR="00F953AD" w:rsidRPr="002E0D4E">
        <w:t>ом</w:t>
      </w:r>
      <w:r w:rsidRPr="002E0D4E">
        <w:t xml:space="preserve"> (организаци</w:t>
      </w:r>
      <w:r w:rsidR="00F953AD" w:rsidRPr="002E0D4E">
        <w:t>ей</w:t>
      </w:r>
      <w:r w:rsidRPr="002E0D4E">
        <w:t>)</w:t>
      </w:r>
      <w:r w:rsidR="00F953AD" w:rsidRPr="002E0D4E">
        <w:t>)</w:t>
      </w:r>
    </w:p>
    <w:p w:rsidR="00ED0C50" w:rsidRPr="002E0D4E" w:rsidRDefault="003A2DE1" w:rsidP="00E2191E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государственного </w:t>
      </w:r>
      <w:r w:rsidR="00ED0C50" w:rsidRPr="002E0D4E">
        <w:rPr>
          <w:sz w:val="28"/>
          <w:szCs w:val="28"/>
        </w:rPr>
        <w:t>финансового контроля проверок соблюдения</w:t>
      </w:r>
      <w:r w:rsidR="00453129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Получателем условий, целей и порядка предоставления гранта. Выражение</w:t>
      </w:r>
      <w:r w:rsidR="00453129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согласия Получателя на осуществление указанных проверок осуществляется</w:t>
      </w:r>
      <w:r w:rsidR="00453129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путем подписания настоящего Соглашения</w:t>
      </w:r>
      <w:r w:rsidR="00AB2D7F" w:rsidRPr="002E0D4E">
        <w:rPr>
          <w:sz w:val="28"/>
          <w:szCs w:val="28"/>
          <w:vertAlign w:val="superscript"/>
        </w:rPr>
        <w:t>1</w:t>
      </w:r>
      <w:r w:rsidR="00862230" w:rsidRPr="002E0D4E">
        <w:rPr>
          <w:sz w:val="28"/>
          <w:szCs w:val="28"/>
          <w:vertAlign w:val="superscript"/>
        </w:rPr>
        <w:t>6</w:t>
      </w:r>
      <w:r w:rsidR="00ED0C50" w:rsidRPr="002E0D4E">
        <w:rPr>
          <w:sz w:val="28"/>
          <w:szCs w:val="28"/>
        </w:rPr>
        <w:t>.</w:t>
      </w:r>
    </w:p>
    <w:p w:rsidR="009E1505" w:rsidRPr="002E0D4E" w:rsidRDefault="00ED0C50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3.4. Иные условия предоставления гранта</w:t>
      </w:r>
      <w:r w:rsidR="0085584F" w:rsidRPr="002E0D4E">
        <w:rPr>
          <w:sz w:val="28"/>
          <w:vertAlign w:val="superscript"/>
        </w:rPr>
        <w:t>1</w:t>
      </w:r>
      <w:r w:rsidR="00862230" w:rsidRPr="002E0D4E">
        <w:rPr>
          <w:sz w:val="28"/>
          <w:vertAlign w:val="superscript"/>
        </w:rPr>
        <w:t>7</w:t>
      </w:r>
      <w:r w:rsidRPr="002E0D4E">
        <w:rPr>
          <w:sz w:val="28"/>
        </w:rPr>
        <w:t>:</w:t>
      </w:r>
      <w:bookmarkStart w:id="21" w:name="P176"/>
      <w:bookmarkEnd w:id="21"/>
    </w:p>
    <w:p w:rsidR="009E1505" w:rsidRPr="002E0D4E" w:rsidRDefault="00ED0C50" w:rsidP="00A3222D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3.4.</w:t>
      </w:r>
      <w:proofErr w:type="gramStart"/>
      <w:r w:rsidRPr="002E0D4E">
        <w:rPr>
          <w:sz w:val="28"/>
          <w:szCs w:val="28"/>
        </w:rPr>
        <w:t>1._</w:t>
      </w:r>
      <w:proofErr w:type="gramEnd"/>
      <w:r w:rsidRPr="002E0D4E">
        <w:rPr>
          <w:sz w:val="28"/>
          <w:szCs w:val="28"/>
        </w:rPr>
        <w:t>_________________________________________________________</w:t>
      </w:r>
      <w:r w:rsidR="00E50F10" w:rsidRPr="002E0D4E">
        <w:rPr>
          <w:sz w:val="28"/>
          <w:szCs w:val="28"/>
        </w:rPr>
        <w:t>____</w:t>
      </w:r>
      <w:r w:rsidRPr="002E0D4E">
        <w:rPr>
          <w:sz w:val="28"/>
          <w:szCs w:val="28"/>
        </w:rPr>
        <w:t>_</w:t>
      </w:r>
      <w:bookmarkStart w:id="22" w:name="P177"/>
      <w:bookmarkEnd w:id="22"/>
      <w:r w:rsidR="0085584F" w:rsidRPr="002E0D4E">
        <w:rPr>
          <w:sz w:val="28"/>
          <w:szCs w:val="28"/>
        </w:rPr>
        <w:t>;</w:t>
      </w:r>
    </w:p>
    <w:p w:rsidR="0085584F" w:rsidRPr="002E0D4E" w:rsidRDefault="0085584F" w:rsidP="00A3222D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3.4.2. _______________________________________________________________.</w:t>
      </w:r>
    </w:p>
    <w:p w:rsidR="00451240" w:rsidRPr="002E0D4E" w:rsidRDefault="00451240" w:rsidP="00A3222D">
      <w:pPr>
        <w:spacing w:after="1" w:line="280" w:lineRule="atLeast"/>
        <w:ind w:firstLine="567"/>
        <w:jc w:val="center"/>
        <w:outlineLvl w:val="1"/>
        <w:rPr>
          <w:sz w:val="28"/>
        </w:rPr>
      </w:pPr>
      <w:bookmarkStart w:id="23" w:name="P179"/>
      <w:bookmarkEnd w:id="23"/>
    </w:p>
    <w:p w:rsidR="00ED0C50" w:rsidRPr="002E0D4E" w:rsidRDefault="00ED0C50" w:rsidP="00A3222D">
      <w:pPr>
        <w:spacing w:after="1" w:line="280" w:lineRule="atLeast"/>
        <w:ind w:firstLine="567"/>
        <w:jc w:val="center"/>
        <w:outlineLvl w:val="1"/>
        <w:rPr>
          <w:sz w:val="28"/>
        </w:rPr>
      </w:pPr>
      <w:r w:rsidRPr="002E0D4E">
        <w:rPr>
          <w:sz w:val="28"/>
        </w:rPr>
        <w:t>IV. Взаимодействие Сторон</w:t>
      </w:r>
    </w:p>
    <w:p w:rsidR="00451240" w:rsidRPr="002E0D4E" w:rsidRDefault="00451240" w:rsidP="00A3222D">
      <w:pPr>
        <w:spacing w:after="1" w:line="280" w:lineRule="atLeast"/>
        <w:ind w:firstLine="567"/>
        <w:jc w:val="center"/>
        <w:outlineLvl w:val="1"/>
      </w:pPr>
    </w:p>
    <w:p w:rsidR="00ED0C50" w:rsidRPr="002E0D4E" w:rsidRDefault="00ED0C50" w:rsidP="00451240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 _______________________</w:t>
      </w:r>
      <w:r w:rsidR="00453129" w:rsidRPr="002E0D4E">
        <w:rPr>
          <w:sz w:val="28"/>
          <w:szCs w:val="28"/>
        </w:rPr>
        <w:t>_______________________________</w:t>
      </w:r>
      <w:r w:rsidR="00F953AD" w:rsidRPr="002E0D4E">
        <w:rPr>
          <w:sz w:val="28"/>
          <w:szCs w:val="28"/>
        </w:rPr>
        <w:t>_</w:t>
      </w:r>
      <w:r w:rsidRPr="002E0D4E">
        <w:rPr>
          <w:sz w:val="28"/>
          <w:szCs w:val="28"/>
        </w:rPr>
        <w:t xml:space="preserve"> обязуется:</w:t>
      </w:r>
    </w:p>
    <w:p w:rsidR="005E602F" w:rsidRPr="002E0D4E" w:rsidRDefault="00ED0C50" w:rsidP="005E602F">
      <w:pPr>
        <w:spacing w:after="1" w:line="200" w:lineRule="atLeast"/>
        <w:jc w:val="both"/>
      </w:pPr>
      <w:r w:rsidRPr="002E0D4E">
        <w:t xml:space="preserve">        </w:t>
      </w:r>
      <w:r w:rsidR="00453129" w:rsidRPr="002E0D4E">
        <w:t xml:space="preserve">               </w:t>
      </w:r>
      <w:r w:rsidRPr="002E0D4E">
        <w:t xml:space="preserve"> </w:t>
      </w:r>
      <w:r w:rsidR="00453129" w:rsidRPr="002E0D4E">
        <w:t xml:space="preserve">                  </w:t>
      </w:r>
      <w:r w:rsidR="005E602F" w:rsidRPr="002E0D4E">
        <w:t xml:space="preserve">  (Министерство, Комитет, Агентство, иной орган (организация)</w:t>
      </w:r>
      <w:r w:rsidR="00967E44" w:rsidRPr="002E0D4E">
        <w:t>)</w:t>
      </w:r>
    </w:p>
    <w:p w:rsidR="00453129" w:rsidRPr="002E0D4E" w:rsidRDefault="00ED0C50" w:rsidP="005E602F">
      <w:pPr>
        <w:ind w:firstLine="567"/>
        <w:jc w:val="both"/>
        <w:rPr>
          <w:sz w:val="28"/>
        </w:rPr>
      </w:pPr>
      <w:r w:rsidRPr="002E0D4E">
        <w:rPr>
          <w:sz w:val="28"/>
        </w:rPr>
        <w:t xml:space="preserve">4.1.1. обеспечить предоставление гранта в соответствии с </w:t>
      </w:r>
      <w:hyperlink w:anchor="P133" w:history="1">
        <w:r w:rsidRPr="002E0D4E">
          <w:rPr>
            <w:sz w:val="28"/>
          </w:rPr>
          <w:t>разделом III</w:t>
        </w:r>
      </w:hyperlink>
      <w:r w:rsidRPr="002E0D4E">
        <w:rPr>
          <w:sz w:val="28"/>
        </w:rPr>
        <w:t xml:space="preserve"> настоящего Соглашения;</w:t>
      </w:r>
      <w:bookmarkStart w:id="24" w:name="P185"/>
      <w:bookmarkEnd w:id="24"/>
    </w:p>
    <w:p w:rsidR="00FE3FBD" w:rsidRPr="002E0D4E" w:rsidRDefault="00ED0C50" w:rsidP="00FE3FBD">
      <w:pPr>
        <w:spacing w:after="1" w:line="200" w:lineRule="atLeast"/>
        <w:ind w:firstLine="567"/>
        <w:jc w:val="both"/>
        <w:rPr>
          <w:sz w:val="28"/>
        </w:rPr>
      </w:pPr>
      <w:r w:rsidRPr="002E0D4E">
        <w:rPr>
          <w:sz w:val="28"/>
        </w:rPr>
        <w:t>4.1.2. осуществлять проверку представляемых Получателем документов, указанных в пунктах ____________ настоящего Соглашения, в том числе на соответствие их Правилам предоставления гранта, в течение _____ рабочих дней со дня их получения от Получателя</w:t>
      </w:r>
      <w:r w:rsidR="0061434E" w:rsidRPr="002E0D4E">
        <w:rPr>
          <w:sz w:val="28"/>
          <w:szCs w:val="28"/>
          <w:vertAlign w:val="superscript"/>
        </w:rPr>
        <w:t>1</w:t>
      </w:r>
      <w:r w:rsidR="00F563AA" w:rsidRPr="002E0D4E">
        <w:rPr>
          <w:sz w:val="28"/>
          <w:szCs w:val="28"/>
          <w:vertAlign w:val="superscript"/>
        </w:rPr>
        <w:t>8</w:t>
      </w:r>
      <w:r w:rsidRPr="002E0D4E">
        <w:rPr>
          <w:sz w:val="28"/>
        </w:rPr>
        <w:t>;</w:t>
      </w:r>
      <w:bookmarkStart w:id="25" w:name="P186"/>
      <w:bookmarkEnd w:id="25"/>
    </w:p>
    <w:p w:rsidR="00453129" w:rsidRPr="002E0D4E" w:rsidRDefault="00ED0C50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8149A0" w:rsidRPr="002E0D4E">
        <w:rPr>
          <w:sz w:val="28"/>
        </w:rPr>
        <w:t>3</w:t>
      </w:r>
      <w:r w:rsidRPr="002E0D4E">
        <w:rPr>
          <w:sz w:val="28"/>
        </w:rPr>
        <w:t xml:space="preserve">. обеспечивать перечисление гранта на счет Получателя, указанный в </w:t>
      </w:r>
      <w:hyperlink w:anchor="P418" w:history="1">
        <w:r w:rsidRPr="002E0D4E">
          <w:rPr>
            <w:sz w:val="28"/>
          </w:rPr>
          <w:t>разделе VIII</w:t>
        </w:r>
      </w:hyperlink>
      <w:r w:rsidRPr="002E0D4E">
        <w:rPr>
          <w:sz w:val="28"/>
        </w:rPr>
        <w:t xml:space="preserve"> настоящего Соглашения, в соответствии с </w:t>
      </w:r>
      <w:hyperlink w:anchor="P145" w:history="1">
        <w:r w:rsidRPr="002E0D4E">
          <w:rPr>
            <w:sz w:val="28"/>
          </w:rPr>
          <w:t>пунктом 3.2</w:t>
        </w:r>
      </w:hyperlink>
      <w:r w:rsidR="004E5D78" w:rsidRPr="002E0D4E">
        <w:rPr>
          <w:sz w:val="28"/>
        </w:rPr>
        <w:t>.</w:t>
      </w:r>
      <w:r w:rsidRPr="002E0D4E">
        <w:rPr>
          <w:sz w:val="28"/>
        </w:rPr>
        <w:t xml:space="preserve"> настоящего Соглашения;</w:t>
      </w:r>
      <w:bookmarkStart w:id="26" w:name="P188"/>
      <w:bookmarkEnd w:id="26"/>
    </w:p>
    <w:p w:rsidR="00B03E9D" w:rsidRPr="002E0D4E" w:rsidRDefault="00ED0C50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lastRenderedPageBreak/>
        <w:t>4.1.</w:t>
      </w:r>
      <w:r w:rsidR="008149A0" w:rsidRPr="002E0D4E">
        <w:rPr>
          <w:sz w:val="28"/>
        </w:rPr>
        <w:t>4</w:t>
      </w:r>
      <w:r w:rsidRPr="002E0D4E">
        <w:rPr>
          <w:sz w:val="28"/>
        </w:rPr>
        <w:t>. устанавливать</w:t>
      </w:r>
      <w:bookmarkStart w:id="27" w:name="P189"/>
      <w:bookmarkEnd w:id="27"/>
      <w:r w:rsidR="00B03E9D" w:rsidRPr="002E0D4E">
        <w:rPr>
          <w:sz w:val="28"/>
        </w:rPr>
        <w:t>:</w:t>
      </w:r>
    </w:p>
    <w:p w:rsidR="00453129" w:rsidRPr="002E0D4E" w:rsidRDefault="00B03E9D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8149A0" w:rsidRPr="002E0D4E">
        <w:rPr>
          <w:sz w:val="28"/>
        </w:rPr>
        <w:t>4</w:t>
      </w:r>
      <w:r w:rsidRPr="002E0D4E">
        <w:rPr>
          <w:sz w:val="28"/>
        </w:rPr>
        <w:t>.1.</w:t>
      </w:r>
      <w:r w:rsidR="00ED0C50" w:rsidRPr="002E0D4E">
        <w:rPr>
          <w:sz w:val="28"/>
        </w:rPr>
        <w:t xml:space="preserve"> значения результата(</w:t>
      </w:r>
      <w:proofErr w:type="spellStart"/>
      <w:r w:rsidR="00ED0C50" w:rsidRPr="002E0D4E">
        <w:rPr>
          <w:sz w:val="28"/>
        </w:rPr>
        <w:t>ов</w:t>
      </w:r>
      <w:proofErr w:type="spellEnd"/>
      <w:r w:rsidR="00ED0C50" w:rsidRPr="002E0D4E">
        <w:rPr>
          <w:sz w:val="28"/>
        </w:rPr>
        <w:t>)</w:t>
      </w:r>
      <w:r w:rsidR="006A4D59" w:rsidRPr="002E0D4E">
        <w:rPr>
          <w:sz w:val="28"/>
        </w:rPr>
        <w:t xml:space="preserve"> </w:t>
      </w:r>
      <w:r w:rsidR="00ED0C50" w:rsidRPr="002E0D4E">
        <w:rPr>
          <w:sz w:val="28"/>
        </w:rPr>
        <w:t xml:space="preserve">предоставления гранта в приложении </w:t>
      </w:r>
      <w:r w:rsidR="00453129" w:rsidRPr="002E0D4E">
        <w:rPr>
          <w:sz w:val="28"/>
        </w:rPr>
        <w:t>№</w:t>
      </w:r>
      <w:r w:rsidR="009D24BC" w:rsidRPr="002E0D4E">
        <w:rPr>
          <w:sz w:val="28"/>
        </w:rPr>
        <w:t xml:space="preserve"> </w:t>
      </w:r>
      <w:r w:rsidR="003B4D87" w:rsidRPr="002E0D4E">
        <w:rPr>
          <w:sz w:val="28"/>
        </w:rPr>
        <w:t>__</w:t>
      </w:r>
      <w:r w:rsidR="00ED0C50" w:rsidRPr="002E0D4E">
        <w:rPr>
          <w:sz w:val="28"/>
        </w:rPr>
        <w:t xml:space="preserve"> к настоящему Соглашению, являющ</w:t>
      </w:r>
      <w:r w:rsidR="008149A0" w:rsidRPr="002E0D4E">
        <w:rPr>
          <w:sz w:val="28"/>
        </w:rPr>
        <w:t>е</w:t>
      </w:r>
      <w:r w:rsidR="00ED0C50" w:rsidRPr="002E0D4E">
        <w:rPr>
          <w:sz w:val="28"/>
        </w:rPr>
        <w:t>мся неотъемлемой частью настоящего Соглашения</w:t>
      </w:r>
      <w:r w:rsidR="00934FA5" w:rsidRPr="002E0D4E">
        <w:rPr>
          <w:sz w:val="28"/>
        </w:rPr>
        <w:t xml:space="preserve"> </w:t>
      </w:r>
      <w:r w:rsidR="00934FA5" w:rsidRPr="002E0D4E">
        <w:rPr>
          <w:sz w:val="28"/>
          <w:vertAlign w:val="superscript"/>
        </w:rPr>
        <w:t>1</w:t>
      </w:r>
      <w:r w:rsidR="00F563AA" w:rsidRPr="002E0D4E">
        <w:rPr>
          <w:sz w:val="28"/>
          <w:vertAlign w:val="superscript"/>
        </w:rPr>
        <w:t>9</w:t>
      </w:r>
      <w:r w:rsidR="00ED0C50" w:rsidRPr="002E0D4E">
        <w:rPr>
          <w:sz w:val="28"/>
        </w:rPr>
        <w:t>;</w:t>
      </w:r>
      <w:bookmarkStart w:id="28" w:name="P190"/>
      <w:bookmarkEnd w:id="28"/>
    </w:p>
    <w:p w:rsidR="004A7F04" w:rsidRPr="002E0D4E" w:rsidRDefault="00B03E9D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4E5D78" w:rsidRPr="002E0D4E">
        <w:rPr>
          <w:sz w:val="28"/>
        </w:rPr>
        <w:t>4</w:t>
      </w:r>
      <w:r w:rsidRPr="002E0D4E">
        <w:rPr>
          <w:sz w:val="28"/>
        </w:rPr>
        <w:t>.2 иные показатели</w:t>
      </w:r>
      <w:r w:rsidR="00F563AA" w:rsidRPr="002E0D4E">
        <w:rPr>
          <w:sz w:val="28"/>
          <w:vertAlign w:val="superscript"/>
        </w:rPr>
        <w:t>20</w:t>
      </w:r>
      <w:r w:rsidRPr="002E0D4E">
        <w:rPr>
          <w:sz w:val="28"/>
        </w:rPr>
        <w:t>:</w:t>
      </w:r>
    </w:p>
    <w:p w:rsidR="004A7F04" w:rsidRPr="002E0D4E" w:rsidRDefault="004A7F04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4E5D78" w:rsidRPr="002E0D4E">
        <w:rPr>
          <w:sz w:val="28"/>
        </w:rPr>
        <w:t>4</w:t>
      </w:r>
      <w:r w:rsidRPr="002E0D4E">
        <w:rPr>
          <w:sz w:val="28"/>
        </w:rPr>
        <w:t>.2.</w:t>
      </w:r>
      <w:proofErr w:type="gramStart"/>
      <w:r w:rsidRPr="002E0D4E">
        <w:rPr>
          <w:sz w:val="28"/>
        </w:rPr>
        <w:t>1.</w:t>
      </w:r>
      <w:r w:rsidR="00B03E9D" w:rsidRPr="002E0D4E">
        <w:rPr>
          <w:sz w:val="28"/>
        </w:rPr>
        <w:t>_</w:t>
      </w:r>
      <w:proofErr w:type="gramEnd"/>
      <w:r w:rsidR="00B03E9D" w:rsidRPr="002E0D4E">
        <w:rPr>
          <w:sz w:val="28"/>
        </w:rPr>
        <w:t>________________________________________</w:t>
      </w:r>
      <w:r w:rsidR="003B14BD" w:rsidRPr="002E0D4E">
        <w:rPr>
          <w:sz w:val="28"/>
        </w:rPr>
        <w:t>_____</w:t>
      </w:r>
      <w:r w:rsidR="00B03E9D" w:rsidRPr="002E0D4E">
        <w:rPr>
          <w:sz w:val="28"/>
        </w:rPr>
        <w:t>_</w:t>
      </w:r>
      <w:r w:rsidRPr="002E0D4E">
        <w:rPr>
          <w:sz w:val="28"/>
        </w:rPr>
        <w:t>____________;</w:t>
      </w:r>
    </w:p>
    <w:p w:rsidR="004A4918" w:rsidRPr="002E0D4E" w:rsidRDefault="004A7F04" w:rsidP="004A4918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4E5D78" w:rsidRPr="002E0D4E">
        <w:rPr>
          <w:sz w:val="28"/>
        </w:rPr>
        <w:t>4</w:t>
      </w:r>
      <w:r w:rsidRPr="002E0D4E">
        <w:rPr>
          <w:sz w:val="28"/>
        </w:rPr>
        <w:t>.2.</w:t>
      </w:r>
      <w:proofErr w:type="gramStart"/>
      <w:r w:rsidRPr="002E0D4E">
        <w:rPr>
          <w:sz w:val="28"/>
        </w:rPr>
        <w:t>2._</w:t>
      </w:r>
      <w:proofErr w:type="gramEnd"/>
      <w:r w:rsidRPr="002E0D4E">
        <w:rPr>
          <w:sz w:val="28"/>
        </w:rPr>
        <w:t>__________________________________________________________</w:t>
      </w:r>
      <w:r w:rsidR="00595060" w:rsidRPr="002E0D4E">
        <w:rPr>
          <w:sz w:val="28"/>
        </w:rPr>
        <w:t>;</w:t>
      </w:r>
    </w:p>
    <w:p w:rsidR="00E30D1B" w:rsidRPr="002E0D4E" w:rsidRDefault="00E30D1B" w:rsidP="004A4918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5</w:t>
      </w:r>
      <w:r w:rsidRPr="002E0D4E">
        <w:rPr>
          <w:sz w:val="28"/>
          <w:szCs w:val="28"/>
        </w:rPr>
        <w:t>.   осуществлять   оценку   достижения Получателем установленных</w:t>
      </w:r>
      <w:r w:rsidR="000B2AFA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значений результата(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>) предоставления гранта и (или) иных показателей, установленных        Правилами        предоставления       гранта       или __________________________</w:t>
      </w:r>
      <w:r w:rsidR="001004A1" w:rsidRPr="002E0D4E">
        <w:rPr>
          <w:sz w:val="28"/>
          <w:szCs w:val="28"/>
        </w:rPr>
        <w:t>_________</w:t>
      </w:r>
      <w:r w:rsidRPr="002E0D4E">
        <w:rPr>
          <w:sz w:val="28"/>
          <w:szCs w:val="28"/>
        </w:rPr>
        <w:t xml:space="preserve"> в соответствии с</w:t>
      </w:r>
      <w:r w:rsidR="006C1EB1" w:rsidRPr="002E0D4E">
        <w:rPr>
          <w:sz w:val="28"/>
          <w:szCs w:val="28"/>
        </w:rPr>
        <w:t xml:space="preserve"> </w:t>
      </w:r>
      <w:hyperlink r:id="rId11" w:history="1">
        <w:r w:rsidR="006C1EB1" w:rsidRPr="002E0D4E">
          <w:rPr>
            <w:sz w:val="28"/>
            <w:szCs w:val="28"/>
          </w:rPr>
          <w:t>пунктом 4.1.</w:t>
        </w:r>
      </w:hyperlink>
      <w:r w:rsidR="004E5D78" w:rsidRPr="002E0D4E">
        <w:rPr>
          <w:sz w:val="28"/>
          <w:szCs w:val="28"/>
        </w:rPr>
        <w:t>4.</w:t>
      </w:r>
      <w:r w:rsidR="006C1EB1" w:rsidRPr="002E0D4E">
        <w:rPr>
          <w:sz w:val="28"/>
          <w:szCs w:val="28"/>
        </w:rPr>
        <w:t xml:space="preserve"> настоящего</w:t>
      </w:r>
    </w:p>
    <w:p w:rsidR="00DD7845" w:rsidRPr="002E0D4E" w:rsidRDefault="00DD7845" w:rsidP="00DD7845">
      <w:pPr>
        <w:spacing w:after="1" w:line="200" w:lineRule="atLeast"/>
        <w:jc w:val="both"/>
      </w:pPr>
      <w:r w:rsidRPr="002E0D4E">
        <w:t>(Министерством, Комитетом, Агентством, иным</w:t>
      </w:r>
    </w:p>
    <w:p w:rsidR="00DD7845" w:rsidRPr="002E0D4E" w:rsidRDefault="00DD7845" w:rsidP="00DD7845">
      <w:pPr>
        <w:spacing w:after="1" w:line="200" w:lineRule="atLeast"/>
        <w:jc w:val="both"/>
        <w:rPr>
          <w:b/>
        </w:rPr>
      </w:pPr>
      <w:r w:rsidRPr="002E0D4E">
        <w:t xml:space="preserve"> органом (организацией))</w:t>
      </w:r>
    </w:p>
    <w:p w:rsidR="00E30D1B" w:rsidRPr="002E0D4E" w:rsidRDefault="00E30D1B" w:rsidP="00E30D1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Соглашения, на основании</w:t>
      </w:r>
      <w:r w:rsidR="00F563AA" w:rsidRPr="002E0D4E">
        <w:rPr>
          <w:sz w:val="28"/>
          <w:szCs w:val="28"/>
          <w:vertAlign w:val="superscript"/>
        </w:rPr>
        <w:t>21</w:t>
      </w:r>
      <w:r w:rsidRPr="002E0D4E">
        <w:rPr>
          <w:sz w:val="28"/>
          <w:szCs w:val="28"/>
        </w:rPr>
        <w:t>:</w:t>
      </w:r>
    </w:p>
    <w:p w:rsidR="001D38A8" w:rsidRPr="002E0D4E" w:rsidRDefault="00E30D1B" w:rsidP="001D38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5</w:t>
      </w:r>
      <w:r w:rsidRPr="002E0D4E">
        <w:rPr>
          <w:sz w:val="28"/>
          <w:szCs w:val="28"/>
        </w:rPr>
        <w:t>.1. отчета(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>) о достижении установленных при предоставлении гранта значений результата(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 xml:space="preserve">) предоставления гранта, составленных по форме согласно приложению </w:t>
      </w:r>
      <w:r w:rsidR="00341CE7" w:rsidRPr="002E0D4E">
        <w:rPr>
          <w:sz w:val="28"/>
          <w:szCs w:val="28"/>
        </w:rPr>
        <w:t xml:space="preserve">№ </w:t>
      </w:r>
      <w:r w:rsidR="003B4D87" w:rsidRPr="002E0D4E">
        <w:rPr>
          <w:sz w:val="28"/>
          <w:szCs w:val="28"/>
        </w:rPr>
        <w:t>__</w:t>
      </w:r>
      <w:r w:rsidR="002720F1" w:rsidRPr="002E0D4E">
        <w:rPr>
          <w:sz w:val="28"/>
          <w:szCs w:val="28"/>
        </w:rPr>
        <w:t xml:space="preserve"> </w:t>
      </w:r>
      <w:r w:rsidR="00341CE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к настоящему Соглашению</w:t>
      </w:r>
      <w:hyperlink r:id="rId12" w:history="1">
        <w:r w:rsidR="00F6468F" w:rsidRPr="002E0D4E">
          <w:rPr>
            <w:sz w:val="28"/>
            <w:szCs w:val="28"/>
            <w:vertAlign w:val="superscript"/>
          </w:rPr>
          <w:t>2</w:t>
        </w:r>
      </w:hyperlink>
      <w:r w:rsidR="00F563AA" w:rsidRPr="002E0D4E">
        <w:rPr>
          <w:sz w:val="28"/>
          <w:szCs w:val="28"/>
          <w:vertAlign w:val="superscript"/>
        </w:rPr>
        <w:t>2</w:t>
      </w:r>
      <w:r w:rsidRPr="002E0D4E">
        <w:rPr>
          <w:sz w:val="28"/>
          <w:szCs w:val="28"/>
        </w:rPr>
        <w:t>, являющемся неотъемлемой частью настоящего Соглашения, представленного(</w:t>
      </w:r>
      <w:proofErr w:type="spellStart"/>
      <w:r w:rsidRPr="002E0D4E">
        <w:rPr>
          <w:sz w:val="28"/>
          <w:szCs w:val="28"/>
        </w:rPr>
        <w:t>ых</w:t>
      </w:r>
      <w:proofErr w:type="spellEnd"/>
      <w:r w:rsidRPr="002E0D4E">
        <w:rPr>
          <w:sz w:val="28"/>
          <w:szCs w:val="28"/>
        </w:rPr>
        <w:t xml:space="preserve">) в соответствии с </w:t>
      </w:r>
      <w:hyperlink r:id="rId13" w:history="1">
        <w:r w:rsidRPr="002E0D4E">
          <w:rPr>
            <w:sz w:val="28"/>
            <w:szCs w:val="28"/>
          </w:rPr>
          <w:t>пунктом 4.3.</w:t>
        </w:r>
      </w:hyperlink>
      <w:r w:rsidR="002C42B3" w:rsidRPr="002E0D4E">
        <w:rPr>
          <w:sz w:val="28"/>
          <w:szCs w:val="28"/>
        </w:rPr>
        <w:t>8</w:t>
      </w:r>
      <w:r w:rsidR="00EC0F10" w:rsidRPr="002E0D4E">
        <w:rPr>
          <w:sz w:val="28"/>
          <w:szCs w:val="28"/>
        </w:rPr>
        <w:t>.</w:t>
      </w:r>
      <w:r w:rsidR="00995E9D" w:rsidRPr="002E0D4E">
        <w:rPr>
          <w:sz w:val="28"/>
          <w:szCs w:val="28"/>
        </w:rPr>
        <w:t>2</w:t>
      </w:r>
      <w:r w:rsidR="00EC0F10" w:rsidRPr="002E0D4E">
        <w:rPr>
          <w:sz w:val="28"/>
          <w:szCs w:val="28"/>
        </w:rPr>
        <w:t>.</w:t>
      </w:r>
      <w:r w:rsidRPr="002E0D4E">
        <w:rPr>
          <w:sz w:val="28"/>
          <w:szCs w:val="28"/>
        </w:rPr>
        <w:t xml:space="preserve"> настоящего Соглашения;</w:t>
      </w:r>
    </w:p>
    <w:p w:rsidR="00E30D1B" w:rsidRPr="002E0D4E" w:rsidRDefault="00E30D1B" w:rsidP="00934F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5</w:t>
      </w:r>
      <w:r w:rsidRPr="002E0D4E">
        <w:rPr>
          <w:sz w:val="28"/>
          <w:szCs w:val="28"/>
        </w:rPr>
        <w:t>.2. _____________________________________________________</w:t>
      </w:r>
      <w:r w:rsidR="001D38A8" w:rsidRPr="002E0D4E">
        <w:rPr>
          <w:sz w:val="28"/>
          <w:szCs w:val="28"/>
        </w:rPr>
        <w:t>_______</w:t>
      </w:r>
      <w:r w:rsidR="004C2618" w:rsidRPr="002E0D4E">
        <w:rPr>
          <w:sz w:val="28"/>
          <w:szCs w:val="28"/>
        </w:rPr>
        <w:t xml:space="preserve"> </w:t>
      </w:r>
      <w:r w:rsidR="004C2618" w:rsidRPr="002E0D4E">
        <w:rPr>
          <w:sz w:val="28"/>
          <w:szCs w:val="28"/>
          <w:vertAlign w:val="superscript"/>
        </w:rPr>
        <w:t>2</w:t>
      </w:r>
      <w:r w:rsidR="00F563AA" w:rsidRPr="002E0D4E">
        <w:rPr>
          <w:sz w:val="28"/>
          <w:szCs w:val="28"/>
          <w:vertAlign w:val="superscript"/>
        </w:rPr>
        <w:t>3</w:t>
      </w:r>
      <w:r w:rsidR="001D38A8" w:rsidRPr="002E0D4E">
        <w:rPr>
          <w:sz w:val="28"/>
          <w:szCs w:val="28"/>
        </w:rPr>
        <w:t>;</w:t>
      </w:r>
    </w:p>
    <w:p w:rsidR="000C10F2" w:rsidRPr="002E0D4E" w:rsidRDefault="000C10F2" w:rsidP="00934FA5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4E5D78" w:rsidRPr="002E0D4E">
        <w:rPr>
          <w:sz w:val="28"/>
        </w:rPr>
        <w:t>6</w:t>
      </w:r>
      <w:r w:rsidRPr="002E0D4E">
        <w:rPr>
          <w:sz w:val="28"/>
        </w:rPr>
        <w:t>. осуществлять контроль за соблюдением Получателем порядка, целей и условий предоставления гранта,</w:t>
      </w:r>
      <w:r w:rsidR="00EA3A89" w:rsidRPr="002E0D4E">
        <w:rPr>
          <w:sz w:val="28"/>
        </w:rPr>
        <w:t xml:space="preserve"> </w:t>
      </w:r>
      <w:r w:rsidRPr="002E0D4E">
        <w:rPr>
          <w:sz w:val="28"/>
        </w:rPr>
        <w:t>а также мониторинг</w:t>
      </w:r>
      <w:r w:rsidR="00EA3A89" w:rsidRPr="002E0D4E">
        <w:rPr>
          <w:sz w:val="28"/>
        </w:rPr>
        <w:t xml:space="preserve"> </w:t>
      </w:r>
      <w:r w:rsidRPr="002E0D4E">
        <w:rPr>
          <w:sz w:val="28"/>
        </w:rPr>
        <w:t>достижения результата(</w:t>
      </w:r>
      <w:proofErr w:type="spellStart"/>
      <w:r w:rsidRPr="002E0D4E">
        <w:rPr>
          <w:sz w:val="28"/>
        </w:rPr>
        <w:t>ов</w:t>
      </w:r>
      <w:proofErr w:type="spellEnd"/>
      <w:r w:rsidRPr="002E0D4E">
        <w:rPr>
          <w:sz w:val="28"/>
        </w:rPr>
        <w:t>) предоставления гранта, установленных Правилами предоставления гранта и настоящим Соглашением, путем проведения плановых и (или) внеплановых проверок:</w:t>
      </w:r>
    </w:p>
    <w:p w:rsidR="000C10F2" w:rsidRPr="002E0D4E" w:rsidRDefault="003D6436" w:rsidP="00EA3A89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>.1.</w:t>
      </w:r>
      <w:r w:rsidR="000C10F2" w:rsidRPr="002E0D4E">
        <w:rPr>
          <w:sz w:val="28"/>
          <w:szCs w:val="28"/>
        </w:rPr>
        <w:t xml:space="preserve"> по месту нахождения ________________________________________</w:t>
      </w:r>
      <w:r w:rsidRPr="002E0D4E">
        <w:rPr>
          <w:sz w:val="28"/>
          <w:szCs w:val="28"/>
        </w:rPr>
        <w:t>___</w:t>
      </w:r>
    </w:p>
    <w:p w:rsidR="005E602F" w:rsidRPr="002E0D4E" w:rsidRDefault="005E602F" w:rsidP="005E602F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</w:t>
      </w:r>
      <w:r w:rsidR="001004A1" w:rsidRPr="002E0D4E">
        <w:t xml:space="preserve">                               </w:t>
      </w:r>
      <w:r w:rsidRPr="002E0D4E">
        <w:t xml:space="preserve"> (Министерств</w:t>
      </w:r>
      <w:r w:rsidR="001004A1" w:rsidRPr="002E0D4E">
        <w:t>а</w:t>
      </w:r>
      <w:r w:rsidRPr="002E0D4E">
        <w:t>, Комитет</w:t>
      </w:r>
      <w:r w:rsidR="001004A1" w:rsidRPr="002E0D4E">
        <w:t>а</w:t>
      </w:r>
      <w:r w:rsidRPr="002E0D4E">
        <w:t>, Агентств</w:t>
      </w:r>
      <w:r w:rsidR="001004A1" w:rsidRPr="002E0D4E">
        <w:t>а</w:t>
      </w:r>
      <w:r w:rsidRPr="002E0D4E">
        <w:t>, ино</w:t>
      </w:r>
      <w:r w:rsidR="001004A1" w:rsidRPr="002E0D4E">
        <w:t>го</w:t>
      </w:r>
      <w:r w:rsidRPr="002E0D4E">
        <w:t xml:space="preserve"> орган</w:t>
      </w:r>
      <w:r w:rsidR="001004A1" w:rsidRPr="002E0D4E">
        <w:t>а</w:t>
      </w:r>
      <w:r w:rsidRPr="002E0D4E">
        <w:t xml:space="preserve"> (организаци</w:t>
      </w:r>
      <w:r w:rsidR="001004A1" w:rsidRPr="002E0D4E">
        <w:t>и</w:t>
      </w:r>
      <w:r w:rsidRPr="002E0D4E">
        <w:t>)</w:t>
      </w:r>
      <w:r w:rsidR="00DD7845" w:rsidRPr="002E0D4E">
        <w:t>)</w:t>
      </w:r>
    </w:p>
    <w:p w:rsidR="000C10F2" w:rsidRPr="002E0D4E" w:rsidRDefault="000C10F2" w:rsidP="009E0D2D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на основании:</w:t>
      </w:r>
    </w:p>
    <w:p w:rsidR="000C10F2" w:rsidRPr="002E0D4E" w:rsidRDefault="0088751E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6</w:t>
      </w:r>
      <w:r w:rsidR="0072467C" w:rsidRPr="002E0D4E">
        <w:rPr>
          <w:sz w:val="28"/>
          <w:szCs w:val="28"/>
        </w:rPr>
        <w:t xml:space="preserve">.1.1. </w:t>
      </w:r>
      <w:hyperlink r:id="rId14" w:history="1">
        <w:r w:rsidR="000C10F2" w:rsidRPr="002E0D4E">
          <w:rPr>
            <w:sz w:val="28"/>
            <w:szCs w:val="28"/>
          </w:rPr>
          <w:t>отчета</w:t>
        </w:r>
      </w:hyperlink>
      <w:r w:rsidR="000C10F2" w:rsidRPr="002E0D4E">
        <w:rPr>
          <w:sz w:val="28"/>
          <w:szCs w:val="28"/>
        </w:rPr>
        <w:t xml:space="preserve"> о расход</w:t>
      </w:r>
      <w:r w:rsidR="00D36979" w:rsidRPr="002E0D4E">
        <w:rPr>
          <w:sz w:val="28"/>
          <w:szCs w:val="28"/>
        </w:rPr>
        <w:t>ах</w:t>
      </w:r>
      <w:r w:rsidR="002720F1" w:rsidRPr="002E0D4E">
        <w:rPr>
          <w:sz w:val="28"/>
          <w:szCs w:val="28"/>
        </w:rPr>
        <w:t xml:space="preserve"> Получателя</w:t>
      </w:r>
      <w:r w:rsidR="000C10F2" w:rsidRPr="002E0D4E">
        <w:rPr>
          <w:sz w:val="28"/>
          <w:szCs w:val="28"/>
        </w:rPr>
        <w:t>, источником финансового обеспечения которых является грант,</w:t>
      </w:r>
      <w:r w:rsidR="00EA3A89" w:rsidRPr="002E0D4E">
        <w:rPr>
          <w:sz w:val="28"/>
          <w:szCs w:val="28"/>
        </w:rPr>
        <w:t xml:space="preserve"> </w:t>
      </w:r>
      <w:r w:rsidR="000C10F2" w:rsidRPr="002E0D4E">
        <w:rPr>
          <w:sz w:val="28"/>
          <w:szCs w:val="28"/>
        </w:rPr>
        <w:t>по</w:t>
      </w:r>
      <w:r w:rsidR="00EA3A89" w:rsidRPr="002E0D4E">
        <w:rPr>
          <w:sz w:val="28"/>
          <w:szCs w:val="28"/>
        </w:rPr>
        <w:t xml:space="preserve"> форме </w:t>
      </w:r>
      <w:r w:rsidR="000C10F2" w:rsidRPr="002E0D4E">
        <w:rPr>
          <w:sz w:val="28"/>
          <w:szCs w:val="28"/>
        </w:rPr>
        <w:t xml:space="preserve">согласно  приложению  № </w:t>
      </w:r>
      <w:r w:rsidR="0072467C" w:rsidRPr="002E0D4E">
        <w:rPr>
          <w:sz w:val="28"/>
          <w:szCs w:val="28"/>
        </w:rPr>
        <w:t>__</w:t>
      </w:r>
      <w:r w:rsidR="000C10F2" w:rsidRPr="002E0D4E">
        <w:rPr>
          <w:sz w:val="28"/>
          <w:szCs w:val="28"/>
        </w:rPr>
        <w:t xml:space="preserve"> к  настоящему Соглашению</w:t>
      </w:r>
      <w:r w:rsidR="009E0D2D" w:rsidRPr="002E0D4E">
        <w:rPr>
          <w:sz w:val="28"/>
          <w:szCs w:val="28"/>
          <w:vertAlign w:val="superscript"/>
        </w:rPr>
        <w:t>2</w:t>
      </w:r>
      <w:r w:rsidR="00F563AA" w:rsidRPr="002E0D4E">
        <w:rPr>
          <w:sz w:val="28"/>
          <w:szCs w:val="28"/>
          <w:vertAlign w:val="superscript"/>
        </w:rPr>
        <w:t>4</w:t>
      </w:r>
      <w:r w:rsidR="000C10F2" w:rsidRPr="002E0D4E">
        <w:rPr>
          <w:sz w:val="28"/>
          <w:szCs w:val="28"/>
        </w:rPr>
        <w:t xml:space="preserve">, являющемуся  неотъемлемой  частью  настоящего Соглашения, представленного в соответствии с </w:t>
      </w:r>
      <w:hyperlink r:id="rId15" w:history="1">
        <w:r w:rsidR="000C10F2" w:rsidRPr="002E0D4E">
          <w:rPr>
            <w:sz w:val="28"/>
            <w:szCs w:val="28"/>
          </w:rPr>
          <w:t>пунктом 4.3.</w:t>
        </w:r>
      </w:hyperlink>
      <w:r w:rsidR="000C625C" w:rsidRPr="002E0D4E">
        <w:rPr>
          <w:sz w:val="28"/>
          <w:szCs w:val="28"/>
        </w:rPr>
        <w:t>8</w:t>
      </w:r>
      <w:r w:rsidR="00291273" w:rsidRPr="002E0D4E">
        <w:rPr>
          <w:sz w:val="28"/>
          <w:szCs w:val="28"/>
        </w:rPr>
        <w:t>.</w:t>
      </w:r>
      <w:r w:rsidR="00995E9D" w:rsidRPr="002E0D4E">
        <w:rPr>
          <w:sz w:val="28"/>
          <w:szCs w:val="28"/>
        </w:rPr>
        <w:t>1</w:t>
      </w:r>
      <w:r w:rsidR="00291273" w:rsidRPr="002E0D4E">
        <w:rPr>
          <w:sz w:val="28"/>
          <w:szCs w:val="28"/>
        </w:rPr>
        <w:t>.</w:t>
      </w:r>
      <w:r w:rsidR="000C10F2" w:rsidRPr="002E0D4E">
        <w:rPr>
          <w:sz w:val="28"/>
          <w:szCs w:val="28"/>
        </w:rPr>
        <w:t xml:space="preserve"> настоящего Соглашения;</w:t>
      </w:r>
    </w:p>
    <w:p w:rsidR="00291273" w:rsidRPr="002E0D4E" w:rsidRDefault="0088751E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6</w:t>
      </w:r>
      <w:r w:rsidR="0072467C" w:rsidRPr="002E0D4E">
        <w:rPr>
          <w:sz w:val="28"/>
          <w:szCs w:val="28"/>
        </w:rPr>
        <w:t>.1.2. иных отчетов</w:t>
      </w:r>
      <w:hyperlink r:id="rId16" w:history="1">
        <w:r w:rsidR="009E0D2D" w:rsidRPr="002E0D4E">
          <w:rPr>
            <w:sz w:val="28"/>
            <w:szCs w:val="28"/>
            <w:vertAlign w:val="superscript"/>
          </w:rPr>
          <w:t>2</w:t>
        </w:r>
      </w:hyperlink>
      <w:r w:rsidR="00F563AA" w:rsidRPr="002E0D4E">
        <w:rPr>
          <w:sz w:val="28"/>
          <w:szCs w:val="28"/>
          <w:vertAlign w:val="superscript"/>
        </w:rPr>
        <w:t>5</w:t>
      </w:r>
      <w:r w:rsidR="0072467C" w:rsidRPr="002E0D4E">
        <w:rPr>
          <w:sz w:val="28"/>
          <w:szCs w:val="28"/>
        </w:rPr>
        <w:t>:</w:t>
      </w:r>
    </w:p>
    <w:p w:rsidR="000C10F2" w:rsidRPr="002E0D4E" w:rsidRDefault="0088751E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6</w:t>
      </w:r>
      <w:r w:rsidR="00291273" w:rsidRPr="002E0D4E">
        <w:rPr>
          <w:sz w:val="28"/>
          <w:szCs w:val="28"/>
        </w:rPr>
        <w:t>.1.2.</w:t>
      </w:r>
      <w:proofErr w:type="gramStart"/>
      <w:r w:rsidR="00291273" w:rsidRPr="002E0D4E">
        <w:rPr>
          <w:sz w:val="28"/>
          <w:szCs w:val="28"/>
        </w:rPr>
        <w:t>1._</w:t>
      </w:r>
      <w:proofErr w:type="gramEnd"/>
      <w:r w:rsidR="00291273" w:rsidRPr="002E0D4E">
        <w:rPr>
          <w:sz w:val="28"/>
          <w:szCs w:val="28"/>
        </w:rPr>
        <w:t>________________</w:t>
      </w:r>
      <w:r w:rsidR="000C10F2" w:rsidRPr="002E0D4E">
        <w:rPr>
          <w:sz w:val="28"/>
          <w:szCs w:val="28"/>
        </w:rPr>
        <w:t>_________________________</w:t>
      </w:r>
      <w:r w:rsidR="0072467C" w:rsidRPr="002E0D4E">
        <w:rPr>
          <w:sz w:val="28"/>
          <w:szCs w:val="28"/>
        </w:rPr>
        <w:t>_________________</w:t>
      </w:r>
      <w:r w:rsidR="000C10F2" w:rsidRPr="002E0D4E">
        <w:rPr>
          <w:sz w:val="28"/>
          <w:szCs w:val="28"/>
        </w:rPr>
        <w:t>;</w:t>
      </w:r>
    </w:p>
    <w:p w:rsidR="00291273" w:rsidRPr="002E0D4E" w:rsidRDefault="0088751E" w:rsidP="0029127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6</w:t>
      </w:r>
      <w:r w:rsidR="00291273" w:rsidRPr="002E0D4E">
        <w:rPr>
          <w:sz w:val="28"/>
          <w:szCs w:val="28"/>
        </w:rPr>
        <w:t>.1.2.</w:t>
      </w:r>
      <w:proofErr w:type="gramStart"/>
      <w:r w:rsidR="009E0D2D" w:rsidRPr="002E0D4E">
        <w:rPr>
          <w:sz w:val="28"/>
          <w:szCs w:val="28"/>
        </w:rPr>
        <w:t>2</w:t>
      </w:r>
      <w:r w:rsidR="00291273" w:rsidRPr="002E0D4E">
        <w:rPr>
          <w:sz w:val="28"/>
          <w:szCs w:val="28"/>
        </w:rPr>
        <w:t>._</w:t>
      </w:r>
      <w:proofErr w:type="gramEnd"/>
      <w:r w:rsidR="00291273" w:rsidRPr="002E0D4E">
        <w:rPr>
          <w:sz w:val="28"/>
          <w:szCs w:val="28"/>
        </w:rPr>
        <w:t>__________________________________________________________</w:t>
      </w:r>
      <w:r w:rsidR="00595060" w:rsidRPr="002E0D4E">
        <w:rPr>
          <w:sz w:val="28"/>
          <w:szCs w:val="28"/>
        </w:rPr>
        <w:t>;</w:t>
      </w:r>
    </w:p>
    <w:p w:rsidR="003F674B" w:rsidRPr="002E0D4E" w:rsidRDefault="0088751E" w:rsidP="00A3222D">
      <w:pPr>
        <w:autoSpaceDE w:val="0"/>
        <w:autoSpaceDN w:val="0"/>
        <w:adjustRightInd w:val="0"/>
        <w:ind w:firstLine="567"/>
        <w:jc w:val="both"/>
        <w:outlineLvl w:val="0"/>
      </w:pPr>
      <w:r w:rsidRPr="002E0D4E">
        <w:rPr>
          <w:sz w:val="28"/>
          <w:szCs w:val="28"/>
        </w:rPr>
        <w:t>4.1.</w:t>
      </w:r>
      <w:r w:rsidR="004E5D78" w:rsidRPr="002E0D4E">
        <w:rPr>
          <w:sz w:val="28"/>
          <w:szCs w:val="28"/>
        </w:rPr>
        <w:t>6</w:t>
      </w:r>
      <w:r w:rsidR="0072467C" w:rsidRPr="002E0D4E">
        <w:rPr>
          <w:sz w:val="28"/>
          <w:szCs w:val="28"/>
        </w:rPr>
        <w:t xml:space="preserve">.1.3. </w:t>
      </w:r>
      <w:r w:rsidR="003F674B" w:rsidRPr="002E0D4E">
        <w:rPr>
          <w:sz w:val="28"/>
          <w:szCs w:val="28"/>
        </w:rPr>
        <w:t xml:space="preserve">иных </w:t>
      </w:r>
      <w:r w:rsidR="000C10F2" w:rsidRPr="002E0D4E">
        <w:rPr>
          <w:sz w:val="28"/>
          <w:szCs w:val="28"/>
        </w:rPr>
        <w:t>документов,</w:t>
      </w:r>
      <w:r w:rsidR="003F674B" w:rsidRPr="002E0D4E">
        <w:rPr>
          <w:sz w:val="28"/>
          <w:szCs w:val="28"/>
        </w:rPr>
        <w:t xml:space="preserve"> </w:t>
      </w:r>
      <w:r w:rsidR="000C10F2" w:rsidRPr="002E0D4E">
        <w:rPr>
          <w:sz w:val="28"/>
          <w:szCs w:val="28"/>
        </w:rPr>
        <w:t xml:space="preserve">представленных Получателем по запросу </w:t>
      </w:r>
      <w:r w:rsidR="0008719A" w:rsidRPr="002E0D4E">
        <w:rPr>
          <w:sz w:val="28"/>
          <w:szCs w:val="28"/>
        </w:rPr>
        <w:t>_______________________</w:t>
      </w:r>
      <w:r w:rsidR="003F674B" w:rsidRPr="002E0D4E">
        <w:rPr>
          <w:sz w:val="28"/>
          <w:szCs w:val="28"/>
        </w:rPr>
        <w:t xml:space="preserve"> в соответствии с </w:t>
      </w:r>
      <w:hyperlink r:id="rId17" w:history="1">
        <w:r w:rsidR="003F674B" w:rsidRPr="002E0D4E">
          <w:rPr>
            <w:sz w:val="28"/>
            <w:szCs w:val="28"/>
          </w:rPr>
          <w:t>пунктом 4.3.</w:t>
        </w:r>
      </w:hyperlink>
      <w:r w:rsidR="004F5539" w:rsidRPr="002E0D4E">
        <w:rPr>
          <w:sz w:val="28"/>
          <w:szCs w:val="28"/>
        </w:rPr>
        <w:t>9</w:t>
      </w:r>
      <w:r w:rsidR="0008719A" w:rsidRPr="002E0D4E">
        <w:rPr>
          <w:sz w:val="28"/>
          <w:szCs w:val="28"/>
        </w:rPr>
        <w:t>.</w:t>
      </w:r>
      <w:r w:rsidR="003F674B" w:rsidRPr="002E0D4E">
        <w:rPr>
          <w:sz w:val="28"/>
          <w:szCs w:val="28"/>
        </w:rPr>
        <w:t xml:space="preserve"> настоящего Соглашения</w:t>
      </w:r>
      <w:r w:rsidR="000A2FE1" w:rsidRPr="002E0D4E">
        <w:rPr>
          <w:sz w:val="28"/>
          <w:szCs w:val="28"/>
        </w:rPr>
        <w:t>;</w:t>
      </w:r>
    </w:p>
    <w:p w:rsidR="007F13BD" w:rsidRPr="002E0D4E" w:rsidRDefault="00031263" w:rsidP="00031263">
      <w:pPr>
        <w:widowControl w:val="0"/>
        <w:autoSpaceDE w:val="0"/>
        <w:autoSpaceDN w:val="0"/>
        <w:adjustRightInd w:val="0"/>
        <w:jc w:val="both"/>
      </w:pPr>
      <w:r w:rsidRPr="002E0D4E">
        <w:t>(Министерства, Комитета, Агентства,</w:t>
      </w:r>
    </w:p>
    <w:p w:rsidR="00031263" w:rsidRPr="002E0D4E" w:rsidRDefault="00031263" w:rsidP="00031263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2"/>
          <w:lang w:eastAsia="en-US"/>
        </w:rPr>
      </w:pPr>
      <w:r w:rsidRPr="002E0D4E">
        <w:t>иного органа (организации))</w:t>
      </w:r>
    </w:p>
    <w:p w:rsidR="000C10F2" w:rsidRPr="002E0D4E" w:rsidRDefault="00995E9D" w:rsidP="00A3222D">
      <w:pPr>
        <w:autoSpaceDE w:val="0"/>
        <w:autoSpaceDN w:val="0"/>
        <w:adjustRightInd w:val="0"/>
        <w:ind w:firstLine="567"/>
        <w:jc w:val="both"/>
        <w:outlineLvl w:val="0"/>
        <w:rPr>
          <w:rFonts w:ascii="Courier New" w:hAnsi="Courier New" w:cs="Courier New"/>
        </w:rPr>
      </w:pPr>
      <w:r w:rsidRPr="002E0D4E">
        <w:rPr>
          <w:sz w:val="28"/>
          <w:szCs w:val="28"/>
        </w:rPr>
        <w:t>4.1.6</w:t>
      </w:r>
      <w:r w:rsidR="00862BA8" w:rsidRPr="002E0D4E">
        <w:rPr>
          <w:sz w:val="28"/>
          <w:szCs w:val="28"/>
        </w:rPr>
        <w:t>.2.</w:t>
      </w:r>
      <w:r w:rsidR="000C10F2" w:rsidRPr="002E0D4E">
        <w:rPr>
          <w:sz w:val="28"/>
          <w:szCs w:val="28"/>
        </w:rPr>
        <w:t xml:space="preserve">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  <w:r w:rsidR="000C10F2" w:rsidRPr="002E0D4E">
        <w:rPr>
          <w:rFonts w:ascii="Courier New" w:hAnsi="Courier New" w:cs="Courier New"/>
        </w:rPr>
        <w:t xml:space="preserve">    </w:t>
      </w:r>
    </w:p>
    <w:p w:rsidR="003F674B" w:rsidRPr="002E0D4E" w:rsidRDefault="000C10F2" w:rsidP="00A3222D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5E2E4A" w:rsidRPr="002E0D4E">
        <w:rPr>
          <w:sz w:val="28"/>
          <w:szCs w:val="28"/>
        </w:rPr>
        <w:t>7</w:t>
      </w:r>
      <w:r w:rsidRPr="002E0D4E">
        <w:rPr>
          <w:sz w:val="28"/>
          <w:szCs w:val="28"/>
        </w:rPr>
        <w:t>.</w:t>
      </w:r>
      <w:r w:rsidR="00D008D5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 в случае </w:t>
      </w:r>
      <w:r w:rsidR="00D008D5" w:rsidRPr="002E0D4E">
        <w:rPr>
          <w:sz w:val="28"/>
          <w:szCs w:val="28"/>
        </w:rPr>
        <w:t>у</w:t>
      </w:r>
      <w:r w:rsidRPr="002E0D4E">
        <w:rPr>
          <w:sz w:val="28"/>
          <w:szCs w:val="28"/>
        </w:rPr>
        <w:t xml:space="preserve">становления </w:t>
      </w:r>
      <w:r w:rsidR="003F674B" w:rsidRPr="002E0D4E">
        <w:rPr>
          <w:sz w:val="28"/>
          <w:szCs w:val="28"/>
        </w:rPr>
        <w:t>__________________________________________</w:t>
      </w:r>
    </w:p>
    <w:p w:rsidR="005E602F" w:rsidRPr="002E0D4E" w:rsidRDefault="003F674B" w:rsidP="005E602F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</w:t>
      </w:r>
      <w:r w:rsidR="00C23D4C" w:rsidRPr="002E0D4E">
        <w:t xml:space="preserve">                       </w:t>
      </w:r>
      <w:r w:rsidR="005E602F" w:rsidRPr="002E0D4E">
        <w:t>(Министерство</w:t>
      </w:r>
      <w:r w:rsidR="00C23D4C" w:rsidRPr="002E0D4E">
        <w:t>м</w:t>
      </w:r>
      <w:r w:rsidR="005E602F" w:rsidRPr="002E0D4E">
        <w:t>, Комитет</w:t>
      </w:r>
      <w:r w:rsidR="00C23D4C" w:rsidRPr="002E0D4E">
        <w:t>ом</w:t>
      </w:r>
      <w:r w:rsidR="005E602F" w:rsidRPr="002E0D4E">
        <w:t>, Агентство</w:t>
      </w:r>
      <w:r w:rsidR="00C23D4C" w:rsidRPr="002E0D4E">
        <w:t>м</w:t>
      </w:r>
      <w:r w:rsidR="005E602F" w:rsidRPr="002E0D4E">
        <w:t>, ин</w:t>
      </w:r>
      <w:r w:rsidR="00C23D4C" w:rsidRPr="002E0D4E">
        <w:t>ым</w:t>
      </w:r>
      <w:r w:rsidR="005E602F" w:rsidRPr="002E0D4E">
        <w:t xml:space="preserve"> орган</w:t>
      </w:r>
      <w:r w:rsidR="00C23D4C" w:rsidRPr="002E0D4E">
        <w:t>ом</w:t>
      </w:r>
      <w:r w:rsidR="005E602F" w:rsidRPr="002E0D4E">
        <w:t xml:space="preserve"> (организаци</w:t>
      </w:r>
      <w:r w:rsidR="00C23D4C" w:rsidRPr="002E0D4E">
        <w:t>ей</w:t>
      </w:r>
      <w:r w:rsidR="005E602F" w:rsidRPr="002E0D4E">
        <w:t>)</w:t>
      </w:r>
      <w:r w:rsidR="00DD7845" w:rsidRPr="002E0D4E">
        <w:t>)</w:t>
      </w:r>
    </w:p>
    <w:p w:rsidR="000C10F2" w:rsidRPr="002E0D4E" w:rsidRDefault="000C10F2" w:rsidP="0072467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или получения от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органа государственного</w:t>
      </w:r>
      <w:r w:rsidR="00BC340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финансового  контроля  информации  о  факте(ах)</w:t>
      </w:r>
      <w:r w:rsidR="00107977" w:rsidRPr="002E0D4E">
        <w:rPr>
          <w:sz w:val="28"/>
          <w:szCs w:val="28"/>
        </w:rPr>
        <w:t xml:space="preserve"> </w:t>
      </w:r>
      <w:r w:rsidR="005D5250" w:rsidRPr="002E0D4E">
        <w:rPr>
          <w:sz w:val="28"/>
          <w:szCs w:val="28"/>
        </w:rPr>
        <w:t>нарушения</w:t>
      </w:r>
      <w:r w:rsidRPr="002E0D4E">
        <w:rPr>
          <w:sz w:val="28"/>
          <w:szCs w:val="28"/>
        </w:rPr>
        <w:t xml:space="preserve">  Получателем  </w:t>
      </w:r>
      <w:r w:rsidR="005D5250" w:rsidRPr="002E0D4E">
        <w:rPr>
          <w:sz w:val="28"/>
          <w:szCs w:val="28"/>
        </w:rPr>
        <w:t xml:space="preserve">порядка, </w:t>
      </w:r>
      <w:r w:rsidRPr="002E0D4E">
        <w:rPr>
          <w:sz w:val="28"/>
          <w:szCs w:val="28"/>
        </w:rPr>
        <w:t>целей</w:t>
      </w:r>
      <w:r w:rsidR="005D5250" w:rsidRPr="002E0D4E">
        <w:rPr>
          <w:sz w:val="28"/>
          <w:szCs w:val="28"/>
        </w:rPr>
        <w:t xml:space="preserve"> и</w:t>
      </w:r>
      <w:r w:rsidRPr="002E0D4E">
        <w:rPr>
          <w:sz w:val="28"/>
          <w:szCs w:val="28"/>
        </w:rPr>
        <w:t xml:space="preserve"> условий</w:t>
      </w:r>
      <w:r w:rsidR="005D5250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предоставления гранта,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предусмотренных </w:t>
      </w:r>
      <w:r w:rsidR="00107977" w:rsidRPr="002E0D4E">
        <w:rPr>
          <w:sz w:val="28"/>
          <w:szCs w:val="28"/>
        </w:rPr>
        <w:t xml:space="preserve">Правилами </w:t>
      </w:r>
      <w:r w:rsidRPr="002E0D4E">
        <w:rPr>
          <w:sz w:val="28"/>
          <w:szCs w:val="28"/>
        </w:rPr>
        <w:t>предоставления   гранта   и  (или)  настоящим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Соглашением,  в том числе указания в документах, представленных Получателем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в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соответствии  с  Правилами  предоставления  гранта  и  (или)  настоящим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</w:t>
      </w:r>
      <w:r w:rsidRPr="002E0D4E">
        <w:rPr>
          <w:sz w:val="28"/>
          <w:szCs w:val="28"/>
        </w:rPr>
        <w:lastRenderedPageBreak/>
        <w:t>ем,  недостоверных  сведений,  направлять Получателю требование об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обеспечении  возврата  гранта  в  бюджет Республики </w:t>
      </w:r>
      <w:r w:rsidR="00107977" w:rsidRPr="002E0D4E">
        <w:rPr>
          <w:sz w:val="28"/>
          <w:szCs w:val="28"/>
        </w:rPr>
        <w:t xml:space="preserve">Татарстан </w:t>
      </w:r>
      <w:r w:rsidRPr="002E0D4E">
        <w:rPr>
          <w:sz w:val="28"/>
          <w:szCs w:val="28"/>
        </w:rPr>
        <w:t>в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размере и в сроки, определенные в указанном требовании;</w:t>
      </w:r>
    </w:p>
    <w:p w:rsidR="00180F8E" w:rsidRPr="002E0D4E" w:rsidRDefault="000C10F2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81143" w:rsidRPr="002E0D4E">
        <w:rPr>
          <w:sz w:val="28"/>
          <w:szCs w:val="28"/>
        </w:rPr>
        <w:t>8</w:t>
      </w:r>
      <w:r w:rsidRPr="002E0D4E">
        <w:rPr>
          <w:sz w:val="28"/>
          <w:szCs w:val="28"/>
        </w:rPr>
        <w:t>.  в случае, если Получателем не достигнуты установленные значения</w:t>
      </w:r>
      <w:r w:rsidR="0010797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ре</w:t>
      </w:r>
      <w:r w:rsidR="008B4C77" w:rsidRPr="002E0D4E">
        <w:rPr>
          <w:sz w:val="28"/>
          <w:szCs w:val="28"/>
        </w:rPr>
        <w:t xml:space="preserve">зультата </w:t>
      </w:r>
      <w:r w:rsidR="00180F8E" w:rsidRPr="002E0D4E">
        <w:rPr>
          <w:sz w:val="28"/>
          <w:szCs w:val="28"/>
        </w:rPr>
        <w:t>предоставления гранта и (или) иных показателей,</w:t>
      </w:r>
      <w:r w:rsidRPr="002E0D4E">
        <w:rPr>
          <w:sz w:val="28"/>
          <w:szCs w:val="28"/>
        </w:rPr>
        <w:t xml:space="preserve"> установленных </w:t>
      </w:r>
      <w:r w:rsidR="00180F8E" w:rsidRPr="002E0D4E">
        <w:rPr>
          <w:sz w:val="28"/>
          <w:szCs w:val="28"/>
        </w:rPr>
        <w:t xml:space="preserve">Правилами предоставления гранта или </w:t>
      </w:r>
      <w:r w:rsidR="00B81268" w:rsidRPr="002E0D4E">
        <w:rPr>
          <w:sz w:val="28"/>
          <w:szCs w:val="28"/>
        </w:rPr>
        <w:t>______</w:t>
      </w:r>
      <w:r w:rsidR="00180F8E" w:rsidRPr="002E0D4E">
        <w:rPr>
          <w:sz w:val="28"/>
          <w:szCs w:val="28"/>
        </w:rPr>
        <w:t>____________________________________</w:t>
      </w:r>
      <w:r w:rsidR="00E701B9" w:rsidRPr="002E0D4E">
        <w:rPr>
          <w:sz w:val="28"/>
          <w:szCs w:val="28"/>
        </w:rPr>
        <w:t>__</w:t>
      </w:r>
      <w:r w:rsidR="00180F8E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 xml:space="preserve">  </w:t>
      </w:r>
    </w:p>
    <w:p w:rsidR="005E602F" w:rsidRPr="002E0D4E" w:rsidRDefault="005E602F" w:rsidP="005E602F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</w:t>
      </w:r>
      <w:r w:rsidR="001762E3" w:rsidRPr="002E0D4E">
        <w:t xml:space="preserve">           </w:t>
      </w:r>
      <w:r w:rsidR="00B439AF" w:rsidRPr="002E0D4E">
        <w:t xml:space="preserve"> </w:t>
      </w:r>
      <w:r w:rsidRPr="002E0D4E">
        <w:t>(Министерство</w:t>
      </w:r>
      <w:r w:rsidR="001762E3" w:rsidRPr="002E0D4E">
        <w:t>м</w:t>
      </w:r>
      <w:r w:rsidRPr="002E0D4E">
        <w:t>, Комитет</w:t>
      </w:r>
      <w:r w:rsidR="001762E3" w:rsidRPr="002E0D4E">
        <w:t>ом</w:t>
      </w:r>
      <w:r w:rsidRPr="002E0D4E">
        <w:t>, Агентство</w:t>
      </w:r>
      <w:r w:rsidR="001762E3" w:rsidRPr="002E0D4E">
        <w:t>м</w:t>
      </w:r>
      <w:r w:rsidRPr="002E0D4E">
        <w:t>, ин</w:t>
      </w:r>
      <w:r w:rsidR="001762E3" w:rsidRPr="002E0D4E">
        <w:t>ым</w:t>
      </w:r>
      <w:r w:rsidRPr="002E0D4E">
        <w:t xml:space="preserve"> орган</w:t>
      </w:r>
      <w:r w:rsidR="001762E3" w:rsidRPr="002E0D4E">
        <w:t>ом</w:t>
      </w:r>
      <w:r w:rsidRPr="002E0D4E">
        <w:t xml:space="preserve"> (организаци</w:t>
      </w:r>
      <w:r w:rsidR="001762E3" w:rsidRPr="002E0D4E">
        <w:t>ей</w:t>
      </w:r>
      <w:r w:rsidRPr="002E0D4E">
        <w:t>)</w:t>
      </w:r>
      <w:r w:rsidR="00B439AF" w:rsidRPr="002E0D4E">
        <w:t>)</w:t>
      </w:r>
    </w:p>
    <w:p w:rsidR="000C10F2" w:rsidRPr="002E0D4E" w:rsidRDefault="008B4C77" w:rsidP="00180F8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в соответствии с пунктом 4.1.</w:t>
      </w:r>
      <w:r w:rsidR="00E02E73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 xml:space="preserve">. </w:t>
      </w:r>
      <w:r w:rsidR="000C10F2" w:rsidRPr="002E0D4E">
        <w:rPr>
          <w:sz w:val="28"/>
          <w:szCs w:val="28"/>
        </w:rPr>
        <w:t>настоящего  Соглашения</w:t>
      </w:r>
      <w:r w:rsidRPr="002E0D4E">
        <w:rPr>
          <w:sz w:val="28"/>
          <w:szCs w:val="28"/>
        </w:rPr>
        <w:t>,</w:t>
      </w:r>
      <w:r w:rsidR="000C10F2" w:rsidRPr="002E0D4E">
        <w:rPr>
          <w:sz w:val="28"/>
          <w:szCs w:val="28"/>
        </w:rPr>
        <w:t xml:space="preserve">  применять штрафные</w:t>
      </w:r>
      <w:r w:rsidR="00107977" w:rsidRPr="002E0D4E">
        <w:rPr>
          <w:sz w:val="28"/>
          <w:szCs w:val="28"/>
        </w:rPr>
        <w:t xml:space="preserve"> </w:t>
      </w:r>
      <w:r w:rsidR="000C10F2" w:rsidRPr="002E0D4E">
        <w:rPr>
          <w:sz w:val="28"/>
          <w:szCs w:val="28"/>
        </w:rPr>
        <w:t xml:space="preserve">санкции,  </w:t>
      </w:r>
      <w:hyperlink r:id="rId18" w:history="1">
        <w:r w:rsidR="000C10F2" w:rsidRPr="002E0D4E">
          <w:rPr>
            <w:sz w:val="28"/>
            <w:szCs w:val="28"/>
          </w:rPr>
          <w:t>расчет</w:t>
        </w:r>
      </w:hyperlink>
      <w:r w:rsidR="000C10F2" w:rsidRPr="002E0D4E">
        <w:rPr>
          <w:sz w:val="28"/>
          <w:szCs w:val="28"/>
        </w:rPr>
        <w:t xml:space="preserve">  размера  которых  приведен  в приложении </w:t>
      </w:r>
      <w:r w:rsidR="009D24BC" w:rsidRPr="002E0D4E">
        <w:rPr>
          <w:sz w:val="28"/>
          <w:szCs w:val="28"/>
        </w:rPr>
        <w:t xml:space="preserve">№ </w:t>
      </w:r>
      <w:r w:rsidR="00180F8E" w:rsidRPr="002E0D4E">
        <w:rPr>
          <w:sz w:val="28"/>
          <w:szCs w:val="28"/>
        </w:rPr>
        <w:t>____</w:t>
      </w:r>
      <w:r w:rsidR="000C10F2" w:rsidRPr="002E0D4E">
        <w:rPr>
          <w:sz w:val="28"/>
          <w:szCs w:val="28"/>
        </w:rPr>
        <w:t xml:space="preserve"> к настоящему</w:t>
      </w:r>
      <w:r w:rsidR="00107977" w:rsidRPr="002E0D4E">
        <w:rPr>
          <w:sz w:val="28"/>
          <w:szCs w:val="28"/>
        </w:rPr>
        <w:t xml:space="preserve"> </w:t>
      </w:r>
      <w:r w:rsidR="000C10F2" w:rsidRPr="002E0D4E">
        <w:rPr>
          <w:sz w:val="28"/>
          <w:szCs w:val="28"/>
        </w:rPr>
        <w:t>Соглашению,   являющемуся  неотъемлемой  частью  настоящего  Соглашения,  с</w:t>
      </w:r>
      <w:r w:rsidR="00107977" w:rsidRPr="002E0D4E">
        <w:rPr>
          <w:sz w:val="28"/>
          <w:szCs w:val="28"/>
        </w:rPr>
        <w:t xml:space="preserve"> </w:t>
      </w:r>
      <w:r w:rsidR="000C10F2" w:rsidRPr="002E0D4E">
        <w:rPr>
          <w:sz w:val="28"/>
          <w:szCs w:val="28"/>
        </w:rPr>
        <w:t>обязательным  уведомлением  Получателя  в  течение  ___ рабочих дней с даты</w:t>
      </w:r>
      <w:r w:rsidR="00107977" w:rsidRPr="002E0D4E">
        <w:rPr>
          <w:sz w:val="28"/>
          <w:szCs w:val="28"/>
        </w:rPr>
        <w:t xml:space="preserve"> </w:t>
      </w:r>
      <w:r w:rsidR="000C10F2" w:rsidRPr="002E0D4E">
        <w:rPr>
          <w:sz w:val="28"/>
          <w:szCs w:val="28"/>
        </w:rPr>
        <w:t>принятия указанного решения</w:t>
      </w:r>
      <w:r w:rsidR="006570D1" w:rsidRPr="002E0D4E">
        <w:rPr>
          <w:sz w:val="28"/>
          <w:szCs w:val="28"/>
          <w:vertAlign w:val="superscript"/>
        </w:rPr>
        <w:t>2</w:t>
      </w:r>
      <w:r w:rsidR="00F563AA" w:rsidRPr="002E0D4E">
        <w:rPr>
          <w:sz w:val="28"/>
          <w:szCs w:val="28"/>
          <w:vertAlign w:val="superscript"/>
        </w:rPr>
        <w:t>6</w:t>
      </w:r>
      <w:r w:rsidR="000C10F2" w:rsidRPr="002E0D4E">
        <w:rPr>
          <w:sz w:val="28"/>
          <w:szCs w:val="28"/>
        </w:rPr>
        <w:t>;</w:t>
      </w:r>
    </w:p>
    <w:p w:rsidR="000C10F2" w:rsidRPr="002E0D4E" w:rsidRDefault="000C10F2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81143" w:rsidRPr="002E0D4E">
        <w:rPr>
          <w:sz w:val="28"/>
          <w:szCs w:val="28"/>
        </w:rPr>
        <w:t>9</w:t>
      </w:r>
      <w:r w:rsidRPr="002E0D4E">
        <w:rPr>
          <w:sz w:val="28"/>
          <w:szCs w:val="28"/>
        </w:rPr>
        <w:t>.   рассматривать   предложения,   документы  и  иную  информацию,</w:t>
      </w:r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направленную  Получателем,  в  том  числе  в  соответствии  с </w:t>
      </w:r>
      <w:hyperlink r:id="rId19" w:history="1">
        <w:r w:rsidRPr="002E0D4E">
          <w:rPr>
            <w:sz w:val="28"/>
            <w:szCs w:val="28"/>
          </w:rPr>
          <w:t>пунктом 4.4.1</w:t>
        </w:r>
      </w:hyperlink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настоящего  Соглашения,  в  течение ____ рабочих дней со дня их получения и</w:t>
      </w:r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уведомлять  Получателя  о  принятом  решении  (при  необходимости);</w:t>
      </w:r>
    </w:p>
    <w:p w:rsidR="00EB1076" w:rsidRPr="002E0D4E" w:rsidRDefault="000C10F2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937EBF" w:rsidRPr="002E0D4E">
        <w:rPr>
          <w:sz w:val="28"/>
          <w:szCs w:val="28"/>
        </w:rPr>
        <w:t>1</w:t>
      </w:r>
      <w:r w:rsidR="00481143" w:rsidRPr="002E0D4E">
        <w:rPr>
          <w:sz w:val="28"/>
          <w:szCs w:val="28"/>
        </w:rPr>
        <w:t>0</w:t>
      </w:r>
      <w:r w:rsidRPr="002E0D4E">
        <w:rPr>
          <w:sz w:val="28"/>
          <w:szCs w:val="28"/>
        </w:rPr>
        <w:t>.  направлять  разъяснения  Получателю  по  вопросам, связанным с</w:t>
      </w:r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исполнением  настоящего  Соглашения,  в  течение  ____  рабочих дней со дня</w:t>
      </w:r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получения  обращения  Получателя  в соответствии с </w:t>
      </w:r>
      <w:hyperlink r:id="rId20" w:history="1">
        <w:r w:rsidRPr="002E0D4E">
          <w:rPr>
            <w:sz w:val="28"/>
            <w:szCs w:val="28"/>
          </w:rPr>
          <w:t>пунктом 4.4.2</w:t>
        </w:r>
      </w:hyperlink>
      <w:r w:rsidRPr="002E0D4E">
        <w:rPr>
          <w:sz w:val="28"/>
          <w:szCs w:val="28"/>
        </w:rPr>
        <w:t xml:space="preserve"> настоящего</w:t>
      </w:r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Соглашения;</w:t>
      </w:r>
    </w:p>
    <w:p w:rsidR="00527151" w:rsidRPr="002E0D4E" w:rsidRDefault="000C10F2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4.1.1</w:t>
      </w:r>
      <w:r w:rsidR="00481143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   выполнять   иные   обязательства</w:t>
      </w:r>
      <w:r w:rsidR="00CD5950" w:rsidRPr="002E0D4E">
        <w:rPr>
          <w:sz w:val="28"/>
          <w:szCs w:val="28"/>
        </w:rPr>
        <w:t xml:space="preserve"> в соответствии с </w:t>
      </w:r>
      <w:r w:rsidRPr="002E0D4E">
        <w:rPr>
          <w:sz w:val="28"/>
          <w:szCs w:val="28"/>
        </w:rPr>
        <w:t>бюджетным</w:t>
      </w:r>
      <w:r w:rsidR="00F834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законодательством Российской Федерации</w:t>
      </w:r>
      <w:r w:rsidR="00CD5950" w:rsidRPr="002E0D4E">
        <w:rPr>
          <w:sz w:val="28"/>
          <w:szCs w:val="28"/>
        </w:rPr>
        <w:t xml:space="preserve"> и</w:t>
      </w:r>
      <w:r w:rsidRPr="002E0D4E">
        <w:rPr>
          <w:sz w:val="28"/>
          <w:szCs w:val="28"/>
        </w:rPr>
        <w:t xml:space="preserve"> Правилами предоставления гранта</w:t>
      </w:r>
      <w:r w:rsidR="00B87D22" w:rsidRPr="002E0D4E">
        <w:rPr>
          <w:sz w:val="28"/>
          <w:szCs w:val="28"/>
          <w:vertAlign w:val="superscript"/>
        </w:rPr>
        <w:t>2</w:t>
      </w:r>
      <w:r w:rsidR="00F563AA" w:rsidRPr="002E0D4E">
        <w:rPr>
          <w:sz w:val="28"/>
          <w:szCs w:val="28"/>
          <w:vertAlign w:val="superscript"/>
        </w:rPr>
        <w:t>7</w:t>
      </w:r>
      <w:r w:rsidR="00C2408D" w:rsidRPr="002E0D4E">
        <w:rPr>
          <w:sz w:val="28"/>
          <w:szCs w:val="28"/>
        </w:rPr>
        <w:t>:</w:t>
      </w:r>
    </w:p>
    <w:p w:rsidR="00EB1076" w:rsidRPr="002E0D4E" w:rsidRDefault="00527151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4.1.1</w:t>
      </w:r>
      <w:r w:rsidR="00481143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</w:t>
      </w:r>
      <w:proofErr w:type="gramStart"/>
      <w:r w:rsidRPr="002E0D4E">
        <w:rPr>
          <w:sz w:val="28"/>
          <w:szCs w:val="28"/>
        </w:rPr>
        <w:t>1</w:t>
      </w:r>
      <w:r w:rsidR="00937EBF" w:rsidRPr="002E0D4E">
        <w:rPr>
          <w:sz w:val="28"/>
          <w:szCs w:val="28"/>
        </w:rPr>
        <w:t>.</w:t>
      </w:r>
      <w:r w:rsidRPr="002E0D4E">
        <w:rPr>
          <w:sz w:val="28"/>
          <w:szCs w:val="28"/>
        </w:rPr>
        <w:t>_</w:t>
      </w:r>
      <w:proofErr w:type="gramEnd"/>
      <w:r w:rsidRPr="002E0D4E">
        <w:rPr>
          <w:sz w:val="28"/>
          <w:szCs w:val="28"/>
        </w:rPr>
        <w:t>____________________________________________________________;</w:t>
      </w:r>
    </w:p>
    <w:p w:rsidR="00527151" w:rsidRPr="002E0D4E" w:rsidRDefault="00527151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4.1.1</w:t>
      </w:r>
      <w:r w:rsidR="00481143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</w:t>
      </w:r>
      <w:proofErr w:type="gramStart"/>
      <w:r w:rsidRPr="002E0D4E">
        <w:rPr>
          <w:sz w:val="28"/>
          <w:szCs w:val="28"/>
        </w:rPr>
        <w:t>2._</w:t>
      </w:r>
      <w:proofErr w:type="gramEnd"/>
      <w:r w:rsidRPr="002E0D4E">
        <w:rPr>
          <w:sz w:val="28"/>
          <w:szCs w:val="28"/>
        </w:rPr>
        <w:t>___________________________________________________________.</w:t>
      </w:r>
    </w:p>
    <w:p w:rsidR="003661FB" w:rsidRPr="002E0D4E" w:rsidRDefault="003661FB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4.2.</w:t>
      </w:r>
      <w:r w:rsidRPr="002E0D4E">
        <w:rPr>
          <w:rFonts w:ascii="Courier New" w:hAnsi="Courier New" w:cs="Courier New"/>
        </w:rPr>
        <w:t xml:space="preserve"> </w:t>
      </w:r>
      <w:r w:rsidRPr="002E0D4E">
        <w:rPr>
          <w:sz w:val="28"/>
          <w:szCs w:val="28"/>
        </w:rPr>
        <w:t>__________________________________________</w:t>
      </w:r>
      <w:r w:rsidR="00D64AF3" w:rsidRPr="002E0D4E">
        <w:rPr>
          <w:sz w:val="28"/>
          <w:szCs w:val="28"/>
        </w:rPr>
        <w:t>_______________</w:t>
      </w:r>
      <w:r w:rsidRPr="002E0D4E">
        <w:rPr>
          <w:sz w:val="28"/>
          <w:szCs w:val="28"/>
        </w:rPr>
        <w:t xml:space="preserve"> вправе:</w:t>
      </w:r>
    </w:p>
    <w:p w:rsidR="00B439AF" w:rsidRPr="002E0D4E" w:rsidRDefault="003661FB" w:rsidP="00B439AF">
      <w:pPr>
        <w:spacing w:after="1" w:line="200" w:lineRule="atLeast"/>
        <w:jc w:val="both"/>
        <w:rPr>
          <w:b/>
        </w:rPr>
      </w:pPr>
      <w:r w:rsidRPr="002E0D4E">
        <w:t xml:space="preserve">            </w:t>
      </w:r>
      <w:r w:rsidR="00EB1076" w:rsidRPr="002E0D4E">
        <w:t xml:space="preserve">         </w:t>
      </w:r>
      <w:r w:rsidRPr="002E0D4E">
        <w:t xml:space="preserve">  </w:t>
      </w:r>
      <w:bookmarkStart w:id="29" w:name="P202"/>
      <w:bookmarkStart w:id="30" w:name="P242"/>
      <w:bookmarkEnd w:id="29"/>
      <w:bookmarkEnd w:id="30"/>
      <w:r w:rsidR="00B439AF" w:rsidRPr="002E0D4E">
        <w:t>(Министерство, Комитет, Агентство, иной орган (организация))</w:t>
      </w:r>
    </w:p>
    <w:p w:rsidR="00EB1076" w:rsidRPr="002E0D4E" w:rsidRDefault="00ED0C50" w:rsidP="000A2FE1">
      <w:pPr>
        <w:spacing w:after="1" w:line="20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4.2.1. принимать решение об изменении условий настоящего Соглашения в соответствии с </w:t>
      </w:r>
      <w:hyperlink w:anchor="P397" w:history="1">
        <w:r w:rsidRPr="002E0D4E">
          <w:rPr>
            <w:sz w:val="28"/>
          </w:rPr>
          <w:t>пунктом 7.3</w:t>
        </w:r>
      </w:hyperlink>
      <w:r w:rsidRPr="002E0D4E">
        <w:rPr>
          <w:sz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354" w:history="1">
        <w:r w:rsidRPr="002E0D4E">
          <w:rPr>
            <w:sz w:val="28"/>
          </w:rPr>
          <w:t>пунктом 4.4.1</w:t>
        </w:r>
      </w:hyperlink>
      <w:r w:rsidRPr="002E0D4E">
        <w:rPr>
          <w:sz w:val="28"/>
        </w:rPr>
        <w:t xml:space="preserve"> настоящего Соглашения, включая изменение размера гранта</w:t>
      </w:r>
      <w:hyperlink r:id="rId21" w:history="1">
        <w:r w:rsidR="00A4003A" w:rsidRPr="002E0D4E">
          <w:rPr>
            <w:sz w:val="28"/>
            <w:szCs w:val="28"/>
            <w:vertAlign w:val="superscript"/>
          </w:rPr>
          <w:t>2</w:t>
        </w:r>
      </w:hyperlink>
      <w:bookmarkStart w:id="31" w:name="P251"/>
      <w:bookmarkEnd w:id="31"/>
      <w:r w:rsidR="00F563AA" w:rsidRPr="002E0D4E">
        <w:rPr>
          <w:sz w:val="28"/>
          <w:szCs w:val="28"/>
          <w:vertAlign w:val="superscript"/>
        </w:rPr>
        <w:t>8</w:t>
      </w:r>
      <w:r w:rsidR="000A2FE1" w:rsidRPr="002E0D4E">
        <w:rPr>
          <w:sz w:val="28"/>
          <w:szCs w:val="28"/>
        </w:rPr>
        <w:t>;</w:t>
      </w:r>
    </w:p>
    <w:p w:rsidR="00CE4F3B" w:rsidRPr="002E0D4E" w:rsidRDefault="00ED0C50" w:rsidP="00A3222D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4.2.2. принимать в соответствии с бюджетным законодательством Российской Федерации решение о наличии или отсутствии потребности в направлении в 20__ году</w:t>
      </w:r>
      <w:r w:rsidR="00A55264" w:rsidRPr="002E0D4E">
        <w:rPr>
          <w:sz w:val="28"/>
          <w:szCs w:val="28"/>
          <w:vertAlign w:val="superscript"/>
        </w:rPr>
        <w:t>2</w:t>
      </w:r>
      <w:r w:rsidR="00F563AA" w:rsidRPr="002E0D4E">
        <w:rPr>
          <w:sz w:val="28"/>
          <w:szCs w:val="28"/>
          <w:vertAlign w:val="superscript"/>
        </w:rPr>
        <w:t>9</w:t>
      </w:r>
      <w:r w:rsidR="00A55264" w:rsidRPr="002E0D4E">
        <w:t xml:space="preserve"> </w:t>
      </w:r>
      <w:r w:rsidRPr="002E0D4E">
        <w:rPr>
          <w:sz w:val="28"/>
          <w:szCs w:val="28"/>
        </w:rPr>
        <w:t>остатка гранта, не использованного в 20__ году</w:t>
      </w:r>
      <w:r w:rsidR="00F563AA" w:rsidRPr="002E0D4E">
        <w:rPr>
          <w:sz w:val="28"/>
          <w:szCs w:val="28"/>
          <w:vertAlign w:val="superscript"/>
        </w:rPr>
        <w:t>30</w:t>
      </w:r>
      <w:r w:rsidRPr="002E0D4E">
        <w:rPr>
          <w:sz w:val="28"/>
          <w:szCs w:val="28"/>
        </w:rPr>
        <w:t xml:space="preserve">, на цели, указанные в </w:t>
      </w:r>
      <w:hyperlink w:anchor="P101" w:history="1">
        <w:r w:rsidRPr="002E0D4E">
          <w:rPr>
            <w:sz w:val="28"/>
            <w:szCs w:val="28"/>
          </w:rPr>
          <w:t>разделе I</w:t>
        </w:r>
      </w:hyperlink>
      <w:r w:rsidRPr="002E0D4E">
        <w:rPr>
          <w:sz w:val="28"/>
          <w:szCs w:val="28"/>
        </w:rPr>
        <w:t xml:space="preserve"> настоящего Соглашения, не позднее ___ рабочих дней</w:t>
      </w:r>
      <w:r w:rsidR="00F563AA" w:rsidRPr="002E0D4E">
        <w:rPr>
          <w:sz w:val="28"/>
          <w:szCs w:val="28"/>
          <w:vertAlign w:val="superscript"/>
        </w:rPr>
        <w:t>31</w:t>
      </w:r>
      <w:r w:rsidR="000A14BD" w:rsidRPr="002E0D4E">
        <w:rPr>
          <w:sz w:val="22"/>
          <w:szCs w:val="22"/>
        </w:rPr>
        <w:t xml:space="preserve"> </w:t>
      </w:r>
      <w:r w:rsidRPr="002E0D4E">
        <w:rPr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</w:t>
      </w:r>
      <w:r w:rsidR="00F6468F" w:rsidRPr="002E0D4E">
        <w:rPr>
          <w:sz w:val="28"/>
          <w:szCs w:val="28"/>
          <w:vertAlign w:val="superscript"/>
        </w:rPr>
        <w:t>3</w:t>
      </w:r>
      <w:r w:rsidR="00F563AA" w:rsidRPr="002E0D4E">
        <w:rPr>
          <w:sz w:val="28"/>
          <w:szCs w:val="28"/>
          <w:vertAlign w:val="superscript"/>
        </w:rPr>
        <w:t>2</w:t>
      </w:r>
      <w:r w:rsidRPr="002E0D4E">
        <w:rPr>
          <w:sz w:val="28"/>
          <w:szCs w:val="28"/>
        </w:rPr>
        <w:t>:</w:t>
      </w:r>
      <w:bookmarkStart w:id="32" w:name="P252"/>
      <w:bookmarkEnd w:id="32"/>
    </w:p>
    <w:p w:rsidR="00ED0C50" w:rsidRPr="002E0D4E" w:rsidRDefault="00ED0C50" w:rsidP="00A3222D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4.2.2.1. _____________________________________________________________;</w:t>
      </w:r>
    </w:p>
    <w:p w:rsidR="00CE4F3B" w:rsidRPr="002E0D4E" w:rsidRDefault="00ED0C50" w:rsidP="00A3222D">
      <w:pPr>
        <w:spacing w:after="1" w:line="200" w:lineRule="atLeast"/>
        <w:ind w:firstLine="567"/>
        <w:jc w:val="both"/>
        <w:rPr>
          <w:sz w:val="28"/>
          <w:szCs w:val="28"/>
        </w:rPr>
      </w:pPr>
      <w:bookmarkStart w:id="33" w:name="P253"/>
      <w:bookmarkEnd w:id="33"/>
      <w:r w:rsidRPr="002E0D4E">
        <w:rPr>
          <w:sz w:val="28"/>
          <w:szCs w:val="28"/>
        </w:rPr>
        <w:t>4.2.2.2. _____________________________________________________________</w:t>
      </w:r>
      <w:bookmarkStart w:id="34" w:name="P254"/>
      <w:bookmarkEnd w:id="34"/>
      <w:r w:rsidR="000A2FE1" w:rsidRPr="002E0D4E">
        <w:rPr>
          <w:sz w:val="28"/>
          <w:szCs w:val="28"/>
        </w:rPr>
        <w:t>;</w:t>
      </w:r>
    </w:p>
    <w:p w:rsidR="00ED0C50" w:rsidRPr="002E0D4E" w:rsidRDefault="00ED0C50" w:rsidP="00A3222D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4.2.3.  </w:t>
      </w:r>
      <w:proofErr w:type="gramStart"/>
      <w:r w:rsidRPr="002E0D4E">
        <w:rPr>
          <w:sz w:val="28"/>
          <w:szCs w:val="28"/>
        </w:rPr>
        <w:t>приостанавливать  предоставление</w:t>
      </w:r>
      <w:proofErr w:type="gramEnd"/>
      <w:r w:rsidRPr="002E0D4E">
        <w:rPr>
          <w:sz w:val="28"/>
          <w:szCs w:val="28"/>
        </w:rPr>
        <w:t xml:space="preserve">  гранта  в случае установления</w:t>
      </w:r>
      <w:r w:rsidR="00D27CAC" w:rsidRPr="002E0D4E">
        <w:rPr>
          <w:sz w:val="28"/>
          <w:szCs w:val="28"/>
        </w:rPr>
        <w:t>______</w:t>
      </w:r>
    </w:p>
    <w:p w:rsidR="00ED0C50" w:rsidRPr="002E0D4E" w:rsidRDefault="00ED0C50" w:rsidP="00E2191E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__________________</w:t>
      </w:r>
      <w:r w:rsidR="00317D00" w:rsidRPr="002E0D4E">
        <w:rPr>
          <w:sz w:val="28"/>
          <w:szCs w:val="28"/>
        </w:rPr>
        <w:t>_____</w:t>
      </w:r>
      <w:r w:rsidRPr="002E0D4E">
        <w:rPr>
          <w:sz w:val="28"/>
          <w:szCs w:val="28"/>
        </w:rPr>
        <w:t xml:space="preserve"> или получения от органа</w:t>
      </w:r>
      <w:r w:rsidR="00317D00" w:rsidRPr="002E0D4E">
        <w:rPr>
          <w:sz w:val="28"/>
          <w:szCs w:val="28"/>
        </w:rPr>
        <w:t xml:space="preserve"> </w:t>
      </w:r>
      <w:proofErr w:type="gramStart"/>
      <w:r w:rsidR="00317D00" w:rsidRPr="002E0D4E">
        <w:rPr>
          <w:sz w:val="28"/>
          <w:szCs w:val="28"/>
        </w:rPr>
        <w:t>государственного  финансового</w:t>
      </w:r>
      <w:proofErr w:type="gramEnd"/>
    </w:p>
    <w:p w:rsidR="00B439AF" w:rsidRPr="002E0D4E" w:rsidRDefault="00B439AF" w:rsidP="00B439AF">
      <w:pPr>
        <w:spacing w:after="1" w:line="200" w:lineRule="atLeast"/>
        <w:jc w:val="both"/>
      </w:pPr>
      <w:r w:rsidRPr="002E0D4E">
        <w:t>(Министерством, Комитетом, Агентством,</w:t>
      </w:r>
    </w:p>
    <w:p w:rsidR="00B439AF" w:rsidRPr="002E0D4E" w:rsidRDefault="00B439AF" w:rsidP="00B439AF">
      <w:pPr>
        <w:spacing w:after="1" w:line="200" w:lineRule="atLeast"/>
        <w:jc w:val="both"/>
        <w:rPr>
          <w:b/>
        </w:rPr>
      </w:pPr>
      <w:r w:rsidRPr="002E0D4E">
        <w:t xml:space="preserve"> иным органом (организацией))</w:t>
      </w:r>
    </w:p>
    <w:p w:rsidR="00ED0C50" w:rsidRPr="002E0D4E" w:rsidRDefault="00ED0C50" w:rsidP="00E2191E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контроля  информации  о  факте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(ах) нарушения</w:t>
      </w:r>
      <w:r w:rsidR="00E64FE2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Получателем порядка, целей и условий предоставления гранта, предусмотренных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Правилами  предоставления  гранта  и  настоящим  Соглашением,  в  том числе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указания   в   документах,  представленных  Получателем  в  соответствии  с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настоящим  Соглашением,  недостоверных  сведений,  до  устранения указанных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нарушений  с  обязательным  уведом</w:t>
      </w:r>
      <w:r w:rsidRPr="002E0D4E">
        <w:rPr>
          <w:sz w:val="28"/>
          <w:szCs w:val="28"/>
        </w:rPr>
        <w:lastRenderedPageBreak/>
        <w:t>лением  Получателя не позднее ___________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рабочего  дня  с  даты  принятия  решения  о приостановлении предоставления</w:t>
      </w:r>
      <w:r w:rsidR="00CE4F3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гранта</w:t>
      </w:r>
      <w:r w:rsidR="005C23B9" w:rsidRPr="002E0D4E">
        <w:rPr>
          <w:sz w:val="28"/>
          <w:szCs w:val="28"/>
          <w:vertAlign w:val="superscript"/>
        </w:rPr>
        <w:t>3</w:t>
      </w:r>
      <w:r w:rsidR="00F563AA" w:rsidRPr="002E0D4E">
        <w:rPr>
          <w:sz w:val="28"/>
          <w:szCs w:val="28"/>
          <w:vertAlign w:val="superscript"/>
        </w:rPr>
        <w:t>3</w:t>
      </w:r>
      <w:r w:rsidRPr="002E0D4E">
        <w:rPr>
          <w:sz w:val="28"/>
          <w:szCs w:val="28"/>
        </w:rPr>
        <w:t>;</w:t>
      </w:r>
    </w:p>
    <w:p w:rsidR="00CE4F3B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bookmarkStart w:id="35" w:name="P266"/>
      <w:bookmarkEnd w:id="35"/>
      <w:r w:rsidRPr="002E0D4E">
        <w:rPr>
          <w:sz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Правилами предоставления гранта и настоящим Соглашением, в соответствии с </w:t>
      </w:r>
      <w:hyperlink w:anchor="P202" w:history="1">
        <w:r w:rsidRPr="002E0D4E">
          <w:rPr>
            <w:sz w:val="28"/>
          </w:rPr>
          <w:t>пунктом 4.1.</w:t>
        </w:r>
      </w:hyperlink>
      <w:r w:rsidR="00BA05A6" w:rsidRPr="002E0D4E">
        <w:rPr>
          <w:sz w:val="28"/>
        </w:rPr>
        <w:t>6</w:t>
      </w:r>
      <w:r w:rsidR="00F41E52" w:rsidRPr="002E0D4E">
        <w:rPr>
          <w:sz w:val="28"/>
        </w:rPr>
        <w:t>.</w:t>
      </w:r>
      <w:r w:rsidRPr="002E0D4E">
        <w:rPr>
          <w:sz w:val="28"/>
        </w:rPr>
        <w:t xml:space="preserve"> настоящего Соглашения;</w:t>
      </w:r>
    </w:p>
    <w:p w:rsidR="00644FAB" w:rsidRPr="002E0D4E" w:rsidRDefault="00ED0C50" w:rsidP="00644FA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</w:rPr>
        <w:t>4.2.5. осуществлять иные права в соответствии с бюджетным законодательством Российской Федерации и Правилами предоставления гранта</w:t>
      </w:r>
      <w:r w:rsidR="00A92DE9" w:rsidRPr="002E0D4E">
        <w:rPr>
          <w:sz w:val="28"/>
          <w:vertAlign w:val="superscript"/>
        </w:rPr>
        <w:t>3</w:t>
      </w:r>
      <w:r w:rsidR="0046151D" w:rsidRPr="002E0D4E">
        <w:rPr>
          <w:sz w:val="28"/>
          <w:vertAlign w:val="superscript"/>
        </w:rPr>
        <w:t>4</w:t>
      </w:r>
      <w:r w:rsidR="00644FAB" w:rsidRPr="002E0D4E">
        <w:rPr>
          <w:sz w:val="28"/>
          <w:szCs w:val="28"/>
        </w:rPr>
        <w:t>:</w:t>
      </w:r>
    </w:p>
    <w:p w:rsidR="00644FAB" w:rsidRPr="002E0D4E" w:rsidRDefault="00644FAB" w:rsidP="00644FA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4.2.5.1. _____________________________________________________________;</w:t>
      </w:r>
    </w:p>
    <w:p w:rsidR="00644FAB" w:rsidRPr="002E0D4E" w:rsidRDefault="00644FAB" w:rsidP="00644FAB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4.2.5.2. _____________________________________________________________.</w:t>
      </w:r>
    </w:p>
    <w:p w:rsidR="00FE16BC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4.3. Получатель обязуется:</w:t>
      </w:r>
    </w:p>
    <w:p w:rsidR="00ED0C50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  <w:szCs w:val="28"/>
        </w:rPr>
        <w:t>4.3.1. представлять в _________________________________________________</w:t>
      </w:r>
    </w:p>
    <w:p w:rsidR="00EB6058" w:rsidRPr="002E0D4E" w:rsidRDefault="00EB6058" w:rsidP="00EB6058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 (Министерство, Комитет, Агентство, иной орган (организаци</w:t>
      </w:r>
      <w:r w:rsidR="00987EDF" w:rsidRPr="002E0D4E">
        <w:t>ю</w:t>
      </w:r>
      <w:r w:rsidRPr="002E0D4E">
        <w:t>))</w:t>
      </w:r>
    </w:p>
    <w:p w:rsidR="00FE16BC" w:rsidRPr="002E0D4E" w:rsidRDefault="00ED0C50" w:rsidP="0035195B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документы,  в  соответствии с </w:t>
      </w:r>
      <w:hyperlink w:anchor="P136" w:history="1">
        <w:r w:rsidRPr="002E0D4E">
          <w:rPr>
            <w:sz w:val="28"/>
            <w:szCs w:val="28"/>
          </w:rPr>
          <w:t>пунктами 3.1.1</w:t>
        </w:r>
      </w:hyperlink>
      <w:r w:rsidRPr="002E0D4E">
        <w:rPr>
          <w:sz w:val="28"/>
          <w:szCs w:val="28"/>
        </w:rPr>
        <w:t xml:space="preserve">, </w:t>
      </w:r>
      <w:hyperlink w:anchor="P162" w:history="1">
        <w:r w:rsidRPr="002E0D4E">
          <w:rPr>
            <w:sz w:val="28"/>
            <w:szCs w:val="28"/>
          </w:rPr>
          <w:t>3.2.2.2</w:t>
        </w:r>
      </w:hyperlink>
      <w:r w:rsidR="004278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настоящего Соглашения</w:t>
      </w:r>
      <w:r w:rsidR="00E81F16" w:rsidRPr="002E0D4E">
        <w:rPr>
          <w:sz w:val="28"/>
          <w:szCs w:val="28"/>
          <w:vertAlign w:val="superscript"/>
        </w:rPr>
        <w:t>3</w:t>
      </w:r>
      <w:r w:rsidR="0046151D" w:rsidRPr="002E0D4E">
        <w:rPr>
          <w:sz w:val="28"/>
          <w:szCs w:val="28"/>
          <w:vertAlign w:val="superscript"/>
        </w:rPr>
        <w:t>5</w:t>
      </w:r>
      <w:r w:rsidR="00FE16BC" w:rsidRPr="002E0D4E">
        <w:rPr>
          <w:sz w:val="28"/>
          <w:szCs w:val="28"/>
        </w:rPr>
        <w:t>;</w:t>
      </w:r>
      <w:r w:rsidR="00CE4F3B" w:rsidRPr="002E0D4E">
        <w:rPr>
          <w:sz w:val="28"/>
          <w:szCs w:val="28"/>
        </w:rPr>
        <w:t xml:space="preserve"> </w:t>
      </w:r>
      <w:bookmarkStart w:id="36" w:name="P280"/>
      <w:bookmarkEnd w:id="36"/>
    </w:p>
    <w:p w:rsidR="004C51DB" w:rsidRPr="002E0D4E" w:rsidRDefault="00427876" w:rsidP="004C51DB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  <w:szCs w:val="28"/>
        </w:rPr>
        <w:t>4.3.2.</w:t>
      </w:r>
      <w:r w:rsidRPr="002E0D4E">
        <w:rPr>
          <w:rFonts w:ascii="Courier New" w:hAnsi="Courier New" w:cs="Courier New"/>
        </w:rPr>
        <w:t xml:space="preserve"> </w:t>
      </w:r>
      <w:r w:rsidR="004C51DB" w:rsidRPr="002E0D4E">
        <w:rPr>
          <w:sz w:val="28"/>
          <w:szCs w:val="28"/>
        </w:rPr>
        <w:t>представить в ____________</w:t>
      </w:r>
      <w:r w:rsidR="00B34D23" w:rsidRPr="002E0D4E">
        <w:rPr>
          <w:sz w:val="28"/>
          <w:szCs w:val="28"/>
        </w:rPr>
        <w:t>______________</w:t>
      </w:r>
      <w:r w:rsidR="004C51DB" w:rsidRPr="002E0D4E">
        <w:rPr>
          <w:sz w:val="28"/>
          <w:szCs w:val="28"/>
        </w:rPr>
        <w:t>в срок до __</w:t>
      </w:r>
      <w:r w:rsidR="00B34D23" w:rsidRPr="002E0D4E">
        <w:rPr>
          <w:sz w:val="28"/>
          <w:szCs w:val="28"/>
        </w:rPr>
        <w:t>____документы,</w:t>
      </w:r>
    </w:p>
    <w:p w:rsidR="00C74E2F" w:rsidRPr="002E0D4E" w:rsidRDefault="004C51DB" w:rsidP="008B64F5">
      <w:pPr>
        <w:spacing w:after="1" w:line="200" w:lineRule="atLeast"/>
        <w:jc w:val="both"/>
      </w:pPr>
      <w:r w:rsidRPr="002E0D4E">
        <w:t xml:space="preserve">                                                    </w:t>
      </w:r>
      <w:r w:rsidR="008B64F5" w:rsidRPr="002E0D4E">
        <w:t xml:space="preserve">       </w:t>
      </w:r>
      <w:r w:rsidR="00C74E2F" w:rsidRPr="002E0D4E">
        <w:t xml:space="preserve">  </w:t>
      </w:r>
      <w:r w:rsidR="008B64F5" w:rsidRPr="002E0D4E">
        <w:t xml:space="preserve">(Министерство, Комитет, Агентство, </w:t>
      </w:r>
    </w:p>
    <w:p w:rsidR="008B64F5" w:rsidRPr="002E0D4E" w:rsidRDefault="00C74E2F" w:rsidP="008B64F5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          </w:t>
      </w:r>
      <w:r w:rsidR="008B64F5" w:rsidRPr="002E0D4E">
        <w:t>иной орган (организаци</w:t>
      </w:r>
      <w:r w:rsidR="00A12D5A" w:rsidRPr="002E0D4E">
        <w:t>ю</w:t>
      </w:r>
      <w:r w:rsidR="008B64F5" w:rsidRPr="002E0D4E">
        <w:t>))</w:t>
      </w:r>
    </w:p>
    <w:p w:rsidR="004C51DB" w:rsidRPr="002E0D4E" w:rsidRDefault="004C51DB" w:rsidP="00946061">
      <w:pPr>
        <w:spacing w:after="1" w:line="200" w:lineRule="atLeast"/>
        <w:jc w:val="both"/>
      </w:pPr>
      <w:r w:rsidRPr="002E0D4E">
        <w:rPr>
          <w:sz w:val="28"/>
          <w:szCs w:val="28"/>
        </w:rPr>
        <w:t>установленные пунктом 4.2.2. настоящего Соглашения</w:t>
      </w:r>
      <w:r w:rsidR="00E81F16" w:rsidRPr="002E0D4E">
        <w:rPr>
          <w:sz w:val="28"/>
          <w:szCs w:val="28"/>
          <w:vertAlign w:val="superscript"/>
        </w:rPr>
        <w:t>3</w:t>
      </w:r>
      <w:r w:rsidR="0046151D" w:rsidRPr="002E0D4E">
        <w:rPr>
          <w:sz w:val="28"/>
          <w:szCs w:val="28"/>
          <w:vertAlign w:val="superscript"/>
        </w:rPr>
        <w:t>6</w:t>
      </w:r>
      <w:r w:rsidRPr="002E0D4E">
        <w:rPr>
          <w:sz w:val="28"/>
          <w:szCs w:val="28"/>
        </w:rPr>
        <w:t xml:space="preserve">; </w:t>
      </w:r>
      <w:r w:rsidR="00427876" w:rsidRPr="002E0D4E">
        <w:rPr>
          <w:rFonts w:ascii="Courier New" w:hAnsi="Courier New" w:cs="Courier New"/>
        </w:rPr>
        <w:t xml:space="preserve"> </w:t>
      </w:r>
    </w:p>
    <w:p w:rsidR="00621B19" w:rsidRPr="002E0D4E" w:rsidRDefault="00621B19" w:rsidP="00621B19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4.3.3. </w:t>
      </w:r>
      <w:r w:rsidR="00427876" w:rsidRPr="002E0D4E">
        <w:rPr>
          <w:sz w:val="28"/>
          <w:szCs w:val="28"/>
        </w:rPr>
        <w:t xml:space="preserve">открыть в срок до ___лицевой счет в Министерстве финансов </w:t>
      </w:r>
      <w:r w:rsidRPr="002E0D4E">
        <w:rPr>
          <w:sz w:val="28"/>
          <w:szCs w:val="28"/>
        </w:rPr>
        <w:t>Республики</w:t>
      </w:r>
    </w:p>
    <w:p w:rsidR="00427876" w:rsidRPr="002E0D4E" w:rsidRDefault="00427876" w:rsidP="00621B19">
      <w:pPr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ab/>
        <w:t xml:space="preserve">                                    </w:t>
      </w:r>
      <w:r w:rsidR="00E04DA3" w:rsidRPr="002E0D4E">
        <w:rPr>
          <w:sz w:val="28"/>
          <w:szCs w:val="28"/>
        </w:rPr>
        <w:t xml:space="preserve">   </w:t>
      </w:r>
      <w:r w:rsidRPr="002E0D4E">
        <w:t>(дата)</w:t>
      </w:r>
    </w:p>
    <w:p w:rsidR="00427876" w:rsidRPr="002E0D4E" w:rsidRDefault="00427876" w:rsidP="0035195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Татарстан</w:t>
      </w:r>
      <w:r w:rsidR="00B00A91" w:rsidRPr="002E0D4E">
        <w:rPr>
          <w:sz w:val="28"/>
          <w:szCs w:val="28"/>
          <w:vertAlign w:val="superscript"/>
        </w:rPr>
        <w:t>3</w:t>
      </w:r>
      <w:r w:rsidR="008A736F" w:rsidRPr="002E0D4E">
        <w:rPr>
          <w:sz w:val="28"/>
          <w:szCs w:val="28"/>
          <w:vertAlign w:val="superscript"/>
        </w:rPr>
        <w:t>7</w:t>
      </w:r>
      <w:r w:rsidRPr="002E0D4E">
        <w:rPr>
          <w:sz w:val="28"/>
          <w:szCs w:val="28"/>
        </w:rPr>
        <w:t>;</w:t>
      </w:r>
    </w:p>
    <w:p w:rsidR="00427876" w:rsidRPr="002E0D4E" w:rsidRDefault="00427876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9D5B96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>.  направлять грант на финансовое обеспечение</w:t>
      </w:r>
      <w:r w:rsidR="00AD54E9" w:rsidRPr="002E0D4E">
        <w:rPr>
          <w:sz w:val="28"/>
          <w:szCs w:val="28"/>
        </w:rPr>
        <w:t xml:space="preserve"> (возмещение)</w:t>
      </w:r>
      <w:r w:rsidRPr="002E0D4E">
        <w:rPr>
          <w:sz w:val="28"/>
          <w:szCs w:val="28"/>
        </w:rPr>
        <w:t xml:space="preserve"> затрат, определенных</w:t>
      </w:r>
      <w:r w:rsidR="00C94F01" w:rsidRPr="002E0D4E">
        <w:rPr>
          <w:sz w:val="28"/>
          <w:szCs w:val="28"/>
        </w:rPr>
        <w:t xml:space="preserve"> </w:t>
      </w:r>
      <w:r w:rsidR="0014793B" w:rsidRPr="002E0D4E">
        <w:rPr>
          <w:sz w:val="28"/>
          <w:szCs w:val="28"/>
        </w:rPr>
        <w:t>Правилами предоставления гранта</w:t>
      </w:r>
      <w:r w:rsidR="00986BAA" w:rsidRPr="002E0D4E">
        <w:rPr>
          <w:sz w:val="28"/>
          <w:szCs w:val="28"/>
        </w:rPr>
        <w:t>;</w:t>
      </w:r>
    </w:p>
    <w:p w:rsidR="00427876" w:rsidRPr="002E0D4E" w:rsidRDefault="00427876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697418" w:rsidRPr="002E0D4E">
        <w:rPr>
          <w:sz w:val="28"/>
          <w:szCs w:val="28"/>
        </w:rPr>
        <w:t>5</w:t>
      </w:r>
      <w:r w:rsidRPr="002E0D4E">
        <w:rPr>
          <w:sz w:val="28"/>
          <w:szCs w:val="28"/>
        </w:rPr>
        <w:t>. не приобретать за счет гранта иностранную валюту, за исключением</w:t>
      </w:r>
      <w:r w:rsidR="00C94F01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операций, определенных в Правилах предоставления гранта;</w:t>
      </w:r>
    </w:p>
    <w:p w:rsidR="00427876" w:rsidRPr="002E0D4E" w:rsidRDefault="00427876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697418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>.  вести обособленный аналитический учет операций, осуществляемых</w:t>
      </w:r>
      <w:r w:rsidR="00C94F01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за счет гранта;</w:t>
      </w:r>
    </w:p>
    <w:p w:rsidR="00492568" w:rsidRPr="002E0D4E" w:rsidRDefault="00427876" w:rsidP="009D4F1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2900E6" w:rsidRPr="002E0D4E">
        <w:rPr>
          <w:sz w:val="28"/>
          <w:szCs w:val="28"/>
        </w:rPr>
        <w:t>7</w:t>
      </w:r>
      <w:r w:rsidRPr="002E0D4E">
        <w:rPr>
          <w:sz w:val="28"/>
          <w:szCs w:val="28"/>
        </w:rPr>
        <w:t xml:space="preserve">.    обеспечивать    достижение   </w:t>
      </w:r>
      <w:r w:rsidR="00AD54E9" w:rsidRPr="002E0D4E">
        <w:rPr>
          <w:sz w:val="28"/>
          <w:szCs w:val="28"/>
        </w:rPr>
        <w:t xml:space="preserve">значений   результата  </w:t>
      </w:r>
      <w:r w:rsidRPr="002E0D4E">
        <w:rPr>
          <w:sz w:val="28"/>
          <w:szCs w:val="28"/>
        </w:rPr>
        <w:t>предоставления гранта</w:t>
      </w:r>
      <w:r w:rsidR="00AD54E9" w:rsidRPr="002E0D4E">
        <w:rPr>
          <w:sz w:val="28"/>
          <w:szCs w:val="28"/>
        </w:rPr>
        <w:t xml:space="preserve"> и (или)</w:t>
      </w:r>
      <w:r w:rsidR="00492568" w:rsidRPr="002E0D4E">
        <w:rPr>
          <w:sz w:val="28"/>
          <w:szCs w:val="28"/>
        </w:rPr>
        <w:t xml:space="preserve"> </w:t>
      </w:r>
      <w:r w:rsidR="00FB2727" w:rsidRPr="002E0D4E">
        <w:rPr>
          <w:sz w:val="28"/>
          <w:szCs w:val="28"/>
        </w:rPr>
        <w:t xml:space="preserve">иных показателей, установленных Правилами предоставления гранта или </w:t>
      </w:r>
      <w:r w:rsidR="00AD54E9" w:rsidRPr="002E0D4E">
        <w:rPr>
          <w:sz w:val="28"/>
          <w:szCs w:val="28"/>
        </w:rPr>
        <w:t>____________</w:t>
      </w:r>
      <w:r w:rsidR="00580DCF" w:rsidRPr="002E0D4E">
        <w:rPr>
          <w:sz w:val="28"/>
          <w:szCs w:val="28"/>
        </w:rPr>
        <w:t>______________</w:t>
      </w:r>
      <w:r w:rsidR="005644E4" w:rsidRPr="002E0D4E">
        <w:rPr>
          <w:sz w:val="28"/>
          <w:szCs w:val="28"/>
        </w:rPr>
        <w:t>_</w:t>
      </w:r>
      <w:r w:rsidR="00580DCF" w:rsidRPr="002E0D4E">
        <w:rPr>
          <w:sz w:val="28"/>
          <w:szCs w:val="28"/>
        </w:rPr>
        <w:t>__</w:t>
      </w:r>
      <w:r w:rsidR="00492568" w:rsidRPr="002E0D4E">
        <w:rPr>
          <w:sz w:val="28"/>
          <w:szCs w:val="28"/>
        </w:rPr>
        <w:t xml:space="preserve">в   соответствии   с </w:t>
      </w:r>
      <w:hyperlink r:id="rId22" w:history="1">
        <w:r w:rsidR="00492568" w:rsidRPr="002E0D4E">
          <w:rPr>
            <w:sz w:val="28"/>
            <w:szCs w:val="28"/>
          </w:rPr>
          <w:t xml:space="preserve">пунктом </w:t>
        </w:r>
      </w:hyperlink>
      <w:r w:rsidR="009D4F1B" w:rsidRPr="002E0D4E">
        <w:rPr>
          <w:sz w:val="28"/>
          <w:szCs w:val="28"/>
        </w:rPr>
        <w:t>4.1.</w:t>
      </w:r>
      <w:r w:rsidR="00FE2793" w:rsidRPr="002E0D4E">
        <w:rPr>
          <w:sz w:val="28"/>
          <w:szCs w:val="28"/>
        </w:rPr>
        <w:t>4</w:t>
      </w:r>
      <w:r w:rsidR="00D27CAC" w:rsidRPr="002E0D4E">
        <w:rPr>
          <w:sz w:val="28"/>
          <w:szCs w:val="28"/>
        </w:rPr>
        <w:t>.</w:t>
      </w:r>
      <w:r w:rsidR="00580DCF" w:rsidRPr="002E0D4E">
        <w:rPr>
          <w:sz w:val="28"/>
          <w:szCs w:val="28"/>
        </w:rPr>
        <w:t xml:space="preserve"> </w:t>
      </w:r>
      <w:r w:rsidR="009D4F1B" w:rsidRPr="002E0D4E">
        <w:rPr>
          <w:sz w:val="28"/>
          <w:szCs w:val="28"/>
        </w:rPr>
        <w:t>настоящего</w:t>
      </w:r>
    </w:p>
    <w:p w:rsidR="00A12D5A" w:rsidRPr="002E0D4E" w:rsidRDefault="00492568" w:rsidP="00946061">
      <w:pPr>
        <w:spacing w:after="1" w:line="200" w:lineRule="atLeast"/>
        <w:jc w:val="both"/>
      </w:pPr>
      <w:r w:rsidRPr="002E0D4E">
        <w:t xml:space="preserve">        </w:t>
      </w:r>
      <w:r w:rsidR="00946061" w:rsidRPr="002E0D4E">
        <w:t xml:space="preserve">(Министерством, Комитетом, Агентством, </w:t>
      </w:r>
    </w:p>
    <w:p w:rsidR="00946061" w:rsidRPr="002E0D4E" w:rsidRDefault="00A12D5A" w:rsidP="00946061">
      <w:pPr>
        <w:spacing w:after="1" w:line="200" w:lineRule="atLeast"/>
        <w:jc w:val="both"/>
        <w:rPr>
          <w:b/>
        </w:rPr>
      </w:pPr>
      <w:r w:rsidRPr="002E0D4E">
        <w:t xml:space="preserve">                            </w:t>
      </w:r>
      <w:r w:rsidR="00946061" w:rsidRPr="002E0D4E">
        <w:t>иным органом (организацией))</w:t>
      </w:r>
    </w:p>
    <w:p w:rsidR="00C94F01" w:rsidRPr="002E0D4E" w:rsidRDefault="00427876" w:rsidP="00AD54E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Соглашения </w:t>
      </w:r>
      <w:hyperlink r:id="rId23" w:history="1">
        <w:r w:rsidR="00697418" w:rsidRPr="002E0D4E">
          <w:rPr>
            <w:sz w:val="28"/>
            <w:szCs w:val="28"/>
            <w:vertAlign w:val="superscript"/>
          </w:rPr>
          <w:t>3</w:t>
        </w:r>
      </w:hyperlink>
      <w:r w:rsidR="008A736F" w:rsidRPr="002E0D4E">
        <w:rPr>
          <w:sz w:val="28"/>
          <w:szCs w:val="28"/>
          <w:vertAlign w:val="superscript"/>
        </w:rPr>
        <w:t>8</w:t>
      </w:r>
      <w:r w:rsidRPr="002E0D4E">
        <w:rPr>
          <w:sz w:val="28"/>
          <w:szCs w:val="28"/>
        </w:rPr>
        <w:t>;</w:t>
      </w:r>
    </w:p>
    <w:p w:rsidR="00E719D5" w:rsidRPr="002E0D4E" w:rsidRDefault="00427876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2900E6" w:rsidRPr="002E0D4E">
        <w:rPr>
          <w:sz w:val="28"/>
          <w:szCs w:val="28"/>
        </w:rPr>
        <w:t>8</w:t>
      </w:r>
      <w:r w:rsidRPr="002E0D4E">
        <w:rPr>
          <w:sz w:val="28"/>
          <w:szCs w:val="28"/>
        </w:rPr>
        <w:t xml:space="preserve">. представлять в </w:t>
      </w:r>
      <w:r w:rsidR="00C94F01" w:rsidRPr="002E0D4E">
        <w:rPr>
          <w:sz w:val="28"/>
          <w:szCs w:val="28"/>
        </w:rPr>
        <w:t>_________________</w:t>
      </w:r>
      <w:r w:rsidR="002900E6" w:rsidRPr="002E0D4E">
        <w:rPr>
          <w:sz w:val="28"/>
          <w:szCs w:val="28"/>
        </w:rPr>
        <w:t>___________________________</w:t>
      </w:r>
      <w:r w:rsidR="003F7582" w:rsidRPr="002E0D4E">
        <w:rPr>
          <w:sz w:val="28"/>
          <w:szCs w:val="28"/>
        </w:rPr>
        <w:t>__</w:t>
      </w:r>
      <w:r w:rsidR="002900E6" w:rsidRPr="002E0D4E">
        <w:rPr>
          <w:sz w:val="28"/>
          <w:szCs w:val="28"/>
        </w:rPr>
        <w:t>__</w:t>
      </w:r>
      <w:r w:rsidR="002900E6" w:rsidRPr="002E0D4E">
        <w:rPr>
          <w:sz w:val="28"/>
          <w:szCs w:val="28"/>
          <w:vertAlign w:val="superscript"/>
        </w:rPr>
        <w:t>3</w:t>
      </w:r>
      <w:r w:rsidR="008A736F" w:rsidRPr="002E0D4E">
        <w:rPr>
          <w:sz w:val="28"/>
          <w:szCs w:val="28"/>
          <w:vertAlign w:val="superscript"/>
        </w:rPr>
        <w:t>9</w:t>
      </w:r>
      <w:r w:rsidR="00C94F01" w:rsidRPr="002E0D4E">
        <w:rPr>
          <w:sz w:val="28"/>
          <w:szCs w:val="28"/>
        </w:rPr>
        <w:t>:</w:t>
      </w:r>
    </w:p>
    <w:p w:rsidR="00946061" w:rsidRPr="002E0D4E" w:rsidRDefault="00946061" w:rsidP="00946061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</w:t>
      </w:r>
      <w:r w:rsidR="003E5EFF" w:rsidRPr="002E0D4E">
        <w:t xml:space="preserve">       </w:t>
      </w:r>
      <w:r w:rsidRPr="002E0D4E">
        <w:t xml:space="preserve"> (Министерство, Комитет, Агентство, иной орган (организаци</w:t>
      </w:r>
      <w:r w:rsidR="009732EC" w:rsidRPr="002E0D4E">
        <w:t>ю</w:t>
      </w:r>
      <w:r w:rsidRPr="002E0D4E">
        <w:t>))</w:t>
      </w:r>
    </w:p>
    <w:p w:rsidR="00B8435B" w:rsidRPr="002E0D4E" w:rsidRDefault="0088766D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4.3.8</w:t>
      </w:r>
      <w:r w:rsidR="00EC0F10" w:rsidRPr="002E0D4E">
        <w:rPr>
          <w:sz w:val="28"/>
          <w:szCs w:val="28"/>
        </w:rPr>
        <w:t>.1.</w:t>
      </w:r>
      <w:r w:rsidR="00427876" w:rsidRPr="002E0D4E">
        <w:rPr>
          <w:sz w:val="28"/>
          <w:szCs w:val="28"/>
        </w:rPr>
        <w:t xml:space="preserve">  отчет </w:t>
      </w:r>
      <w:r w:rsidR="00B8435B" w:rsidRPr="002E0D4E">
        <w:rPr>
          <w:sz w:val="28"/>
          <w:szCs w:val="28"/>
        </w:rPr>
        <w:t>о</w:t>
      </w:r>
      <w:r w:rsidR="00427876" w:rsidRPr="002E0D4E">
        <w:rPr>
          <w:sz w:val="28"/>
          <w:szCs w:val="28"/>
        </w:rPr>
        <w:t xml:space="preserve"> расход</w:t>
      </w:r>
      <w:r w:rsidR="00B8435B" w:rsidRPr="002E0D4E">
        <w:rPr>
          <w:sz w:val="28"/>
          <w:szCs w:val="28"/>
        </w:rPr>
        <w:t>ах Получателя</w:t>
      </w:r>
      <w:r w:rsidR="00427876" w:rsidRPr="002E0D4E">
        <w:rPr>
          <w:sz w:val="28"/>
          <w:szCs w:val="28"/>
        </w:rPr>
        <w:t xml:space="preserve">, источником </w:t>
      </w:r>
      <w:r w:rsidR="00B8435B" w:rsidRPr="002E0D4E">
        <w:rPr>
          <w:sz w:val="28"/>
          <w:szCs w:val="28"/>
        </w:rPr>
        <w:t>_____________________</w:t>
      </w:r>
      <w:r w:rsidR="003F7582" w:rsidRPr="002E0D4E">
        <w:rPr>
          <w:sz w:val="28"/>
          <w:szCs w:val="28"/>
        </w:rPr>
        <w:t>__</w:t>
      </w:r>
      <w:r w:rsidR="00B8435B" w:rsidRPr="002E0D4E">
        <w:rPr>
          <w:sz w:val="28"/>
          <w:szCs w:val="28"/>
        </w:rPr>
        <w:t>__</w:t>
      </w:r>
    </w:p>
    <w:p w:rsidR="00915048" w:rsidRPr="002E0D4E" w:rsidRDefault="00B8435B" w:rsidP="00B8435B">
      <w:pPr>
        <w:autoSpaceDE w:val="0"/>
        <w:autoSpaceDN w:val="0"/>
        <w:adjustRightInd w:val="0"/>
        <w:ind w:firstLine="567"/>
        <w:jc w:val="right"/>
        <w:outlineLvl w:val="0"/>
      </w:pPr>
      <w:r w:rsidRPr="002E0D4E">
        <w:t>(</w:t>
      </w:r>
      <w:r w:rsidR="00427876" w:rsidRPr="002E0D4E">
        <w:t>финансового обеспечения</w:t>
      </w:r>
      <w:r w:rsidRPr="002E0D4E">
        <w:t>/</w:t>
      </w:r>
    </w:p>
    <w:p w:rsidR="00B8435B" w:rsidRPr="002E0D4E" w:rsidRDefault="00B8435B" w:rsidP="00B8435B">
      <w:pPr>
        <w:autoSpaceDE w:val="0"/>
        <w:autoSpaceDN w:val="0"/>
        <w:adjustRightInd w:val="0"/>
        <w:ind w:firstLine="567"/>
        <w:jc w:val="right"/>
        <w:outlineLvl w:val="0"/>
      </w:pPr>
      <w:r w:rsidRPr="002E0D4E">
        <w:t>возмещения)</w:t>
      </w:r>
    </w:p>
    <w:p w:rsidR="00427876" w:rsidRPr="002E0D4E" w:rsidRDefault="00427876" w:rsidP="00B8435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которых   является   грант</w:t>
      </w:r>
      <w:r w:rsidR="00B8435B" w:rsidRPr="002E0D4E">
        <w:rPr>
          <w:sz w:val="28"/>
          <w:szCs w:val="28"/>
        </w:rPr>
        <w:t>,</w:t>
      </w:r>
      <w:r w:rsidRPr="002E0D4E">
        <w:rPr>
          <w:sz w:val="28"/>
          <w:szCs w:val="28"/>
        </w:rPr>
        <w:t xml:space="preserve">   в  соответствии  с  </w:t>
      </w:r>
      <w:hyperlink r:id="rId24" w:history="1">
        <w:r w:rsidRPr="002E0D4E">
          <w:rPr>
            <w:sz w:val="28"/>
            <w:szCs w:val="28"/>
          </w:rPr>
          <w:t>пунктом 4.1.</w:t>
        </w:r>
      </w:hyperlink>
      <w:r w:rsidR="00521471" w:rsidRPr="002E0D4E">
        <w:rPr>
          <w:sz w:val="28"/>
          <w:szCs w:val="28"/>
        </w:rPr>
        <w:t>6</w:t>
      </w:r>
      <w:r w:rsidR="00B8435B" w:rsidRPr="002E0D4E">
        <w:rPr>
          <w:sz w:val="28"/>
          <w:szCs w:val="28"/>
        </w:rPr>
        <w:t>.1.1.</w:t>
      </w:r>
      <w:r w:rsidRPr="002E0D4E">
        <w:rPr>
          <w:sz w:val="28"/>
          <w:szCs w:val="28"/>
        </w:rPr>
        <w:t xml:space="preserve">   настоящего</w:t>
      </w:r>
      <w:r w:rsidR="00C94F01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Соглашения, не</w:t>
      </w:r>
      <w:r w:rsidR="00D3342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позднее</w:t>
      </w:r>
      <w:r w:rsidR="00D27CAC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___</w:t>
      </w:r>
      <w:r w:rsidR="00D27CAC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рабочего дня, следующего за отчетным</w:t>
      </w:r>
      <w:r w:rsidR="00C94F01" w:rsidRPr="002E0D4E">
        <w:rPr>
          <w:sz w:val="28"/>
          <w:szCs w:val="28"/>
        </w:rPr>
        <w:t xml:space="preserve"> </w:t>
      </w:r>
      <w:r w:rsidR="00DF40EB" w:rsidRPr="002E0D4E">
        <w:rPr>
          <w:sz w:val="28"/>
          <w:szCs w:val="28"/>
        </w:rPr>
        <w:t>____________</w:t>
      </w:r>
      <w:r w:rsidR="00243EFF" w:rsidRPr="002E0D4E">
        <w:rPr>
          <w:sz w:val="28"/>
          <w:szCs w:val="28"/>
        </w:rPr>
        <w:t>__</w:t>
      </w:r>
      <w:r w:rsidR="00DF40EB" w:rsidRPr="002E0D4E">
        <w:rPr>
          <w:sz w:val="28"/>
          <w:szCs w:val="28"/>
        </w:rPr>
        <w:t>_</w:t>
      </w:r>
      <w:r w:rsidRPr="002E0D4E">
        <w:rPr>
          <w:sz w:val="28"/>
          <w:szCs w:val="28"/>
        </w:rPr>
        <w:t>;</w:t>
      </w:r>
    </w:p>
    <w:p w:rsidR="00427876" w:rsidRPr="002E0D4E" w:rsidRDefault="00D33427" w:rsidP="00D33427">
      <w:pPr>
        <w:autoSpaceDE w:val="0"/>
        <w:autoSpaceDN w:val="0"/>
        <w:adjustRightInd w:val="0"/>
        <w:jc w:val="right"/>
        <w:outlineLvl w:val="0"/>
      </w:pPr>
      <w:r w:rsidRPr="002E0D4E">
        <w:t xml:space="preserve">  </w:t>
      </w:r>
      <w:r w:rsidR="00427876" w:rsidRPr="002E0D4E">
        <w:t>(месяц, квартал, год)</w:t>
      </w:r>
    </w:p>
    <w:p w:rsidR="00427876" w:rsidRPr="002E0D4E" w:rsidRDefault="00EC0F10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</w:t>
      </w:r>
      <w:r w:rsidR="0088766D" w:rsidRPr="002E0D4E">
        <w:rPr>
          <w:sz w:val="28"/>
          <w:szCs w:val="28"/>
        </w:rPr>
        <w:t>3.8</w:t>
      </w:r>
      <w:r w:rsidRPr="002E0D4E">
        <w:rPr>
          <w:sz w:val="28"/>
          <w:szCs w:val="28"/>
        </w:rPr>
        <w:t>.2.</w:t>
      </w:r>
      <w:r w:rsidR="00427876" w:rsidRPr="002E0D4E">
        <w:rPr>
          <w:sz w:val="28"/>
          <w:szCs w:val="28"/>
        </w:rPr>
        <w:t xml:space="preserve">   отчет о  достижении значений  результата</w:t>
      </w:r>
      <w:r w:rsidR="00915048" w:rsidRPr="002E0D4E">
        <w:rPr>
          <w:sz w:val="28"/>
          <w:szCs w:val="28"/>
        </w:rPr>
        <w:t xml:space="preserve"> (</w:t>
      </w:r>
      <w:proofErr w:type="spellStart"/>
      <w:r w:rsidR="00915048" w:rsidRPr="002E0D4E">
        <w:rPr>
          <w:sz w:val="28"/>
          <w:szCs w:val="28"/>
        </w:rPr>
        <w:t>ов</w:t>
      </w:r>
      <w:proofErr w:type="spellEnd"/>
      <w:r w:rsidR="00915048" w:rsidRPr="002E0D4E">
        <w:rPr>
          <w:sz w:val="28"/>
          <w:szCs w:val="28"/>
        </w:rPr>
        <w:t>)</w:t>
      </w:r>
      <w:r w:rsidR="00427876" w:rsidRPr="002E0D4E">
        <w:rPr>
          <w:sz w:val="28"/>
          <w:szCs w:val="28"/>
        </w:rPr>
        <w:t xml:space="preserve">  предоставления  гранта в соответствии с </w:t>
      </w:r>
      <w:hyperlink r:id="rId25" w:history="1">
        <w:r w:rsidR="00427876" w:rsidRPr="002E0D4E">
          <w:rPr>
            <w:sz w:val="28"/>
            <w:szCs w:val="28"/>
          </w:rPr>
          <w:t>пунктом 4.1.</w:t>
        </w:r>
      </w:hyperlink>
      <w:r w:rsidR="0060642E" w:rsidRPr="002E0D4E">
        <w:rPr>
          <w:sz w:val="28"/>
          <w:szCs w:val="28"/>
        </w:rPr>
        <w:t>5</w:t>
      </w:r>
      <w:r w:rsidR="00FE5B6B" w:rsidRPr="002E0D4E">
        <w:rPr>
          <w:sz w:val="28"/>
          <w:szCs w:val="28"/>
        </w:rPr>
        <w:t>.1</w:t>
      </w:r>
      <w:r w:rsidR="00A650D9" w:rsidRPr="002E0D4E">
        <w:rPr>
          <w:sz w:val="28"/>
          <w:szCs w:val="28"/>
        </w:rPr>
        <w:t>.</w:t>
      </w:r>
      <w:r w:rsidR="00427876" w:rsidRPr="002E0D4E">
        <w:rPr>
          <w:sz w:val="28"/>
          <w:szCs w:val="28"/>
        </w:rPr>
        <w:t xml:space="preserve"> настоящего Соглашения</w:t>
      </w:r>
      <w:r w:rsidR="008A736F" w:rsidRPr="002E0D4E">
        <w:rPr>
          <w:sz w:val="28"/>
          <w:szCs w:val="28"/>
          <w:vertAlign w:val="superscript"/>
        </w:rPr>
        <w:t>40</w:t>
      </w:r>
      <w:r w:rsidR="00C94F01" w:rsidRPr="002E0D4E">
        <w:rPr>
          <w:sz w:val="28"/>
          <w:szCs w:val="28"/>
        </w:rPr>
        <w:t xml:space="preserve"> </w:t>
      </w:r>
      <w:r w:rsidR="00DF40EB" w:rsidRPr="002E0D4E">
        <w:rPr>
          <w:sz w:val="28"/>
          <w:szCs w:val="28"/>
        </w:rPr>
        <w:t xml:space="preserve">не </w:t>
      </w:r>
      <w:r w:rsidR="00427876" w:rsidRPr="002E0D4E">
        <w:rPr>
          <w:sz w:val="28"/>
          <w:szCs w:val="28"/>
        </w:rPr>
        <w:t>позднее     ____    рабочего    дня,    следующего    за    отчетным</w:t>
      </w:r>
      <w:r w:rsidR="00C94F01" w:rsidRPr="002E0D4E">
        <w:rPr>
          <w:sz w:val="28"/>
          <w:szCs w:val="28"/>
        </w:rPr>
        <w:t xml:space="preserve"> </w:t>
      </w:r>
      <w:r w:rsidR="00DF40EB" w:rsidRPr="002E0D4E">
        <w:rPr>
          <w:sz w:val="28"/>
          <w:szCs w:val="28"/>
        </w:rPr>
        <w:t>_____________</w:t>
      </w:r>
      <w:r w:rsidR="003F2782" w:rsidRPr="002E0D4E">
        <w:rPr>
          <w:sz w:val="28"/>
          <w:szCs w:val="28"/>
        </w:rPr>
        <w:t>_________</w:t>
      </w:r>
      <w:r w:rsidR="004A23DE" w:rsidRPr="002E0D4E">
        <w:rPr>
          <w:sz w:val="28"/>
          <w:szCs w:val="28"/>
        </w:rPr>
        <w:t>__</w:t>
      </w:r>
      <w:r w:rsidR="00DF40EB" w:rsidRPr="002E0D4E">
        <w:rPr>
          <w:sz w:val="28"/>
          <w:szCs w:val="28"/>
        </w:rPr>
        <w:t>_</w:t>
      </w:r>
      <w:r w:rsidR="00427876" w:rsidRPr="002E0D4E">
        <w:rPr>
          <w:sz w:val="28"/>
          <w:szCs w:val="28"/>
        </w:rPr>
        <w:t>;</w:t>
      </w:r>
    </w:p>
    <w:p w:rsidR="00427876" w:rsidRPr="002E0D4E" w:rsidRDefault="00DF40EB" w:rsidP="00DF40EB">
      <w:pPr>
        <w:autoSpaceDE w:val="0"/>
        <w:autoSpaceDN w:val="0"/>
        <w:adjustRightInd w:val="0"/>
        <w:ind w:firstLine="567"/>
        <w:jc w:val="center"/>
        <w:outlineLvl w:val="0"/>
      </w:pPr>
      <w:r w:rsidRPr="002E0D4E">
        <w:t xml:space="preserve">                                            </w:t>
      </w:r>
      <w:r w:rsidR="00973AB2" w:rsidRPr="002E0D4E">
        <w:t xml:space="preserve">                            </w:t>
      </w:r>
      <w:r w:rsidRPr="002E0D4E">
        <w:t xml:space="preserve"> </w:t>
      </w:r>
      <w:r w:rsidR="00427876" w:rsidRPr="002E0D4E">
        <w:t>(месяц, квартал, год)</w:t>
      </w:r>
    </w:p>
    <w:p w:rsidR="00E77601" w:rsidRPr="002E0D4E" w:rsidRDefault="00E11A40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4.3.8</w:t>
      </w:r>
      <w:r w:rsidR="00EC0F10" w:rsidRPr="002E0D4E">
        <w:rPr>
          <w:sz w:val="28"/>
          <w:szCs w:val="28"/>
        </w:rPr>
        <w:t>.3.</w:t>
      </w:r>
      <w:r w:rsidR="00427876" w:rsidRPr="002E0D4E">
        <w:rPr>
          <w:sz w:val="28"/>
          <w:szCs w:val="28"/>
        </w:rPr>
        <w:t xml:space="preserve"> иные отчеты</w:t>
      </w:r>
      <w:r w:rsidR="008A736F" w:rsidRPr="002E0D4E">
        <w:rPr>
          <w:sz w:val="28"/>
          <w:szCs w:val="28"/>
          <w:vertAlign w:val="superscript"/>
        </w:rPr>
        <w:t>41</w:t>
      </w:r>
      <w:r w:rsidRPr="002E0D4E">
        <w:rPr>
          <w:sz w:val="28"/>
          <w:szCs w:val="28"/>
        </w:rPr>
        <w:t>:</w:t>
      </w:r>
    </w:p>
    <w:p w:rsidR="00FE5B6B" w:rsidRPr="002E0D4E" w:rsidRDefault="00FE5B6B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4.3.8.3.</w:t>
      </w:r>
      <w:proofErr w:type="gramStart"/>
      <w:r w:rsidRPr="002E0D4E">
        <w:rPr>
          <w:sz w:val="28"/>
          <w:szCs w:val="28"/>
        </w:rPr>
        <w:t>1</w:t>
      </w:r>
      <w:r w:rsidR="008F1790" w:rsidRPr="002E0D4E">
        <w:rPr>
          <w:sz w:val="28"/>
          <w:szCs w:val="28"/>
        </w:rPr>
        <w:t>.</w:t>
      </w:r>
      <w:r w:rsidRPr="002E0D4E">
        <w:rPr>
          <w:sz w:val="28"/>
          <w:szCs w:val="28"/>
        </w:rPr>
        <w:t>_</w:t>
      </w:r>
      <w:proofErr w:type="gramEnd"/>
      <w:r w:rsidRPr="002E0D4E">
        <w:rPr>
          <w:sz w:val="28"/>
          <w:szCs w:val="28"/>
        </w:rPr>
        <w:t>___________________________________________________________;</w:t>
      </w:r>
    </w:p>
    <w:p w:rsidR="008F1790" w:rsidRPr="002E0D4E" w:rsidRDefault="008F1790" w:rsidP="008F1790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4.3.8.3.</w:t>
      </w:r>
      <w:proofErr w:type="gramStart"/>
      <w:r w:rsidRPr="002E0D4E">
        <w:rPr>
          <w:sz w:val="28"/>
          <w:szCs w:val="28"/>
        </w:rPr>
        <w:t>2._</w:t>
      </w:r>
      <w:proofErr w:type="gramEnd"/>
      <w:r w:rsidRPr="002E0D4E">
        <w:rPr>
          <w:sz w:val="28"/>
          <w:szCs w:val="28"/>
        </w:rPr>
        <w:t>___________________________________________________________;</w:t>
      </w:r>
    </w:p>
    <w:p w:rsidR="00946061" w:rsidRPr="002E0D4E" w:rsidRDefault="00946061" w:rsidP="00763B6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C94F01" w:rsidRPr="002E0D4E" w:rsidRDefault="00427876" w:rsidP="00763B6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>4.3.</w:t>
      </w:r>
      <w:r w:rsidR="003857D0" w:rsidRPr="002E0D4E">
        <w:rPr>
          <w:sz w:val="28"/>
          <w:szCs w:val="28"/>
        </w:rPr>
        <w:t>9</w:t>
      </w:r>
      <w:r w:rsidRPr="002E0D4E">
        <w:rPr>
          <w:sz w:val="28"/>
          <w:szCs w:val="28"/>
        </w:rPr>
        <w:t xml:space="preserve">.   </w:t>
      </w:r>
      <w:proofErr w:type="gramStart"/>
      <w:r w:rsidRPr="002E0D4E">
        <w:rPr>
          <w:sz w:val="28"/>
          <w:szCs w:val="28"/>
        </w:rPr>
        <w:t>направлять  по</w:t>
      </w:r>
      <w:proofErr w:type="gramEnd"/>
      <w:r w:rsidRPr="002E0D4E">
        <w:rPr>
          <w:sz w:val="28"/>
          <w:szCs w:val="28"/>
        </w:rPr>
        <w:t xml:space="preserve">  запросу  </w:t>
      </w:r>
      <w:r w:rsidR="00C94F01" w:rsidRPr="002E0D4E">
        <w:rPr>
          <w:sz w:val="28"/>
          <w:szCs w:val="28"/>
        </w:rPr>
        <w:t>_________</w:t>
      </w:r>
      <w:r w:rsidR="00763B64" w:rsidRPr="002E0D4E">
        <w:rPr>
          <w:sz w:val="28"/>
          <w:szCs w:val="28"/>
        </w:rPr>
        <w:t>___________</w:t>
      </w:r>
      <w:r w:rsidR="00572083" w:rsidRPr="002E0D4E">
        <w:rPr>
          <w:sz w:val="28"/>
          <w:szCs w:val="28"/>
        </w:rPr>
        <w:t>_____</w:t>
      </w:r>
      <w:r w:rsidR="00763B64" w:rsidRPr="002E0D4E">
        <w:rPr>
          <w:sz w:val="28"/>
          <w:szCs w:val="28"/>
        </w:rPr>
        <w:t>____ документы</w:t>
      </w:r>
      <w:r w:rsidR="00572083" w:rsidRPr="002E0D4E">
        <w:rPr>
          <w:sz w:val="28"/>
          <w:szCs w:val="28"/>
        </w:rPr>
        <w:t xml:space="preserve"> и</w:t>
      </w:r>
    </w:p>
    <w:p w:rsidR="008C3F20" w:rsidRPr="002E0D4E" w:rsidRDefault="00946061" w:rsidP="00946061">
      <w:pPr>
        <w:spacing w:after="1" w:line="200" w:lineRule="atLeast"/>
        <w:jc w:val="both"/>
      </w:pPr>
      <w:r w:rsidRPr="002E0D4E">
        <w:t xml:space="preserve">                                                              </w:t>
      </w:r>
      <w:r w:rsidR="008C3F20" w:rsidRPr="002E0D4E">
        <w:t xml:space="preserve">                        </w:t>
      </w:r>
      <w:r w:rsidRPr="002E0D4E">
        <w:t xml:space="preserve">   (Министерства, Комитета, Агентства, </w:t>
      </w:r>
    </w:p>
    <w:p w:rsidR="00946061" w:rsidRPr="002E0D4E" w:rsidRDefault="008C3F20" w:rsidP="00946061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                                          </w:t>
      </w:r>
      <w:r w:rsidR="00946061" w:rsidRPr="002E0D4E">
        <w:t>иного органа (организации))</w:t>
      </w:r>
    </w:p>
    <w:p w:rsidR="00E77601" w:rsidRPr="002E0D4E" w:rsidRDefault="00C94F01" w:rsidP="003857D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информацию, </w:t>
      </w:r>
      <w:r w:rsidR="00427876" w:rsidRPr="002E0D4E">
        <w:rPr>
          <w:sz w:val="28"/>
          <w:szCs w:val="28"/>
        </w:rPr>
        <w:t>необходимые для осуществления контроля за соблюдением порядка,</w:t>
      </w:r>
      <w:r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 xml:space="preserve">целей  и  условий  предоставления  гранта  в  соответствии с </w:t>
      </w:r>
      <w:hyperlink r:id="rId26" w:history="1">
        <w:r w:rsidR="00427876" w:rsidRPr="002E0D4E">
          <w:rPr>
            <w:sz w:val="28"/>
            <w:szCs w:val="28"/>
          </w:rPr>
          <w:t>пунктом 4.2.4</w:t>
        </w:r>
      </w:hyperlink>
      <w:r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>настоящего  Соглашения,  в  течение  ___  рабочих  дней  со  дня  получения</w:t>
      </w:r>
      <w:r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>указанного запроса;</w:t>
      </w:r>
    </w:p>
    <w:p w:rsidR="00C94F01" w:rsidRPr="002E0D4E" w:rsidRDefault="00427876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3857D0" w:rsidRPr="002E0D4E">
        <w:rPr>
          <w:sz w:val="28"/>
          <w:szCs w:val="28"/>
        </w:rPr>
        <w:t>10</w:t>
      </w:r>
      <w:r w:rsidRPr="002E0D4E">
        <w:rPr>
          <w:sz w:val="28"/>
          <w:szCs w:val="28"/>
        </w:rPr>
        <w:t xml:space="preserve">.  в случае получения от </w:t>
      </w:r>
      <w:r w:rsidR="00C94F01" w:rsidRPr="002E0D4E">
        <w:rPr>
          <w:sz w:val="28"/>
          <w:szCs w:val="28"/>
        </w:rPr>
        <w:t>________</w:t>
      </w:r>
      <w:r w:rsidR="000D7B07" w:rsidRPr="002E0D4E">
        <w:rPr>
          <w:sz w:val="28"/>
          <w:szCs w:val="28"/>
        </w:rPr>
        <w:t>____________________</w:t>
      </w:r>
      <w:r w:rsidR="00B60391" w:rsidRPr="002E0D4E">
        <w:rPr>
          <w:sz w:val="28"/>
          <w:szCs w:val="28"/>
        </w:rPr>
        <w:t>_</w:t>
      </w:r>
      <w:r w:rsidR="000D7B07" w:rsidRPr="002E0D4E">
        <w:rPr>
          <w:sz w:val="28"/>
          <w:szCs w:val="28"/>
        </w:rPr>
        <w:t>___</w:t>
      </w:r>
      <w:r w:rsidR="00C94F01" w:rsidRPr="002E0D4E">
        <w:rPr>
          <w:sz w:val="28"/>
          <w:szCs w:val="28"/>
        </w:rPr>
        <w:t xml:space="preserve"> </w:t>
      </w:r>
      <w:r w:rsidR="000D7B07" w:rsidRPr="002E0D4E">
        <w:rPr>
          <w:sz w:val="28"/>
          <w:szCs w:val="28"/>
        </w:rPr>
        <w:t>требования</w:t>
      </w:r>
    </w:p>
    <w:p w:rsidR="00D260D7" w:rsidRPr="002E0D4E" w:rsidRDefault="00F6539F" w:rsidP="00946061">
      <w:pPr>
        <w:spacing w:after="1" w:line="200" w:lineRule="atLeast"/>
        <w:jc w:val="both"/>
      </w:pPr>
      <w:r w:rsidRPr="002E0D4E">
        <w:t xml:space="preserve">             </w:t>
      </w:r>
      <w:r w:rsidR="000D7B07" w:rsidRPr="002E0D4E">
        <w:t xml:space="preserve">                 </w:t>
      </w:r>
      <w:r w:rsidR="00946061" w:rsidRPr="002E0D4E">
        <w:t xml:space="preserve">                                                   </w:t>
      </w:r>
      <w:r w:rsidR="00D260D7" w:rsidRPr="002E0D4E">
        <w:t xml:space="preserve">          </w:t>
      </w:r>
      <w:r w:rsidR="00946061" w:rsidRPr="002E0D4E">
        <w:t xml:space="preserve"> (Министерства, Комитета, Агентства, </w:t>
      </w:r>
    </w:p>
    <w:p w:rsidR="00946061" w:rsidRPr="002E0D4E" w:rsidRDefault="00D260D7" w:rsidP="00946061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             </w:t>
      </w:r>
      <w:r w:rsidR="00C9236F" w:rsidRPr="002E0D4E">
        <w:t xml:space="preserve">                          </w:t>
      </w:r>
      <w:r w:rsidR="00946061" w:rsidRPr="002E0D4E">
        <w:t>иного органа (организации))</w:t>
      </w:r>
    </w:p>
    <w:p w:rsidR="00706120" w:rsidRPr="002E0D4E" w:rsidRDefault="00427876" w:rsidP="000C4C6F">
      <w:pPr>
        <w:spacing w:after="1"/>
        <w:rPr>
          <w:sz w:val="28"/>
          <w:szCs w:val="28"/>
        </w:rPr>
      </w:pPr>
      <w:r w:rsidRPr="002E0D4E">
        <w:rPr>
          <w:sz w:val="28"/>
          <w:szCs w:val="28"/>
        </w:rPr>
        <w:t>в</w:t>
      </w:r>
      <w:r w:rsidR="00C94F01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соответствии с </w:t>
      </w:r>
      <w:hyperlink r:id="rId27" w:history="1">
        <w:r w:rsidRPr="002E0D4E">
          <w:rPr>
            <w:sz w:val="28"/>
            <w:szCs w:val="28"/>
          </w:rPr>
          <w:t>пунктом 4.1.</w:t>
        </w:r>
      </w:hyperlink>
      <w:r w:rsidR="001D5438" w:rsidRPr="002E0D4E">
        <w:rPr>
          <w:sz w:val="28"/>
          <w:szCs w:val="28"/>
        </w:rPr>
        <w:t>7</w:t>
      </w:r>
      <w:r w:rsidR="0012028F" w:rsidRPr="002E0D4E">
        <w:rPr>
          <w:sz w:val="28"/>
          <w:szCs w:val="28"/>
        </w:rPr>
        <w:t>.</w:t>
      </w:r>
      <w:r w:rsidRPr="002E0D4E">
        <w:rPr>
          <w:sz w:val="28"/>
          <w:szCs w:val="28"/>
        </w:rPr>
        <w:t xml:space="preserve"> настоящего Соглашения:</w:t>
      </w:r>
    </w:p>
    <w:p w:rsidR="00706120" w:rsidRPr="002E0D4E" w:rsidRDefault="003B4D87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3857D0" w:rsidRPr="002E0D4E">
        <w:rPr>
          <w:sz w:val="28"/>
          <w:szCs w:val="28"/>
        </w:rPr>
        <w:t>10</w:t>
      </w:r>
      <w:r w:rsidRPr="002E0D4E">
        <w:rPr>
          <w:sz w:val="28"/>
          <w:szCs w:val="28"/>
        </w:rPr>
        <w:t>.1.</w:t>
      </w:r>
      <w:r w:rsidR="00427876" w:rsidRPr="002E0D4E">
        <w:rPr>
          <w:sz w:val="28"/>
          <w:szCs w:val="28"/>
        </w:rPr>
        <w:t xml:space="preserve">  устранять факт(ы) нарушения порядка, целей и условий предоставления</w:t>
      </w:r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>гранта в сроки, определенные в указанном требовании;</w:t>
      </w:r>
    </w:p>
    <w:p w:rsidR="00706120" w:rsidRPr="002E0D4E" w:rsidRDefault="003B4D87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3857D0" w:rsidRPr="002E0D4E">
        <w:rPr>
          <w:sz w:val="28"/>
          <w:szCs w:val="28"/>
        </w:rPr>
        <w:t>10</w:t>
      </w:r>
      <w:r w:rsidRPr="002E0D4E">
        <w:rPr>
          <w:sz w:val="28"/>
          <w:szCs w:val="28"/>
        </w:rPr>
        <w:t>.2.</w:t>
      </w:r>
      <w:r w:rsidR="00427876" w:rsidRPr="002E0D4E">
        <w:rPr>
          <w:sz w:val="28"/>
          <w:szCs w:val="28"/>
        </w:rPr>
        <w:t xml:space="preserve"> возвращать в бюджет Республики </w:t>
      </w:r>
      <w:r w:rsidR="00C94F01" w:rsidRPr="002E0D4E">
        <w:rPr>
          <w:sz w:val="28"/>
          <w:szCs w:val="28"/>
        </w:rPr>
        <w:t>Татарстан</w:t>
      </w:r>
      <w:r w:rsidR="00427876" w:rsidRPr="002E0D4E">
        <w:rPr>
          <w:sz w:val="28"/>
          <w:szCs w:val="28"/>
        </w:rPr>
        <w:t xml:space="preserve"> грант в размере</w:t>
      </w:r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>и в сроки, определенные в указанном требовании;</w:t>
      </w:r>
    </w:p>
    <w:p w:rsidR="00A305EA" w:rsidRPr="002E0D4E" w:rsidRDefault="00A305EA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3857D0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 xml:space="preserve">.  перечислять  в </w:t>
      </w:r>
      <w:r w:rsidR="00427876" w:rsidRPr="002E0D4E">
        <w:rPr>
          <w:sz w:val="28"/>
          <w:szCs w:val="28"/>
        </w:rPr>
        <w:t xml:space="preserve">бюджет Республики </w:t>
      </w:r>
      <w:r w:rsidRPr="002E0D4E">
        <w:rPr>
          <w:sz w:val="28"/>
          <w:szCs w:val="28"/>
        </w:rPr>
        <w:t>Татарстан</w:t>
      </w:r>
      <w:r w:rsidR="00427876" w:rsidRPr="002E0D4E">
        <w:rPr>
          <w:sz w:val="28"/>
          <w:szCs w:val="28"/>
        </w:rPr>
        <w:t xml:space="preserve"> денежные</w:t>
      </w:r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 xml:space="preserve">средства  в  размере,  определенном  по  форме  согласно  </w:t>
      </w:r>
      <w:hyperlink r:id="rId28" w:history="1">
        <w:r w:rsidR="00427876" w:rsidRPr="002E0D4E">
          <w:rPr>
            <w:sz w:val="28"/>
            <w:szCs w:val="28"/>
          </w:rPr>
          <w:t xml:space="preserve">приложению </w:t>
        </w:r>
      </w:hyperlink>
      <w:r w:rsidR="003857D0" w:rsidRPr="002E0D4E">
        <w:rPr>
          <w:sz w:val="28"/>
          <w:szCs w:val="28"/>
        </w:rPr>
        <w:t>№ __</w:t>
      </w:r>
      <w:r w:rsidR="00427876" w:rsidRPr="002E0D4E">
        <w:rPr>
          <w:sz w:val="28"/>
          <w:szCs w:val="28"/>
        </w:rPr>
        <w:t xml:space="preserve">  к</w:t>
      </w:r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>настоящему  Соглашению,   являющемуся   неотъемлемой   частью   настоящего</w:t>
      </w:r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 xml:space="preserve">Соглашения,  в случае принятия </w:t>
      </w:r>
      <w:r w:rsidRPr="002E0D4E">
        <w:rPr>
          <w:sz w:val="28"/>
          <w:szCs w:val="28"/>
        </w:rPr>
        <w:t>_________________________</w:t>
      </w:r>
      <w:r w:rsidR="005B2C70" w:rsidRPr="002E0D4E">
        <w:rPr>
          <w:sz w:val="28"/>
          <w:szCs w:val="28"/>
        </w:rPr>
        <w:t>___________</w:t>
      </w:r>
      <w:r w:rsidR="00C16DA7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решения </w:t>
      </w:r>
      <w:r w:rsidR="005B2C70" w:rsidRPr="002E0D4E">
        <w:rPr>
          <w:sz w:val="28"/>
          <w:szCs w:val="28"/>
        </w:rPr>
        <w:t xml:space="preserve">о применении к  </w:t>
      </w:r>
    </w:p>
    <w:p w:rsidR="00C9236F" w:rsidRPr="002E0D4E" w:rsidRDefault="000C4C6F" w:rsidP="000C4C6F">
      <w:pPr>
        <w:spacing w:after="1" w:line="200" w:lineRule="atLeast"/>
        <w:jc w:val="both"/>
      </w:pPr>
      <w:r w:rsidRPr="002E0D4E">
        <w:t xml:space="preserve">                                    </w:t>
      </w:r>
      <w:r w:rsidR="00C9236F" w:rsidRPr="002E0D4E">
        <w:t xml:space="preserve">        </w:t>
      </w:r>
      <w:r w:rsidRPr="002E0D4E">
        <w:t xml:space="preserve">  (Министерством, Комитетом, Агентством,</w:t>
      </w:r>
    </w:p>
    <w:p w:rsidR="000C4C6F" w:rsidRPr="002E0D4E" w:rsidRDefault="00C9236F" w:rsidP="000C4C6F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</w:t>
      </w:r>
      <w:r w:rsidR="000C4C6F" w:rsidRPr="002E0D4E">
        <w:t xml:space="preserve"> иным органом (организацией))</w:t>
      </w:r>
    </w:p>
    <w:p w:rsidR="00A305EA" w:rsidRPr="002E0D4E" w:rsidRDefault="00427876" w:rsidP="00903DA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Получателю  штрафных  санкций  в соответствии с </w:t>
      </w:r>
      <w:hyperlink r:id="rId29" w:history="1">
        <w:r w:rsidRPr="002E0D4E">
          <w:rPr>
            <w:sz w:val="28"/>
            <w:szCs w:val="28"/>
          </w:rPr>
          <w:t>пунктом 4.1.</w:t>
        </w:r>
      </w:hyperlink>
      <w:r w:rsidR="001D5438" w:rsidRPr="002E0D4E">
        <w:rPr>
          <w:sz w:val="28"/>
          <w:szCs w:val="28"/>
        </w:rPr>
        <w:t>8</w:t>
      </w:r>
      <w:r w:rsidR="00CA3D42" w:rsidRPr="002E0D4E">
        <w:rPr>
          <w:sz w:val="28"/>
          <w:szCs w:val="28"/>
        </w:rPr>
        <w:t>.</w:t>
      </w:r>
      <w:r w:rsidRPr="002E0D4E">
        <w:rPr>
          <w:sz w:val="28"/>
          <w:szCs w:val="28"/>
        </w:rPr>
        <w:t xml:space="preserve"> настоящего</w:t>
      </w:r>
      <w:r w:rsidR="00C94F01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Соглашения,  в  срок, установленный </w:t>
      </w:r>
      <w:r w:rsidR="00A305EA" w:rsidRPr="002E0D4E">
        <w:rPr>
          <w:sz w:val="28"/>
          <w:szCs w:val="28"/>
        </w:rPr>
        <w:t>______</w:t>
      </w:r>
      <w:r w:rsidR="002922FE" w:rsidRPr="002E0D4E">
        <w:rPr>
          <w:sz w:val="28"/>
          <w:szCs w:val="28"/>
        </w:rPr>
        <w:t>_______________________</w:t>
      </w:r>
      <w:r w:rsidR="00A305EA" w:rsidRPr="002E0D4E">
        <w:rPr>
          <w:sz w:val="28"/>
          <w:szCs w:val="28"/>
        </w:rPr>
        <w:t xml:space="preserve"> </w:t>
      </w:r>
      <w:r w:rsidR="00DF40EB" w:rsidRPr="002E0D4E">
        <w:rPr>
          <w:sz w:val="28"/>
          <w:szCs w:val="28"/>
        </w:rPr>
        <w:t xml:space="preserve">в уведомлении </w:t>
      </w:r>
    </w:p>
    <w:p w:rsidR="002F5B21" w:rsidRPr="002E0D4E" w:rsidRDefault="002922FE" w:rsidP="002F5B21">
      <w:pPr>
        <w:spacing w:after="1" w:line="200" w:lineRule="atLeast"/>
        <w:jc w:val="both"/>
      </w:pPr>
      <w:r w:rsidRPr="002E0D4E">
        <w:t xml:space="preserve">                                               </w:t>
      </w:r>
      <w:r w:rsidR="002F5B21" w:rsidRPr="002E0D4E">
        <w:t xml:space="preserve">                                      (Министерством, Комитетом, Агентством, </w:t>
      </w:r>
    </w:p>
    <w:p w:rsidR="002F5B21" w:rsidRPr="002E0D4E" w:rsidRDefault="002F5B21" w:rsidP="002F5B21">
      <w:pPr>
        <w:spacing w:after="1" w:line="200" w:lineRule="atLeast"/>
        <w:jc w:val="both"/>
        <w:rPr>
          <w:b/>
        </w:rPr>
      </w:pPr>
      <w:r w:rsidRPr="002E0D4E">
        <w:t xml:space="preserve">                                                                                                     иным органом (организацией))</w:t>
      </w:r>
    </w:p>
    <w:p w:rsidR="00427876" w:rsidRPr="002E0D4E" w:rsidRDefault="002922FE" w:rsidP="002F5B21">
      <w:pPr>
        <w:spacing w:after="1"/>
        <w:rPr>
          <w:sz w:val="28"/>
          <w:szCs w:val="28"/>
        </w:rPr>
      </w:pPr>
      <w:r w:rsidRPr="002E0D4E">
        <w:rPr>
          <w:sz w:val="28"/>
          <w:szCs w:val="28"/>
        </w:rPr>
        <w:t xml:space="preserve">о применении </w:t>
      </w:r>
      <w:r w:rsidR="00DF40EB" w:rsidRPr="002E0D4E">
        <w:rPr>
          <w:sz w:val="28"/>
          <w:szCs w:val="28"/>
        </w:rPr>
        <w:t xml:space="preserve">Штрафных </w:t>
      </w:r>
      <w:r w:rsidR="00427876" w:rsidRPr="002E0D4E">
        <w:rPr>
          <w:sz w:val="28"/>
          <w:szCs w:val="28"/>
        </w:rPr>
        <w:t>санкций</w:t>
      </w:r>
      <w:r w:rsidR="00F6468F" w:rsidRPr="002E0D4E">
        <w:rPr>
          <w:sz w:val="28"/>
          <w:szCs w:val="28"/>
          <w:vertAlign w:val="superscript"/>
        </w:rPr>
        <w:t>4</w:t>
      </w:r>
      <w:r w:rsidR="008A736F" w:rsidRPr="002E0D4E">
        <w:rPr>
          <w:sz w:val="28"/>
          <w:szCs w:val="28"/>
          <w:vertAlign w:val="superscript"/>
        </w:rPr>
        <w:t>2</w:t>
      </w:r>
      <w:r w:rsidR="00427876" w:rsidRPr="002E0D4E">
        <w:rPr>
          <w:sz w:val="28"/>
          <w:szCs w:val="28"/>
        </w:rPr>
        <w:t>;</w:t>
      </w:r>
    </w:p>
    <w:p w:rsidR="00FD3A98" w:rsidRPr="002E0D4E" w:rsidRDefault="00427876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FD64FB" w:rsidRPr="002E0D4E">
        <w:rPr>
          <w:sz w:val="28"/>
          <w:szCs w:val="28"/>
        </w:rPr>
        <w:t>2</w:t>
      </w:r>
      <w:r w:rsidRPr="002E0D4E">
        <w:rPr>
          <w:sz w:val="28"/>
          <w:szCs w:val="28"/>
        </w:rPr>
        <w:t xml:space="preserve">.    возвращать   неиспользованный   остаток   гранта   </w:t>
      </w:r>
      <w:proofErr w:type="gramStart"/>
      <w:r w:rsidRPr="002E0D4E">
        <w:rPr>
          <w:sz w:val="28"/>
          <w:szCs w:val="28"/>
        </w:rPr>
        <w:t>в  доход</w:t>
      </w:r>
      <w:proofErr w:type="gramEnd"/>
      <w:r w:rsidRPr="002E0D4E">
        <w:rPr>
          <w:sz w:val="28"/>
          <w:szCs w:val="28"/>
        </w:rPr>
        <w:t xml:space="preserve">  бюджета  Республики  </w:t>
      </w:r>
      <w:r w:rsidR="00C94F01" w:rsidRPr="002E0D4E">
        <w:rPr>
          <w:sz w:val="28"/>
          <w:szCs w:val="28"/>
        </w:rPr>
        <w:t>Татарстан</w:t>
      </w:r>
      <w:r w:rsidRPr="002E0D4E">
        <w:rPr>
          <w:sz w:val="28"/>
          <w:szCs w:val="28"/>
        </w:rPr>
        <w:t xml:space="preserve"> в случае  отсутствия  решения</w:t>
      </w:r>
      <w:r w:rsidR="00C94F01" w:rsidRPr="002E0D4E">
        <w:rPr>
          <w:sz w:val="28"/>
          <w:szCs w:val="28"/>
        </w:rPr>
        <w:t xml:space="preserve"> </w:t>
      </w:r>
      <w:r w:rsidR="00FD3A98" w:rsidRPr="002E0D4E">
        <w:rPr>
          <w:sz w:val="28"/>
          <w:szCs w:val="28"/>
        </w:rPr>
        <w:t>_______________</w:t>
      </w:r>
      <w:r w:rsidR="00060B97" w:rsidRPr="002E0D4E">
        <w:rPr>
          <w:sz w:val="28"/>
          <w:szCs w:val="28"/>
        </w:rPr>
        <w:t>___________________</w:t>
      </w:r>
      <w:r w:rsidR="00C9236F" w:rsidRPr="002E0D4E">
        <w:rPr>
          <w:sz w:val="28"/>
          <w:szCs w:val="28"/>
        </w:rPr>
        <w:t>_____________</w:t>
      </w:r>
      <w:r w:rsidR="00060B97" w:rsidRPr="002E0D4E">
        <w:rPr>
          <w:sz w:val="28"/>
          <w:szCs w:val="28"/>
        </w:rPr>
        <w:t>_</w:t>
      </w:r>
      <w:r w:rsidR="00FD3A98" w:rsidRPr="002E0D4E">
        <w:rPr>
          <w:sz w:val="28"/>
          <w:szCs w:val="28"/>
        </w:rPr>
        <w:t xml:space="preserve"> о   наличии   потребности   в   </w:t>
      </w:r>
    </w:p>
    <w:p w:rsidR="00A062A8" w:rsidRPr="002E0D4E" w:rsidRDefault="00C9236F" w:rsidP="00A062A8">
      <w:pPr>
        <w:spacing w:after="1" w:line="200" w:lineRule="atLeast"/>
        <w:jc w:val="both"/>
        <w:rPr>
          <w:b/>
        </w:rPr>
      </w:pPr>
      <w:r w:rsidRPr="002E0D4E">
        <w:t xml:space="preserve">               </w:t>
      </w:r>
      <w:r w:rsidR="00A062A8" w:rsidRPr="002E0D4E">
        <w:t>(Министерства, Комитета, Агентства, ин</w:t>
      </w:r>
      <w:r w:rsidR="00892582" w:rsidRPr="002E0D4E">
        <w:t>ого</w:t>
      </w:r>
      <w:r w:rsidR="00A062A8" w:rsidRPr="002E0D4E">
        <w:t xml:space="preserve"> орган</w:t>
      </w:r>
      <w:r w:rsidR="00892582" w:rsidRPr="002E0D4E">
        <w:t>а</w:t>
      </w:r>
      <w:r w:rsidR="00A062A8" w:rsidRPr="002E0D4E">
        <w:t xml:space="preserve"> (организаци</w:t>
      </w:r>
      <w:r w:rsidR="00892582" w:rsidRPr="002E0D4E">
        <w:t>и</w:t>
      </w:r>
      <w:r w:rsidR="00A062A8" w:rsidRPr="002E0D4E">
        <w:t>))</w:t>
      </w:r>
    </w:p>
    <w:p w:rsidR="00816C77" w:rsidRPr="002E0D4E" w:rsidRDefault="009B1E81" w:rsidP="00903DA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н</w:t>
      </w:r>
      <w:r w:rsidR="00C9236F" w:rsidRPr="002E0D4E">
        <w:rPr>
          <w:sz w:val="28"/>
          <w:szCs w:val="28"/>
        </w:rPr>
        <w:t xml:space="preserve">аправлении </w:t>
      </w:r>
      <w:r w:rsidR="00427876" w:rsidRPr="002E0D4E">
        <w:rPr>
          <w:sz w:val="28"/>
          <w:szCs w:val="28"/>
        </w:rPr>
        <w:t>не</w:t>
      </w:r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>использованного  в  20__ году</w:t>
      </w:r>
      <w:r w:rsidR="008358D4" w:rsidRPr="002E0D4E">
        <w:rPr>
          <w:sz w:val="28"/>
          <w:szCs w:val="28"/>
          <w:vertAlign w:val="superscript"/>
        </w:rPr>
        <w:t>4</w:t>
      </w:r>
      <w:r w:rsidR="008A736F" w:rsidRPr="002E0D4E">
        <w:rPr>
          <w:sz w:val="28"/>
          <w:szCs w:val="28"/>
          <w:vertAlign w:val="superscript"/>
        </w:rPr>
        <w:t>3</w:t>
      </w:r>
      <w:r w:rsidR="00427876" w:rsidRPr="002E0D4E">
        <w:rPr>
          <w:sz w:val="28"/>
          <w:szCs w:val="28"/>
        </w:rPr>
        <w:t xml:space="preserve"> остатка гранта на цели, указанные в </w:t>
      </w:r>
      <w:hyperlink r:id="rId30" w:history="1">
        <w:r w:rsidR="00427876" w:rsidRPr="002E0D4E">
          <w:rPr>
            <w:sz w:val="28"/>
            <w:szCs w:val="28"/>
          </w:rPr>
          <w:t>разделе 1</w:t>
        </w:r>
      </w:hyperlink>
      <w:r w:rsidR="00C94F01" w:rsidRPr="002E0D4E">
        <w:rPr>
          <w:sz w:val="28"/>
          <w:szCs w:val="28"/>
        </w:rPr>
        <w:t xml:space="preserve"> </w:t>
      </w:r>
      <w:r w:rsidR="00427876" w:rsidRPr="002E0D4E">
        <w:rPr>
          <w:sz w:val="28"/>
          <w:szCs w:val="28"/>
        </w:rPr>
        <w:t xml:space="preserve">настоящего Соглашения, в срок до </w:t>
      </w:r>
      <w:r w:rsidR="00903DAF" w:rsidRPr="002E0D4E">
        <w:rPr>
          <w:sz w:val="28"/>
          <w:szCs w:val="28"/>
        </w:rPr>
        <w:t>«</w:t>
      </w:r>
      <w:r w:rsidR="00427876" w:rsidRPr="002E0D4E">
        <w:rPr>
          <w:sz w:val="28"/>
          <w:szCs w:val="28"/>
        </w:rPr>
        <w:t>__</w:t>
      </w:r>
      <w:r w:rsidR="00903DAF" w:rsidRPr="002E0D4E">
        <w:rPr>
          <w:sz w:val="28"/>
          <w:szCs w:val="28"/>
        </w:rPr>
        <w:t>»</w:t>
      </w:r>
      <w:r w:rsidR="00427876" w:rsidRPr="002E0D4E">
        <w:rPr>
          <w:sz w:val="28"/>
          <w:szCs w:val="28"/>
        </w:rPr>
        <w:t xml:space="preserve"> _________ 20__ г.</w:t>
      </w:r>
      <w:r w:rsidR="0059481E" w:rsidRPr="002E0D4E">
        <w:rPr>
          <w:sz w:val="28"/>
          <w:szCs w:val="28"/>
          <w:vertAlign w:val="superscript"/>
        </w:rPr>
        <w:t>4</w:t>
      </w:r>
      <w:r w:rsidR="008A736F" w:rsidRPr="002E0D4E">
        <w:rPr>
          <w:sz w:val="28"/>
          <w:szCs w:val="28"/>
          <w:vertAlign w:val="superscript"/>
        </w:rPr>
        <w:t>4</w:t>
      </w:r>
      <w:r w:rsidR="008C172E" w:rsidRPr="002E0D4E">
        <w:rPr>
          <w:sz w:val="28"/>
          <w:szCs w:val="28"/>
        </w:rPr>
        <w:t>;</w:t>
      </w:r>
    </w:p>
    <w:p w:rsidR="008C172E" w:rsidRPr="002E0D4E" w:rsidRDefault="00427876" w:rsidP="00CB06C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7D62CF" w:rsidRPr="002E0D4E">
        <w:rPr>
          <w:sz w:val="28"/>
          <w:szCs w:val="28"/>
        </w:rPr>
        <w:t>3</w:t>
      </w:r>
      <w:r w:rsidRPr="002E0D4E">
        <w:rPr>
          <w:sz w:val="28"/>
          <w:szCs w:val="28"/>
        </w:rPr>
        <w:t>. обеспечивать полноту и достоверность сведений, представляемых в</w:t>
      </w:r>
      <w:r w:rsidR="00C94F01" w:rsidRPr="002E0D4E">
        <w:rPr>
          <w:sz w:val="28"/>
          <w:szCs w:val="28"/>
        </w:rPr>
        <w:t xml:space="preserve"> </w:t>
      </w:r>
      <w:r w:rsidR="00EE4B7D" w:rsidRPr="002E0D4E">
        <w:rPr>
          <w:sz w:val="28"/>
          <w:szCs w:val="28"/>
        </w:rPr>
        <w:t>_</w:t>
      </w:r>
      <w:r w:rsidR="008C172E" w:rsidRPr="002E0D4E">
        <w:rPr>
          <w:sz w:val="28"/>
          <w:szCs w:val="28"/>
        </w:rPr>
        <w:t>_____________________________</w:t>
      </w:r>
      <w:r w:rsidR="00BA061E" w:rsidRPr="002E0D4E">
        <w:rPr>
          <w:sz w:val="28"/>
          <w:szCs w:val="28"/>
        </w:rPr>
        <w:t>_</w:t>
      </w:r>
      <w:r w:rsidR="008C172E" w:rsidRPr="002E0D4E">
        <w:rPr>
          <w:sz w:val="28"/>
          <w:szCs w:val="28"/>
        </w:rPr>
        <w:t xml:space="preserve">__ </w:t>
      </w:r>
      <w:proofErr w:type="spellStart"/>
      <w:proofErr w:type="gramStart"/>
      <w:r w:rsidR="00EE4B7D" w:rsidRPr="002E0D4E">
        <w:rPr>
          <w:sz w:val="28"/>
          <w:szCs w:val="28"/>
        </w:rPr>
        <w:t>в</w:t>
      </w:r>
      <w:proofErr w:type="spellEnd"/>
      <w:r w:rsidR="00EE4B7D" w:rsidRPr="002E0D4E">
        <w:rPr>
          <w:sz w:val="28"/>
          <w:szCs w:val="28"/>
        </w:rPr>
        <w:t xml:space="preserve">  соответствии</w:t>
      </w:r>
      <w:proofErr w:type="gramEnd"/>
      <w:r w:rsidR="00EE4B7D" w:rsidRPr="002E0D4E">
        <w:rPr>
          <w:sz w:val="28"/>
          <w:szCs w:val="28"/>
        </w:rPr>
        <w:t xml:space="preserve">  с  настоящим  </w:t>
      </w:r>
      <w:r w:rsidR="008C172E" w:rsidRPr="002E0D4E">
        <w:rPr>
          <w:sz w:val="28"/>
          <w:szCs w:val="28"/>
        </w:rPr>
        <w:t xml:space="preserve">Соглашением; </w:t>
      </w:r>
    </w:p>
    <w:p w:rsidR="00BA061E" w:rsidRPr="002E0D4E" w:rsidRDefault="00BA061E" w:rsidP="00C079A0">
      <w:pPr>
        <w:autoSpaceDE w:val="0"/>
        <w:autoSpaceDN w:val="0"/>
        <w:adjustRightInd w:val="0"/>
        <w:outlineLvl w:val="0"/>
      </w:pPr>
      <w:r w:rsidRPr="002E0D4E">
        <w:t xml:space="preserve">         </w:t>
      </w:r>
      <w:r w:rsidR="00EE4B7D" w:rsidRPr="002E0D4E">
        <w:t>(Министерство, Комитет,</w:t>
      </w:r>
      <w:r w:rsidR="00DA711C" w:rsidRPr="002E0D4E">
        <w:t xml:space="preserve"> </w:t>
      </w:r>
      <w:r w:rsidR="00C079A0" w:rsidRPr="002E0D4E">
        <w:t xml:space="preserve">Агентство, </w:t>
      </w:r>
    </w:p>
    <w:p w:rsidR="00C079A0" w:rsidRPr="002E0D4E" w:rsidRDefault="00BA061E" w:rsidP="00C079A0">
      <w:pPr>
        <w:autoSpaceDE w:val="0"/>
        <w:autoSpaceDN w:val="0"/>
        <w:adjustRightInd w:val="0"/>
        <w:outlineLvl w:val="0"/>
      </w:pPr>
      <w:r w:rsidRPr="002E0D4E">
        <w:t xml:space="preserve">                       </w:t>
      </w:r>
      <w:r w:rsidR="00C079A0" w:rsidRPr="002E0D4E">
        <w:t>иной орган (организаци</w:t>
      </w:r>
      <w:r w:rsidR="00E02D19" w:rsidRPr="002E0D4E">
        <w:t>ю</w:t>
      </w:r>
      <w:r w:rsidR="00C079A0" w:rsidRPr="002E0D4E">
        <w:t>))</w:t>
      </w:r>
    </w:p>
    <w:p w:rsidR="00AB5D34" w:rsidRPr="002E0D4E" w:rsidRDefault="00427876" w:rsidP="00BA061E">
      <w:pPr>
        <w:autoSpaceDE w:val="0"/>
        <w:autoSpaceDN w:val="0"/>
        <w:adjustRightInd w:val="0"/>
        <w:ind w:firstLine="567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7D62CF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>. выполнять иные обязательства в соответствии с законодательством</w:t>
      </w:r>
      <w:r w:rsidR="00C94F01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Российской Федерации и Правилами предоставления гранта</w:t>
      </w:r>
      <w:r w:rsidR="00AB5D34" w:rsidRPr="002E0D4E">
        <w:rPr>
          <w:sz w:val="28"/>
          <w:szCs w:val="28"/>
          <w:vertAlign w:val="superscript"/>
        </w:rPr>
        <w:t>4</w:t>
      </w:r>
      <w:r w:rsidR="00A16955" w:rsidRPr="002E0D4E">
        <w:rPr>
          <w:sz w:val="28"/>
          <w:szCs w:val="28"/>
          <w:vertAlign w:val="superscript"/>
        </w:rPr>
        <w:t>5</w:t>
      </w:r>
      <w:r w:rsidRPr="002E0D4E">
        <w:rPr>
          <w:sz w:val="28"/>
          <w:szCs w:val="28"/>
        </w:rPr>
        <w:t>, в том числе:</w:t>
      </w:r>
    </w:p>
    <w:p w:rsidR="00427876" w:rsidRPr="002E0D4E" w:rsidRDefault="00AB5D34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4.3.14.1</w:t>
      </w:r>
      <w:r w:rsidR="00427876" w:rsidRPr="002E0D4E">
        <w:rPr>
          <w:sz w:val="28"/>
          <w:szCs w:val="28"/>
        </w:rPr>
        <w:t>___________________</w:t>
      </w:r>
      <w:r w:rsidR="000B0DB2" w:rsidRPr="002E0D4E">
        <w:rPr>
          <w:sz w:val="28"/>
          <w:szCs w:val="28"/>
        </w:rPr>
        <w:t>_________________________________________</w:t>
      </w:r>
      <w:r w:rsidRPr="002E0D4E">
        <w:rPr>
          <w:sz w:val="28"/>
          <w:szCs w:val="28"/>
        </w:rPr>
        <w:t>_;</w:t>
      </w:r>
    </w:p>
    <w:p w:rsidR="00AB5D34" w:rsidRPr="002E0D4E" w:rsidRDefault="00AB5D34" w:rsidP="00AB5D3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4.3.14.2_________________________________________________</w:t>
      </w:r>
      <w:r w:rsidR="000B0DB2" w:rsidRPr="002E0D4E">
        <w:rPr>
          <w:sz w:val="28"/>
          <w:szCs w:val="28"/>
        </w:rPr>
        <w:t>___________</w:t>
      </w:r>
      <w:r w:rsidRPr="002E0D4E">
        <w:rPr>
          <w:sz w:val="28"/>
          <w:szCs w:val="28"/>
        </w:rPr>
        <w:t>_.</w:t>
      </w:r>
    </w:p>
    <w:p w:rsidR="009F4B08" w:rsidRPr="002E0D4E" w:rsidRDefault="00ED0C50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</w:rPr>
      </w:pPr>
      <w:r w:rsidRPr="002E0D4E">
        <w:rPr>
          <w:sz w:val="28"/>
        </w:rPr>
        <w:t>4.4. Получатель вправе:</w:t>
      </w:r>
      <w:bookmarkStart w:id="37" w:name="P354"/>
      <w:bookmarkEnd w:id="37"/>
    </w:p>
    <w:p w:rsidR="00ED0C50" w:rsidRPr="002E0D4E" w:rsidRDefault="00ED0C50" w:rsidP="00A3222D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4.4.1. направлять в __________________</w:t>
      </w:r>
      <w:r w:rsidR="00636F7C" w:rsidRPr="002E0D4E">
        <w:rPr>
          <w:sz w:val="28"/>
          <w:szCs w:val="28"/>
        </w:rPr>
        <w:t>_________</w:t>
      </w:r>
      <w:r w:rsidR="000A21EE" w:rsidRPr="002E0D4E">
        <w:rPr>
          <w:sz w:val="28"/>
          <w:szCs w:val="28"/>
        </w:rPr>
        <w:t>___________</w:t>
      </w:r>
      <w:r w:rsidR="00636F7C" w:rsidRPr="002E0D4E">
        <w:rPr>
          <w:sz w:val="28"/>
          <w:szCs w:val="28"/>
        </w:rPr>
        <w:t xml:space="preserve">__ предложения  </w:t>
      </w:r>
    </w:p>
    <w:p w:rsidR="00103907" w:rsidRPr="002E0D4E" w:rsidRDefault="00103907" w:rsidP="00103907">
      <w:pPr>
        <w:autoSpaceDE w:val="0"/>
        <w:autoSpaceDN w:val="0"/>
        <w:adjustRightInd w:val="0"/>
        <w:outlineLvl w:val="0"/>
      </w:pPr>
      <w:r w:rsidRPr="002E0D4E">
        <w:t xml:space="preserve">                                                </w:t>
      </w:r>
      <w:r w:rsidR="000A21EE" w:rsidRPr="002E0D4E">
        <w:t xml:space="preserve">       </w:t>
      </w:r>
      <w:r w:rsidRPr="002E0D4E">
        <w:t xml:space="preserve">  (Министерство, Комитет, Агентство, иной орган (организацию))</w:t>
      </w:r>
    </w:p>
    <w:p w:rsidR="009F4B08" w:rsidRPr="002E0D4E" w:rsidRDefault="000A21EE" w:rsidP="00BE568B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о  внесении  </w:t>
      </w:r>
      <w:r w:rsidR="00ED0C50" w:rsidRPr="002E0D4E">
        <w:rPr>
          <w:sz w:val="28"/>
          <w:szCs w:val="28"/>
        </w:rPr>
        <w:t>изменений в настоящее Соглашение в соответствии с</w:t>
      </w:r>
      <w:r w:rsidR="009F4B08" w:rsidRPr="002E0D4E">
        <w:rPr>
          <w:sz w:val="28"/>
          <w:szCs w:val="28"/>
        </w:rPr>
        <w:t xml:space="preserve"> </w:t>
      </w:r>
      <w:hyperlink w:anchor="P397" w:history="1">
        <w:r w:rsidR="00ED0C50" w:rsidRPr="002E0D4E">
          <w:rPr>
            <w:sz w:val="28"/>
            <w:szCs w:val="28"/>
          </w:rPr>
          <w:t>пунктом  7.3</w:t>
        </w:r>
      </w:hyperlink>
      <w:r w:rsidR="00ED0C50" w:rsidRPr="002E0D4E">
        <w:rPr>
          <w:sz w:val="28"/>
          <w:szCs w:val="28"/>
        </w:rPr>
        <w:t xml:space="preserve">  настоящего  Соглашения,  в  том  числе  в случае установления</w:t>
      </w:r>
      <w:r w:rsidR="009F4B08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необходимости изменения размера гранта с приложением информации, содержащей</w:t>
      </w:r>
      <w:r w:rsidR="009F4B08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финансово-экономическое обоснование данного изменения;</w:t>
      </w:r>
      <w:bookmarkStart w:id="38" w:name="P361"/>
      <w:bookmarkEnd w:id="38"/>
    </w:p>
    <w:p w:rsidR="00ED0C50" w:rsidRPr="002E0D4E" w:rsidRDefault="00ED0C50" w:rsidP="00F07AD1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4.4.2. обращаться в __________________</w:t>
      </w:r>
      <w:r w:rsidR="00F07AD1" w:rsidRPr="002E0D4E">
        <w:rPr>
          <w:sz w:val="28"/>
          <w:szCs w:val="28"/>
        </w:rPr>
        <w:t>____</w:t>
      </w:r>
      <w:r w:rsidR="00806A54" w:rsidRPr="002E0D4E">
        <w:rPr>
          <w:sz w:val="28"/>
          <w:szCs w:val="28"/>
        </w:rPr>
        <w:t>_____________________</w:t>
      </w:r>
      <w:r w:rsidR="00F07AD1" w:rsidRPr="002E0D4E">
        <w:rPr>
          <w:sz w:val="28"/>
          <w:szCs w:val="28"/>
        </w:rPr>
        <w:t xml:space="preserve">__ </w:t>
      </w:r>
      <w:proofErr w:type="spellStart"/>
      <w:r w:rsidR="00F07AD1" w:rsidRPr="002E0D4E">
        <w:rPr>
          <w:sz w:val="28"/>
          <w:szCs w:val="28"/>
        </w:rPr>
        <w:t>в</w:t>
      </w:r>
      <w:proofErr w:type="spellEnd"/>
      <w:r w:rsidR="00F07AD1" w:rsidRPr="002E0D4E">
        <w:rPr>
          <w:sz w:val="28"/>
          <w:szCs w:val="28"/>
        </w:rPr>
        <w:t xml:space="preserve"> целях </w:t>
      </w:r>
    </w:p>
    <w:p w:rsidR="007D39B1" w:rsidRPr="002E0D4E" w:rsidRDefault="007D39B1" w:rsidP="007D39B1">
      <w:pPr>
        <w:autoSpaceDE w:val="0"/>
        <w:autoSpaceDN w:val="0"/>
        <w:adjustRightInd w:val="0"/>
        <w:outlineLvl w:val="0"/>
      </w:pPr>
      <w:r w:rsidRPr="002E0D4E">
        <w:t xml:space="preserve">                               </w:t>
      </w:r>
      <w:r w:rsidR="00806A54" w:rsidRPr="002E0D4E">
        <w:t xml:space="preserve">                                   </w:t>
      </w:r>
      <w:r w:rsidRPr="002E0D4E">
        <w:t>(Министерство, Комитет, Агентство, иной орган (организацию))</w:t>
      </w:r>
    </w:p>
    <w:p w:rsidR="00020D09" w:rsidRPr="002E0D4E" w:rsidRDefault="00806A54" w:rsidP="00BE568B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получения разъяснений </w:t>
      </w:r>
      <w:r w:rsidR="00ED0C50" w:rsidRPr="002E0D4E">
        <w:rPr>
          <w:sz w:val="28"/>
          <w:szCs w:val="28"/>
        </w:rPr>
        <w:t>в связи с исполнением настоящего Соглашения;</w:t>
      </w:r>
      <w:bookmarkStart w:id="39" w:name="P365"/>
      <w:bookmarkEnd w:id="39"/>
    </w:p>
    <w:p w:rsidR="00ED0C50" w:rsidRPr="002E0D4E" w:rsidRDefault="00ED0C50" w:rsidP="00A3222D">
      <w:pPr>
        <w:spacing w:after="1" w:line="200" w:lineRule="atLeast"/>
        <w:ind w:firstLine="567"/>
        <w:jc w:val="both"/>
      </w:pPr>
      <w:r w:rsidRPr="002E0D4E">
        <w:rPr>
          <w:sz w:val="28"/>
          <w:szCs w:val="28"/>
        </w:rPr>
        <w:lastRenderedPageBreak/>
        <w:t>4.4.3.  направлять  в  20__  году</w:t>
      </w:r>
      <w:r w:rsidR="000B0DB2" w:rsidRPr="002E0D4E">
        <w:rPr>
          <w:sz w:val="28"/>
          <w:szCs w:val="28"/>
          <w:vertAlign w:val="superscript"/>
        </w:rPr>
        <w:t>4</w:t>
      </w:r>
      <w:r w:rsidR="00A16955" w:rsidRPr="002E0D4E">
        <w:rPr>
          <w:sz w:val="28"/>
          <w:szCs w:val="28"/>
          <w:vertAlign w:val="superscript"/>
        </w:rPr>
        <w:t>6</w:t>
      </w:r>
      <w:r w:rsidRPr="002E0D4E">
        <w:rPr>
          <w:sz w:val="28"/>
          <w:szCs w:val="28"/>
        </w:rPr>
        <w:t xml:space="preserve"> неиспользованный остаток гранта,</w:t>
      </w:r>
      <w:r w:rsidR="00395D6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полученного  в  соответствии  с  настоящим  Соглашением  (при  наличии), на</w:t>
      </w:r>
      <w:r w:rsidR="00395D6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осуществление  выплат  в  соответствии  с  целями,  указанными  в </w:t>
      </w:r>
      <w:hyperlink w:anchor="P101" w:history="1">
        <w:r w:rsidRPr="002E0D4E">
          <w:rPr>
            <w:sz w:val="28"/>
            <w:szCs w:val="28"/>
          </w:rPr>
          <w:t>разделе I</w:t>
        </w:r>
      </w:hyperlink>
      <w:r w:rsidR="00395D6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настоящего Соглашения, в случае принятия</w:t>
      </w:r>
      <w:r w:rsidR="00C6228F" w:rsidRPr="002E0D4E">
        <w:rPr>
          <w:sz w:val="28"/>
          <w:szCs w:val="28"/>
        </w:rPr>
        <w:t>______________________________</w:t>
      </w:r>
      <w:r w:rsidR="00840674" w:rsidRPr="002E0D4E">
        <w:rPr>
          <w:sz w:val="28"/>
          <w:szCs w:val="28"/>
        </w:rPr>
        <w:t>_________________</w:t>
      </w:r>
      <w:r w:rsidR="00C6228F" w:rsidRPr="002E0D4E">
        <w:rPr>
          <w:sz w:val="28"/>
          <w:szCs w:val="28"/>
        </w:rPr>
        <w:t xml:space="preserve">_ </w:t>
      </w:r>
    </w:p>
    <w:p w:rsidR="00932D1E" w:rsidRPr="002E0D4E" w:rsidRDefault="00932D1E" w:rsidP="00932D1E">
      <w:pPr>
        <w:autoSpaceDE w:val="0"/>
        <w:autoSpaceDN w:val="0"/>
        <w:adjustRightInd w:val="0"/>
        <w:outlineLvl w:val="0"/>
      </w:pPr>
      <w:r w:rsidRPr="002E0D4E">
        <w:t xml:space="preserve">                                                           </w:t>
      </w:r>
      <w:r w:rsidR="00840674" w:rsidRPr="002E0D4E">
        <w:t xml:space="preserve">            </w:t>
      </w:r>
      <w:r w:rsidRPr="002E0D4E">
        <w:t xml:space="preserve">  (Министерством, Комитетом, Агентством, иным органом (организацией))</w:t>
      </w:r>
    </w:p>
    <w:p w:rsidR="00E23C21" w:rsidRPr="002E0D4E" w:rsidRDefault="00840674" w:rsidP="00840674">
      <w:pPr>
        <w:spacing w:after="1" w:line="200" w:lineRule="atLeast"/>
        <w:jc w:val="both"/>
      </w:pPr>
      <w:r w:rsidRPr="002E0D4E">
        <w:rPr>
          <w:sz w:val="28"/>
          <w:szCs w:val="28"/>
        </w:rPr>
        <w:t xml:space="preserve">соответствующего </w:t>
      </w:r>
      <w:r w:rsidR="00ED0C50" w:rsidRPr="002E0D4E">
        <w:rPr>
          <w:sz w:val="28"/>
          <w:szCs w:val="28"/>
        </w:rPr>
        <w:t xml:space="preserve">решения   в  соответствии  с  </w:t>
      </w:r>
      <w:hyperlink w:anchor="P251" w:history="1">
        <w:r w:rsidR="00ED0C50" w:rsidRPr="002E0D4E">
          <w:rPr>
            <w:sz w:val="28"/>
            <w:szCs w:val="28"/>
          </w:rPr>
          <w:t>пунктом  4.2.2</w:t>
        </w:r>
      </w:hyperlink>
      <w:r w:rsidR="00ED0C50" w:rsidRPr="002E0D4E">
        <w:rPr>
          <w:sz w:val="28"/>
          <w:szCs w:val="28"/>
        </w:rPr>
        <w:t xml:space="preserve">  настоящего</w:t>
      </w:r>
      <w:r w:rsidR="00395D63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Соглашения</w:t>
      </w:r>
      <w:r w:rsidR="000B0DB2" w:rsidRPr="002E0D4E">
        <w:rPr>
          <w:sz w:val="28"/>
          <w:szCs w:val="28"/>
        </w:rPr>
        <w:t xml:space="preserve"> </w:t>
      </w:r>
      <w:r w:rsidR="000B0DB2" w:rsidRPr="002E0D4E">
        <w:rPr>
          <w:sz w:val="28"/>
          <w:szCs w:val="28"/>
          <w:vertAlign w:val="superscript"/>
        </w:rPr>
        <w:t>4</w:t>
      </w:r>
      <w:r w:rsidR="00A16955" w:rsidRPr="002E0D4E">
        <w:rPr>
          <w:sz w:val="28"/>
          <w:szCs w:val="28"/>
          <w:vertAlign w:val="superscript"/>
        </w:rPr>
        <w:t>7</w:t>
      </w:r>
      <w:r w:rsidR="00ED0C50" w:rsidRPr="002E0D4E">
        <w:rPr>
          <w:sz w:val="28"/>
          <w:szCs w:val="28"/>
        </w:rPr>
        <w:t>;</w:t>
      </w:r>
    </w:p>
    <w:p w:rsidR="002807F9" w:rsidRPr="002E0D4E" w:rsidRDefault="00ED0C50" w:rsidP="002807F9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4.4.4.</w:t>
      </w:r>
      <w:r w:rsidR="002547CF" w:rsidRPr="002E0D4E">
        <w:rPr>
          <w:sz w:val="28"/>
          <w:szCs w:val="28"/>
        </w:rPr>
        <w:t xml:space="preserve"> о</w:t>
      </w:r>
      <w:r w:rsidR="00E23C21" w:rsidRPr="002E0D4E">
        <w:rPr>
          <w:sz w:val="28"/>
          <w:szCs w:val="28"/>
        </w:rPr>
        <w:t>существлять иные п</w:t>
      </w:r>
      <w:r w:rsidR="002807F9" w:rsidRPr="002E0D4E">
        <w:rPr>
          <w:sz w:val="28"/>
          <w:szCs w:val="28"/>
        </w:rPr>
        <w:t xml:space="preserve">рава, </w:t>
      </w:r>
      <w:r w:rsidR="00E23C21" w:rsidRPr="002E0D4E">
        <w:rPr>
          <w:sz w:val="28"/>
          <w:szCs w:val="28"/>
        </w:rPr>
        <w:t>установленные</w:t>
      </w:r>
      <w:r w:rsidR="002807F9" w:rsidRPr="002E0D4E">
        <w:rPr>
          <w:sz w:val="28"/>
          <w:szCs w:val="28"/>
        </w:rPr>
        <w:t xml:space="preserve"> </w:t>
      </w:r>
      <w:r w:rsidR="00E23C21" w:rsidRPr="002E0D4E">
        <w:rPr>
          <w:sz w:val="28"/>
          <w:szCs w:val="28"/>
        </w:rPr>
        <w:t xml:space="preserve">бюджетным </w:t>
      </w:r>
      <w:proofErr w:type="gramStart"/>
      <w:r w:rsidR="00E23C21" w:rsidRPr="002E0D4E">
        <w:rPr>
          <w:sz w:val="28"/>
          <w:szCs w:val="28"/>
        </w:rPr>
        <w:t>законодательством  Российской</w:t>
      </w:r>
      <w:proofErr w:type="gramEnd"/>
      <w:r w:rsidR="00E23C21" w:rsidRPr="002E0D4E">
        <w:rPr>
          <w:sz w:val="28"/>
          <w:szCs w:val="28"/>
        </w:rPr>
        <w:t xml:space="preserve">  Федерации, Правилами предоставления гранта</w:t>
      </w:r>
      <w:r w:rsidR="007D62CF" w:rsidRPr="002E0D4E">
        <w:rPr>
          <w:sz w:val="28"/>
          <w:szCs w:val="28"/>
        </w:rPr>
        <w:t>, в том числе</w:t>
      </w:r>
      <w:r w:rsidR="00682F8B" w:rsidRPr="002E0D4E">
        <w:rPr>
          <w:sz w:val="28"/>
          <w:szCs w:val="28"/>
        </w:rPr>
        <w:t xml:space="preserve"> </w:t>
      </w:r>
      <w:r w:rsidR="00682F8B" w:rsidRPr="002E0D4E">
        <w:rPr>
          <w:sz w:val="28"/>
          <w:szCs w:val="28"/>
          <w:vertAlign w:val="superscript"/>
        </w:rPr>
        <w:t>4</w:t>
      </w:r>
      <w:r w:rsidR="00A16955" w:rsidRPr="002E0D4E">
        <w:rPr>
          <w:sz w:val="28"/>
          <w:szCs w:val="28"/>
          <w:vertAlign w:val="superscript"/>
        </w:rPr>
        <w:t>8</w:t>
      </w:r>
      <w:r w:rsidR="00A033DB" w:rsidRPr="002E0D4E">
        <w:rPr>
          <w:sz w:val="28"/>
          <w:szCs w:val="28"/>
        </w:rPr>
        <w:t>:</w:t>
      </w:r>
      <w:r w:rsidR="00682F8B" w:rsidRPr="002E0D4E">
        <w:rPr>
          <w:sz w:val="28"/>
          <w:szCs w:val="28"/>
        </w:rPr>
        <w:t xml:space="preserve"> </w:t>
      </w:r>
    </w:p>
    <w:p w:rsidR="00E23C21" w:rsidRPr="002E0D4E" w:rsidRDefault="00682F8B" w:rsidP="002807F9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4.4.4.1.</w:t>
      </w:r>
      <w:r w:rsidR="002807F9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_____________________________________________________________;</w:t>
      </w:r>
    </w:p>
    <w:p w:rsidR="00082315" w:rsidRPr="002E0D4E" w:rsidRDefault="00682F8B" w:rsidP="00682F8B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4.4.4.2. </w:t>
      </w:r>
      <w:r w:rsidR="00082315" w:rsidRPr="002E0D4E">
        <w:rPr>
          <w:sz w:val="28"/>
          <w:szCs w:val="28"/>
        </w:rPr>
        <w:t>____________________________________________________________.</w:t>
      </w:r>
    </w:p>
    <w:p w:rsidR="00ED0C50" w:rsidRPr="002E0D4E" w:rsidRDefault="00ED0C50" w:rsidP="00A3222D">
      <w:pPr>
        <w:spacing w:after="1" w:line="280" w:lineRule="atLeast"/>
        <w:ind w:firstLine="567"/>
        <w:jc w:val="both"/>
      </w:pPr>
    </w:p>
    <w:p w:rsidR="00ED0C50" w:rsidRPr="002E0D4E" w:rsidRDefault="00ED0C50" w:rsidP="00A3222D">
      <w:pPr>
        <w:spacing w:after="1" w:line="280" w:lineRule="atLeast"/>
        <w:ind w:firstLine="567"/>
        <w:jc w:val="center"/>
        <w:outlineLvl w:val="1"/>
      </w:pPr>
      <w:r w:rsidRPr="002E0D4E">
        <w:rPr>
          <w:sz w:val="28"/>
        </w:rPr>
        <w:t>V. Ответственность Сторон</w:t>
      </w:r>
    </w:p>
    <w:p w:rsidR="00ED0C50" w:rsidRPr="002E0D4E" w:rsidRDefault="00ED0C50" w:rsidP="00A3222D">
      <w:pPr>
        <w:spacing w:after="1" w:line="280" w:lineRule="atLeast"/>
        <w:ind w:firstLine="567"/>
        <w:jc w:val="both"/>
      </w:pPr>
    </w:p>
    <w:p w:rsidR="00ED0C50" w:rsidRPr="002E0D4E" w:rsidRDefault="00ED0C50" w:rsidP="00A3222D">
      <w:pPr>
        <w:spacing w:after="1" w:line="280" w:lineRule="atLeast"/>
        <w:ind w:firstLine="567"/>
        <w:jc w:val="both"/>
      </w:pPr>
      <w:r w:rsidRPr="002E0D4E">
        <w:rPr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807F9" w:rsidRPr="002E0D4E" w:rsidRDefault="00ED0C50" w:rsidP="00A3222D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2807F9" w:rsidRPr="002E0D4E">
        <w:rPr>
          <w:sz w:val="28"/>
        </w:rPr>
        <w:t xml:space="preserve"> </w:t>
      </w:r>
      <w:r w:rsidR="002807F9" w:rsidRPr="002E0D4E">
        <w:rPr>
          <w:sz w:val="28"/>
          <w:szCs w:val="28"/>
          <w:vertAlign w:val="superscript"/>
        </w:rPr>
        <w:t>4</w:t>
      </w:r>
      <w:r w:rsidR="00A16955" w:rsidRPr="002E0D4E">
        <w:rPr>
          <w:sz w:val="28"/>
          <w:szCs w:val="28"/>
          <w:vertAlign w:val="superscript"/>
        </w:rPr>
        <w:t>9</w:t>
      </w:r>
      <w:r w:rsidRPr="002E0D4E">
        <w:rPr>
          <w:sz w:val="28"/>
        </w:rPr>
        <w:t>:</w:t>
      </w:r>
      <w:bookmarkStart w:id="40" w:name="P384"/>
      <w:bookmarkEnd w:id="40"/>
    </w:p>
    <w:p w:rsidR="00EA3558" w:rsidRPr="002E0D4E" w:rsidRDefault="002807F9" w:rsidP="00A3222D">
      <w:pPr>
        <w:spacing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</w:rPr>
        <w:t xml:space="preserve">5.2.1. </w:t>
      </w:r>
      <w:r w:rsidR="00ED0C50" w:rsidRPr="002E0D4E">
        <w:rPr>
          <w:sz w:val="28"/>
          <w:szCs w:val="28"/>
        </w:rPr>
        <w:t>______________________________________________________________;</w:t>
      </w:r>
      <w:bookmarkStart w:id="41" w:name="P385"/>
      <w:bookmarkEnd w:id="41"/>
    </w:p>
    <w:p w:rsidR="002807F9" w:rsidRPr="002E0D4E" w:rsidRDefault="002807F9" w:rsidP="002807F9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5.2.2. </w:t>
      </w:r>
      <w:r w:rsidRPr="002E0D4E">
        <w:rPr>
          <w:sz w:val="28"/>
          <w:szCs w:val="28"/>
        </w:rPr>
        <w:t>______________________________________________________________.</w:t>
      </w:r>
    </w:p>
    <w:p w:rsidR="00F64132" w:rsidRPr="002E0D4E" w:rsidRDefault="00F64132" w:rsidP="00A3222D">
      <w:pPr>
        <w:spacing w:line="280" w:lineRule="atLeast"/>
        <w:ind w:firstLine="567"/>
        <w:jc w:val="both"/>
        <w:rPr>
          <w:sz w:val="28"/>
          <w:szCs w:val="28"/>
        </w:rPr>
      </w:pPr>
    </w:p>
    <w:p w:rsidR="00ED0C50" w:rsidRPr="002E0D4E" w:rsidRDefault="00ED0C50" w:rsidP="00BE568B">
      <w:pPr>
        <w:spacing w:after="1" w:line="280" w:lineRule="atLeast"/>
        <w:ind w:firstLine="567"/>
        <w:jc w:val="center"/>
        <w:outlineLvl w:val="1"/>
        <w:rPr>
          <w:sz w:val="28"/>
        </w:rPr>
      </w:pPr>
      <w:r w:rsidRPr="002E0D4E">
        <w:rPr>
          <w:sz w:val="28"/>
        </w:rPr>
        <w:t>VI. Иные условия</w:t>
      </w:r>
    </w:p>
    <w:p w:rsidR="002F099A" w:rsidRPr="002E0D4E" w:rsidRDefault="002F099A" w:rsidP="00BE568B">
      <w:pPr>
        <w:spacing w:after="1" w:line="280" w:lineRule="atLeast"/>
        <w:ind w:firstLine="567"/>
        <w:jc w:val="center"/>
        <w:outlineLvl w:val="1"/>
      </w:pPr>
    </w:p>
    <w:p w:rsidR="00981D46" w:rsidRPr="002E0D4E" w:rsidRDefault="00981D46" w:rsidP="00981D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6.1. Иные условия по настоящему Соглашению </w:t>
      </w:r>
      <w:r w:rsidR="00A16955" w:rsidRPr="002E0D4E">
        <w:rPr>
          <w:sz w:val="28"/>
          <w:szCs w:val="28"/>
          <w:vertAlign w:val="superscript"/>
        </w:rPr>
        <w:t>50</w:t>
      </w:r>
      <w:r w:rsidRPr="002E0D4E">
        <w:rPr>
          <w:sz w:val="28"/>
          <w:szCs w:val="28"/>
        </w:rPr>
        <w:t>:</w:t>
      </w:r>
    </w:p>
    <w:p w:rsidR="00981D46" w:rsidRPr="002E0D4E" w:rsidRDefault="00981D46" w:rsidP="00981D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6.1.1. _______________________________________________________________;</w:t>
      </w:r>
    </w:p>
    <w:p w:rsidR="00981D46" w:rsidRPr="002E0D4E" w:rsidRDefault="00981D46" w:rsidP="00981D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6.1.2. _______________________________________________________________.</w:t>
      </w:r>
    </w:p>
    <w:p w:rsidR="00ED0C50" w:rsidRPr="002E0D4E" w:rsidRDefault="00ED0C50" w:rsidP="00A3222D">
      <w:pPr>
        <w:spacing w:after="1" w:line="280" w:lineRule="atLeast"/>
        <w:ind w:firstLine="567"/>
        <w:jc w:val="both"/>
      </w:pPr>
    </w:p>
    <w:p w:rsidR="00ED0C50" w:rsidRPr="002E0D4E" w:rsidRDefault="00ED0C50" w:rsidP="00A3222D">
      <w:pPr>
        <w:spacing w:after="1" w:line="280" w:lineRule="atLeast"/>
        <w:ind w:firstLine="567"/>
        <w:jc w:val="center"/>
        <w:outlineLvl w:val="1"/>
      </w:pPr>
      <w:bookmarkStart w:id="42" w:name="P393"/>
      <w:bookmarkEnd w:id="42"/>
      <w:r w:rsidRPr="002E0D4E">
        <w:rPr>
          <w:sz w:val="28"/>
        </w:rPr>
        <w:t>VII. Заключительные положения</w:t>
      </w:r>
    </w:p>
    <w:p w:rsidR="00ED0C50" w:rsidRPr="002E0D4E" w:rsidRDefault="00ED0C50" w:rsidP="00A3222D">
      <w:pPr>
        <w:spacing w:after="1" w:line="280" w:lineRule="atLeast"/>
        <w:ind w:firstLine="567"/>
        <w:jc w:val="both"/>
      </w:pPr>
    </w:p>
    <w:p w:rsidR="007707E5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E0D4E">
        <w:rPr>
          <w:sz w:val="28"/>
        </w:rPr>
        <w:t>недостижении</w:t>
      </w:r>
      <w:proofErr w:type="spellEnd"/>
      <w:r w:rsidRPr="002E0D4E">
        <w:rPr>
          <w:sz w:val="28"/>
        </w:rPr>
        <w:t xml:space="preserve"> согласия споры между Сторонами решаются в судебном порядке.</w:t>
      </w:r>
    </w:p>
    <w:p w:rsidR="00A22506" w:rsidRPr="002E0D4E" w:rsidRDefault="00ED0C50" w:rsidP="00A22506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8" w:history="1">
        <w:r w:rsidRPr="002E0D4E">
          <w:rPr>
            <w:sz w:val="28"/>
          </w:rPr>
          <w:t>пункте 2.1</w:t>
        </w:r>
      </w:hyperlink>
      <w:r w:rsidRPr="002E0D4E">
        <w:rPr>
          <w:sz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bookmarkStart w:id="43" w:name="P397"/>
      <w:bookmarkEnd w:id="43"/>
    </w:p>
    <w:p w:rsidR="007707E5" w:rsidRPr="002E0D4E" w:rsidRDefault="00ED0C50" w:rsidP="00A22506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7.3. Изменение настоящего Соглашения, в том числе в соответствии с положениями </w:t>
      </w:r>
      <w:hyperlink w:anchor="P250" w:history="1">
        <w:r w:rsidRPr="002E0D4E">
          <w:rPr>
            <w:sz w:val="28"/>
          </w:rPr>
          <w:t>пункта 4.2.1</w:t>
        </w:r>
      </w:hyperlink>
      <w:r w:rsidRPr="002E0D4E">
        <w:rPr>
          <w:sz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</w:t>
      </w:r>
      <w:r w:rsidR="00A22506" w:rsidRPr="002E0D4E">
        <w:rPr>
          <w:sz w:val="28"/>
        </w:rPr>
        <w:t xml:space="preserve">нию </w:t>
      </w:r>
      <w:r w:rsidR="00A22506" w:rsidRPr="002E0D4E">
        <w:rPr>
          <w:sz w:val="28"/>
          <w:szCs w:val="28"/>
        </w:rPr>
        <w:t xml:space="preserve">согласно приложению № </w:t>
      </w:r>
      <w:r w:rsidR="00D7600D" w:rsidRPr="002E0D4E">
        <w:rPr>
          <w:sz w:val="28"/>
          <w:szCs w:val="28"/>
        </w:rPr>
        <w:t>__</w:t>
      </w:r>
      <w:r w:rsidR="00A22506" w:rsidRPr="002E0D4E">
        <w:rPr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="00D7600D" w:rsidRPr="002E0D4E">
        <w:rPr>
          <w:sz w:val="28"/>
          <w:szCs w:val="28"/>
        </w:rPr>
        <w:t xml:space="preserve"> </w:t>
      </w:r>
      <w:r w:rsidR="00A16955" w:rsidRPr="002E0D4E">
        <w:rPr>
          <w:sz w:val="28"/>
          <w:szCs w:val="28"/>
          <w:vertAlign w:val="superscript"/>
        </w:rPr>
        <w:t>51</w:t>
      </w:r>
      <w:r w:rsidR="00A22506" w:rsidRPr="002E0D4E">
        <w:rPr>
          <w:sz w:val="28"/>
          <w:szCs w:val="28"/>
        </w:rPr>
        <w:t>.</w:t>
      </w:r>
    </w:p>
    <w:p w:rsidR="007707E5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7.3.1. Изменение настоящего Соглашения возможно в случае:</w:t>
      </w:r>
    </w:p>
    <w:p w:rsidR="00ED0C50" w:rsidRPr="002E0D4E" w:rsidRDefault="00ED0C50" w:rsidP="00511E2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7.3.1.1. уменьшения/увеличения ________</w:t>
      </w:r>
      <w:r w:rsidR="00511E2B" w:rsidRPr="002E0D4E">
        <w:rPr>
          <w:sz w:val="28"/>
          <w:szCs w:val="28"/>
        </w:rPr>
        <w:t>________________</w:t>
      </w:r>
      <w:r w:rsidR="00EB00BE" w:rsidRPr="002E0D4E">
        <w:rPr>
          <w:sz w:val="28"/>
          <w:szCs w:val="28"/>
        </w:rPr>
        <w:t>________________</w:t>
      </w:r>
      <w:r w:rsidR="00511E2B" w:rsidRPr="002E0D4E">
        <w:rPr>
          <w:sz w:val="28"/>
          <w:szCs w:val="28"/>
        </w:rPr>
        <w:t xml:space="preserve"> </w:t>
      </w:r>
    </w:p>
    <w:p w:rsidR="00AE1AD2" w:rsidRPr="002E0D4E" w:rsidRDefault="00ED0C50" w:rsidP="00AE1AD2">
      <w:pPr>
        <w:autoSpaceDE w:val="0"/>
        <w:autoSpaceDN w:val="0"/>
        <w:adjustRightInd w:val="0"/>
        <w:outlineLvl w:val="0"/>
      </w:pPr>
      <w:r w:rsidRPr="002E0D4E">
        <w:t xml:space="preserve">                                     </w:t>
      </w:r>
      <w:r w:rsidR="00752C87" w:rsidRPr="002E0D4E">
        <w:t xml:space="preserve">               </w:t>
      </w:r>
      <w:r w:rsidR="00CA438A" w:rsidRPr="002E0D4E">
        <w:t xml:space="preserve">                        </w:t>
      </w:r>
      <w:r w:rsidR="00511E2B" w:rsidRPr="002E0D4E">
        <w:t xml:space="preserve">  </w:t>
      </w:r>
      <w:r w:rsidR="00EB00BE" w:rsidRPr="002E0D4E">
        <w:t xml:space="preserve">         </w:t>
      </w:r>
      <w:r w:rsidR="00511E2B" w:rsidRPr="002E0D4E">
        <w:t xml:space="preserve"> </w:t>
      </w:r>
      <w:r w:rsidR="00CA438A" w:rsidRPr="002E0D4E">
        <w:t>(Министерству</w:t>
      </w:r>
      <w:r w:rsidR="00397ACC" w:rsidRPr="002E0D4E">
        <w:t>, Комитет</w:t>
      </w:r>
      <w:r w:rsidR="00CA438A" w:rsidRPr="002E0D4E">
        <w:t>у</w:t>
      </w:r>
      <w:r w:rsidR="00397ACC" w:rsidRPr="002E0D4E">
        <w:t xml:space="preserve">, </w:t>
      </w:r>
      <w:r w:rsidR="00AE1AD2" w:rsidRPr="002E0D4E">
        <w:t>Агентству, иному органу (организации))</w:t>
      </w:r>
    </w:p>
    <w:p w:rsidR="00BE568B" w:rsidRPr="002E0D4E" w:rsidRDefault="00EB00BE" w:rsidP="00A717A9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 xml:space="preserve">ранее доведенных </w:t>
      </w:r>
      <w:r w:rsidR="00ED0C50" w:rsidRPr="002E0D4E">
        <w:rPr>
          <w:sz w:val="28"/>
          <w:szCs w:val="28"/>
        </w:rPr>
        <w:t>лимитов бюджетных обязательств на предоставление гранта;</w:t>
      </w:r>
      <w:bookmarkStart w:id="44" w:name="P403"/>
      <w:bookmarkEnd w:id="44"/>
      <w:r w:rsidR="00ED0C50" w:rsidRPr="002E0D4E">
        <w:rPr>
          <w:sz w:val="28"/>
          <w:szCs w:val="28"/>
        </w:rPr>
        <w:t xml:space="preserve"> </w:t>
      </w:r>
    </w:p>
    <w:p w:rsidR="00ED0C50" w:rsidRPr="002E0D4E" w:rsidRDefault="00ED0C50" w:rsidP="00BE568B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7.3.1.2. _________________________________________</w:t>
      </w:r>
      <w:r w:rsidR="004A0571" w:rsidRPr="002E0D4E">
        <w:rPr>
          <w:sz w:val="28"/>
          <w:szCs w:val="28"/>
        </w:rPr>
        <w:t>__________________.</w:t>
      </w:r>
    </w:p>
    <w:p w:rsidR="00752C87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7.4. Расторжение настоящего Соглашения в одностороннем порядке осуществляется в случаях</w:t>
      </w:r>
      <w:r w:rsidR="00321AC4" w:rsidRPr="002E0D4E">
        <w:rPr>
          <w:sz w:val="28"/>
        </w:rPr>
        <w:t xml:space="preserve"> </w:t>
      </w:r>
      <w:r w:rsidR="00F6468F" w:rsidRPr="002E0D4E">
        <w:rPr>
          <w:sz w:val="28"/>
          <w:vertAlign w:val="superscript"/>
        </w:rPr>
        <w:t>5</w:t>
      </w:r>
      <w:r w:rsidR="00A16955" w:rsidRPr="002E0D4E">
        <w:rPr>
          <w:sz w:val="28"/>
          <w:vertAlign w:val="superscript"/>
        </w:rPr>
        <w:t>2</w:t>
      </w:r>
      <w:r w:rsidRPr="002E0D4E">
        <w:rPr>
          <w:sz w:val="28"/>
        </w:rPr>
        <w:t>:</w:t>
      </w:r>
    </w:p>
    <w:p w:rsidR="00752C87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7.4.1. реорганизации или прекращения деятельности Получателя;</w:t>
      </w:r>
    </w:p>
    <w:p w:rsidR="00752C87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7.4.2. нарушения Получателем порядка, целей и условий предоставления гранта, установленных Правилами предоставления гранта и настоящим Соглашением;</w:t>
      </w:r>
    </w:p>
    <w:p w:rsidR="00A34FED" w:rsidRPr="002E0D4E" w:rsidRDefault="00ED0C50" w:rsidP="00A3222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2E0D4E">
        <w:rPr>
          <w:sz w:val="28"/>
        </w:rPr>
        <w:t xml:space="preserve">7.4.3. </w:t>
      </w:r>
      <w:proofErr w:type="spellStart"/>
      <w:r w:rsidRPr="002E0D4E">
        <w:rPr>
          <w:sz w:val="28"/>
        </w:rPr>
        <w:t>недостижения</w:t>
      </w:r>
      <w:proofErr w:type="spellEnd"/>
      <w:r w:rsidRPr="002E0D4E">
        <w:rPr>
          <w:sz w:val="28"/>
        </w:rPr>
        <w:t xml:space="preserve"> Получателем установленных настоящим Соглашением результата(</w:t>
      </w:r>
      <w:proofErr w:type="spellStart"/>
      <w:r w:rsidRPr="002E0D4E">
        <w:rPr>
          <w:sz w:val="28"/>
        </w:rPr>
        <w:t>ов</w:t>
      </w:r>
      <w:proofErr w:type="spellEnd"/>
      <w:r w:rsidRPr="002E0D4E">
        <w:rPr>
          <w:sz w:val="28"/>
        </w:rPr>
        <w:t xml:space="preserve">) предоставления гранта или иных показателей, установленных в соответствии с </w:t>
      </w:r>
      <w:hyperlink w:anchor="P190" w:history="1">
        <w:r w:rsidRPr="002E0D4E">
          <w:rPr>
            <w:sz w:val="28"/>
          </w:rPr>
          <w:t>пунктом 4.1.</w:t>
        </w:r>
        <w:r w:rsidR="008511BC" w:rsidRPr="002E0D4E">
          <w:rPr>
            <w:sz w:val="28"/>
          </w:rPr>
          <w:t>4</w:t>
        </w:r>
        <w:r w:rsidRPr="002E0D4E">
          <w:rPr>
            <w:sz w:val="28"/>
          </w:rPr>
          <w:t>.2</w:t>
        </w:r>
      </w:hyperlink>
      <w:r w:rsidRPr="002E0D4E">
        <w:rPr>
          <w:sz w:val="28"/>
        </w:rPr>
        <w:t xml:space="preserve"> настоящего Соглашения </w:t>
      </w:r>
      <w:r w:rsidR="002B23B3" w:rsidRPr="002E0D4E">
        <w:rPr>
          <w:sz w:val="28"/>
          <w:vertAlign w:val="superscript"/>
        </w:rPr>
        <w:t>5</w:t>
      </w:r>
      <w:r w:rsidR="00A16955" w:rsidRPr="002E0D4E">
        <w:rPr>
          <w:sz w:val="28"/>
          <w:vertAlign w:val="superscript"/>
        </w:rPr>
        <w:t>3</w:t>
      </w:r>
      <w:r w:rsidR="00A34FED" w:rsidRPr="002E0D4E">
        <w:rPr>
          <w:sz w:val="28"/>
        </w:rPr>
        <w:t>;</w:t>
      </w:r>
    </w:p>
    <w:p w:rsidR="002C1D39" w:rsidRPr="002E0D4E" w:rsidRDefault="00ED0C50" w:rsidP="004A0571">
      <w:pPr>
        <w:spacing w:after="1" w:line="280" w:lineRule="atLeast"/>
        <w:ind w:firstLine="567"/>
        <w:jc w:val="both"/>
      </w:pPr>
      <w:r w:rsidRPr="002E0D4E">
        <w:rPr>
          <w:sz w:val="28"/>
          <w:szCs w:val="28"/>
        </w:rPr>
        <w:t>7.4.4. _________________________________________________________</w:t>
      </w:r>
      <w:r w:rsidR="009A2E37" w:rsidRPr="002E0D4E">
        <w:rPr>
          <w:sz w:val="28"/>
          <w:szCs w:val="28"/>
        </w:rPr>
        <w:t xml:space="preserve">___ </w:t>
      </w:r>
      <w:r w:rsidR="009A2E37" w:rsidRPr="002E0D4E">
        <w:rPr>
          <w:sz w:val="28"/>
          <w:szCs w:val="28"/>
          <w:vertAlign w:val="superscript"/>
        </w:rPr>
        <w:t>5</w:t>
      </w:r>
      <w:r w:rsidR="00A16955" w:rsidRPr="002E0D4E">
        <w:rPr>
          <w:sz w:val="28"/>
          <w:szCs w:val="28"/>
          <w:vertAlign w:val="superscript"/>
        </w:rPr>
        <w:t>4</w:t>
      </w:r>
      <w:r w:rsidR="002A5916" w:rsidRPr="002E0D4E">
        <w:rPr>
          <w:sz w:val="28"/>
          <w:szCs w:val="28"/>
        </w:rPr>
        <w:t>.</w:t>
      </w:r>
      <w:r w:rsidR="002C1D39" w:rsidRPr="002E0D4E">
        <w:t xml:space="preserve">                         </w:t>
      </w:r>
    </w:p>
    <w:p w:rsidR="00752C87" w:rsidRPr="002E0D4E" w:rsidRDefault="00ED0C50" w:rsidP="00A3222D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7.5. Расторжение настоящего Соглашения осуществляется по соглашению Сторон</w:t>
      </w:r>
      <w:r w:rsidR="007F42C7" w:rsidRPr="002E0D4E">
        <w:rPr>
          <w:sz w:val="28"/>
        </w:rPr>
        <w:t xml:space="preserve"> </w:t>
      </w:r>
      <w:r w:rsidR="007F42C7" w:rsidRPr="002E0D4E">
        <w:rPr>
          <w:sz w:val="28"/>
          <w:szCs w:val="28"/>
          <w:vertAlign w:val="superscript"/>
        </w:rPr>
        <w:t>5</w:t>
      </w:r>
      <w:r w:rsidR="00A16955" w:rsidRPr="002E0D4E">
        <w:rPr>
          <w:sz w:val="28"/>
          <w:szCs w:val="28"/>
          <w:vertAlign w:val="superscript"/>
        </w:rPr>
        <w:t>5</w:t>
      </w:r>
      <w:r w:rsidRPr="002E0D4E">
        <w:rPr>
          <w:sz w:val="28"/>
        </w:rPr>
        <w:t>.</w:t>
      </w:r>
    </w:p>
    <w:p w:rsidR="005857A9" w:rsidRPr="002E0D4E" w:rsidRDefault="005857A9" w:rsidP="005857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7.6.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Pr="002E0D4E">
        <w:rPr>
          <w:sz w:val="28"/>
          <w:szCs w:val="28"/>
        </w:rPr>
        <w:t>ами</w:t>
      </w:r>
      <w:proofErr w:type="spellEnd"/>
      <w:r w:rsidRPr="002E0D4E">
        <w:rPr>
          <w:sz w:val="28"/>
          <w:szCs w:val="28"/>
        </w:rPr>
        <w:t xml:space="preserve">) </w:t>
      </w:r>
      <w:hyperlink r:id="rId31" w:history="1">
        <w:r w:rsidRPr="002E0D4E">
          <w:rPr>
            <w:sz w:val="28"/>
            <w:szCs w:val="28"/>
            <w:vertAlign w:val="superscript"/>
          </w:rPr>
          <w:t>5</w:t>
        </w:r>
        <w:r w:rsidR="00A16955" w:rsidRPr="002E0D4E">
          <w:rPr>
            <w:sz w:val="28"/>
            <w:szCs w:val="28"/>
            <w:vertAlign w:val="superscript"/>
          </w:rPr>
          <w:t>6</w:t>
        </w:r>
      </w:hyperlink>
      <w:r w:rsidRPr="002E0D4E">
        <w:rPr>
          <w:sz w:val="28"/>
          <w:szCs w:val="28"/>
        </w:rPr>
        <w:t>:</w:t>
      </w:r>
    </w:p>
    <w:p w:rsidR="005857A9" w:rsidRPr="002E0D4E" w:rsidRDefault="005857A9" w:rsidP="005857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7.6.</w:t>
      </w:r>
      <w:r w:rsidR="00494ABE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857A9" w:rsidRPr="002E0D4E" w:rsidRDefault="005857A9" w:rsidP="005857A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7.6.</w:t>
      </w:r>
      <w:r w:rsidR="00494ABE" w:rsidRPr="002E0D4E">
        <w:rPr>
          <w:sz w:val="28"/>
          <w:szCs w:val="28"/>
        </w:rPr>
        <w:t>2</w:t>
      </w:r>
      <w:r w:rsidRPr="002E0D4E">
        <w:rPr>
          <w:sz w:val="28"/>
          <w:szCs w:val="28"/>
        </w:rPr>
        <w:t xml:space="preserve">. _____________________________________________________________. </w:t>
      </w:r>
      <w:hyperlink r:id="rId32" w:history="1">
        <w:r w:rsidRPr="002E0D4E">
          <w:rPr>
            <w:sz w:val="28"/>
            <w:szCs w:val="28"/>
            <w:vertAlign w:val="superscript"/>
          </w:rPr>
          <w:t>5</w:t>
        </w:r>
        <w:r w:rsidR="00A16955" w:rsidRPr="002E0D4E">
          <w:rPr>
            <w:sz w:val="28"/>
            <w:szCs w:val="28"/>
            <w:vertAlign w:val="superscript"/>
          </w:rPr>
          <w:t>7</w:t>
        </w:r>
      </w:hyperlink>
    </w:p>
    <w:p w:rsidR="00233447" w:rsidRPr="002E0D4E" w:rsidRDefault="00233447" w:rsidP="00A3222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7.</w:t>
      </w:r>
      <w:r w:rsidR="00494ABE" w:rsidRPr="002E0D4E">
        <w:rPr>
          <w:sz w:val="28"/>
          <w:szCs w:val="28"/>
        </w:rPr>
        <w:t>7</w:t>
      </w:r>
      <w:r w:rsidRPr="002E0D4E">
        <w:rPr>
          <w:sz w:val="28"/>
          <w:szCs w:val="28"/>
        </w:rPr>
        <w:t>.  Настоящее Соглашение заключено в форме бумажного документа в двух экземплярах, по одному для каждой из Сторон.</w:t>
      </w: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center"/>
        <w:outlineLvl w:val="1"/>
      </w:pPr>
      <w:bookmarkStart w:id="45" w:name="P418"/>
      <w:bookmarkEnd w:id="45"/>
      <w:r w:rsidRPr="002E0D4E">
        <w:rPr>
          <w:sz w:val="28"/>
        </w:rPr>
        <w:t>VIII. Платежные реквизиты Сторон</w:t>
      </w:r>
    </w:p>
    <w:p w:rsidR="00ED0C50" w:rsidRPr="002E0D4E" w:rsidRDefault="00ED0C50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961"/>
      </w:tblGrid>
      <w:tr w:rsidR="00ED0C50" w:rsidRPr="002E0D4E" w:rsidTr="00A46907">
        <w:tc>
          <w:tcPr>
            <w:tcW w:w="5307" w:type="dxa"/>
          </w:tcPr>
          <w:p w:rsidR="00ED0C50" w:rsidRPr="002E0D4E" w:rsidRDefault="00ED0C50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Сокращенное наименование</w:t>
            </w:r>
          </w:p>
          <w:p w:rsidR="002A5916" w:rsidRPr="002E0D4E" w:rsidRDefault="002A5916" w:rsidP="002A5916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2E0D4E">
              <w:rPr>
                <w:sz w:val="28"/>
                <w:szCs w:val="28"/>
              </w:rPr>
              <w:t>________________________________</w:t>
            </w:r>
          </w:p>
          <w:p w:rsidR="002A5916" w:rsidRPr="002E0D4E" w:rsidRDefault="00A717A9" w:rsidP="002A5916">
            <w:pPr>
              <w:autoSpaceDE w:val="0"/>
              <w:autoSpaceDN w:val="0"/>
              <w:adjustRightInd w:val="0"/>
              <w:jc w:val="center"/>
              <w:outlineLvl w:val="0"/>
            </w:pPr>
            <w:r w:rsidRPr="002E0D4E">
              <w:t>(Министерство, Комитет, Агентство, иной орган</w:t>
            </w:r>
          </w:p>
          <w:p w:rsidR="00A717A9" w:rsidRPr="002E0D4E" w:rsidRDefault="00A717A9" w:rsidP="002A5916">
            <w:pPr>
              <w:autoSpaceDE w:val="0"/>
              <w:autoSpaceDN w:val="0"/>
              <w:adjustRightInd w:val="0"/>
              <w:jc w:val="center"/>
              <w:outlineLvl w:val="0"/>
            </w:pPr>
            <w:r w:rsidRPr="002E0D4E">
              <w:t xml:space="preserve"> (организация))</w:t>
            </w:r>
          </w:p>
          <w:p w:rsidR="00ED0C50" w:rsidRPr="002E0D4E" w:rsidRDefault="00ED0C50" w:rsidP="004A23DE">
            <w:pPr>
              <w:spacing w:after="1" w:line="280" w:lineRule="atLeast"/>
              <w:jc w:val="center"/>
            </w:pPr>
          </w:p>
        </w:tc>
        <w:tc>
          <w:tcPr>
            <w:tcW w:w="4961" w:type="dxa"/>
          </w:tcPr>
          <w:p w:rsidR="002A5916" w:rsidRPr="002E0D4E" w:rsidRDefault="00ED0C50">
            <w:pPr>
              <w:spacing w:after="1" w:line="280" w:lineRule="atLeast"/>
              <w:jc w:val="center"/>
              <w:rPr>
                <w:sz w:val="28"/>
              </w:rPr>
            </w:pPr>
            <w:r w:rsidRPr="002E0D4E">
              <w:rPr>
                <w:sz w:val="28"/>
              </w:rPr>
              <w:t>Сокращенное наименование</w:t>
            </w:r>
          </w:p>
          <w:p w:rsidR="00ED0C50" w:rsidRPr="002E0D4E" w:rsidRDefault="00ED0C50">
            <w:pPr>
              <w:spacing w:after="1" w:line="280" w:lineRule="atLeast"/>
              <w:jc w:val="center"/>
              <w:rPr>
                <w:sz w:val="28"/>
              </w:rPr>
            </w:pPr>
            <w:r w:rsidRPr="002E0D4E">
              <w:rPr>
                <w:sz w:val="28"/>
              </w:rPr>
              <w:t xml:space="preserve"> Получателя</w:t>
            </w:r>
          </w:p>
          <w:p w:rsidR="002A5916" w:rsidRPr="002E0D4E" w:rsidRDefault="002A5916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___________________________</w:t>
            </w:r>
          </w:p>
        </w:tc>
      </w:tr>
      <w:tr w:rsidR="00ED0C50" w:rsidRPr="002E0D4E" w:rsidTr="00A46907">
        <w:tc>
          <w:tcPr>
            <w:tcW w:w="5307" w:type="dxa"/>
            <w:vMerge w:val="restart"/>
            <w:tcBorders>
              <w:bottom w:val="nil"/>
            </w:tcBorders>
          </w:tcPr>
          <w:p w:rsidR="00ED0C50" w:rsidRPr="002E0D4E" w:rsidRDefault="00ED0C50">
            <w:pPr>
              <w:spacing w:after="1" w:line="200" w:lineRule="atLeast"/>
              <w:jc w:val="both"/>
            </w:pPr>
            <w:r w:rsidRPr="002E0D4E">
              <w:rPr>
                <w:sz w:val="28"/>
                <w:szCs w:val="28"/>
              </w:rPr>
              <w:t>Наименование</w:t>
            </w:r>
            <w:r w:rsidRPr="002E0D4E">
              <w:t xml:space="preserve"> __________</w:t>
            </w:r>
            <w:r w:rsidR="002A5916" w:rsidRPr="002E0D4E">
              <w:t>_________________</w:t>
            </w:r>
            <w:r w:rsidRPr="002E0D4E">
              <w:t>_____</w:t>
            </w:r>
          </w:p>
          <w:p w:rsidR="00A717A9" w:rsidRPr="002E0D4E" w:rsidRDefault="00A717A9" w:rsidP="00A717A9">
            <w:pPr>
              <w:autoSpaceDE w:val="0"/>
              <w:autoSpaceDN w:val="0"/>
              <w:adjustRightInd w:val="0"/>
              <w:outlineLvl w:val="0"/>
            </w:pPr>
            <w:r w:rsidRPr="002E0D4E">
              <w:t xml:space="preserve">                         </w:t>
            </w:r>
            <w:r w:rsidR="002A5916" w:rsidRPr="002E0D4E">
              <w:t xml:space="preserve">         </w:t>
            </w:r>
            <w:r w:rsidRPr="002E0D4E">
              <w:t xml:space="preserve">  (Министерство, Комитет, Агентство,</w:t>
            </w:r>
          </w:p>
          <w:p w:rsidR="00ED0C50" w:rsidRPr="002E0D4E" w:rsidRDefault="00A717A9" w:rsidP="002A5916">
            <w:pPr>
              <w:autoSpaceDE w:val="0"/>
              <w:autoSpaceDN w:val="0"/>
              <w:adjustRightInd w:val="0"/>
              <w:outlineLvl w:val="0"/>
            </w:pPr>
            <w:r w:rsidRPr="002E0D4E">
              <w:t xml:space="preserve">                                    </w:t>
            </w:r>
            <w:r w:rsidR="002A5916" w:rsidRPr="002E0D4E">
              <w:t xml:space="preserve">           </w:t>
            </w:r>
            <w:r w:rsidRPr="002E0D4E">
              <w:t xml:space="preserve">  иной орган (организация))</w:t>
            </w:r>
          </w:p>
        </w:tc>
        <w:tc>
          <w:tcPr>
            <w:tcW w:w="4961" w:type="dxa"/>
            <w:tcBorders>
              <w:bottom w:val="nil"/>
            </w:tcBorders>
          </w:tcPr>
          <w:p w:rsidR="002A5916" w:rsidRPr="002E0D4E" w:rsidRDefault="00ED0C50">
            <w:pPr>
              <w:spacing w:after="1" w:line="280" w:lineRule="atLeast"/>
              <w:rPr>
                <w:sz w:val="28"/>
                <w:szCs w:val="28"/>
              </w:rPr>
            </w:pPr>
            <w:r w:rsidRPr="002E0D4E">
              <w:rPr>
                <w:sz w:val="28"/>
                <w:szCs w:val="28"/>
              </w:rPr>
              <w:t>Наименование Получателя</w:t>
            </w:r>
            <w:r w:rsidR="002A5916" w:rsidRPr="002E0D4E">
              <w:rPr>
                <w:sz w:val="28"/>
                <w:szCs w:val="28"/>
              </w:rPr>
              <w:t>___________</w:t>
            </w:r>
          </w:p>
          <w:p w:rsidR="00ED0C50" w:rsidRPr="002E0D4E" w:rsidRDefault="002A5916">
            <w:pPr>
              <w:spacing w:after="1" w:line="280" w:lineRule="atLeast"/>
            </w:pPr>
            <w:r w:rsidRPr="002E0D4E">
              <w:t>_______________</w:t>
            </w:r>
            <w:r w:rsidR="00711FD7" w:rsidRPr="002E0D4E">
              <w:t>_</w:t>
            </w:r>
            <w:r w:rsidRPr="002E0D4E">
              <w:t>____</w:t>
            </w:r>
            <w:r w:rsidR="00711FD7" w:rsidRPr="002E0D4E">
              <w:t>____________________</w:t>
            </w:r>
          </w:p>
        </w:tc>
      </w:tr>
      <w:tr w:rsidR="00ED0C50" w:rsidRPr="002E0D4E" w:rsidTr="002A5916">
        <w:tblPrEx>
          <w:tblBorders>
            <w:insideH w:val="nil"/>
          </w:tblBorders>
        </w:tblPrEx>
        <w:trPr>
          <w:trHeight w:val="40"/>
        </w:trPr>
        <w:tc>
          <w:tcPr>
            <w:tcW w:w="5307" w:type="dxa"/>
            <w:vMerge/>
            <w:tcBorders>
              <w:bottom w:val="nil"/>
            </w:tcBorders>
          </w:tcPr>
          <w:p w:rsidR="00ED0C50" w:rsidRPr="002E0D4E" w:rsidRDefault="00ED0C50"/>
        </w:tc>
        <w:tc>
          <w:tcPr>
            <w:tcW w:w="4961" w:type="dxa"/>
            <w:tcBorders>
              <w:top w:val="nil"/>
              <w:bottom w:val="nil"/>
            </w:tcBorders>
            <w:vAlign w:val="bottom"/>
          </w:tcPr>
          <w:p w:rsidR="00ED0C50" w:rsidRPr="002E0D4E" w:rsidRDefault="00ED0C50">
            <w:pPr>
              <w:spacing w:after="1" w:line="280" w:lineRule="atLeast"/>
            </w:pPr>
          </w:p>
        </w:tc>
      </w:tr>
      <w:tr w:rsidR="00ED0C50" w:rsidRPr="002E0D4E" w:rsidTr="00A46907">
        <w:tblPrEx>
          <w:tblBorders>
            <w:insideH w:val="nil"/>
          </w:tblBorders>
        </w:tblPrEx>
        <w:tc>
          <w:tcPr>
            <w:tcW w:w="5307" w:type="dxa"/>
            <w:tcBorders>
              <w:top w:val="nil"/>
            </w:tcBorders>
          </w:tcPr>
          <w:p w:rsidR="00ED0C50" w:rsidRPr="002E0D4E" w:rsidRDefault="00ED0C50">
            <w:pPr>
              <w:spacing w:after="1" w:line="280" w:lineRule="atLeast"/>
            </w:pPr>
            <w:r w:rsidRPr="002E0D4E">
              <w:rPr>
                <w:sz w:val="28"/>
              </w:rPr>
              <w:t xml:space="preserve">ОГРН, </w:t>
            </w:r>
            <w:hyperlink r:id="rId33" w:history="1">
              <w:r w:rsidRPr="002E0D4E">
                <w:rPr>
                  <w:sz w:val="28"/>
                </w:rPr>
                <w:t>ОКТМО</w:t>
              </w:r>
            </w:hyperlink>
          </w:p>
        </w:tc>
        <w:tc>
          <w:tcPr>
            <w:tcW w:w="4961" w:type="dxa"/>
            <w:tcBorders>
              <w:top w:val="nil"/>
            </w:tcBorders>
          </w:tcPr>
          <w:p w:rsidR="00ED0C50" w:rsidRPr="002E0D4E" w:rsidRDefault="002A5916">
            <w:pPr>
              <w:spacing w:after="1" w:line="280" w:lineRule="atLeast"/>
            </w:pPr>
            <w:r w:rsidRPr="002E0D4E">
              <w:rPr>
                <w:sz w:val="28"/>
              </w:rPr>
              <w:t xml:space="preserve">ОГРН, </w:t>
            </w:r>
            <w:hyperlink r:id="rId34" w:history="1">
              <w:r w:rsidRPr="002E0D4E">
                <w:rPr>
                  <w:sz w:val="28"/>
                </w:rPr>
                <w:t>ОКТМО</w:t>
              </w:r>
            </w:hyperlink>
          </w:p>
        </w:tc>
      </w:tr>
      <w:tr w:rsidR="00ED0C50" w:rsidRPr="002E0D4E" w:rsidTr="00A46907">
        <w:tblPrEx>
          <w:tblBorders>
            <w:insideH w:val="nil"/>
          </w:tblBorders>
        </w:tblPrEx>
        <w:tc>
          <w:tcPr>
            <w:tcW w:w="5307" w:type="dxa"/>
            <w:tcBorders>
              <w:bottom w:val="nil"/>
            </w:tcBorders>
          </w:tcPr>
          <w:p w:rsidR="00ED0C50" w:rsidRPr="002E0D4E" w:rsidRDefault="00ED0C50">
            <w:pPr>
              <w:spacing w:after="1" w:line="280" w:lineRule="atLeast"/>
            </w:pPr>
            <w:r w:rsidRPr="002E0D4E">
              <w:rPr>
                <w:sz w:val="28"/>
              </w:rPr>
              <w:t>Место нахождения:</w:t>
            </w:r>
          </w:p>
        </w:tc>
        <w:tc>
          <w:tcPr>
            <w:tcW w:w="4961" w:type="dxa"/>
            <w:tcBorders>
              <w:bottom w:val="nil"/>
            </w:tcBorders>
          </w:tcPr>
          <w:p w:rsidR="00ED0C50" w:rsidRPr="002E0D4E" w:rsidRDefault="00ED0C50">
            <w:pPr>
              <w:spacing w:after="1" w:line="280" w:lineRule="atLeast"/>
            </w:pPr>
            <w:r w:rsidRPr="002E0D4E">
              <w:rPr>
                <w:sz w:val="28"/>
              </w:rPr>
              <w:t>Место нахождения:</w:t>
            </w:r>
          </w:p>
        </w:tc>
      </w:tr>
      <w:tr w:rsidR="00ED0C50" w:rsidRPr="002E0D4E" w:rsidTr="00A46907">
        <w:tblPrEx>
          <w:tblBorders>
            <w:insideH w:val="nil"/>
          </w:tblBorders>
        </w:tblPrEx>
        <w:tc>
          <w:tcPr>
            <w:tcW w:w="5307" w:type="dxa"/>
            <w:tcBorders>
              <w:top w:val="nil"/>
            </w:tcBorders>
          </w:tcPr>
          <w:p w:rsidR="00ED0C50" w:rsidRPr="002E0D4E" w:rsidRDefault="00ED0C50">
            <w:pPr>
              <w:spacing w:after="1" w:line="280" w:lineRule="atLeast"/>
            </w:pPr>
          </w:p>
        </w:tc>
        <w:tc>
          <w:tcPr>
            <w:tcW w:w="4961" w:type="dxa"/>
            <w:tcBorders>
              <w:top w:val="nil"/>
            </w:tcBorders>
          </w:tcPr>
          <w:p w:rsidR="00ED0C50" w:rsidRPr="002E0D4E" w:rsidRDefault="00ED0C50">
            <w:pPr>
              <w:spacing w:after="1" w:line="280" w:lineRule="atLeast"/>
            </w:pPr>
          </w:p>
        </w:tc>
      </w:tr>
      <w:tr w:rsidR="00ED0C50" w:rsidRPr="002E0D4E" w:rsidTr="00A46907">
        <w:tc>
          <w:tcPr>
            <w:tcW w:w="5307" w:type="dxa"/>
          </w:tcPr>
          <w:p w:rsidR="00ED0C50" w:rsidRPr="002E0D4E" w:rsidRDefault="00ED0C50" w:rsidP="000026E4">
            <w:pPr>
              <w:spacing w:after="1" w:line="280" w:lineRule="atLeast"/>
            </w:pPr>
            <w:r w:rsidRPr="002E0D4E">
              <w:rPr>
                <w:sz w:val="28"/>
              </w:rPr>
              <w:t xml:space="preserve">ИНН/КПП </w:t>
            </w:r>
          </w:p>
        </w:tc>
        <w:tc>
          <w:tcPr>
            <w:tcW w:w="4961" w:type="dxa"/>
          </w:tcPr>
          <w:p w:rsidR="00ED0C50" w:rsidRPr="002E0D4E" w:rsidRDefault="00ED0C50" w:rsidP="000026E4">
            <w:pPr>
              <w:spacing w:after="1" w:line="280" w:lineRule="atLeast"/>
            </w:pPr>
            <w:r w:rsidRPr="002E0D4E">
              <w:rPr>
                <w:sz w:val="28"/>
              </w:rPr>
              <w:t xml:space="preserve">ИНН/КПП </w:t>
            </w:r>
          </w:p>
        </w:tc>
      </w:tr>
      <w:tr w:rsidR="00ED0C50" w:rsidRPr="002E0D4E" w:rsidTr="00A46907">
        <w:tc>
          <w:tcPr>
            <w:tcW w:w="5307" w:type="dxa"/>
          </w:tcPr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Платежные реквизиты:</w:t>
            </w:r>
          </w:p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Наименование учреждения Банка России,</w:t>
            </w:r>
          </w:p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БИК</w:t>
            </w:r>
          </w:p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Расчетный счет</w:t>
            </w:r>
          </w:p>
          <w:p w:rsidR="00ED0C50" w:rsidRPr="002E0D4E" w:rsidRDefault="00FB5B94" w:rsidP="00FB5B94">
            <w:pPr>
              <w:spacing w:after="1" w:line="280" w:lineRule="atLeast"/>
            </w:pPr>
            <w:r w:rsidRPr="002E0D4E">
              <w:rPr>
                <w:sz w:val="28"/>
              </w:rPr>
              <w:t>Лицевой счет в Министерстве финансов Республики Татарстан</w:t>
            </w:r>
          </w:p>
        </w:tc>
        <w:tc>
          <w:tcPr>
            <w:tcW w:w="4961" w:type="dxa"/>
          </w:tcPr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Платежные реквизиты:</w:t>
            </w:r>
          </w:p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Наименование учреждения Банка России,</w:t>
            </w:r>
          </w:p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БИК</w:t>
            </w:r>
          </w:p>
          <w:p w:rsidR="00FB5B94" w:rsidRPr="002E0D4E" w:rsidRDefault="00FB5B94" w:rsidP="00FB5B94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Расчетный счет</w:t>
            </w:r>
          </w:p>
          <w:p w:rsidR="00ED0C50" w:rsidRPr="002E0D4E" w:rsidRDefault="00FB5B94" w:rsidP="00FB5B94">
            <w:pPr>
              <w:spacing w:after="1" w:line="280" w:lineRule="atLeast"/>
            </w:pPr>
            <w:r w:rsidRPr="002E0D4E">
              <w:rPr>
                <w:sz w:val="28"/>
              </w:rPr>
              <w:t xml:space="preserve">Лицевой счет в Министерстве финансов </w:t>
            </w:r>
            <w:r w:rsidRPr="002E0D4E">
              <w:rPr>
                <w:sz w:val="28"/>
              </w:rPr>
              <w:lastRenderedPageBreak/>
              <w:t>Республики Татарстан</w:t>
            </w:r>
          </w:p>
        </w:tc>
      </w:tr>
    </w:tbl>
    <w:p w:rsidR="00FB5B94" w:rsidRPr="002E0D4E" w:rsidRDefault="00FB5B94" w:rsidP="00FB5B94">
      <w:pPr>
        <w:autoSpaceDE w:val="0"/>
        <w:autoSpaceDN w:val="0"/>
        <w:adjustRightInd w:val="0"/>
        <w:jc w:val="both"/>
        <w:outlineLvl w:val="0"/>
      </w:pP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center"/>
        <w:outlineLvl w:val="1"/>
      </w:pPr>
      <w:r w:rsidRPr="002E0D4E">
        <w:rPr>
          <w:sz w:val="28"/>
        </w:rPr>
        <w:t>IX. Подписи Сторон</w:t>
      </w:r>
    </w:p>
    <w:p w:rsidR="00ED0C50" w:rsidRPr="002E0D4E" w:rsidRDefault="00ED0C50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4819"/>
      </w:tblGrid>
      <w:tr w:rsidR="00ED0C50" w:rsidRPr="002E0D4E" w:rsidTr="004A23DE">
        <w:tc>
          <w:tcPr>
            <w:tcW w:w="5449" w:type="dxa"/>
          </w:tcPr>
          <w:p w:rsidR="00ED0C50" w:rsidRPr="002E0D4E" w:rsidRDefault="00ED0C50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Сокращенное наименование</w:t>
            </w:r>
          </w:p>
          <w:p w:rsidR="00ED0C50" w:rsidRPr="002E0D4E" w:rsidRDefault="00ED0C50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_______________________________</w:t>
            </w:r>
          </w:p>
          <w:p w:rsidR="002A5916" w:rsidRPr="002E0D4E" w:rsidRDefault="00DD59EA" w:rsidP="002A5916">
            <w:pPr>
              <w:autoSpaceDE w:val="0"/>
              <w:autoSpaceDN w:val="0"/>
              <w:adjustRightInd w:val="0"/>
              <w:jc w:val="center"/>
              <w:outlineLvl w:val="0"/>
            </w:pPr>
            <w:r w:rsidRPr="002E0D4E">
              <w:t>(Министерство, Комитет, Агентство, иной орган</w:t>
            </w:r>
          </w:p>
          <w:p w:rsidR="00DD59EA" w:rsidRPr="002E0D4E" w:rsidRDefault="00DD59EA" w:rsidP="002A5916">
            <w:pPr>
              <w:autoSpaceDE w:val="0"/>
              <w:autoSpaceDN w:val="0"/>
              <w:adjustRightInd w:val="0"/>
              <w:jc w:val="center"/>
              <w:outlineLvl w:val="0"/>
            </w:pPr>
            <w:r w:rsidRPr="002E0D4E">
              <w:t xml:space="preserve"> (организация))</w:t>
            </w:r>
          </w:p>
          <w:p w:rsidR="00ED0C50" w:rsidRPr="002E0D4E" w:rsidRDefault="00ED0C50" w:rsidP="004A23DE">
            <w:pPr>
              <w:spacing w:after="1" w:line="200" w:lineRule="atLeast"/>
              <w:jc w:val="both"/>
            </w:pPr>
          </w:p>
        </w:tc>
        <w:tc>
          <w:tcPr>
            <w:tcW w:w="4819" w:type="dxa"/>
          </w:tcPr>
          <w:p w:rsidR="00ED0C50" w:rsidRPr="002E0D4E" w:rsidRDefault="00ED0C50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Сокращенное наименование Получателя</w:t>
            </w:r>
          </w:p>
        </w:tc>
      </w:tr>
      <w:tr w:rsidR="00ED0C50" w:rsidRPr="002E0D4E" w:rsidTr="004A23DE">
        <w:tc>
          <w:tcPr>
            <w:tcW w:w="5449" w:type="dxa"/>
          </w:tcPr>
          <w:p w:rsidR="00ED0C50" w:rsidRPr="002E0D4E" w:rsidRDefault="00ED0C50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ED0C50" w:rsidRPr="002E0D4E" w:rsidRDefault="00ED0C50">
            <w:pPr>
              <w:spacing w:after="1" w:line="200" w:lineRule="atLeast"/>
              <w:jc w:val="both"/>
            </w:pPr>
            <w:r w:rsidRPr="002E0D4E">
              <w:t xml:space="preserve"> (подпись)          (ФИО)</w:t>
            </w:r>
          </w:p>
        </w:tc>
        <w:tc>
          <w:tcPr>
            <w:tcW w:w="4819" w:type="dxa"/>
          </w:tcPr>
          <w:p w:rsidR="00ED0C50" w:rsidRPr="002E0D4E" w:rsidRDefault="00ED0C50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ED0C50" w:rsidRPr="002E0D4E" w:rsidRDefault="00ED0C50">
            <w:pPr>
              <w:spacing w:after="1" w:line="200" w:lineRule="atLeast"/>
              <w:jc w:val="both"/>
            </w:pPr>
            <w:r w:rsidRPr="002E0D4E">
              <w:t xml:space="preserve"> (подпись)         (ФИО)</w:t>
            </w:r>
          </w:p>
        </w:tc>
      </w:tr>
    </w:tbl>
    <w:p w:rsidR="00ED0C50" w:rsidRPr="002E0D4E" w:rsidRDefault="00BE47EE" w:rsidP="00C876F4">
      <w:pPr>
        <w:spacing w:after="1" w:line="280" w:lineRule="atLeast"/>
        <w:ind w:right="-143"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</w:t>
      </w:r>
      <w:r w:rsidR="00A50854" w:rsidRPr="002E0D4E">
        <w:rPr>
          <w:sz w:val="24"/>
          <w:szCs w:val="24"/>
        </w:rPr>
        <w:t>____________</w:t>
      </w:r>
    </w:p>
    <w:p w:rsidR="00DD59EA" w:rsidRPr="002E0D4E" w:rsidRDefault="00ED0C50" w:rsidP="00DD59EA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bookmarkStart w:id="46" w:name="P461"/>
      <w:bookmarkEnd w:id="46"/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В случае, если соглашение о предоставлении из бюджета </w:t>
      </w:r>
      <w:r w:rsidR="00752C87" w:rsidRPr="002E0D4E">
        <w:rPr>
          <w:sz w:val="24"/>
          <w:szCs w:val="24"/>
        </w:rPr>
        <w:t xml:space="preserve">Республики Татарстан </w:t>
      </w:r>
      <w:r w:rsidRPr="002E0D4E">
        <w:rPr>
          <w:sz w:val="24"/>
          <w:szCs w:val="24"/>
        </w:rPr>
        <w:t xml:space="preserve">гранта в форме субсидии в соответствии с </w:t>
      </w:r>
      <w:hyperlink r:id="rId35" w:history="1">
        <w:r w:rsidRPr="002E0D4E">
          <w:rPr>
            <w:sz w:val="24"/>
            <w:szCs w:val="24"/>
          </w:rPr>
          <w:t>пунктом 7 статьи 78</w:t>
        </w:r>
      </w:hyperlink>
      <w:r w:rsidRPr="002E0D4E">
        <w:rPr>
          <w:sz w:val="24"/>
          <w:szCs w:val="24"/>
        </w:rPr>
        <w:t xml:space="preserve"> Бюджетного кодекса Российской Федерации в соответствии с настоящей Типовой формой,</w:t>
      </w:r>
      <w:r w:rsidR="001D659B" w:rsidRPr="002E0D4E">
        <w:rPr>
          <w:sz w:val="24"/>
          <w:szCs w:val="24"/>
        </w:rPr>
        <w:t xml:space="preserve">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</w:p>
    <w:p w:rsidR="001C2C42" w:rsidRPr="002E0D4E" w:rsidRDefault="00EB1076" w:rsidP="00DD59EA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237227" w:rsidRPr="002E0D4E">
        <w:rPr>
          <w:sz w:val="24"/>
          <w:szCs w:val="24"/>
        </w:rPr>
        <w:t xml:space="preserve"> Указывается соответственно </w:t>
      </w:r>
      <w:r w:rsidR="00DD59EA" w:rsidRPr="002E0D4E">
        <w:rPr>
          <w:sz w:val="24"/>
          <w:szCs w:val="24"/>
        </w:rPr>
        <w:t>Министерство, Комитет, Агентство, иной орган (организация)</w:t>
      </w:r>
      <w:r w:rsidR="00237227" w:rsidRPr="002E0D4E">
        <w:rPr>
          <w:sz w:val="24"/>
          <w:szCs w:val="24"/>
        </w:rPr>
        <w:t>, осуществляющи</w:t>
      </w:r>
      <w:r w:rsidR="007F3B8D" w:rsidRPr="002E0D4E">
        <w:rPr>
          <w:sz w:val="24"/>
          <w:szCs w:val="24"/>
        </w:rPr>
        <w:t>е</w:t>
      </w:r>
      <w:r w:rsidR="00237227" w:rsidRPr="002E0D4E">
        <w:rPr>
          <w:sz w:val="24"/>
          <w:szCs w:val="24"/>
        </w:rPr>
        <w:t xml:space="preserve"> в соответствии с бюджетным законодательством Российской Федерации функции главного распорядителя средств бюджета Республики Татарстан.</w:t>
      </w:r>
    </w:p>
    <w:p w:rsidR="001C2C42" w:rsidRPr="002E0D4E" w:rsidRDefault="001C2C42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 xml:space="preserve">3 </w:t>
      </w:r>
      <w:r w:rsidRPr="002E0D4E">
        <w:rPr>
          <w:sz w:val="24"/>
          <w:szCs w:val="24"/>
        </w:rPr>
        <w:t>Указывается срок</w:t>
      </w:r>
      <w:r w:rsidR="009432C0" w:rsidRPr="002E0D4E">
        <w:rPr>
          <w:sz w:val="24"/>
          <w:szCs w:val="24"/>
        </w:rPr>
        <w:t>,</w:t>
      </w:r>
      <w:r w:rsidRPr="002E0D4E">
        <w:rPr>
          <w:sz w:val="24"/>
          <w:szCs w:val="24"/>
        </w:rPr>
        <w:t xml:space="preserve"> на который предоставляется грант.</w:t>
      </w:r>
    </w:p>
    <w:p w:rsidR="00934B85" w:rsidRPr="002E0D4E" w:rsidRDefault="00C5643F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907DBA" w:rsidRPr="002E0D4E">
        <w:rPr>
          <w:sz w:val="24"/>
          <w:szCs w:val="24"/>
        </w:rPr>
        <w:t xml:space="preserve"> Указывается цель предоставления гранта в соответствии с Правилами предоставления гранта.</w:t>
      </w:r>
    </w:p>
    <w:p w:rsidR="000A337F" w:rsidRPr="002E0D4E" w:rsidRDefault="00655AEB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934B85" w:rsidRPr="002E0D4E">
        <w:rPr>
          <w:sz w:val="24"/>
          <w:szCs w:val="24"/>
        </w:rPr>
        <w:t xml:space="preserve"> Указываются конкретные проекты (мероприятия) в случае, если это</w:t>
      </w:r>
      <w:r w:rsidR="00D85BA2" w:rsidRPr="002E0D4E">
        <w:rPr>
          <w:sz w:val="24"/>
          <w:szCs w:val="24"/>
        </w:rPr>
        <w:t xml:space="preserve"> </w:t>
      </w:r>
      <w:r w:rsidR="00934B85" w:rsidRPr="002E0D4E">
        <w:rPr>
          <w:sz w:val="24"/>
          <w:szCs w:val="24"/>
        </w:rPr>
        <w:t>установлено Правилами предоставления гранта.</w:t>
      </w:r>
    </w:p>
    <w:p w:rsidR="00CA652F" w:rsidRPr="002E0D4E" w:rsidRDefault="00541E0D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6</w:t>
      </w:r>
      <w:r w:rsidR="0017727E" w:rsidRPr="002E0D4E">
        <w:rPr>
          <w:sz w:val="24"/>
          <w:szCs w:val="24"/>
        </w:rPr>
        <w:t xml:space="preserve"> Приложение, указанное в </w:t>
      </w:r>
      <w:hyperlink r:id="rId36" w:history="1">
        <w:r w:rsidR="0017727E" w:rsidRPr="002E0D4E">
          <w:rPr>
            <w:sz w:val="24"/>
            <w:szCs w:val="24"/>
          </w:rPr>
          <w:t>пункте 1.2</w:t>
        </w:r>
      </w:hyperlink>
      <w:r w:rsidR="0017727E" w:rsidRPr="002E0D4E">
        <w:rPr>
          <w:sz w:val="24"/>
          <w:szCs w:val="24"/>
        </w:rPr>
        <w:t xml:space="preserve"> настоящей Типовой формы, оформляется в соответствии с </w:t>
      </w:r>
      <w:hyperlink r:id="rId37" w:history="1">
        <w:r w:rsidR="0017727E" w:rsidRPr="002E0D4E">
          <w:rPr>
            <w:sz w:val="24"/>
            <w:szCs w:val="24"/>
          </w:rPr>
          <w:t xml:space="preserve">приложением </w:t>
        </w:r>
        <w:r w:rsidR="00DD0679" w:rsidRPr="002E0D4E">
          <w:rPr>
            <w:sz w:val="24"/>
            <w:szCs w:val="24"/>
          </w:rPr>
          <w:t>№</w:t>
        </w:r>
        <w:r w:rsidR="0017727E" w:rsidRPr="002E0D4E">
          <w:rPr>
            <w:sz w:val="24"/>
            <w:szCs w:val="24"/>
          </w:rPr>
          <w:t xml:space="preserve"> </w:t>
        </w:r>
      </w:hyperlink>
      <w:r w:rsidRPr="002E0D4E">
        <w:rPr>
          <w:sz w:val="24"/>
          <w:szCs w:val="24"/>
        </w:rPr>
        <w:t>1</w:t>
      </w:r>
      <w:r w:rsidR="0017727E" w:rsidRPr="002E0D4E">
        <w:rPr>
          <w:sz w:val="24"/>
          <w:szCs w:val="24"/>
        </w:rPr>
        <w:t xml:space="preserve"> к настоящей Типовой форме.</w:t>
      </w:r>
    </w:p>
    <w:p w:rsidR="001C72A6" w:rsidRPr="002E0D4E" w:rsidRDefault="00541E0D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7</w:t>
      </w:r>
      <w:r w:rsidR="00CA652F" w:rsidRPr="002E0D4E">
        <w:rPr>
          <w:sz w:val="24"/>
          <w:szCs w:val="24"/>
        </w:rPr>
        <w:t xml:space="preserve"> Указывается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:rsidR="001C72A6" w:rsidRPr="002E0D4E" w:rsidRDefault="00A16955" w:rsidP="002608E3">
      <w:pPr>
        <w:autoSpaceDE w:val="0"/>
        <w:autoSpaceDN w:val="0"/>
        <w:adjustRightInd w:val="0"/>
        <w:ind w:right="-1" w:firstLine="540"/>
        <w:jc w:val="both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sz w:val="24"/>
          <w:szCs w:val="24"/>
          <w:vertAlign w:val="superscript"/>
          <w:lang w:eastAsia="en-US"/>
        </w:rPr>
        <w:t>8</w:t>
      </w:r>
      <w:r w:rsidR="004722CF" w:rsidRPr="002E0D4E">
        <w:rPr>
          <w:rFonts w:eastAsiaTheme="minorHAnsi"/>
          <w:sz w:val="24"/>
          <w:szCs w:val="24"/>
          <w:lang w:eastAsia="en-US"/>
        </w:rPr>
        <w:t xml:space="preserve"> Предусматривается при наличии такого акта </w:t>
      </w:r>
      <w:r w:rsidR="00F15549" w:rsidRPr="002E0D4E">
        <w:rPr>
          <w:rFonts w:eastAsiaTheme="minorHAnsi"/>
          <w:sz w:val="24"/>
          <w:szCs w:val="24"/>
          <w:lang w:eastAsia="en-US"/>
        </w:rPr>
        <w:t>Кабинета Министров Республики Татарстан</w:t>
      </w:r>
      <w:r w:rsidR="00356669" w:rsidRPr="002E0D4E">
        <w:rPr>
          <w:rFonts w:eastAsiaTheme="minorHAnsi"/>
          <w:sz w:val="24"/>
          <w:szCs w:val="24"/>
          <w:lang w:eastAsia="en-US"/>
        </w:rPr>
        <w:t xml:space="preserve"> (</w:t>
      </w:r>
      <w:r w:rsidR="00356669" w:rsidRPr="002E0D4E">
        <w:rPr>
          <w:sz w:val="24"/>
          <w:szCs w:val="24"/>
        </w:rPr>
        <w:t>применяется при заключении соглашений начиная с заключения соглашений на 2021 год)</w:t>
      </w:r>
      <w:r w:rsidR="004722CF" w:rsidRPr="002E0D4E">
        <w:rPr>
          <w:rFonts w:eastAsiaTheme="minorHAnsi"/>
          <w:sz w:val="24"/>
          <w:szCs w:val="24"/>
          <w:lang w:eastAsia="en-US"/>
        </w:rPr>
        <w:t>.</w:t>
      </w:r>
    </w:p>
    <w:p w:rsidR="004722CF" w:rsidRPr="002E0D4E" w:rsidRDefault="00A16955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rFonts w:eastAsiaTheme="minorHAnsi"/>
          <w:sz w:val="24"/>
          <w:szCs w:val="24"/>
          <w:vertAlign w:val="superscript"/>
          <w:lang w:eastAsia="en-US"/>
        </w:rPr>
        <w:t>9</w:t>
      </w:r>
      <w:r w:rsidR="004722CF" w:rsidRPr="002E0D4E">
        <w:rPr>
          <w:rFonts w:eastAsiaTheme="minorHAnsi"/>
          <w:sz w:val="24"/>
          <w:szCs w:val="24"/>
          <w:lang w:eastAsia="en-US"/>
        </w:rPr>
        <w:t xml:space="preserve"> Указывается ежегодный размер гранта за пределами планового периода</w:t>
      </w:r>
      <w:r w:rsidR="004722CF" w:rsidRPr="002E0D4E">
        <w:rPr>
          <w:rFonts w:eastAsiaTheme="minorHAnsi"/>
          <w:sz w:val="24"/>
          <w:szCs w:val="24"/>
          <w:lang w:eastAsia="en-US"/>
        </w:rPr>
        <w:br/>
        <w:t xml:space="preserve">в пределах средств и сроков, установленных актом </w:t>
      </w:r>
      <w:r w:rsidR="005A7AA7" w:rsidRPr="002E0D4E">
        <w:rPr>
          <w:rFonts w:eastAsiaTheme="minorHAnsi"/>
          <w:sz w:val="24"/>
          <w:szCs w:val="24"/>
          <w:lang w:eastAsia="en-US"/>
        </w:rPr>
        <w:t>Кабинета Министров Республики Татарстан</w:t>
      </w:r>
      <w:r w:rsidR="00F52EEE" w:rsidRPr="002E0D4E">
        <w:rPr>
          <w:rFonts w:eastAsiaTheme="minorHAnsi"/>
          <w:sz w:val="24"/>
          <w:szCs w:val="24"/>
          <w:lang w:eastAsia="en-US"/>
        </w:rPr>
        <w:t>, указанным в пункте 2.1.2.</w:t>
      </w:r>
      <w:r w:rsidR="004722CF" w:rsidRPr="002E0D4E">
        <w:rPr>
          <w:rFonts w:eastAsiaTheme="minorHAnsi"/>
          <w:sz w:val="24"/>
          <w:szCs w:val="24"/>
          <w:lang w:eastAsia="en-US"/>
        </w:rPr>
        <w:t xml:space="preserve"> настоящей Типовой формы</w:t>
      </w:r>
      <w:r w:rsidR="00356669" w:rsidRPr="002E0D4E">
        <w:rPr>
          <w:rFonts w:eastAsiaTheme="minorHAnsi"/>
          <w:sz w:val="24"/>
          <w:szCs w:val="24"/>
          <w:lang w:eastAsia="en-US"/>
        </w:rPr>
        <w:t xml:space="preserve"> (</w:t>
      </w:r>
      <w:r w:rsidR="00356669" w:rsidRPr="002E0D4E">
        <w:rPr>
          <w:sz w:val="24"/>
          <w:szCs w:val="24"/>
        </w:rPr>
        <w:t>применяется при заключении соглашений начиная с заключения соглашений на 2021 год)</w:t>
      </w:r>
      <w:r w:rsidR="004722CF" w:rsidRPr="002E0D4E">
        <w:rPr>
          <w:rFonts w:eastAsiaTheme="minorHAnsi"/>
          <w:sz w:val="24"/>
          <w:szCs w:val="24"/>
          <w:lang w:eastAsia="en-US"/>
        </w:rPr>
        <w:t>.</w:t>
      </w:r>
    </w:p>
    <w:p w:rsidR="00D25544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10</w:t>
      </w:r>
      <w:r w:rsidR="00D25544" w:rsidRPr="002E0D4E">
        <w:rPr>
          <w:sz w:val="24"/>
          <w:szCs w:val="24"/>
        </w:rPr>
        <w:t xml:space="preserve"> Указываются конкретные документы в случае, если это установлено Правилами предоставления гранта</w:t>
      </w:r>
      <w:bookmarkStart w:id="47" w:name="P141"/>
      <w:bookmarkEnd w:id="47"/>
      <w:r w:rsidR="00D25544" w:rsidRPr="002E0D4E">
        <w:rPr>
          <w:sz w:val="24"/>
          <w:szCs w:val="24"/>
        </w:rPr>
        <w:t>.</w:t>
      </w:r>
    </w:p>
    <w:p w:rsidR="00BC4CC8" w:rsidRPr="002E0D4E" w:rsidRDefault="00A16955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 xml:space="preserve">11 </w:t>
      </w:r>
      <w:r w:rsidR="00BC4CC8" w:rsidRPr="002E0D4E">
        <w:rPr>
          <w:sz w:val="24"/>
          <w:szCs w:val="24"/>
        </w:rPr>
        <w:t xml:space="preserve">Указываются конкретные условия в случае, если это установлено Правилами предоставления гранта. 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</w:t>
      </w:r>
      <w:hyperlink r:id="rId38" w:history="1">
        <w:r w:rsidR="00BC4CC8" w:rsidRPr="002E0D4E">
          <w:rPr>
            <w:sz w:val="24"/>
            <w:szCs w:val="24"/>
          </w:rPr>
          <w:t xml:space="preserve">приложением </w:t>
        </w:r>
        <w:r w:rsidR="00062644" w:rsidRPr="002E0D4E">
          <w:rPr>
            <w:sz w:val="24"/>
            <w:szCs w:val="24"/>
          </w:rPr>
          <w:t>№</w:t>
        </w:r>
        <w:r w:rsidR="00BC4CC8" w:rsidRPr="002E0D4E">
          <w:rPr>
            <w:sz w:val="24"/>
            <w:szCs w:val="24"/>
          </w:rPr>
          <w:t xml:space="preserve"> </w:t>
        </w:r>
        <w:r w:rsidR="00866114" w:rsidRPr="002E0D4E">
          <w:rPr>
            <w:sz w:val="24"/>
            <w:szCs w:val="24"/>
          </w:rPr>
          <w:t>2</w:t>
        </w:r>
      </w:hyperlink>
      <w:r w:rsidR="00BC4CC8" w:rsidRPr="002E0D4E">
        <w:rPr>
          <w:sz w:val="24"/>
          <w:szCs w:val="24"/>
        </w:rPr>
        <w:t xml:space="preserve"> к настоящей Типовой форме, если иная форма указанных сведений не установлена Правилами предоставления гранта.</w:t>
      </w:r>
    </w:p>
    <w:p w:rsidR="006A0924" w:rsidRPr="002E0D4E" w:rsidRDefault="003D0114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2</w:t>
      </w:r>
      <w:r w:rsidR="00F524AD" w:rsidRPr="002E0D4E">
        <w:rPr>
          <w:sz w:val="24"/>
          <w:szCs w:val="24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  <w:p w:rsidR="00F524AD" w:rsidRPr="002E0D4E" w:rsidRDefault="003D0114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lastRenderedPageBreak/>
        <w:t>1</w:t>
      </w:r>
      <w:r w:rsidR="00A16955" w:rsidRPr="002E0D4E">
        <w:rPr>
          <w:sz w:val="24"/>
          <w:szCs w:val="24"/>
          <w:vertAlign w:val="superscript"/>
        </w:rPr>
        <w:t>3</w:t>
      </w:r>
      <w:r w:rsidR="00F524AD" w:rsidRPr="002E0D4E">
        <w:rPr>
          <w:sz w:val="24"/>
          <w:szCs w:val="24"/>
        </w:rPr>
        <w:t xml:space="preserve"> Предусматривается в случае, если в соответствии с Правилами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  <w:p w:rsidR="00CD6EB2" w:rsidRPr="002E0D4E" w:rsidRDefault="00BF1E3D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4</w:t>
      </w:r>
      <w:r w:rsidR="009240F7" w:rsidRPr="002E0D4E">
        <w:rPr>
          <w:sz w:val="24"/>
          <w:szCs w:val="24"/>
        </w:rPr>
        <w:t xml:space="preserve"> Приложение, указанное в </w:t>
      </w:r>
      <w:hyperlink r:id="rId39" w:history="1">
        <w:r w:rsidR="009240F7" w:rsidRPr="002E0D4E">
          <w:rPr>
            <w:sz w:val="24"/>
            <w:szCs w:val="24"/>
          </w:rPr>
          <w:t>пункте 3.2.2.1</w:t>
        </w:r>
      </w:hyperlink>
      <w:r w:rsidR="009240F7" w:rsidRPr="002E0D4E">
        <w:rPr>
          <w:sz w:val="24"/>
          <w:szCs w:val="24"/>
        </w:rPr>
        <w:t xml:space="preserve">, оформляется в соответствии с </w:t>
      </w:r>
      <w:hyperlink r:id="rId40" w:history="1">
        <w:r w:rsidR="009240F7" w:rsidRPr="002E0D4E">
          <w:rPr>
            <w:sz w:val="24"/>
            <w:szCs w:val="24"/>
          </w:rPr>
          <w:t xml:space="preserve">приложением </w:t>
        </w:r>
        <w:r w:rsidR="00062644" w:rsidRPr="002E0D4E">
          <w:rPr>
            <w:sz w:val="24"/>
            <w:szCs w:val="24"/>
          </w:rPr>
          <w:t>№</w:t>
        </w:r>
        <w:r w:rsidR="009240F7" w:rsidRPr="002E0D4E">
          <w:rPr>
            <w:sz w:val="24"/>
            <w:szCs w:val="24"/>
          </w:rPr>
          <w:t xml:space="preserve"> </w:t>
        </w:r>
        <w:r w:rsidR="002D3C36" w:rsidRPr="002E0D4E">
          <w:rPr>
            <w:sz w:val="24"/>
            <w:szCs w:val="24"/>
          </w:rPr>
          <w:t>3</w:t>
        </w:r>
      </w:hyperlink>
      <w:r w:rsidR="009240F7" w:rsidRPr="002E0D4E">
        <w:rPr>
          <w:sz w:val="24"/>
          <w:szCs w:val="24"/>
        </w:rPr>
        <w:t xml:space="preserve"> к настоящей Типовой форме, если иная форма не установлена Правилами предоставления гранта.</w:t>
      </w:r>
    </w:p>
    <w:p w:rsidR="00BB0755" w:rsidRPr="002E0D4E" w:rsidRDefault="00CD5328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5</w:t>
      </w:r>
      <w:r w:rsidR="00CD6EB2" w:rsidRPr="002E0D4E">
        <w:rPr>
          <w:sz w:val="24"/>
          <w:szCs w:val="24"/>
          <w:vertAlign w:val="superscript"/>
        </w:rPr>
        <w:t xml:space="preserve"> </w:t>
      </w:r>
      <w:r w:rsidR="00CD6EB2" w:rsidRPr="002E0D4E">
        <w:rPr>
          <w:sz w:val="24"/>
          <w:szCs w:val="24"/>
        </w:rPr>
        <w:t>Указываются конкретные документы в случае, если это установлено Правилами предоставления гранта</w:t>
      </w:r>
      <w:bookmarkStart w:id="48" w:name="P167"/>
      <w:bookmarkEnd w:id="48"/>
      <w:r w:rsidR="00CD6EB2" w:rsidRPr="002E0D4E">
        <w:rPr>
          <w:sz w:val="24"/>
          <w:szCs w:val="24"/>
        </w:rPr>
        <w:t>.</w:t>
      </w:r>
    </w:p>
    <w:p w:rsidR="00E62041" w:rsidRPr="002E0D4E" w:rsidRDefault="00BB0755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6</w:t>
      </w:r>
      <w:r w:rsidR="008304FD" w:rsidRPr="002E0D4E">
        <w:rPr>
          <w:sz w:val="24"/>
          <w:szCs w:val="24"/>
        </w:rPr>
        <w:t xml:space="preserve"> Предусматривается в случае, если Правилами предоставления гранта не установлен иной способ выражения согласия Получателя.</w:t>
      </w:r>
    </w:p>
    <w:p w:rsidR="00B47EF6" w:rsidRPr="002E0D4E" w:rsidRDefault="0085584F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7</w:t>
      </w:r>
      <w:r w:rsidRPr="002E0D4E">
        <w:rPr>
          <w:sz w:val="24"/>
          <w:szCs w:val="24"/>
        </w:rPr>
        <w:t xml:space="preserve"> Указываются конкретные условия предоставления гранта, предусмотренные Правилами предоставления гранта.</w:t>
      </w:r>
    </w:p>
    <w:p w:rsidR="00EF7244" w:rsidRPr="002E0D4E" w:rsidRDefault="00B47EF6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8</w:t>
      </w:r>
      <w:r w:rsidR="0061434E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41" w:history="1">
        <w:r w:rsidR="0061434E" w:rsidRPr="002E0D4E">
          <w:rPr>
            <w:sz w:val="24"/>
            <w:szCs w:val="24"/>
          </w:rPr>
          <w:t>пунктов 3.1.1</w:t>
        </w:r>
      </w:hyperlink>
      <w:r w:rsidR="0061434E" w:rsidRPr="002E0D4E">
        <w:rPr>
          <w:sz w:val="24"/>
          <w:szCs w:val="24"/>
        </w:rPr>
        <w:t xml:space="preserve">, </w:t>
      </w:r>
      <w:hyperlink r:id="rId42" w:history="1">
        <w:r w:rsidR="0061434E" w:rsidRPr="002E0D4E">
          <w:rPr>
            <w:sz w:val="24"/>
            <w:szCs w:val="24"/>
          </w:rPr>
          <w:t>3.2.2.2</w:t>
        </w:r>
      </w:hyperlink>
      <w:r w:rsidR="0061434E" w:rsidRPr="002E0D4E">
        <w:rPr>
          <w:sz w:val="24"/>
          <w:szCs w:val="24"/>
        </w:rPr>
        <w:t xml:space="preserve">, </w:t>
      </w:r>
      <w:hyperlink r:id="rId43" w:history="1">
        <w:r w:rsidR="0061434E" w:rsidRPr="002E0D4E">
          <w:rPr>
            <w:sz w:val="24"/>
            <w:szCs w:val="24"/>
          </w:rPr>
          <w:t>4.2.2</w:t>
        </w:r>
      </w:hyperlink>
      <w:r w:rsidR="0061434E" w:rsidRPr="002E0D4E">
        <w:rPr>
          <w:sz w:val="24"/>
          <w:szCs w:val="24"/>
        </w:rPr>
        <w:t xml:space="preserve"> и (или) иных положений, предусматривающих представление Получателем в </w:t>
      </w:r>
      <w:r w:rsidR="00DB547C" w:rsidRPr="002E0D4E">
        <w:rPr>
          <w:sz w:val="24"/>
          <w:szCs w:val="24"/>
        </w:rPr>
        <w:t>Министерство, Комитет, Агентство, иной орган (организация)</w:t>
      </w:r>
      <w:r w:rsidR="004E30C5" w:rsidRPr="002E0D4E">
        <w:rPr>
          <w:sz w:val="24"/>
          <w:szCs w:val="24"/>
        </w:rPr>
        <w:t xml:space="preserve"> </w:t>
      </w:r>
      <w:r w:rsidR="0061434E" w:rsidRPr="002E0D4E">
        <w:rPr>
          <w:sz w:val="24"/>
          <w:szCs w:val="24"/>
        </w:rPr>
        <w:t>конкретных документов, с указанием таких пунктов.</w:t>
      </w:r>
    </w:p>
    <w:p w:rsidR="00B5533F" w:rsidRPr="002E0D4E" w:rsidRDefault="00EF7244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  <w:vertAlign w:val="superscript"/>
        </w:rPr>
      </w:pPr>
      <w:r w:rsidRPr="002E0D4E">
        <w:rPr>
          <w:sz w:val="24"/>
          <w:szCs w:val="24"/>
          <w:vertAlign w:val="superscript"/>
        </w:rPr>
        <w:t>1</w:t>
      </w:r>
      <w:r w:rsidR="00A16955" w:rsidRPr="002E0D4E">
        <w:rPr>
          <w:sz w:val="24"/>
          <w:szCs w:val="24"/>
          <w:vertAlign w:val="superscript"/>
        </w:rPr>
        <w:t>9</w:t>
      </w:r>
      <w:r w:rsidR="00E53798" w:rsidRPr="002E0D4E">
        <w:rPr>
          <w:sz w:val="24"/>
          <w:szCs w:val="24"/>
          <w:vertAlign w:val="superscript"/>
        </w:rPr>
        <w:t xml:space="preserve"> </w:t>
      </w:r>
      <w:r w:rsidR="002A6451" w:rsidRPr="002E0D4E">
        <w:rPr>
          <w:sz w:val="24"/>
          <w:szCs w:val="24"/>
        </w:rPr>
        <w:t xml:space="preserve">Приложение, указанное в </w:t>
      </w:r>
      <w:hyperlink r:id="rId44" w:history="1">
        <w:r w:rsidR="002A6451" w:rsidRPr="002E0D4E">
          <w:rPr>
            <w:sz w:val="24"/>
            <w:szCs w:val="24"/>
          </w:rPr>
          <w:t>пункте 4.1.</w:t>
        </w:r>
        <w:r w:rsidR="009E63FE" w:rsidRPr="002E0D4E">
          <w:rPr>
            <w:sz w:val="24"/>
            <w:szCs w:val="24"/>
          </w:rPr>
          <w:t>4</w:t>
        </w:r>
        <w:r w:rsidR="002A6451" w:rsidRPr="002E0D4E">
          <w:rPr>
            <w:sz w:val="24"/>
            <w:szCs w:val="24"/>
          </w:rPr>
          <w:t>.1.</w:t>
        </w:r>
      </w:hyperlink>
      <w:r w:rsidR="002A6451" w:rsidRPr="002E0D4E">
        <w:rPr>
          <w:sz w:val="24"/>
          <w:szCs w:val="24"/>
        </w:rPr>
        <w:t xml:space="preserve">, оформляется в соответствии с </w:t>
      </w:r>
      <w:hyperlink r:id="rId45" w:history="1">
        <w:r w:rsidR="002A6451" w:rsidRPr="002E0D4E">
          <w:rPr>
            <w:sz w:val="24"/>
            <w:szCs w:val="24"/>
          </w:rPr>
          <w:t>приложением № 4</w:t>
        </w:r>
      </w:hyperlink>
      <w:r w:rsidR="002A6451" w:rsidRPr="002E0D4E">
        <w:rPr>
          <w:sz w:val="24"/>
          <w:szCs w:val="24"/>
        </w:rPr>
        <w:t xml:space="preserve"> к настоящей Типовой форме, </w:t>
      </w:r>
      <w:r w:rsidR="00BE486E" w:rsidRPr="002E0D4E">
        <w:rPr>
          <w:sz w:val="24"/>
          <w:szCs w:val="24"/>
        </w:rPr>
        <w:t xml:space="preserve">в случае </w:t>
      </w:r>
      <w:r w:rsidR="002A6451" w:rsidRPr="002E0D4E">
        <w:rPr>
          <w:sz w:val="24"/>
          <w:szCs w:val="24"/>
        </w:rPr>
        <w:t>если</w:t>
      </w:r>
      <w:r w:rsidR="00BE486E" w:rsidRPr="002E0D4E">
        <w:rPr>
          <w:sz w:val="24"/>
          <w:szCs w:val="24"/>
        </w:rPr>
        <w:t xml:space="preserve"> грант предоставляется в целях достижения результата, установленного</w:t>
      </w:r>
      <w:r w:rsidR="002A6451" w:rsidRPr="002E0D4E">
        <w:rPr>
          <w:sz w:val="24"/>
          <w:szCs w:val="24"/>
        </w:rPr>
        <w:t xml:space="preserve"> </w:t>
      </w:r>
      <w:r w:rsidR="00BE486E" w:rsidRPr="002E0D4E">
        <w:rPr>
          <w:sz w:val="24"/>
          <w:szCs w:val="24"/>
        </w:rPr>
        <w:t>Правилами предоставления гранта</w:t>
      </w:r>
      <w:r w:rsidR="002A6451" w:rsidRPr="002E0D4E">
        <w:rPr>
          <w:sz w:val="24"/>
          <w:szCs w:val="24"/>
        </w:rPr>
        <w:t>.</w:t>
      </w:r>
    </w:p>
    <w:p w:rsidR="00881EC5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20</w:t>
      </w:r>
      <w:r w:rsidR="004A7F04" w:rsidRPr="002E0D4E">
        <w:rPr>
          <w:sz w:val="24"/>
          <w:szCs w:val="24"/>
          <w:vertAlign w:val="superscript"/>
        </w:rPr>
        <w:t xml:space="preserve"> </w:t>
      </w:r>
      <w:r w:rsidR="004A7F04" w:rsidRPr="002E0D4E">
        <w:rPr>
          <w:sz w:val="24"/>
          <w:szCs w:val="24"/>
        </w:rPr>
        <w:t>Указываются иные конкретные показатели в случае, если это установлено                                                                                                                                          Правилами предоставления гранта.</w:t>
      </w:r>
    </w:p>
    <w:p w:rsidR="004C2618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ED38F5" w:rsidRPr="002E0D4E">
        <w:rPr>
          <w:sz w:val="24"/>
          <w:szCs w:val="24"/>
          <w:vertAlign w:val="superscript"/>
        </w:rPr>
        <w:t>1</w:t>
      </w:r>
      <w:r w:rsidR="00E30D1B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46" w:history="1">
        <w:r w:rsidR="00E30D1B" w:rsidRPr="002E0D4E">
          <w:rPr>
            <w:sz w:val="24"/>
            <w:szCs w:val="24"/>
          </w:rPr>
          <w:t>пункта 4.1.</w:t>
        </w:r>
        <w:r w:rsidR="00CA6D4D" w:rsidRPr="002E0D4E">
          <w:rPr>
            <w:sz w:val="24"/>
            <w:szCs w:val="24"/>
          </w:rPr>
          <w:t>4</w:t>
        </w:r>
        <w:r w:rsidR="00E30D1B" w:rsidRPr="002E0D4E">
          <w:rPr>
            <w:sz w:val="24"/>
            <w:szCs w:val="24"/>
          </w:rPr>
          <w:t>.1</w:t>
        </w:r>
      </w:hyperlink>
      <w:r w:rsidR="00E30D1B" w:rsidRPr="002E0D4E">
        <w:rPr>
          <w:sz w:val="24"/>
          <w:szCs w:val="24"/>
        </w:rPr>
        <w:t xml:space="preserve">, а также в случае, если это установлено </w:t>
      </w:r>
      <w:r w:rsidR="004C2618" w:rsidRPr="002E0D4E">
        <w:rPr>
          <w:sz w:val="24"/>
          <w:szCs w:val="24"/>
        </w:rPr>
        <w:t>Правилами предоставления гранта.</w:t>
      </w:r>
    </w:p>
    <w:p w:rsidR="004C2618" w:rsidRPr="002E0D4E" w:rsidRDefault="003D0114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2</w:t>
      </w:r>
      <w:r w:rsidR="002720F1" w:rsidRPr="002E0D4E">
        <w:rPr>
          <w:sz w:val="24"/>
          <w:szCs w:val="24"/>
          <w:vertAlign w:val="superscript"/>
        </w:rPr>
        <w:t xml:space="preserve"> </w:t>
      </w:r>
      <w:r w:rsidR="0087745B" w:rsidRPr="002E0D4E">
        <w:rPr>
          <w:sz w:val="24"/>
          <w:szCs w:val="24"/>
        </w:rPr>
        <w:t>Отчет(ы), указанный(</w:t>
      </w:r>
      <w:proofErr w:type="spellStart"/>
      <w:r w:rsidR="0087745B" w:rsidRPr="002E0D4E">
        <w:rPr>
          <w:sz w:val="24"/>
          <w:szCs w:val="24"/>
        </w:rPr>
        <w:t>ые</w:t>
      </w:r>
      <w:proofErr w:type="spellEnd"/>
      <w:r w:rsidR="0087745B" w:rsidRPr="002E0D4E">
        <w:rPr>
          <w:sz w:val="24"/>
          <w:szCs w:val="24"/>
        </w:rPr>
        <w:t xml:space="preserve">) в </w:t>
      </w:r>
      <w:hyperlink r:id="rId47" w:history="1">
        <w:r w:rsidR="0087745B" w:rsidRPr="002E0D4E">
          <w:rPr>
            <w:sz w:val="24"/>
            <w:szCs w:val="24"/>
          </w:rPr>
          <w:t>пункте 4.1.</w:t>
        </w:r>
        <w:r w:rsidR="004E5D78" w:rsidRPr="002E0D4E">
          <w:rPr>
            <w:sz w:val="24"/>
            <w:szCs w:val="24"/>
          </w:rPr>
          <w:t>5</w:t>
        </w:r>
        <w:r w:rsidR="0087745B" w:rsidRPr="002E0D4E">
          <w:rPr>
            <w:sz w:val="24"/>
            <w:szCs w:val="24"/>
          </w:rPr>
          <w:t>.1</w:t>
        </w:r>
      </w:hyperlink>
      <w:r w:rsidR="0087745B" w:rsidRPr="002E0D4E">
        <w:rPr>
          <w:sz w:val="24"/>
          <w:szCs w:val="24"/>
        </w:rPr>
        <w:t>, оформляется(</w:t>
      </w:r>
      <w:proofErr w:type="spellStart"/>
      <w:r w:rsidR="0087745B" w:rsidRPr="002E0D4E">
        <w:rPr>
          <w:sz w:val="24"/>
          <w:szCs w:val="24"/>
        </w:rPr>
        <w:t>ются</w:t>
      </w:r>
      <w:proofErr w:type="spellEnd"/>
      <w:r w:rsidR="0087745B" w:rsidRPr="002E0D4E">
        <w:rPr>
          <w:sz w:val="24"/>
          <w:szCs w:val="24"/>
        </w:rPr>
        <w:t xml:space="preserve">) в соответствии с приложением № 5 к настоящей Типовой форме или иной формой (в случае, если Правилами предоставления гранта установлена иная форма отчета или установлено право </w:t>
      </w:r>
      <w:r w:rsidR="00B54D7F" w:rsidRPr="002E0D4E">
        <w:rPr>
          <w:sz w:val="24"/>
          <w:szCs w:val="24"/>
        </w:rPr>
        <w:t>Министерства, Комитета, Агентства, иного органа (организации)</w:t>
      </w:r>
      <w:r w:rsidR="00C77AF8" w:rsidRPr="002E0D4E">
        <w:rPr>
          <w:sz w:val="24"/>
          <w:szCs w:val="24"/>
        </w:rPr>
        <w:t xml:space="preserve"> </w:t>
      </w:r>
      <w:r w:rsidR="0087745B" w:rsidRPr="002E0D4E">
        <w:rPr>
          <w:sz w:val="24"/>
          <w:szCs w:val="24"/>
        </w:rPr>
        <w:t>устанавливать формы пре</w:t>
      </w:r>
      <w:r w:rsidR="00D828BD" w:rsidRPr="002E0D4E">
        <w:rPr>
          <w:sz w:val="24"/>
          <w:szCs w:val="24"/>
        </w:rPr>
        <w:t>дставления отчетов в Соглашении</w:t>
      </w:r>
      <w:r w:rsidR="00CF3149" w:rsidRPr="002E0D4E">
        <w:rPr>
          <w:sz w:val="24"/>
          <w:szCs w:val="24"/>
        </w:rPr>
        <w:t>)</w:t>
      </w:r>
      <w:r w:rsidR="0087745B" w:rsidRPr="002E0D4E">
        <w:rPr>
          <w:sz w:val="24"/>
          <w:szCs w:val="24"/>
        </w:rPr>
        <w:t>.</w:t>
      </w:r>
    </w:p>
    <w:p w:rsidR="00A84675" w:rsidRPr="002E0D4E" w:rsidRDefault="004C2618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3</w:t>
      </w:r>
      <w:r w:rsidRPr="002E0D4E">
        <w:rPr>
          <w:sz w:val="24"/>
          <w:szCs w:val="24"/>
        </w:rPr>
        <w:t xml:space="preserve"> Указываются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</w:t>
      </w:r>
    </w:p>
    <w:p w:rsidR="006C37B0" w:rsidRPr="002E0D4E" w:rsidRDefault="00A8467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4</w:t>
      </w:r>
      <w:r w:rsidR="00992A71" w:rsidRPr="002E0D4E">
        <w:rPr>
          <w:sz w:val="24"/>
          <w:szCs w:val="24"/>
          <w:vertAlign w:val="superscript"/>
        </w:rPr>
        <w:t xml:space="preserve"> </w:t>
      </w:r>
      <w:r w:rsidR="00992A71" w:rsidRPr="002E0D4E">
        <w:rPr>
          <w:sz w:val="24"/>
          <w:szCs w:val="24"/>
        </w:rPr>
        <w:t xml:space="preserve"> Отчет, указанный в </w:t>
      </w:r>
      <w:hyperlink r:id="rId48" w:history="1">
        <w:r w:rsidR="00992A71" w:rsidRPr="002E0D4E">
          <w:rPr>
            <w:sz w:val="24"/>
            <w:szCs w:val="24"/>
          </w:rPr>
          <w:t>пункте 4.1.</w:t>
        </w:r>
        <w:r w:rsidR="00B85821" w:rsidRPr="002E0D4E">
          <w:rPr>
            <w:sz w:val="24"/>
            <w:szCs w:val="24"/>
          </w:rPr>
          <w:t>6</w:t>
        </w:r>
        <w:r w:rsidR="00992A71" w:rsidRPr="002E0D4E">
          <w:rPr>
            <w:sz w:val="24"/>
            <w:szCs w:val="24"/>
          </w:rPr>
          <w:t>.1.1</w:t>
        </w:r>
      </w:hyperlink>
      <w:r w:rsidR="00992A71" w:rsidRPr="002E0D4E">
        <w:rPr>
          <w:sz w:val="24"/>
          <w:szCs w:val="24"/>
        </w:rPr>
        <w:t xml:space="preserve">, оформляется в соответствии с </w:t>
      </w:r>
      <w:hyperlink r:id="rId49" w:history="1">
        <w:r w:rsidR="00992A71" w:rsidRPr="002E0D4E">
          <w:rPr>
            <w:sz w:val="24"/>
            <w:szCs w:val="24"/>
          </w:rPr>
          <w:t xml:space="preserve">приложением </w:t>
        </w:r>
        <w:r w:rsidRPr="002E0D4E">
          <w:rPr>
            <w:sz w:val="24"/>
            <w:szCs w:val="24"/>
          </w:rPr>
          <w:t>№</w:t>
        </w:r>
        <w:r w:rsidR="00992A71" w:rsidRPr="002E0D4E">
          <w:rPr>
            <w:sz w:val="24"/>
            <w:szCs w:val="24"/>
          </w:rPr>
          <w:t xml:space="preserve"> 6</w:t>
        </w:r>
      </w:hyperlink>
      <w:r w:rsidR="00992A71" w:rsidRPr="002E0D4E">
        <w:rPr>
          <w:sz w:val="24"/>
          <w:szCs w:val="24"/>
        </w:rPr>
        <w:t xml:space="preserve"> к настоящей Типовой форме или иной формой, установленной Правилами предоставления гранта (в случае если Правилами предоставления гранта установлена иная форма представления отчетности или право </w:t>
      </w:r>
      <w:r w:rsidR="004233EB" w:rsidRPr="002E0D4E">
        <w:rPr>
          <w:sz w:val="24"/>
          <w:szCs w:val="24"/>
        </w:rPr>
        <w:t xml:space="preserve">Министерства, Комитета, Агентства, иного органа (организации) </w:t>
      </w:r>
      <w:r w:rsidR="00992A71" w:rsidRPr="002E0D4E">
        <w:rPr>
          <w:sz w:val="24"/>
          <w:szCs w:val="24"/>
        </w:rPr>
        <w:t>устанавливать сроки и формы представления отчетности в соглашении</w:t>
      </w:r>
      <w:r w:rsidR="00F16065" w:rsidRPr="002E0D4E">
        <w:rPr>
          <w:sz w:val="24"/>
          <w:szCs w:val="24"/>
        </w:rPr>
        <w:t>)</w:t>
      </w:r>
      <w:r w:rsidRPr="002E0D4E">
        <w:rPr>
          <w:sz w:val="24"/>
          <w:szCs w:val="24"/>
        </w:rPr>
        <w:t>.</w:t>
      </w:r>
    </w:p>
    <w:p w:rsidR="00BA0836" w:rsidRPr="002E0D4E" w:rsidRDefault="006C37B0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 xml:space="preserve">5 </w:t>
      </w:r>
      <w:r w:rsidR="00291273" w:rsidRPr="002E0D4E">
        <w:rPr>
          <w:sz w:val="24"/>
          <w:szCs w:val="24"/>
        </w:rPr>
        <w:t>Указываются</w:t>
      </w:r>
      <w:r w:rsidR="006547B3" w:rsidRPr="002E0D4E">
        <w:rPr>
          <w:sz w:val="24"/>
          <w:szCs w:val="24"/>
        </w:rPr>
        <w:t xml:space="preserve"> </w:t>
      </w:r>
      <w:r w:rsidR="00291273" w:rsidRPr="002E0D4E">
        <w:rPr>
          <w:sz w:val="24"/>
          <w:szCs w:val="24"/>
        </w:rPr>
        <w:t xml:space="preserve">отчеты, установленные Правилами предоставления гранта или иные конкретные отчеты, в случае если Правилами предоставления гранта установлено право </w:t>
      </w:r>
      <w:r w:rsidR="004233EB" w:rsidRPr="002E0D4E">
        <w:rPr>
          <w:sz w:val="24"/>
          <w:szCs w:val="24"/>
        </w:rPr>
        <w:t xml:space="preserve">Министерства, Комитета, Агентства, иного органа (организации) </w:t>
      </w:r>
      <w:r w:rsidR="00291273" w:rsidRPr="002E0D4E">
        <w:rPr>
          <w:sz w:val="24"/>
          <w:szCs w:val="24"/>
        </w:rPr>
        <w:t>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  <w:p w:rsidR="00E96ACC" w:rsidRPr="002E0D4E" w:rsidRDefault="00BA0836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6</w:t>
      </w:r>
      <w:r w:rsidR="00937EBF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50" w:history="1">
        <w:r w:rsidR="00937EBF" w:rsidRPr="002E0D4E">
          <w:rPr>
            <w:sz w:val="24"/>
            <w:szCs w:val="24"/>
          </w:rPr>
          <w:t>пункта 4.1.</w:t>
        </w:r>
        <w:r w:rsidR="0020419C" w:rsidRPr="002E0D4E">
          <w:rPr>
            <w:sz w:val="24"/>
            <w:szCs w:val="24"/>
          </w:rPr>
          <w:t>4</w:t>
        </w:r>
        <w:r w:rsidR="00937EBF" w:rsidRPr="002E0D4E">
          <w:rPr>
            <w:sz w:val="24"/>
            <w:szCs w:val="24"/>
          </w:rPr>
          <w:t>.1</w:t>
        </w:r>
      </w:hyperlink>
      <w:r w:rsidR="00937EBF" w:rsidRPr="002E0D4E">
        <w:rPr>
          <w:sz w:val="24"/>
          <w:szCs w:val="24"/>
        </w:rPr>
        <w:t xml:space="preserve">. Рекомендуемый образец приложения, указанного в </w:t>
      </w:r>
      <w:hyperlink r:id="rId51" w:history="1">
        <w:r w:rsidR="00937EBF" w:rsidRPr="002E0D4E">
          <w:rPr>
            <w:sz w:val="24"/>
            <w:szCs w:val="24"/>
          </w:rPr>
          <w:t>пункте 4.1.</w:t>
        </w:r>
        <w:r w:rsidR="00481143" w:rsidRPr="002E0D4E">
          <w:rPr>
            <w:sz w:val="24"/>
            <w:szCs w:val="24"/>
          </w:rPr>
          <w:t>8.</w:t>
        </w:r>
      </w:hyperlink>
      <w:r w:rsidR="00481143" w:rsidRPr="002E0D4E">
        <w:rPr>
          <w:sz w:val="24"/>
          <w:szCs w:val="24"/>
        </w:rPr>
        <w:t>,</w:t>
      </w:r>
      <w:r w:rsidR="00937EBF" w:rsidRPr="002E0D4E">
        <w:rPr>
          <w:sz w:val="24"/>
          <w:szCs w:val="24"/>
        </w:rPr>
        <w:t xml:space="preserve"> приведен в </w:t>
      </w:r>
      <w:hyperlink r:id="rId52" w:history="1">
        <w:r w:rsidR="00937EBF" w:rsidRPr="002E0D4E">
          <w:rPr>
            <w:sz w:val="24"/>
            <w:szCs w:val="24"/>
          </w:rPr>
          <w:t xml:space="preserve">приложении </w:t>
        </w:r>
        <w:r w:rsidR="00AD7C40" w:rsidRPr="002E0D4E">
          <w:rPr>
            <w:sz w:val="24"/>
            <w:szCs w:val="24"/>
          </w:rPr>
          <w:t>№</w:t>
        </w:r>
        <w:r w:rsidR="00937EBF" w:rsidRPr="002E0D4E">
          <w:rPr>
            <w:sz w:val="24"/>
            <w:szCs w:val="24"/>
          </w:rPr>
          <w:t xml:space="preserve"> 7</w:t>
        </w:r>
      </w:hyperlink>
      <w:r w:rsidR="00937EBF" w:rsidRPr="002E0D4E">
        <w:rPr>
          <w:sz w:val="24"/>
          <w:szCs w:val="24"/>
        </w:rPr>
        <w:t xml:space="preserve"> к настоящей Типовой форме.</w:t>
      </w:r>
    </w:p>
    <w:p w:rsidR="001244D0" w:rsidRPr="002E0D4E" w:rsidRDefault="00E96ACC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7</w:t>
      </w:r>
      <w:r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  <w:p w:rsidR="001244D0" w:rsidRPr="002E0D4E" w:rsidRDefault="001244D0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8</w:t>
      </w:r>
      <w:r w:rsidR="00A4003A" w:rsidRPr="002E0D4E">
        <w:rPr>
          <w:sz w:val="24"/>
          <w:szCs w:val="24"/>
        </w:rPr>
        <w:t xml:space="preserve"> Изменение размера гранта возможно при наличии неиспользованных лимитов бюджетных обязательств, указанных в </w:t>
      </w:r>
      <w:hyperlink r:id="rId53" w:history="1">
        <w:r w:rsidR="00A4003A" w:rsidRPr="002E0D4E">
          <w:rPr>
            <w:sz w:val="24"/>
            <w:szCs w:val="24"/>
          </w:rPr>
          <w:t>пункте 2.1</w:t>
        </w:r>
      </w:hyperlink>
      <w:r w:rsidR="00A4003A" w:rsidRPr="002E0D4E">
        <w:rPr>
          <w:sz w:val="24"/>
          <w:szCs w:val="24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1244D0" w:rsidRPr="002E0D4E" w:rsidRDefault="001244D0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A16955" w:rsidRPr="002E0D4E">
        <w:rPr>
          <w:sz w:val="24"/>
          <w:szCs w:val="24"/>
          <w:vertAlign w:val="superscript"/>
        </w:rPr>
        <w:t>9</w:t>
      </w:r>
      <w:r w:rsidR="00A55264" w:rsidRPr="002E0D4E">
        <w:rPr>
          <w:sz w:val="24"/>
          <w:szCs w:val="24"/>
        </w:rPr>
        <w:t xml:space="preserve"> Указывается год, следующий за годом предоставления гранта.</w:t>
      </w:r>
    </w:p>
    <w:p w:rsidR="00561F8F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30</w:t>
      </w:r>
      <w:r w:rsidR="00A55264" w:rsidRPr="002E0D4E">
        <w:rPr>
          <w:sz w:val="24"/>
          <w:szCs w:val="24"/>
        </w:rPr>
        <w:t xml:space="preserve"> Указывается год предоставления гранта.</w:t>
      </w:r>
    </w:p>
    <w:p w:rsidR="005C23B9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31</w:t>
      </w:r>
      <w:r w:rsidR="00A55264" w:rsidRPr="002E0D4E">
        <w:rPr>
          <w:sz w:val="24"/>
          <w:szCs w:val="24"/>
          <w:vertAlign w:val="superscript"/>
        </w:rPr>
        <w:t xml:space="preserve"> </w:t>
      </w:r>
      <w:r w:rsidR="00A55264" w:rsidRPr="002E0D4E">
        <w:rPr>
          <w:sz w:val="24"/>
          <w:szCs w:val="24"/>
        </w:rPr>
        <w:t xml:space="preserve">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r:id="rId54" w:history="1">
        <w:r w:rsidR="00A55264" w:rsidRPr="002E0D4E">
          <w:rPr>
            <w:sz w:val="24"/>
            <w:szCs w:val="24"/>
          </w:rPr>
          <w:t>разделе I</w:t>
        </w:r>
      </w:hyperlink>
      <w:r w:rsidR="00A55264" w:rsidRPr="002E0D4E">
        <w:rPr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5C23B9" w:rsidRPr="002E0D4E" w:rsidRDefault="003D0114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2</w:t>
      </w:r>
      <w:r w:rsidR="00ED038F" w:rsidRPr="002E0D4E">
        <w:rPr>
          <w:sz w:val="24"/>
          <w:szCs w:val="24"/>
          <w:vertAlign w:val="superscript"/>
        </w:rPr>
        <w:t xml:space="preserve"> </w:t>
      </w:r>
      <w:r w:rsidR="00A55264" w:rsidRPr="002E0D4E">
        <w:rPr>
          <w:sz w:val="24"/>
          <w:szCs w:val="24"/>
        </w:rPr>
        <w:t>Предусматривается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</w:t>
      </w:r>
      <w:r w:rsidR="00A55264" w:rsidRPr="002E0D4E">
        <w:rPr>
          <w:sz w:val="24"/>
          <w:szCs w:val="24"/>
        </w:rPr>
        <w:lastRenderedPageBreak/>
        <w:t xml:space="preserve">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</w:t>
      </w:r>
      <w:hyperlink r:id="rId55" w:history="1">
        <w:r w:rsidR="00A55264" w:rsidRPr="002E0D4E">
          <w:rPr>
            <w:sz w:val="24"/>
            <w:szCs w:val="24"/>
          </w:rPr>
          <w:t>разделе I</w:t>
        </w:r>
      </w:hyperlink>
      <w:r w:rsidR="00A55264" w:rsidRPr="002E0D4E">
        <w:rPr>
          <w:sz w:val="24"/>
          <w:szCs w:val="24"/>
        </w:rPr>
        <w:t xml:space="preserve"> соглашения.</w:t>
      </w:r>
    </w:p>
    <w:p w:rsidR="005C23B9" w:rsidRPr="002E0D4E" w:rsidRDefault="005C23B9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3</w:t>
      </w:r>
      <w:r w:rsidR="0098459B"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гранта.</w:t>
      </w:r>
    </w:p>
    <w:p w:rsidR="005C23B9" w:rsidRPr="002E0D4E" w:rsidRDefault="005C23B9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4</w:t>
      </w:r>
      <w:r w:rsidR="0032257C"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</w:t>
      </w:r>
    </w:p>
    <w:p w:rsidR="00AC08C7" w:rsidRPr="002E0D4E" w:rsidRDefault="005C23B9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5</w:t>
      </w:r>
      <w:r w:rsidR="00644FAB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56" w:history="1">
        <w:r w:rsidR="00644FAB" w:rsidRPr="002E0D4E">
          <w:rPr>
            <w:sz w:val="24"/>
            <w:szCs w:val="24"/>
          </w:rPr>
          <w:t>пункта 3.1.1</w:t>
        </w:r>
      </w:hyperlink>
      <w:r w:rsidR="00644FAB" w:rsidRPr="002E0D4E">
        <w:rPr>
          <w:sz w:val="24"/>
          <w:szCs w:val="24"/>
        </w:rPr>
        <w:t>.</w:t>
      </w:r>
    </w:p>
    <w:p w:rsidR="00F859A8" w:rsidRPr="002E0D4E" w:rsidRDefault="00AC08C7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6</w:t>
      </w:r>
      <w:r w:rsidR="00644FAB" w:rsidRPr="002E0D4E">
        <w:rPr>
          <w:sz w:val="24"/>
          <w:szCs w:val="24"/>
          <w:vertAlign w:val="superscript"/>
        </w:rPr>
        <w:t xml:space="preserve"> </w:t>
      </w:r>
      <w:r w:rsidR="00644FAB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57" w:history="1">
        <w:r w:rsidR="00644FAB" w:rsidRPr="002E0D4E">
          <w:rPr>
            <w:sz w:val="24"/>
            <w:szCs w:val="24"/>
          </w:rPr>
          <w:t>пункта 4.2.2</w:t>
        </w:r>
      </w:hyperlink>
      <w:r w:rsidR="00644FAB" w:rsidRPr="002E0D4E">
        <w:rPr>
          <w:sz w:val="24"/>
          <w:szCs w:val="24"/>
        </w:rPr>
        <w:t>.</w:t>
      </w:r>
    </w:p>
    <w:p w:rsidR="00F859A8" w:rsidRPr="002E0D4E" w:rsidRDefault="00F859A8" w:rsidP="002608E3">
      <w:pPr>
        <w:ind w:right="-1" w:firstLine="540"/>
        <w:jc w:val="both"/>
        <w:rPr>
          <w:sz w:val="24"/>
          <w:szCs w:val="24"/>
          <w:vertAlign w:val="superscript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7</w:t>
      </w:r>
      <w:r w:rsidRPr="002E0D4E">
        <w:rPr>
          <w:sz w:val="24"/>
          <w:szCs w:val="24"/>
          <w:vertAlign w:val="superscript"/>
        </w:rPr>
        <w:t xml:space="preserve"> </w:t>
      </w:r>
      <w:r w:rsidRPr="002E0D4E">
        <w:rPr>
          <w:sz w:val="24"/>
          <w:szCs w:val="24"/>
        </w:rPr>
        <w:t xml:space="preserve">Предусматривается в случае отсутствия у Получателя лицевого счета при наличии в соглашении </w:t>
      </w:r>
      <w:hyperlink r:id="rId58" w:history="1">
        <w:r w:rsidRPr="002E0D4E">
          <w:rPr>
            <w:sz w:val="24"/>
            <w:szCs w:val="24"/>
          </w:rPr>
          <w:t>пункта 3.2.1</w:t>
        </w:r>
      </w:hyperlink>
      <w:r w:rsidRPr="002E0D4E">
        <w:rPr>
          <w:sz w:val="24"/>
          <w:szCs w:val="24"/>
        </w:rPr>
        <w:t>.</w:t>
      </w:r>
    </w:p>
    <w:p w:rsidR="00CA32D8" w:rsidRPr="002E0D4E" w:rsidRDefault="00915048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8</w:t>
      </w:r>
      <w:r w:rsidR="002900E6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59" w:history="1">
        <w:r w:rsidR="002900E6" w:rsidRPr="002E0D4E">
          <w:rPr>
            <w:rStyle w:val="a9"/>
            <w:color w:val="auto"/>
            <w:sz w:val="24"/>
            <w:szCs w:val="24"/>
            <w:u w:val="none"/>
          </w:rPr>
          <w:t>пункта 4.1.</w:t>
        </w:r>
        <w:r w:rsidR="009C63FF" w:rsidRPr="002E0D4E">
          <w:rPr>
            <w:rStyle w:val="a9"/>
            <w:color w:val="auto"/>
            <w:sz w:val="24"/>
            <w:szCs w:val="24"/>
            <w:u w:val="none"/>
          </w:rPr>
          <w:t>4</w:t>
        </w:r>
        <w:r w:rsidR="002900E6" w:rsidRPr="002E0D4E">
          <w:rPr>
            <w:rStyle w:val="a9"/>
            <w:color w:val="auto"/>
            <w:sz w:val="24"/>
            <w:szCs w:val="24"/>
            <w:u w:val="none"/>
          </w:rPr>
          <w:t>.</w:t>
        </w:r>
      </w:hyperlink>
      <w:r w:rsidR="002900E6" w:rsidRPr="002E0D4E">
        <w:rPr>
          <w:sz w:val="24"/>
          <w:szCs w:val="24"/>
        </w:rPr>
        <w:t>, а также в случае, если это установлено Правилами предоставления гранта.</w:t>
      </w:r>
    </w:p>
    <w:p w:rsidR="00CE5539" w:rsidRPr="002E0D4E" w:rsidRDefault="002900E6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A16955" w:rsidRPr="002E0D4E">
        <w:rPr>
          <w:sz w:val="24"/>
          <w:szCs w:val="24"/>
          <w:vertAlign w:val="superscript"/>
        </w:rPr>
        <w:t>9</w:t>
      </w:r>
      <w:r w:rsidRPr="002E0D4E">
        <w:rPr>
          <w:sz w:val="24"/>
          <w:szCs w:val="24"/>
        </w:rPr>
        <w:t xml:space="preserve"> Сроки представления отчетов, указанных в </w:t>
      </w:r>
      <w:hyperlink r:id="rId60" w:history="1">
        <w:r w:rsidRPr="002E0D4E">
          <w:rPr>
            <w:sz w:val="24"/>
            <w:szCs w:val="24"/>
          </w:rPr>
          <w:t>пункте 4.3.</w:t>
        </w:r>
      </w:hyperlink>
      <w:r w:rsidR="00CA32D8" w:rsidRPr="002E0D4E">
        <w:rPr>
          <w:sz w:val="24"/>
          <w:szCs w:val="24"/>
        </w:rPr>
        <w:t>8</w:t>
      </w:r>
      <w:r w:rsidRPr="002E0D4E">
        <w:rPr>
          <w:sz w:val="24"/>
          <w:szCs w:val="24"/>
        </w:rPr>
        <w:t xml:space="preserve">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 w:rsidR="004233EB" w:rsidRPr="002E0D4E">
        <w:rPr>
          <w:sz w:val="24"/>
          <w:szCs w:val="24"/>
        </w:rPr>
        <w:t xml:space="preserve">Министерства, Комитета, Агентства, иного органа (организации) </w:t>
      </w:r>
      <w:r w:rsidRPr="002E0D4E">
        <w:rPr>
          <w:sz w:val="24"/>
          <w:szCs w:val="24"/>
        </w:rPr>
        <w:t>устанавливать сроки и формы представления отчетности в соглашении.</w:t>
      </w:r>
    </w:p>
    <w:p w:rsidR="00CE5539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40</w:t>
      </w:r>
      <w:r w:rsidR="003857D0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61" w:history="1">
        <w:r w:rsidR="006D78F1" w:rsidRPr="002E0D4E">
          <w:rPr>
            <w:sz w:val="24"/>
            <w:szCs w:val="24"/>
          </w:rPr>
          <w:t>пункта 4.1.5</w:t>
        </w:r>
        <w:r w:rsidR="003857D0" w:rsidRPr="002E0D4E">
          <w:rPr>
            <w:sz w:val="24"/>
            <w:szCs w:val="24"/>
          </w:rPr>
          <w:t>.1</w:t>
        </w:r>
      </w:hyperlink>
      <w:r w:rsidR="003857D0" w:rsidRPr="002E0D4E">
        <w:rPr>
          <w:sz w:val="24"/>
          <w:szCs w:val="24"/>
        </w:rPr>
        <w:t>.</w:t>
      </w:r>
    </w:p>
    <w:p w:rsidR="00CE5539" w:rsidRPr="002E0D4E" w:rsidRDefault="00A16955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41</w:t>
      </w:r>
      <w:r w:rsidR="003857D0" w:rsidRPr="002E0D4E">
        <w:rPr>
          <w:sz w:val="24"/>
          <w:szCs w:val="24"/>
        </w:rPr>
        <w:t xml:space="preserve"> Предусматривается при н</w:t>
      </w:r>
      <w:r w:rsidR="009850E4" w:rsidRPr="002E0D4E">
        <w:rPr>
          <w:sz w:val="24"/>
          <w:szCs w:val="24"/>
        </w:rPr>
        <w:t>аличии в соглашении пункта 4.1.6</w:t>
      </w:r>
      <w:r w:rsidR="003857D0" w:rsidRPr="002E0D4E">
        <w:rPr>
          <w:sz w:val="24"/>
          <w:szCs w:val="24"/>
        </w:rPr>
        <w:t>.1.2.</w:t>
      </w:r>
    </w:p>
    <w:p w:rsidR="00CE5539" w:rsidRPr="002E0D4E" w:rsidRDefault="003D0114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2</w:t>
      </w:r>
      <w:r w:rsidR="000B702C" w:rsidRPr="002E0D4E">
        <w:rPr>
          <w:sz w:val="24"/>
          <w:szCs w:val="24"/>
          <w:vertAlign w:val="superscript"/>
        </w:rPr>
        <w:t xml:space="preserve"> </w:t>
      </w:r>
      <w:r w:rsidR="000B702C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62" w:history="1">
        <w:r w:rsidR="000B702C" w:rsidRPr="002E0D4E">
          <w:rPr>
            <w:sz w:val="24"/>
            <w:szCs w:val="24"/>
          </w:rPr>
          <w:t>пункта 4.1.</w:t>
        </w:r>
      </w:hyperlink>
      <w:r w:rsidR="000464A3" w:rsidRPr="002E0D4E">
        <w:rPr>
          <w:sz w:val="24"/>
          <w:szCs w:val="24"/>
        </w:rPr>
        <w:t>8</w:t>
      </w:r>
      <w:r w:rsidR="000B702C" w:rsidRPr="002E0D4E">
        <w:rPr>
          <w:sz w:val="24"/>
          <w:szCs w:val="24"/>
        </w:rPr>
        <w:t>.</w:t>
      </w:r>
    </w:p>
    <w:p w:rsidR="00CE5539" w:rsidRPr="002E0D4E" w:rsidRDefault="00CE5539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3</w:t>
      </w:r>
      <w:r w:rsidR="00D00900" w:rsidRPr="002E0D4E">
        <w:rPr>
          <w:sz w:val="24"/>
          <w:szCs w:val="24"/>
        </w:rPr>
        <w:t xml:space="preserve"> Указывается год предоставления гранта.</w:t>
      </w:r>
    </w:p>
    <w:p w:rsidR="000B0DB2" w:rsidRPr="002E0D4E" w:rsidRDefault="00CE5539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4</w:t>
      </w:r>
      <w:r w:rsidR="00D00900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63" w:history="1">
        <w:r w:rsidR="00D00900" w:rsidRPr="002E0D4E">
          <w:rPr>
            <w:sz w:val="24"/>
            <w:szCs w:val="24"/>
          </w:rPr>
          <w:t>пункта 4.2.2</w:t>
        </w:r>
      </w:hyperlink>
      <w:r w:rsidR="00D00900" w:rsidRPr="002E0D4E">
        <w:rPr>
          <w:sz w:val="24"/>
          <w:szCs w:val="24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r:id="rId64" w:history="1">
        <w:r w:rsidR="00D00900" w:rsidRPr="002E0D4E">
          <w:rPr>
            <w:sz w:val="24"/>
            <w:szCs w:val="24"/>
          </w:rPr>
          <w:t>разделе I</w:t>
        </w:r>
      </w:hyperlink>
      <w:r w:rsidR="00D00900" w:rsidRPr="002E0D4E">
        <w:rPr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0B0DB2" w:rsidRPr="002E0D4E" w:rsidRDefault="00AB5D34" w:rsidP="002608E3">
      <w:pPr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5</w:t>
      </w:r>
      <w:r w:rsidR="00446D6D" w:rsidRPr="002E0D4E">
        <w:rPr>
          <w:sz w:val="24"/>
          <w:szCs w:val="24"/>
        </w:rPr>
        <w:t xml:space="preserve"> </w:t>
      </w:r>
      <w:r w:rsidR="000B0DB2" w:rsidRPr="002E0D4E">
        <w:rPr>
          <w:sz w:val="24"/>
          <w:szCs w:val="24"/>
        </w:rPr>
        <w:t>Указываются иные конкретные обязательства в случае, если это установлено Правилами предоставления гранта.</w:t>
      </w:r>
    </w:p>
    <w:p w:rsidR="003A692C" w:rsidRPr="002E0D4E" w:rsidRDefault="00B76A01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6</w:t>
      </w:r>
      <w:r w:rsidR="003A692C" w:rsidRPr="002E0D4E">
        <w:rPr>
          <w:sz w:val="24"/>
          <w:szCs w:val="24"/>
          <w:vertAlign w:val="superscript"/>
        </w:rPr>
        <w:t xml:space="preserve"> </w:t>
      </w:r>
      <w:r w:rsidR="003A692C" w:rsidRPr="002E0D4E">
        <w:rPr>
          <w:sz w:val="24"/>
          <w:szCs w:val="24"/>
        </w:rPr>
        <w:t>Указывается год, следующий за годом предоставления гранта.</w:t>
      </w:r>
    </w:p>
    <w:p w:rsidR="003A692C" w:rsidRPr="002E0D4E" w:rsidRDefault="00B76A01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7</w:t>
      </w:r>
      <w:r w:rsidR="003A692C" w:rsidRPr="002E0D4E">
        <w:rPr>
          <w:sz w:val="24"/>
          <w:szCs w:val="24"/>
          <w:vertAlign w:val="superscript"/>
        </w:rPr>
        <w:t xml:space="preserve"> </w:t>
      </w:r>
      <w:r w:rsidR="003A692C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65" w:history="1">
        <w:r w:rsidR="003A692C" w:rsidRPr="002E0D4E">
          <w:rPr>
            <w:sz w:val="24"/>
            <w:szCs w:val="24"/>
          </w:rPr>
          <w:t>пункта 4.2.2</w:t>
        </w:r>
      </w:hyperlink>
      <w:r w:rsidR="003A692C" w:rsidRPr="002E0D4E">
        <w:rPr>
          <w:sz w:val="24"/>
          <w:szCs w:val="24"/>
        </w:rPr>
        <w:t>.</w:t>
      </w:r>
    </w:p>
    <w:p w:rsidR="00682F8B" w:rsidRPr="002E0D4E" w:rsidRDefault="00682F8B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  <w:vertAlign w:val="superscript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8</w:t>
      </w:r>
      <w:r w:rsidRPr="002E0D4E">
        <w:rPr>
          <w:sz w:val="24"/>
          <w:szCs w:val="24"/>
        </w:rPr>
        <w:t xml:space="preserve"> Указываются иные конкретные права в случае, если это установлено Правилами предоставления гранта.</w:t>
      </w:r>
    </w:p>
    <w:p w:rsidR="003B73B7" w:rsidRPr="002E0D4E" w:rsidRDefault="002807F9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A16955" w:rsidRPr="002E0D4E">
        <w:rPr>
          <w:sz w:val="24"/>
          <w:szCs w:val="24"/>
          <w:vertAlign w:val="superscript"/>
        </w:rPr>
        <w:t>9</w:t>
      </w:r>
      <w:r w:rsidR="00446D6D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Указываются иные конкретные положения в случае, если это установлено Правилами предоставления гранта.</w:t>
      </w:r>
    </w:p>
    <w:p w:rsidR="00910F08" w:rsidRPr="002E0D4E" w:rsidRDefault="00A16955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50</w:t>
      </w:r>
      <w:r w:rsidR="003B73B7" w:rsidRPr="002E0D4E">
        <w:rPr>
          <w:sz w:val="24"/>
          <w:szCs w:val="24"/>
          <w:vertAlign w:val="superscript"/>
        </w:rPr>
        <w:t xml:space="preserve"> </w:t>
      </w:r>
      <w:r w:rsidR="003B73B7" w:rsidRPr="002E0D4E">
        <w:rPr>
          <w:sz w:val="24"/>
          <w:szCs w:val="24"/>
        </w:rPr>
        <w:t>Указываются иные конкретные условия, в том числе установленные Правилами предоставления гранта (при необходимости).</w:t>
      </w:r>
    </w:p>
    <w:p w:rsidR="00627A7F" w:rsidRPr="002E0D4E" w:rsidRDefault="00A16955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51</w:t>
      </w:r>
      <w:r w:rsidR="00910F08" w:rsidRPr="002E0D4E">
        <w:rPr>
          <w:sz w:val="24"/>
          <w:szCs w:val="24"/>
          <w:vertAlign w:val="superscript"/>
        </w:rPr>
        <w:t xml:space="preserve"> </w:t>
      </w:r>
      <w:r w:rsidR="00910F08" w:rsidRPr="002E0D4E">
        <w:rPr>
          <w:sz w:val="24"/>
          <w:szCs w:val="24"/>
        </w:rPr>
        <w:t xml:space="preserve">Дополнительное соглашение, указанное в </w:t>
      </w:r>
      <w:hyperlink r:id="rId66" w:history="1">
        <w:r w:rsidR="00910F08" w:rsidRPr="002E0D4E">
          <w:rPr>
            <w:sz w:val="24"/>
            <w:szCs w:val="24"/>
          </w:rPr>
          <w:t>пункте 7.3</w:t>
        </w:r>
      </w:hyperlink>
      <w:r w:rsidR="00910F08" w:rsidRPr="002E0D4E">
        <w:rPr>
          <w:sz w:val="24"/>
          <w:szCs w:val="24"/>
        </w:rPr>
        <w:t xml:space="preserve">, оформляется в соответствии с </w:t>
      </w:r>
      <w:hyperlink r:id="rId67" w:history="1">
        <w:r w:rsidR="00910F08" w:rsidRPr="002E0D4E">
          <w:rPr>
            <w:sz w:val="24"/>
            <w:szCs w:val="24"/>
          </w:rPr>
          <w:t xml:space="preserve">приложением </w:t>
        </w:r>
        <w:r w:rsidR="000509CD" w:rsidRPr="002E0D4E">
          <w:rPr>
            <w:sz w:val="24"/>
            <w:szCs w:val="24"/>
          </w:rPr>
          <w:t>№</w:t>
        </w:r>
        <w:r w:rsidR="00910F08" w:rsidRPr="002E0D4E">
          <w:rPr>
            <w:sz w:val="24"/>
            <w:szCs w:val="24"/>
          </w:rPr>
          <w:t xml:space="preserve"> 8</w:t>
        </w:r>
      </w:hyperlink>
      <w:r w:rsidR="00910F08" w:rsidRPr="002E0D4E">
        <w:rPr>
          <w:sz w:val="24"/>
          <w:szCs w:val="24"/>
        </w:rPr>
        <w:t xml:space="preserve"> к настоящей Типовой форме.</w:t>
      </w:r>
    </w:p>
    <w:p w:rsidR="00627A7F" w:rsidRPr="002E0D4E" w:rsidRDefault="003D0114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A16955" w:rsidRPr="002E0D4E">
        <w:rPr>
          <w:sz w:val="24"/>
          <w:szCs w:val="24"/>
          <w:vertAlign w:val="superscript"/>
        </w:rPr>
        <w:t>2</w:t>
      </w:r>
      <w:r w:rsidR="00321AC4" w:rsidRPr="002E0D4E">
        <w:rPr>
          <w:sz w:val="24"/>
          <w:szCs w:val="24"/>
        </w:rPr>
        <w:t xml:space="preserve"> Соглашение о расторжении Соглашения оформляется в соответствии с </w:t>
      </w:r>
      <w:hyperlink r:id="rId68" w:history="1">
        <w:r w:rsidR="00321AC4" w:rsidRPr="002E0D4E">
          <w:rPr>
            <w:sz w:val="24"/>
            <w:szCs w:val="24"/>
          </w:rPr>
          <w:t xml:space="preserve">приложением </w:t>
        </w:r>
        <w:r w:rsidR="000509CD" w:rsidRPr="002E0D4E">
          <w:rPr>
            <w:sz w:val="24"/>
            <w:szCs w:val="24"/>
          </w:rPr>
          <w:t>№</w:t>
        </w:r>
        <w:r w:rsidR="00321AC4" w:rsidRPr="002E0D4E">
          <w:rPr>
            <w:sz w:val="24"/>
            <w:szCs w:val="24"/>
          </w:rPr>
          <w:t xml:space="preserve"> 9</w:t>
        </w:r>
      </w:hyperlink>
      <w:r w:rsidR="00321AC4" w:rsidRPr="002E0D4E">
        <w:rPr>
          <w:sz w:val="24"/>
          <w:szCs w:val="24"/>
        </w:rPr>
        <w:t xml:space="preserve"> к настоящей Типовой форме.</w:t>
      </w:r>
    </w:p>
    <w:p w:rsidR="00627A7F" w:rsidRPr="002E0D4E" w:rsidRDefault="00627A7F" w:rsidP="002608E3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A16955" w:rsidRPr="002E0D4E">
        <w:rPr>
          <w:sz w:val="24"/>
          <w:szCs w:val="24"/>
          <w:vertAlign w:val="superscript"/>
        </w:rPr>
        <w:t>3</w:t>
      </w:r>
      <w:r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гранта.</w:t>
      </w:r>
    </w:p>
    <w:p w:rsidR="00D67D44" w:rsidRPr="002E0D4E" w:rsidRDefault="00627A7F" w:rsidP="002608E3">
      <w:pPr>
        <w:spacing w:after="1" w:line="280" w:lineRule="atLeast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A16955" w:rsidRPr="002E0D4E">
        <w:rPr>
          <w:sz w:val="24"/>
          <w:szCs w:val="24"/>
          <w:vertAlign w:val="superscript"/>
        </w:rPr>
        <w:t>4</w:t>
      </w:r>
      <w:r w:rsidRPr="002E0D4E">
        <w:rPr>
          <w:sz w:val="24"/>
          <w:szCs w:val="24"/>
        </w:rPr>
        <w:t xml:space="preserve"> Указываются иные конкретные случаи, если это установлено Правилами предоставления гранта.</w:t>
      </w:r>
    </w:p>
    <w:p w:rsidR="00BA7C0E" w:rsidRPr="002E0D4E" w:rsidRDefault="00D67D44" w:rsidP="002608E3">
      <w:pPr>
        <w:spacing w:after="1" w:line="280" w:lineRule="atLeast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A16955" w:rsidRPr="002E0D4E">
        <w:rPr>
          <w:sz w:val="24"/>
          <w:szCs w:val="24"/>
          <w:vertAlign w:val="superscript"/>
        </w:rPr>
        <w:t>5</w:t>
      </w:r>
      <w:r w:rsidR="00790567" w:rsidRPr="002E0D4E">
        <w:rPr>
          <w:sz w:val="24"/>
          <w:szCs w:val="24"/>
        </w:rPr>
        <w:t xml:space="preserve"> Соглашение о расторжении Соглашения оформляется в соответствии с </w:t>
      </w:r>
      <w:hyperlink r:id="rId69" w:history="1">
        <w:r w:rsidR="00790567" w:rsidRPr="002E0D4E">
          <w:rPr>
            <w:sz w:val="24"/>
            <w:szCs w:val="24"/>
          </w:rPr>
          <w:t xml:space="preserve">приложением </w:t>
        </w:r>
        <w:r w:rsidR="006C1E6A" w:rsidRPr="002E0D4E">
          <w:rPr>
            <w:sz w:val="24"/>
            <w:szCs w:val="24"/>
          </w:rPr>
          <w:t>№</w:t>
        </w:r>
        <w:r w:rsidR="00790567" w:rsidRPr="002E0D4E">
          <w:rPr>
            <w:sz w:val="24"/>
            <w:szCs w:val="24"/>
          </w:rPr>
          <w:t xml:space="preserve"> 9</w:t>
        </w:r>
      </w:hyperlink>
      <w:r w:rsidR="00790567" w:rsidRPr="002E0D4E">
        <w:rPr>
          <w:sz w:val="24"/>
          <w:szCs w:val="24"/>
        </w:rPr>
        <w:t xml:space="preserve"> к настоящей Типовой форме.</w:t>
      </w:r>
    </w:p>
    <w:p w:rsidR="00BA7C0E" w:rsidRPr="002E0D4E" w:rsidRDefault="00BA7C0E" w:rsidP="002608E3">
      <w:pPr>
        <w:spacing w:after="1" w:line="280" w:lineRule="atLeast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A16955" w:rsidRPr="002E0D4E">
        <w:rPr>
          <w:sz w:val="24"/>
          <w:szCs w:val="24"/>
          <w:vertAlign w:val="superscript"/>
        </w:rPr>
        <w:t>6</w:t>
      </w:r>
      <w:r w:rsidRPr="002E0D4E">
        <w:rPr>
          <w:sz w:val="24"/>
          <w:szCs w:val="24"/>
        </w:rPr>
        <w:t xml:space="preserve"> Указывается способ(ы) направления документов по выбору Сторон.</w:t>
      </w:r>
    </w:p>
    <w:p w:rsidR="00BA7C0E" w:rsidRPr="002E0D4E" w:rsidRDefault="00BA7C0E" w:rsidP="002608E3">
      <w:pPr>
        <w:spacing w:after="1" w:line="280" w:lineRule="atLeast"/>
        <w:ind w:right="-1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A16955" w:rsidRPr="002E0D4E">
        <w:rPr>
          <w:sz w:val="24"/>
          <w:szCs w:val="24"/>
          <w:vertAlign w:val="superscript"/>
        </w:rPr>
        <w:t>7</w:t>
      </w:r>
      <w:r w:rsidRPr="002E0D4E">
        <w:rPr>
          <w:sz w:val="24"/>
          <w:szCs w:val="24"/>
          <w:vertAlign w:val="superscript"/>
        </w:rPr>
        <w:t xml:space="preserve"> </w:t>
      </w:r>
      <w:r w:rsidRPr="002E0D4E">
        <w:rPr>
          <w:sz w:val="24"/>
          <w:szCs w:val="24"/>
        </w:rPr>
        <w:t>Указывается иной способ направления документов (при необходимости).</w:t>
      </w:r>
    </w:p>
    <w:p w:rsidR="00BA7C0E" w:rsidRPr="002E0D4E" w:rsidRDefault="00BA7C0E" w:rsidP="00031A3F">
      <w:pPr>
        <w:spacing w:after="1" w:line="280" w:lineRule="atLeast"/>
        <w:ind w:right="-143" w:firstLine="540"/>
        <w:jc w:val="both"/>
        <w:rPr>
          <w:sz w:val="24"/>
          <w:szCs w:val="24"/>
        </w:rPr>
      </w:pPr>
    </w:p>
    <w:p w:rsidR="00644FAB" w:rsidRPr="002E0D4E" w:rsidRDefault="00644FAB" w:rsidP="003225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0517" w:rsidRPr="002E0D4E" w:rsidRDefault="00400517" w:rsidP="00931DC0">
      <w:pPr>
        <w:spacing w:after="1" w:line="280" w:lineRule="atLeast"/>
        <w:jc w:val="right"/>
        <w:rPr>
          <w:sz w:val="24"/>
          <w:szCs w:val="24"/>
        </w:rPr>
      </w:pPr>
    </w:p>
    <w:p w:rsidR="00C40C0B" w:rsidRPr="002E0D4E" w:rsidRDefault="00C40C0B" w:rsidP="00931DC0">
      <w:pPr>
        <w:spacing w:after="1" w:line="280" w:lineRule="atLeast"/>
        <w:jc w:val="right"/>
        <w:rPr>
          <w:sz w:val="24"/>
          <w:szCs w:val="24"/>
        </w:rPr>
      </w:pPr>
    </w:p>
    <w:p w:rsidR="00400517" w:rsidRPr="002E0D4E" w:rsidRDefault="00400517" w:rsidP="00931DC0">
      <w:pPr>
        <w:spacing w:after="1" w:line="280" w:lineRule="atLeast"/>
        <w:jc w:val="right"/>
        <w:rPr>
          <w:sz w:val="24"/>
          <w:szCs w:val="24"/>
        </w:rPr>
      </w:pPr>
    </w:p>
    <w:p w:rsidR="00017373" w:rsidRPr="002E0D4E" w:rsidRDefault="00017373" w:rsidP="00931DC0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931DC0">
      <w:pPr>
        <w:spacing w:after="1" w:line="280" w:lineRule="atLeast"/>
        <w:jc w:val="right"/>
        <w:rPr>
          <w:sz w:val="24"/>
          <w:szCs w:val="24"/>
        </w:rPr>
      </w:pPr>
    </w:p>
    <w:p w:rsidR="00931DC0" w:rsidRPr="002E0D4E" w:rsidRDefault="00931DC0" w:rsidP="00931DC0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1</w:t>
      </w:r>
    </w:p>
    <w:p w:rsidR="00931DC0" w:rsidRPr="002E0D4E" w:rsidRDefault="00931DC0" w:rsidP="00695F20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931DC0" w:rsidRPr="002E0D4E" w:rsidRDefault="00931DC0" w:rsidP="00931DC0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931DC0" w:rsidRPr="002E0D4E" w:rsidRDefault="00931DC0" w:rsidP="00931DC0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931DC0" w:rsidRPr="002E0D4E" w:rsidRDefault="00931DC0">
      <w:pPr>
        <w:spacing w:after="1" w:line="280" w:lineRule="atLeast"/>
        <w:jc w:val="right"/>
        <w:rPr>
          <w:sz w:val="24"/>
          <w:szCs w:val="24"/>
        </w:rPr>
      </w:pPr>
    </w:p>
    <w:p w:rsidR="00541E0D" w:rsidRPr="002E0D4E" w:rsidRDefault="00541E0D" w:rsidP="00931DC0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bookmarkStart w:id="49" w:name="P546"/>
      <w:bookmarkEnd w:id="49"/>
    </w:p>
    <w:p w:rsidR="00541E0D" w:rsidRPr="002E0D4E" w:rsidRDefault="00541E0D" w:rsidP="00541E0D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Перечень</w:t>
      </w:r>
    </w:p>
    <w:p w:rsidR="00541E0D" w:rsidRPr="002E0D4E" w:rsidRDefault="00541E0D" w:rsidP="00541E0D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затрат, источником финансового обеспечения которых</w:t>
      </w:r>
    </w:p>
    <w:p w:rsidR="00541E0D" w:rsidRPr="002E0D4E" w:rsidRDefault="00541E0D" w:rsidP="00541E0D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является грант </w:t>
      </w:r>
      <w:r w:rsidRPr="002E0D4E">
        <w:rPr>
          <w:sz w:val="24"/>
          <w:szCs w:val="24"/>
          <w:vertAlign w:val="superscript"/>
        </w:rPr>
        <w:t>1</w:t>
      </w:r>
    </w:p>
    <w:p w:rsidR="00541E0D" w:rsidRPr="002E0D4E" w:rsidRDefault="00541E0D" w:rsidP="00541E0D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10268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567"/>
        <w:gridCol w:w="2952"/>
        <w:gridCol w:w="340"/>
        <w:gridCol w:w="2236"/>
        <w:gridCol w:w="1126"/>
        <w:gridCol w:w="8"/>
      </w:tblGrid>
      <w:tr w:rsidR="00541E0D" w:rsidRPr="002E0D4E" w:rsidTr="008D469E">
        <w:trPr>
          <w:gridAfter w:val="1"/>
          <w:wAfter w:w="8" w:type="dxa"/>
        </w:trPr>
        <w:tc>
          <w:tcPr>
            <w:tcW w:w="6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541E0D" w:rsidRPr="002E0D4E" w:rsidTr="008D469E">
        <w:trPr>
          <w:gridAfter w:val="1"/>
          <w:wAfter w:w="8" w:type="dxa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41E0D" w:rsidRPr="002E0D4E" w:rsidRDefault="00541E0D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541E0D" w:rsidRPr="002E0D4E" w:rsidTr="008D469E"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41E0D" w:rsidRPr="002E0D4E" w:rsidRDefault="00541E0D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541E0D" w:rsidRPr="002E0D4E" w:rsidTr="008D469E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руб.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41E0D" w:rsidRPr="002E0D4E" w:rsidRDefault="00541E0D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41E0D" w:rsidRPr="002E0D4E" w:rsidRDefault="00541E0D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16001D" w:rsidP="0086432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70" w:history="1">
              <w:r w:rsidR="00541E0D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541E0D" w:rsidRPr="002E0D4E" w:rsidRDefault="00541E0D" w:rsidP="00541E0D">
      <w:pPr>
        <w:spacing w:after="1" w:line="280" w:lineRule="atLeast"/>
        <w:jc w:val="both"/>
        <w:rPr>
          <w:sz w:val="24"/>
          <w:szCs w:val="24"/>
        </w:rPr>
      </w:pPr>
    </w:p>
    <w:p w:rsidR="00541E0D" w:rsidRPr="002E0D4E" w:rsidRDefault="00541E0D" w:rsidP="00541E0D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1134"/>
        <w:gridCol w:w="1134"/>
        <w:gridCol w:w="1276"/>
        <w:gridCol w:w="1276"/>
        <w:gridCol w:w="1276"/>
        <w:gridCol w:w="1275"/>
      </w:tblGrid>
      <w:tr w:rsidR="00541E0D" w:rsidRPr="002E0D4E" w:rsidTr="0086432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Код строки </w:t>
            </w:r>
            <w:r w:rsidRPr="002E0D4E">
              <w:rPr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Код направления расходования гранта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Сумма</w:t>
            </w:r>
          </w:p>
        </w:tc>
      </w:tr>
      <w:tr w:rsidR="00541E0D" w:rsidRPr="002E0D4E" w:rsidTr="0086432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итого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в том числе </w:t>
            </w:r>
            <w:r w:rsidRPr="002E0D4E">
              <w:rPr>
                <w:vertAlign w:val="superscript"/>
              </w:rPr>
              <w:t>3</w:t>
            </w:r>
            <w:r w:rsidRPr="002E0D4E">
              <w:t>:</w:t>
            </w:r>
          </w:p>
        </w:tc>
      </w:tr>
      <w:tr w:rsidR="00541E0D" w:rsidRPr="002E0D4E" w:rsidTr="0086432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на 01.04.20__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на 01.07.20__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на 01.10.20__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на 01.01.20__</w:t>
            </w: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8</w:t>
            </w: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начало года,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потребность в котором подтверждена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подлежащий возврату в бюджет Республики Татарстан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Поступило средств,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 бюджета Республики Татарстан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</w:t>
            </w:r>
            <w:r w:rsidRPr="002E0D4E">
              <w:lastRenderedPageBreak/>
              <w:t>ской задолженности прошлых лет, решение об использовании которой принято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lastRenderedPageBreak/>
              <w:t>0221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 xml:space="preserve">Выплаты по расходам, всего </w:t>
            </w:r>
            <w:r w:rsidRPr="002E0D4E">
              <w:rPr>
                <w:vertAlign w:val="superscript"/>
              </w:rPr>
              <w:t>4</w:t>
            </w:r>
            <w:r w:rsidRPr="002E0D4E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персоналу,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закупка работ и услуг,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иные выплаты,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Возвращено в  бюджет Республики Татарстан,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израсходованных не по целевому назначению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результате применения штрафных санкций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сумме остатка гранта на начало года, потребность в которой не подтверждена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конец отчетного периода,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требуется в направлении на те же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  <w:tr w:rsidR="00541E0D" w:rsidRPr="002E0D4E" w:rsidTr="0086432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both"/>
            </w:pPr>
            <w:r w:rsidRPr="002E0D4E">
              <w:t>подлежит возврату в бюджет Республики Татарстан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  <w:r w:rsidRPr="002E0D4E">
              <w:t>0520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D" w:rsidRPr="002E0D4E" w:rsidRDefault="00541E0D" w:rsidP="0086432B">
            <w:pPr>
              <w:autoSpaceDE w:val="0"/>
              <w:autoSpaceDN w:val="0"/>
              <w:adjustRightInd w:val="0"/>
            </w:pPr>
          </w:p>
        </w:tc>
      </w:tr>
    </w:tbl>
    <w:p w:rsidR="00541E0D" w:rsidRPr="002E0D4E" w:rsidRDefault="00541E0D" w:rsidP="00541E0D">
      <w:pPr>
        <w:spacing w:after="1" w:line="280" w:lineRule="atLeast"/>
        <w:jc w:val="both"/>
        <w:rPr>
          <w:sz w:val="24"/>
          <w:szCs w:val="24"/>
        </w:rPr>
      </w:pPr>
    </w:p>
    <w:p w:rsidR="00541E0D" w:rsidRPr="002E0D4E" w:rsidRDefault="00541E0D" w:rsidP="00541E0D">
      <w:pPr>
        <w:spacing w:after="1"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</w:t>
      </w:r>
      <w:r w:rsidR="002B22CE" w:rsidRPr="002E0D4E">
        <w:rPr>
          <w:sz w:val="24"/>
          <w:szCs w:val="24"/>
        </w:rPr>
        <w:t>___</w:t>
      </w:r>
      <w:r w:rsidRPr="002E0D4E">
        <w:rPr>
          <w:sz w:val="24"/>
          <w:szCs w:val="24"/>
        </w:rPr>
        <w:t>__</w:t>
      </w:r>
    </w:p>
    <w:p w:rsidR="00541E0D" w:rsidRPr="002E0D4E" w:rsidRDefault="00541E0D" w:rsidP="00541E0D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1</w:t>
      </w:r>
      <w:r w:rsidRPr="002E0D4E">
        <w:t xml:space="preserve"> В случае, если соглашение (договор) о предоставлении из бюджета Республики Татарстан гранта в форме субсидии в соответствии с </w:t>
      </w:r>
      <w:hyperlink r:id="rId71" w:history="1">
        <w:r w:rsidRPr="002E0D4E">
          <w:t>пунктом 7 статьи 78</w:t>
        </w:r>
      </w:hyperlink>
      <w:r w:rsidRPr="002E0D4E">
        <w:t xml:space="preserve"> Бюджетного кодекса Российской Федерации в соответствии с настоящей Типовой формой (далее - соглашение),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</w:p>
    <w:p w:rsidR="00541E0D" w:rsidRPr="002E0D4E" w:rsidRDefault="00541E0D" w:rsidP="00541E0D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2</w:t>
      </w:r>
      <w:r w:rsidRPr="002E0D4E">
        <w:t xml:space="preserve"> Показатели </w:t>
      </w:r>
      <w:hyperlink r:id="rId72" w:history="1">
        <w:r w:rsidRPr="002E0D4E">
          <w:t>строк 0100</w:t>
        </w:r>
      </w:hyperlink>
      <w:r w:rsidRPr="002E0D4E">
        <w:t xml:space="preserve"> - </w:t>
      </w:r>
      <w:hyperlink r:id="rId73" w:history="1">
        <w:r w:rsidRPr="002E0D4E">
          <w:t>0120</w:t>
        </w:r>
      </w:hyperlink>
      <w:r w:rsidRPr="002E0D4E">
        <w:t xml:space="preserve">, </w:t>
      </w:r>
      <w:hyperlink r:id="rId74" w:history="1">
        <w:r w:rsidRPr="002E0D4E">
          <w:t>0500</w:t>
        </w:r>
      </w:hyperlink>
      <w:r w:rsidRPr="002E0D4E">
        <w:t xml:space="preserve"> - </w:t>
      </w:r>
      <w:hyperlink r:id="rId75" w:history="1">
        <w:r w:rsidRPr="002E0D4E">
          <w:t>0520</w:t>
        </w:r>
      </w:hyperlink>
      <w:r w:rsidRPr="002E0D4E"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541E0D" w:rsidRPr="002E0D4E" w:rsidRDefault="00541E0D" w:rsidP="00541E0D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3</w:t>
      </w:r>
      <w:r w:rsidRPr="002E0D4E">
        <w:t xml:space="preserve"> Показатели формируются в случае необходимости осуществления контроля за расходованием средств гранта ежеквартально.</w:t>
      </w:r>
    </w:p>
    <w:p w:rsidR="00541E0D" w:rsidRPr="002E0D4E" w:rsidRDefault="00541E0D" w:rsidP="00541E0D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4</w:t>
      </w:r>
      <w:r w:rsidRPr="002E0D4E">
        <w:t xml:space="preserve"> Указываются направления расходования, определенные Правилами предоставления гранта.</w:t>
      </w:r>
    </w:p>
    <w:p w:rsidR="00541E0D" w:rsidRPr="002E0D4E" w:rsidRDefault="00541E0D" w:rsidP="00541E0D">
      <w:pPr>
        <w:spacing w:after="1" w:line="280" w:lineRule="atLeast"/>
        <w:ind w:firstLine="567"/>
        <w:jc w:val="both"/>
        <w:rPr>
          <w:vertAlign w:val="superscript"/>
        </w:rPr>
      </w:pPr>
    </w:p>
    <w:p w:rsidR="00637B4E" w:rsidRPr="002E0D4E" w:rsidRDefault="00637B4E" w:rsidP="00A43102">
      <w:pPr>
        <w:spacing w:after="1" w:line="280" w:lineRule="atLeast"/>
        <w:jc w:val="center"/>
        <w:rPr>
          <w:sz w:val="28"/>
        </w:rPr>
      </w:pPr>
    </w:p>
    <w:p w:rsidR="00A2645A" w:rsidRPr="002E0D4E" w:rsidRDefault="00A2645A" w:rsidP="00492405">
      <w:pPr>
        <w:spacing w:after="1" w:line="280" w:lineRule="atLeast"/>
        <w:jc w:val="right"/>
        <w:rPr>
          <w:sz w:val="24"/>
          <w:szCs w:val="24"/>
        </w:rPr>
      </w:pPr>
    </w:p>
    <w:p w:rsidR="00E21771" w:rsidRPr="002E0D4E" w:rsidRDefault="00E21771" w:rsidP="00492405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492405">
      <w:pPr>
        <w:spacing w:after="1" w:line="280" w:lineRule="atLeast"/>
        <w:jc w:val="right"/>
        <w:rPr>
          <w:sz w:val="24"/>
          <w:szCs w:val="24"/>
        </w:rPr>
      </w:pPr>
    </w:p>
    <w:p w:rsidR="0000356D" w:rsidRPr="002E0D4E" w:rsidRDefault="0000356D" w:rsidP="00492405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492405">
      <w:pPr>
        <w:spacing w:after="1" w:line="280" w:lineRule="atLeast"/>
        <w:jc w:val="right"/>
        <w:rPr>
          <w:sz w:val="24"/>
          <w:szCs w:val="24"/>
        </w:rPr>
      </w:pPr>
    </w:p>
    <w:p w:rsidR="00492405" w:rsidRPr="002E0D4E" w:rsidRDefault="00492405" w:rsidP="0049240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2</w:t>
      </w:r>
    </w:p>
    <w:p w:rsidR="00492405" w:rsidRPr="002E0D4E" w:rsidRDefault="00492405" w:rsidP="006A6496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492405" w:rsidRPr="002E0D4E" w:rsidRDefault="00492405" w:rsidP="0049240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492405" w:rsidRPr="002E0D4E" w:rsidRDefault="00492405" w:rsidP="0049240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866114" w:rsidRPr="002E0D4E" w:rsidRDefault="00866114" w:rsidP="00866114">
      <w:pPr>
        <w:spacing w:after="1" w:line="280" w:lineRule="atLeast"/>
        <w:jc w:val="center"/>
        <w:rPr>
          <w:sz w:val="24"/>
          <w:szCs w:val="24"/>
        </w:rPr>
      </w:pPr>
    </w:p>
    <w:p w:rsidR="006D0953" w:rsidRPr="002E0D4E" w:rsidRDefault="006D0953" w:rsidP="00866114">
      <w:pPr>
        <w:spacing w:after="1" w:line="280" w:lineRule="atLeast"/>
        <w:jc w:val="center"/>
        <w:rPr>
          <w:sz w:val="24"/>
          <w:szCs w:val="24"/>
        </w:rPr>
      </w:pPr>
    </w:p>
    <w:p w:rsidR="00866114" w:rsidRPr="002E0D4E" w:rsidRDefault="00866114" w:rsidP="00866114">
      <w:pPr>
        <w:spacing w:after="1" w:line="280" w:lineRule="atLeast"/>
        <w:jc w:val="center"/>
        <w:rPr>
          <w:sz w:val="24"/>
          <w:szCs w:val="24"/>
        </w:rPr>
      </w:pPr>
      <w:bookmarkStart w:id="50" w:name="P637"/>
      <w:bookmarkEnd w:id="50"/>
      <w:r w:rsidRPr="002E0D4E">
        <w:rPr>
          <w:sz w:val="24"/>
          <w:szCs w:val="24"/>
        </w:rPr>
        <w:t>Сведения</w:t>
      </w:r>
    </w:p>
    <w:p w:rsidR="00866114" w:rsidRPr="002E0D4E" w:rsidRDefault="00866114" w:rsidP="00866114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 финансовом обеспечении мероприятий за счет</w:t>
      </w:r>
    </w:p>
    <w:p w:rsidR="00866114" w:rsidRPr="002E0D4E" w:rsidRDefault="00866114" w:rsidP="00866114">
      <w:pPr>
        <w:spacing w:after="1" w:line="280" w:lineRule="atLeast"/>
        <w:jc w:val="center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 xml:space="preserve">иных источников </w:t>
      </w:r>
      <w:r w:rsidRPr="002E0D4E">
        <w:rPr>
          <w:sz w:val="24"/>
          <w:szCs w:val="24"/>
          <w:vertAlign w:val="superscript"/>
        </w:rPr>
        <w:t>1</w:t>
      </w:r>
    </w:p>
    <w:p w:rsidR="00866114" w:rsidRPr="002E0D4E" w:rsidRDefault="00866114" w:rsidP="00866114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1038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7"/>
        <w:gridCol w:w="567"/>
        <w:gridCol w:w="2951"/>
        <w:gridCol w:w="340"/>
        <w:gridCol w:w="2523"/>
        <w:gridCol w:w="964"/>
      </w:tblGrid>
      <w:tr w:rsidR="00866114" w:rsidRPr="002E0D4E" w:rsidTr="00015FD2">
        <w:tc>
          <w:tcPr>
            <w:tcW w:w="6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866114" w:rsidRPr="002E0D4E" w:rsidTr="00015FD2">
        <w:tc>
          <w:tcPr>
            <w:tcW w:w="65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4593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 «__» 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66114" w:rsidRPr="002E0D4E" w:rsidTr="00015FD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6114" w:rsidRPr="002E0D4E" w:rsidRDefault="00866114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66114" w:rsidRPr="002E0D4E" w:rsidTr="00015FD2"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6114" w:rsidRPr="002E0D4E" w:rsidRDefault="00866114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66114" w:rsidRPr="002E0D4E" w:rsidTr="00015FD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66114" w:rsidRPr="002E0D4E" w:rsidTr="00015FD2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Единица измерения: </w:t>
            </w:r>
            <w:proofErr w:type="spellStart"/>
            <w:r w:rsidRPr="002E0D4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6114" w:rsidRPr="002E0D4E" w:rsidRDefault="00866114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6114" w:rsidRPr="002E0D4E" w:rsidRDefault="00866114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16001D" w:rsidP="0086432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76" w:history="1">
              <w:r w:rsidR="00866114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866114" w:rsidRPr="002E0D4E" w:rsidRDefault="00866114" w:rsidP="00866114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737"/>
        <w:gridCol w:w="794"/>
        <w:gridCol w:w="1730"/>
        <w:gridCol w:w="1701"/>
        <w:gridCol w:w="1417"/>
        <w:gridCol w:w="1701"/>
      </w:tblGrid>
      <w:tr w:rsidR="00866114" w:rsidRPr="002E0D4E" w:rsidTr="0066230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Наименование мероприятия </w:t>
            </w:r>
            <w:r w:rsidRPr="002E0D4E">
              <w:rPr>
                <w:vertAlign w:val="superscript"/>
              </w:rPr>
              <w:t xml:space="preserve">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Наименование показателя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Код строки </w:t>
            </w:r>
          </w:p>
        </w:tc>
        <w:tc>
          <w:tcPr>
            <w:tcW w:w="7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Объем средств, привлеченных в целях реализации проекта (мероприятия) </w:t>
            </w:r>
          </w:p>
        </w:tc>
      </w:tr>
      <w:tr w:rsidR="00866114" w:rsidRPr="002E0D4E" w:rsidTr="0066230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всего </w:t>
            </w:r>
          </w:p>
        </w:tc>
        <w:tc>
          <w:tcPr>
            <w:tcW w:w="6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4" w:rsidRPr="002E0D4E" w:rsidRDefault="00866114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из них </w:t>
            </w:r>
          </w:p>
        </w:tc>
      </w:tr>
      <w:tr w:rsidR="00902266" w:rsidRPr="002E0D4E" w:rsidTr="0090226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из бюджета Республики Татарстан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из местного бюджета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иные источники </w:t>
            </w:r>
          </w:p>
        </w:tc>
      </w:tr>
      <w:tr w:rsidR="00902266" w:rsidRPr="002E0D4E" w:rsidTr="00902266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уровень </w:t>
            </w:r>
            <w:proofErr w:type="spellStart"/>
            <w:r w:rsidRPr="002E0D4E">
              <w:t>софинансирования</w:t>
            </w:r>
            <w:proofErr w:type="spellEnd"/>
            <w:r w:rsidRPr="002E0D4E">
              <w:t xml:space="preserve">, %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сумма </w:t>
            </w:r>
          </w:p>
        </w:tc>
      </w:tr>
      <w:tr w:rsidR="00902266" w:rsidRPr="002E0D4E" w:rsidTr="009022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2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3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743DEF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  <w:r w:rsidR="00902266" w:rsidRPr="002E0D4E"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743DEF" w:rsidP="0086432B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  <w:p w:rsidR="00902266" w:rsidRPr="002E0D4E" w:rsidRDefault="00902266" w:rsidP="0086432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743DEF" w:rsidP="00902266">
            <w:pPr>
              <w:autoSpaceDE w:val="0"/>
              <w:autoSpaceDN w:val="0"/>
              <w:adjustRightInd w:val="0"/>
              <w:jc w:val="center"/>
            </w:pPr>
            <w:r w:rsidRPr="002E0D4E">
              <w:t>6</w:t>
            </w:r>
            <w:r w:rsidR="00902266" w:rsidRPr="002E0D4E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743DEF" w:rsidP="00902266">
            <w:pPr>
              <w:autoSpaceDE w:val="0"/>
              <w:autoSpaceDN w:val="0"/>
              <w:adjustRightInd w:val="0"/>
              <w:jc w:val="center"/>
            </w:pPr>
            <w:r w:rsidRPr="002E0D4E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743DEF" w:rsidP="00902266">
            <w:pPr>
              <w:autoSpaceDE w:val="0"/>
              <w:autoSpaceDN w:val="0"/>
              <w:adjustRightInd w:val="0"/>
              <w:jc w:val="center"/>
            </w:pPr>
            <w:r w:rsidRPr="002E0D4E">
              <w:t>8</w:t>
            </w:r>
            <w:r w:rsidR="00902266" w:rsidRPr="002E0D4E">
              <w:t xml:space="preserve"> </w:t>
            </w:r>
          </w:p>
        </w:tc>
      </w:tr>
      <w:tr w:rsidR="00902266" w:rsidRPr="002E0D4E" w:rsidTr="009022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</w:tr>
      <w:tr w:rsidR="00902266" w:rsidRPr="002E0D4E" w:rsidTr="0090226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66" w:rsidRPr="002E0D4E" w:rsidRDefault="00902266" w:rsidP="0086432B">
            <w:pPr>
              <w:autoSpaceDE w:val="0"/>
              <w:autoSpaceDN w:val="0"/>
              <w:adjustRightInd w:val="0"/>
            </w:pPr>
          </w:p>
        </w:tc>
      </w:tr>
    </w:tbl>
    <w:p w:rsidR="00866114" w:rsidRPr="002E0D4E" w:rsidRDefault="00866114" w:rsidP="000563EA">
      <w:pPr>
        <w:spacing w:after="1"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</w:t>
      </w:r>
      <w:r w:rsidR="000563EA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_</w:t>
      </w:r>
    </w:p>
    <w:p w:rsidR="003C3EE1" w:rsidRPr="002E0D4E" w:rsidRDefault="00866114" w:rsidP="00866114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1</w:t>
      </w:r>
      <w:r w:rsidRPr="002E0D4E">
        <w:t xml:space="preserve"> Заполняется в случае, если условиями предоставления гранта предусмотрено финансовое обеспечение мероприятий, предусмотренных Соглашением за счет иных источников: из собственных средств Получателя, из средств бюджета </w:t>
      </w:r>
      <w:r w:rsidR="00D557BA" w:rsidRPr="002E0D4E">
        <w:t>Республики Татарстан</w:t>
      </w:r>
      <w:r w:rsidRPr="002E0D4E">
        <w:t>, местного бюджета.</w:t>
      </w:r>
    </w:p>
    <w:p w:rsidR="00866114" w:rsidRPr="002E0D4E" w:rsidRDefault="00866114" w:rsidP="00866114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2</w:t>
      </w:r>
      <w:r w:rsidRPr="002E0D4E">
        <w:t xml:space="preserve"> Заполняется в случаях, если Правилами предоставления гранта предусмотрено установление показателей результата(</w:t>
      </w:r>
      <w:proofErr w:type="spellStart"/>
      <w:r w:rsidRPr="002E0D4E">
        <w:t>ов</w:t>
      </w:r>
      <w:proofErr w:type="spellEnd"/>
      <w:r w:rsidRPr="002E0D4E">
        <w:t xml:space="preserve">) предоставления гранта, в разрезе конкретных мероприятий, и если данные мероприятия указаны в </w:t>
      </w:r>
      <w:hyperlink r:id="rId77" w:history="1">
        <w:r w:rsidRPr="002E0D4E">
          <w:t>пункте 1.1.1.</w:t>
        </w:r>
      </w:hyperlink>
      <w:r w:rsidRPr="002E0D4E">
        <w:t xml:space="preserve"> Соглашения.</w:t>
      </w:r>
    </w:p>
    <w:p w:rsidR="00A43102" w:rsidRPr="002E0D4E" w:rsidRDefault="00A43102">
      <w:pPr>
        <w:spacing w:after="1" w:line="280" w:lineRule="atLeast"/>
        <w:jc w:val="center"/>
      </w:pPr>
    </w:p>
    <w:p w:rsidR="00AA19E6" w:rsidRPr="002E0D4E" w:rsidRDefault="00AA19E6" w:rsidP="00E33C31">
      <w:pPr>
        <w:spacing w:after="1" w:line="280" w:lineRule="atLeast"/>
        <w:jc w:val="right"/>
        <w:rPr>
          <w:sz w:val="24"/>
          <w:szCs w:val="24"/>
        </w:rPr>
      </w:pPr>
    </w:p>
    <w:p w:rsidR="003C3EE1" w:rsidRPr="002E0D4E" w:rsidRDefault="003C3EE1" w:rsidP="00E33C31">
      <w:pPr>
        <w:spacing w:after="1" w:line="280" w:lineRule="atLeast"/>
        <w:jc w:val="right"/>
        <w:rPr>
          <w:sz w:val="24"/>
          <w:szCs w:val="24"/>
        </w:rPr>
      </w:pPr>
    </w:p>
    <w:p w:rsidR="003C3EE1" w:rsidRPr="002E0D4E" w:rsidRDefault="003C3EE1" w:rsidP="00E33C31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E33C31">
      <w:pPr>
        <w:spacing w:after="1" w:line="280" w:lineRule="atLeast"/>
        <w:jc w:val="right"/>
        <w:rPr>
          <w:sz w:val="24"/>
          <w:szCs w:val="24"/>
        </w:rPr>
      </w:pPr>
    </w:p>
    <w:p w:rsidR="00E33C31" w:rsidRPr="002E0D4E" w:rsidRDefault="00E33C31" w:rsidP="00E33C31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3</w:t>
      </w:r>
    </w:p>
    <w:p w:rsidR="00E531D9" w:rsidRPr="002E0D4E" w:rsidRDefault="00E33C31" w:rsidP="00741C38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E33C31" w:rsidRPr="002E0D4E" w:rsidRDefault="00E33C31" w:rsidP="00E33C31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E33C31" w:rsidRPr="002E0D4E" w:rsidRDefault="00E33C31" w:rsidP="00E33C31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F71CE6" w:rsidRPr="002E0D4E" w:rsidRDefault="00F71CE6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741C38" w:rsidRPr="002E0D4E" w:rsidRDefault="00741C38" w:rsidP="002D3C36">
      <w:pPr>
        <w:spacing w:after="1" w:line="280" w:lineRule="atLeast"/>
        <w:jc w:val="center"/>
        <w:rPr>
          <w:sz w:val="24"/>
          <w:szCs w:val="24"/>
        </w:rPr>
      </w:pPr>
    </w:p>
    <w:p w:rsidR="00FC2B88" w:rsidRPr="002E0D4E" w:rsidRDefault="002D3C36" w:rsidP="002D3C36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План-график перечисления гранта </w:t>
      </w:r>
    </w:p>
    <w:p w:rsidR="002D3C36" w:rsidRPr="002E0D4E" w:rsidRDefault="002D3C36" w:rsidP="002D3C36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(Изменения в график перечисления гранта) </w:t>
      </w:r>
    </w:p>
    <w:p w:rsidR="002D3C36" w:rsidRPr="002E0D4E" w:rsidRDefault="002D3C36" w:rsidP="002D3C36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567"/>
        <w:gridCol w:w="2952"/>
        <w:gridCol w:w="340"/>
        <w:gridCol w:w="2378"/>
        <w:gridCol w:w="1134"/>
      </w:tblGrid>
      <w:tr w:rsidR="002D3C36" w:rsidRPr="002E0D4E" w:rsidTr="007351F9">
        <w:tc>
          <w:tcPr>
            <w:tcW w:w="6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6" w:rsidRPr="002E0D4E" w:rsidRDefault="002D3C36" w:rsidP="0086432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2D3C36" w:rsidRPr="002E0D4E" w:rsidTr="007351F9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2B88" w:rsidRPr="002E0D4E" w:rsidRDefault="00FC2B88" w:rsidP="00FC2B88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                          </w:t>
            </w:r>
            <w:r w:rsidR="002D3C36" w:rsidRPr="002E0D4E">
              <w:rPr>
                <w:sz w:val="24"/>
                <w:szCs w:val="24"/>
              </w:rPr>
              <w:t>ИНН</w:t>
            </w:r>
            <w:r w:rsidRPr="002E0D4E">
              <w:rPr>
                <w:sz w:val="24"/>
                <w:szCs w:val="24"/>
                <w:vertAlign w:val="superscript"/>
              </w:rPr>
              <w:t>1</w:t>
            </w:r>
          </w:p>
          <w:p w:rsidR="002D3C36" w:rsidRPr="002E0D4E" w:rsidRDefault="002D3C36" w:rsidP="00FC2B88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2D3C36" w:rsidRPr="002E0D4E" w:rsidTr="007351F9">
        <w:tc>
          <w:tcPr>
            <w:tcW w:w="3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3C36" w:rsidRPr="002E0D4E" w:rsidRDefault="002D3C36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6" w:rsidRPr="002E0D4E" w:rsidRDefault="002D3C36" w:rsidP="0086432B">
            <w:pPr>
              <w:spacing w:after="1" w:line="280" w:lineRule="atLeast"/>
              <w:ind w:left="-123" w:firstLine="123"/>
              <w:rPr>
                <w:sz w:val="24"/>
                <w:szCs w:val="24"/>
              </w:rPr>
            </w:pPr>
          </w:p>
        </w:tc>
      </w:tr>
      <w:tr w:rsidR="002D3C36" w:rsidRPr="002E0D4E" w:rsidTr="007351F9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руб.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3C36" w:rsidRPr="002E0D4E" w:rsidRDefault="002D3C36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3C36" w:rsidRPr="002E0D4E" w:rsidRDefault="002D3C36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6" w:rsidRPr="002E0D4E" w:rsidRDefault="0016001D" w:rsidP="0086432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78" w:history="1">
              <w:r w:rsidR="002D3C36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4C19B9" w:rsidRPr="002E0D4E" w:rsidRDefault="004C19B9" w:rsidP="002D3C36">
      <w:pPr>
        <w:autoSpaceDE w:val="0"/>
        <w:autoSpaceDN w:val="0"/>
        <w:adjustRightInd w:val="0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Вид документа__________________________________________</w:t>
      </w:r>
    </w:p>
    <w:p w:rsidR="004C19B9" w:rsidRPr="002E0D4E" w:rsidRDefault="004C19B9" w:rsidP="002D3C36">
      <w:pPr>
        <w:autoSpaceDE w:val="0"/>
        <w:autoSpaceDN w:val="0"/>
        <w:adjustRightInd w:val="0"/>
        <w:outlineLvl w:val="0"/>
        <w:rPr>
          <w:vertAlign w:val="superscript"/>
        </w:rPr>
      </w:pPr>
      <w:r w:rsidRPr="002E0D4E">
        <w:t xml:space="preserve">                                   (первичный - «0», уточненный - «1», «2», «3» «…») </w:t>
      </w:r>
      <w:r w:rsidR="00B82C51" w:rsidRPr="002E0D4E">
        <w:rPr>
          <w:vertAlign w:val="superscript"/>
        </w:rPr>
        <w:t>2</w:t>
      </w:r>
    </w:p>
    <w:p w:rsidR="004C19B9" w:rsidRPr="002E0D4E" w:rsidRDefault="004C19B9" w:rsidP="002D3C36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311"/>
        <w:gridCol w:w="725"/>
        <w:gridCol w:w="654"/>
        <w:gridCol w:w="1054"/>
        <w:gridCol w:w="1509"/>
        <w:gridCol w:w="1164"/>
        <w:gridCol w:w="895"/>
        <w:gridCol w:w="1152"/>
        <w:gridCol w:w="1152"/>
        <w:gridCol w:w="523"/>
        <w:gridCol w:w="282"/>
      </w:tblGrid>
      <w:tr w:rsidR="004C1AC5" w:rsidRPr="002E0D4E" w:rsidTr="00CB3398">
        <w:trPr>
          <w:trHeight w:val="525"/>
        </w:trPr>
        <w:tc>
          <w:tcPr>
            <w:tcW w:w="1311" w:type="dxa"/>
            <w:vMerge w:val="restart"/>
            <w:hideMark/>
          </w:tcPr>
          <w:p w:rsidR="00DC697D" w:rsidRPr="002E0D4E" w:rsidRDefault="00DC697D" w:rsidP="00B8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направления расходов</w:t>
            </w:r>
            <w:r w:rsidR="00B82C51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5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276" w:type="dxa"/>
            <w:gridSpan w:val="5"/>
            <w:hideMark/>
          </w:tcPr>
          <w:p w:rsidR="00DC697D" w:rsidRPr="002E0D4E" w:rsidRDefault="00DC697D" w:rsidP="00F3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бюджета</w:t>
            </w:r>
            <w:r w:rsidR="00F34555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0C5B60" w:rsidRPr="002E0D4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34555" w:rsidRPr="002E0D4E">
              <w:rPr>
                <w:rFonts w:ascii="Times New Roman" w:hAnsi="Times New Roman" w:cs="Times New Roman"/>
                <w:sz w:val="20"/>
                <w:szCs w:val="20"/>
              </w:rPr>
              <w:t>публики Татарстан</w:t>
            </w:r>
          </w:p>
        </w:tc>
        <w:tc>
          <w:tcPr>
            <w:tcW w:w="2304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1" w:name="RANGE!I15"/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Сроки перечисления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гранта</w:t>
            </w:r>
            <w:bookmarkEnd w:id="51"/>
          </w:p>
        </w:tc>
        <w:tc>
          <w:tcPr>
            <w:tcW w:w="805" w:type="dxa"/>
            <w:gridSpan w:val="2"/>
            <w:vMerge w:val="restart"/>
            <w:hideMark/>
          </w:tcPr>
          <w:p w:rsidR="00DC697D" w:rsidRPr="002E0D4E" w:rsidRDefault="00DC697D" w:rsidP="00B82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B82C51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DC697D" w:rsidRPr="002E0D4E" w:rsidTr="00CB3398">
        <w:trPr>
          <w:trHeight w:val="330"/>
        </w:trPr>
        <w:tc>
          <w:tcPr>
            <w:tcW w:w="1311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105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раздела, подраздела</w:t>
            </w:r>
          </w:p>
        </w:tc>
        <w:tc>
          <w:tcPr>
            <w:tcW w:w="2673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895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расходов</w:t>
            </w:r>
          </w:p>
        </w:tc>
        <w:tc>
          <w:tcPr>
            <w:tcW w:w="1152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не ранее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52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не позднее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05" w:type="dxa"/>
            <w:gridSpan w:val="2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97D" w:rsidRPr="002E0D4E" w:rsidTr="00CB3398">
        <w:trPr>
          <w:trHeight w:val="525"/>
        </w:trPr>
        <w:tc>
          <w:tcPr>
            <w:tcW w:w="1311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программной (непрограммной) статьи</w:t>
            </w:r>
          </w:p>
        </w:tc>
        <w:tc>
          <w:tcPr>
            <w:tcW w:w="116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направления расходов</w:t>
            </w:r>
          </w:p>
        </w:tc>
        <w:tc>
          <w:tcPr>
            <w:tcW w:w="89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97D" w:rsidRPr="002E0D4E" w:rsidTr="00CB3398">
        <w:trPr>
          <w:trHeight w:val="255"/>
        </w:trPr>
        <w:tc>
          <w:tcPr>
            <w:tcW w:w="1311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9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C697D" w:rsidRPr="002E0D4E" w:rsidTr="00CB3398">
        <w:trPr>
          <w:trHeight w:val="405"/>
        </w:trPr>
        <w:tc>
          <w:tcPr>
            <w:tcW w:w="1311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9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5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390"/>
        </w:trPr>
        <w:tc>
          <w:tcPr>
            <w:tcW w:w="1311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330"/>
        </w:trPr>
        <w:tc>
          <w:tcPr>
            <w:tcW w:w="1311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360"/>
        </w:trPr>
        <w:tc>
          <w:tcPr>
            <w:tcW w:w="1311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5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9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5" w:type="dxa"/>
            <w:vMerge w:val="restart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345"/>
        </w:trPr>
        <w:tc>
          <w:tcPr>
            <w:tcW w:w="1311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360"/>
        </w:trPr>
        <w:tc>
          <w:tcPr>
            <w:tcW w:w="1311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4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390"/>
        </w:trPr>
        <w:tc>
          <w:tcPr>
            <w:tcW w:w="1311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05" w:type="dxa"/>
            <w:gridSpan w:val="2"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697D" w:rsidRPr="002E0D4E" w:rsidTr="00CB3398">
        <w:trPr>
          <w:trHeight w:val="270"/>
        </w:trPr>
        <w:tc>
          <w:tcPr>
            <w:tcW w:w="1311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dxa"/>
            <w:noWrap/>
            <w:hideMark/>
          </w:tcPr>
          <w:p w:rsidR="00DC697D" w:rsidRPr="002E0D4E" w:rsidRDefault="00DC697D" w:rsidP="00DC69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3398" w:rsidRPr="002E0D4E" w:rsidRDefault="00CB3398" w:rsidP="003F7583">
      <w:pPr>
        <w:tabs>
          <w:tab w:val="left" w:pos="9688"/>
        </w:tabs>
        <w:ind w:left="-106" w:firstLine="709"/>
        <w:jc w:val="both"/>
        <w:rPr>
          <w:sz w:val="24"/>
          <w:szCs w:val="24"/>
          <w:vertAlign w:val="superscript"/>
        </w:rPr>
      </w:pPr>
      <w:bookmarkStart w:id="52" w:name="P1021"/>
      <w:bookmarkEnd w:id="52"/>
    </w:p>
    <w:p w:rsidR="00CB3398" w:rsidRPr="002E0D4E" w:rsidRDefault="00CB3398" w:rsidP="003F7583">
      <w:pPr>
        <w:tabs>
          <w:tab w:val="left" w:pos="9688"/>
        </w:tabs>
        <w:ind w:left="-106" w:firstLine="709"/>
        <w:jc w:val="both"/>
        <w:rPr>
          <w:sz w:val="24"/>
          <w:szCs w:val="24"/>
          <w:vertAlign w:val="superscript"/>
        </w:rPr>
      </w:pPr>
      <w:r w:rsidRPr="002E0D4E">
        <w:rPr>
          <w:sz w:val="24"/>
          <w:szCs w:val="24"/>
          <w:vertAlign w:val="superscript"/>
        </w:rPr>
        <w:t>_________________________________________________________</w:t>
      </w:r>
    </w:p>
    <w:p w:rsidR="003F7583" w:rsidRPr="002E0D4E" w:rsidRDefault="003F7583" w:rsidP="0094766A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1</w:t>
      </w:r>
      <w:r w:rsidR="0094766A" w:rsidRPr="002E0D4E">
        <w:rPr>
          <w:vertAlign w:val="superscript"/>
        </w:rPr>
        <w:t xml:space="preserve"> </w:t>
      </w:r>
      <w:r w:rsidR="00E1662E" w:rsidRPr="002E0D4E">
        <w:t>Заполняется в случае, если Получ</w:t>
      </w:r>
      <w:r w:rsidR="00185736" w:rsidRPr="002E0D4E">
        <w:t>ателем является физическое лицо.</w:t>
      </w:r>
      <w:r w:rsidRPr="002E0D4E">
        <w:t xml:space="preserve"> </w:t>
      </w:r>
    </w:p>
    <w:p w:rsidR="00CB3398" w:rsidRPr="002E0D4E" w:rsidRDefault="00CB3398" w:rsidP="003F7583">
      <w:pPr>
        <w:tabs>
          <w:tab w:val="left" w:pos="9688"/>
        </w:tabs>
        <w:ind w:left="-106" w:firstLine="709"/>
        <w:jc w:val="both"/>
        <w:rPr>
          <w:color w:val="000000"/>
        </w:rPr>
      </w:pPr>
      <w:r w:rsidRPr="002E0D4E">
        <w:rPr>
          <w:vertAlign w:val="superscript"/>
        </w:rPr>
        <w:t xml:space="preserve">2 </w:t>
      </w:r>
      <w:r w:rsidR="003F7583" w:rsidRPr="002E0D4E">
        <w:rPr>
          <w:color w:val="000000"/>
        </w:rPr>
        <w:t xml:space="preserve">При представлении уточненного плана-графика указывается номер очередного внесения изменения в приложение (например, «1», «2», «3», «…»). </w:t>
      </w:r>
    </w:p>
    <w:p w:rsidR="00CB3398" w:rsidRPr="002E0D4E" w:rsidRDefault="00CB3398" w:rsidP="003F7583">
      <w:pPr>
        <w:tabs>
          <w:tab w:val="left" w:pos="9688"/>
        </w:tabs>
        <w:ind w:left="-106" w:firstLine="709"/>
        <w:jc w:val="both"/>
        <w:rPr>
          <w:color w:val="000000"/>
        </w:rPr>
      </w:pPr>
      <w:r w:rsidRPr="002E0D4E">
        <w:rPr>
          <w:vertAlign w:val="superscript"/>
        </w:rPr>
        <w:t xml:space="preserve">3 </w:t>
      </w:r>
      <w:r w:rsidR="003F7583" w:rsidRPr="002E0D4E">
        <w:rPr>
          <w:color w:val="000000"/>
        </w:rPr>
        <w:t>Указывается наименование направления расходов целевой статьи расходов бюджета Республики Татарстан на предоставление гранта, указанного в графе 6.</w:t>
      </w:r>
    </w:p>
    <w:p w:rsidR="003F7583" w:rsidRPr="002E0D4E" w:rsidRDefault="00CB3398" w:rsidP="003F7583">
      <w:pPr>
        <w:tabs>
          <w:tab w:val="left" w:pos="9688"/>
        </w:tabs>
        <w:ind w:left="-106" w:firstLine="709"/>
        <w:jc w:val="both"/>
        <w:rPr>
          <w:color w:val="000000"/>
        </w:rPr>
      </w:pPr>
      <w:r w:rsidRPr="002E0D4E">
        <w:rPr>
          <w:vertAlign w:val="superscript"/>
        </w:rPr>
        <w:t>4</w:t>
      </w:r>
      <w:r w:rsidR="003F7583" w:rsidRPr="002E0D4E">
        <w:rPr>
          <w:color w:val="000000"/>
        </w:rPr>
        <w:t xml:space="preserve"> Указывается сумма, подлежащая перечислению. В случае внесения изменения в план-график перечисления гранта указывается величина изменения (со знаком «плюс» - при увеличении; со знаком «минус» - при уменьшении).</w:t>
      </w:r>
    </w:p>
    <w:p w:rsidR="00F128FE" w:rsidRPr="002E0D4E" w:rsidRDefault="00F128FE" w:rsidP="00192399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192399">
      <w:pPr>
        <w:spacing w:after="1" w:line="280" w:lineRule="atLeast"/>
        <w:jc w:val="right"/>
        <w:rPr>
          <w:sz w:val="24"/>
          <w:szCs w:val="24"/>
        </w:rPr>
      </w:pPr>
    </w:p>
    <w:p w:rsidR="00192399" w:rsidRPr="002E0D4E" w:rsidRDefault="00192399" w:rsidP="00192399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4</w:t>
      </w:r>
    </w:p>
    <w:p w:rsidR="00192399" w:rsidRPr="002E0D4E" w:rsidRDefault="00192399" w:rsidP="00192399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192399" w:rsidRPr="002E0D4E" w:rsidRDefault="00192399" w:rsidP="00192399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192399" w:rsidRPr="002E0D4E" w:rsidRDefault="00192399" w:rsidP="00192399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ED0C50" w:rsidRPr="002E0D4E" w:rsidRDefault="00ED0C50" w:rsidP="00D53253">
      <w:pPr>
        <w:spacing w:line="280" w:lineRule="atLeast"/>
        <w:jc w:val="both"/>
        <w:rPr>
          <w:sz w:val="24"/>
          <w:szCs w:val="24"/>
        </w:rPr>
      </w:pPr>
    </w:p>
    <w:p w:rsidR="00CA77E3" w:rsidRPr="002E0D4E" w:rsidRDefault="00CA77E3" w:rsidP="00CA77E3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Значения</w:t>
      </w:r>
    </w:p>
    <w:p w:rsidR="00CA77E3" w:rsidRPr="002E0D4E" w:rsidRDefault="00CA77E3" w:rsidP="004808A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результата(</w:t>
      </w:r>
      <w:proofErr w:type="spellStart"/>
      <w:r w:rsidRPr="002E0D4E">
        <w:rPr>
          <w:sz w:val="24"/>
          <w:szCs w:val="24"/>
        </w:rPr>
        <w:t>ов</w:t>
      </w:r>
      <w:proofErr w:type="spellEnd"/>
      <w:r w:rsidRPr="002E0D4E">
        <w:rPr>
          <w:sz w:val="24"/>
          <w:szCs w:val="24"/>
        </w:rPr>
        <w:t xml:space="preserve">) предоставления гранта </w:t>
      </w:r>
    </w:p>
    <w:tbl>
      <w:tblPr>
        <w:tblW w:w="1032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567"/>
        <w:gridCol w:w="2952"/>
        <w:gridCol w:w="340"/>
        <w:gridCol w:w="2520"/>
        <w:gridCol w:w="1048"/>
      </w:tblGrid>
      <w:tr w:rsidR="00CA77E3" w:rsidRPr="002E0D4E" w:rsidTr="008E1BC4">
        <w:tc>
          <w:tcPr>
            <w:tcW w:w="6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E3" w:rsidRPr="002E0D4E" w:rsidRDefault="00CA77E3" w:rsidP="003F4080">
            <w:pPr>
              <w:spacing w:after="1" w:line="280" w:lineRule="atLeast"/>
              <w:ind w:left="444" w:hanging="444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CA77E3" w:rsidRPr="002E0D4E" w:rsidTr="008E1BC4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77E3" w:rsidRPr="002E0D4E" w:rsidRDefault="00CA77E3" w:rsidP="0086432B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  <w:r w:rsidR="003F4080" w:rsidRPr="002E0D4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CA77E3" w:rsidRPr="002E0D4E" w:rsidTr="008E1BC4">
        <w:tc>
          <w:tcPr>
            <w:tcW w:w="3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77E3" w:rsidRPr="002E0D4E" w:rsidRDefault="00CA77E3" w:rsidP="00712D1A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по </w:t>
            </w:r>
            <w:r w:rsidR="00712D1A" w:rsidRPr="002E0D4E">
              <w:rPr>
                <w:sz w:val="24"/>
                <w:szCs w:val="24"/>
              </w:rPr>
              <w:t>сводному реестру</w:t>
            </w:r>
          </w:p>
          <w:p w:rsidR="00712D1A" w:rsidRPr="002E0D4E" w:rsidRDefault="00712D1A" w:rsidP="00712D1A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БК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7E3" w:rsidRPr="002E0D4E" w:rsidRDefault="00CA77E3" w:rsidP="0086432B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84593B" w:rsidRPr="002E0D4E" w:rsidRDefault="0084593B" w:rsidP="00CA77E3">
      <w:pPr>
        <w:spacing w:after="1" w:line="28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Вид документа    ___________________________________________________</w:t>
      </w:r>
    </w:p>
    <w:p w:rsidR="00CA77E3" w:rsidRPr="002E0D4E" w:rsidRDefault="0084593B" w:rsidP="0084593B">
      <w:pPr>
        <w:spacing w:after="1" w:line="280" w:lineRule="atLeast"/>
        <w:jc w:val="center"/>
        <w:rPr>
          <w:vertAlign w:val="superscript"/>
        </w:rPr>
      </w:pPr>
      <w:r w:rsidRPr="002E0D4E">
        <w:t>(первичный - «0», уточненный - «1», «2», «3» «…»)</w:t>
      </w:r>
      <w:r w:rsidR="000F786A" w:rsidRPr="002E0D4E">
        <w:t xml:space="preserve"> </w:t>
      </w:r>
      <w:r w:rsidR="000F786A" w:rsidRPr="002E0D4E">
        <w:rPr>
          <w:vertAlign w:val="superscript"/>
        </w:rPr>
        <w:t>2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5"/>
        <w:gridCol w:w="939"/>
        <w:gridCol w:w="623"/>
        <w:gridCol w:w="567"/>
        <w:gridCol w:w="708"/>
        <w:gridCol w:w="779"/>
        <w:gridCol w:w="807"/>
        <w:gridCol w:w="779"/>
        <w:gridCol w:w="807"/>
        <w:gridCol w:w="779"/>
        <w:gridCol w:w="807"/>
        <w:gridCol w:w="779"/>
        <w:gridCol w:w="807"/>
      </w:tblGrid>
      <w:tr w:rsidR="000F786A" w:rsidRPr="002E0D4E" w:rsidTr="000F786A">
        <w:trPr>
          <w:trHeight w:val="435"/>
        </w:trPr>
        <w:tc>
          <w:tcPr>
            <w:tcW w:w="1240" w:type="dxa"/>
            <w:gridSpan w:val="2"/>
            <w:vMerge w:val="restart"/>
            <w:hideMark/>
          </w:tcPr>
          <w:p w:rsidR="000F786A" w:rsidRPr="002E0D4E" w:rsidRDefault="000F786A" w:rsidP="00B24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 w:rsidR="00B24A3E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9" w:type="dxa"/>
            <w:vMerge w:val="restart"/>
            <w:hideMark/>
          </w:tcPr>
          <w:p w:rsidR="000F786A" w:rsidRPr="002E0D4E" w:rsidRDefault="000F786A" w:rsidP="00B24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предоставления гранта</w:t>
            </w:r>
            <w:r w:rsidR="00B24A3E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90" w:type="dxa"/>
            <w:gridSpan w:val="2"/>
            <w:vMerge w:val="restart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строки</w:t>
            </w:r>
          </w:p>
        </w:tc>
        <w:tc>
          <w:tcPr>
            <w:tcW w:w="6344" w:type="dxa"/>
            <w:gridSpan w:val="8"/>
            <w:noWrap/>
            <w:hideMark/>
          </w:tcPr>
          <w:p w:rsidR="000F786A" w:rsidRPr="002E0D4E" w:rsidRDefault="000F786A" w:rsidP="00B24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Плановые значения результатов предоставления гранта по годам (срокам) реализации Соглашения</w:t>
            </w:r>
            <w:r w:rsidR="00B24A3E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0F786A" w:rsidRPr="002E0D4E" w:rsidTr="000F786A">
        <w:trPr>
          <w:trHeight w:val="360"/>
        </w:trPr>
        <w:tc>
          <w:tcPr>
            <w:tcW w:w="1240" w:type="dxa"/>
            <w:gridSpan w:val="2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586" w:type="dxa"/>
            <w:gridSpan w:val="2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586" w:type="dxa"/>
            <w:gridSpan w:val="2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586" w:type="dxa"/>
            <w:gridSpan w:val="2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0F786A" w:rsidRPr="002E0D4E" w:rsidTr="000F786A">
        <w:trPr>
          <w:trHeight w:val="1275"/>
        </w:trPr>
        <w:tc>
          <w:tcPr>
            <w:tcW w:w="675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5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по БК</w:t>
            </w:r>
          </w:p>
        </w:tc>
        <w:tc>
          <w:tcPr>
            <w:tcW w:w="939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по ОКЕИ</w:t>
            </w:r>
          </w:p>
        </w:tc>
        <w:tc>
          <w:tcPr>
            <w:tcW w:w="708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</w:tr>
      <w:tr w:rsidR="000F786A" w:rsidRPr="002E0D4E" w:rsidTr="000F786A">
        <w:trPr>
          <w:trHeight w:val="255"/>
        </w:trPr>
        <w:tc>
          <w:tcPr>
            <w:tcW w:w="675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5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F786A" w:rsidRPr="002E0D4E" w:rsidTr="000F786A">
        <w:trPr>
          <w:trHeight w:val="315"/>
        </w:trPr>
        <w:tc>
          <w:tcPr>
            <w:tcW w:w="675" w:type="dxa"/>
            <w:vMerge w:val="restart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Merge w:val="restart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F786A" w:rsidRPr="002E0D4E" w:rsidTr="000F786A">
        <w:trPr>
          <w:trHeight w:val="285"/>
        </w:trPr>
        <w:tc>
          <w:tcPr>
            <w:tcW w:w="67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F786A" w:rsidRPr="002E0D4E" w:rsidTr="000F786A">
        <w:trPr>
          <w:trHeight w:val="360"/>
        </w:trPr>
        <w:tc>
          <w:tcPr>
            <w:tcW w:w="67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F786A" w:rsidRPr="002E0D4E" w:rsidTr="000F786A">
        <w:trPr>
          <w:trHeight w:val="375"/>
        </w:trPr>
        <w:tc>
          <w:tcPr>
            <w:tcW w:w="675" w:type="dxa"/>
            <w:vMerge w:val="restart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5" w:type="dxa"/>
            <w:vMerge w:val="restart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F786A" w:rsidRPr="002E0D4E" w:rsidTr="000F786A">
        <w:trPr>
          <w:trHeight w:val="240"/>
        </w:trPr>
        <w:tc>
          <w:tcPr>
            <w:tcW w:w="67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F786A" w:rsidRPr="002E0D4E" w:rsidTr="000F786A">
        <w:trPr>
          <w:trHeight w:val="360"/>
        </w:trPr>
        <w:tc>
          <w:tcPr>
            <w:tcW w:w="67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786A" w:rsidRPr="002E0D4E" w:rsidTr="000F786A">
        <w:trPr>
          <w:trHeight w:val="270"/>
        </w:trPr>
        <w:tc>
          <w:tcPr>
            <w:tcW w:w="675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5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3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noWrap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noWrap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noWrap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noWrap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9" w:type="dxa"/>
            <w:noWrap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noWrap/>
            <w:hideMark/>
          </w:tcPr>
          <w:p w:rsidR="000F786A" w:rsidRPr="002E0D4E" w:rsidRDefault="000F786A" w:rsidP="000F7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D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A77E3" w:rsidRPr="002E0D4E" w:rsidRDefault="00CA77E3" w:rsidP="00CA77E3">
      <w:pPr>
        <w:spacing w:after="1"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</w:t>
      </w:r>
    </w:p>
    <w:p w:rsidR="00ED6B20" w:rsidRPr="002E0D4E" w:rsidRDefault="00CA77E3" w:rsidP="003F4080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1</w:t>
      </w:r>
      <w:r w:rsidRPr="002E0D4E">
        <w:t xml:space="preserve"> </w:t>
      </w:r>
      <w:r w:rsidR="003F4080" w:rsidRPr="002E0D4E">
        <w:t>Заполняется в случае, если Получателем является физическое лицо.</w:t>
      </w:r>
    </w:p>
    <w:p w:rsidR="000F786A" w:rsidRPr="002E0D4E" w:rsidRDefault="00CA77E3" w:rsidP="000F786A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2</w:t>
      </w:r>
      <w:r w:rsidRPr="002E0D4E">
        <w:t xml:space="preserve"> </w:t>
      </w:r>
      <w:r w:rsidR="000F786A" w:rsidRPr="002E0D4E">
        <w:t>Указывается номер очередного внесения изменения в приложение.</w:t>
      </w:r>
      <w:r w:rsidR="000F786A" w:rsidRPr="002E0D4E">
        <w:tab/>
      </w:r>
      <w:r w:rsidR="000F786A" w:rsidRPr="002E0D4E">
        <w:tab/>
      </w:r>
      <w:r w:rsidR="000F786A" w:rsidRPr="002E0D4E">
        <w:tab/>
      </w:r>
      <w:r w:rsidR="000F786A" w:rsidRPr="002E0D4E">
        <w:tab/>
      </w:r>
    </w:p>
    <w:p w:rsidR="00B24A3E" w:rsidRPr="002E0D4E" w:rsidRDefault="000F786A" w:rsidP="000F786A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3</w:t>
      </w:r>
      <w:r w:rsidRPr="002E0D4E">
        <w:t xml:space="preserve"> Указывается наименование направления расходов целевой статьи расходов бюджета Республики Татарстан и соответствующий ему код.</w:t>
      </w:r>
    </w:p>
    <w:p w:rsidR="00B24A3E" w:rsidRPr="002E0D4E" w:rsidRDefault="00B24A3E" w:rsidP="000F786A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4</w:t>
      </w:r>
      <w:r w:rsidRPr="002E0D4E">
        <w:t xml:space="preserve"> </w:t>
      </w:r>
      <w:r w:rsidR="000F786A" w:rsidRPr="002E0D4E">
        <w:t>Указывается наименование результатов предоставления гранта в соответствии с Правилами предоставления гранта, а также наименование показателя, необходимого для достижения результатов предоставления гранта, если это предусмотрено Правилами предоставления гранта.</w:t>
      </w:r>
    </w:p>
    <w:p w:rsidR="00D34A8D" w:rsidRPr="002E0D4E" w:rsidRDefault="00B24A3E" w:rsidP="004808AC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5</w:t>
      </w:r>
      <w:r w:rsidR="000F786A" w:rsidRPr="002E0D4E">
        <w:t xml:space="preserve"> Указываются плановые значения результатов предоставления гранта, отраженных в графе 3, на различные даты их достижения нарастающим итогом с даты заключения Соглашения и с начала текущего финан</w:t>
      </w:r>
      <w:r w:rsidR="00415A06" w:rsidRPr="002E0D4E">
        <w:t>сового года соответственно.</w:t>
      </w:r>
      <w:bookmarkStart w:id="53" w:name="P1252"/>
      <w:bookmarkEnd w:id="53"/>
    </w:p>
    <w:p w:rsidR="004808AC" w:rsidRPr="002E0D4E" w:rsidRDefault="004808AC" w:rsidP="004808AC">
      <w:pPr>
        <w:autoSpaceDE w:val="0"/>
        <w:autoSpaceDN w:val="0"/>
        <w:adjustRightInd w:val="0"/>
        <w:ind w:firstLine="540"/>
        <w:jc w:val="both"/>
        <w:rPr>
          <w:sz w:val="28"/>
        </w:rPr>
        <w:sectPr w:rsidR="004808AC" w:rsidRPr="002E0D4E" w:rsidSect="005A6A41">
          <w:headerReference w:type="default" r:id="rId79"/>
          <w:pgSz w:w="11906" w:h="16838" w:code="9"/>
          <w:pgMar w:top="1134" w:right="567" w:bottom="709" w:left="1134" w:header="284" w:footer="0" w:gutter="0"/>
          <w:cols w:space="720"/>
          <w:titlePg/>
          <w:docGrid w:linePitch="360"/>
        </w:sectPr>
      </w:pPr>
    </w:p>
    <w:p w:rsidR="00BA50A6" w:rsidRPr="002E0D4E" w:rsidRDefault="00BA50A6" w:rsidP="00E531D9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 xml:space="preserve">Приложение № </w:t>
      </w:r>
      <w:r w:rsidR="00D34A8D" w:rsidRPr="002E0D4E">
        <w:rPr>
          <w:sz w:val="24"/>
          <w:szCs w:val="24"/>
        </w:rPr>
        <w:t>5</w:t>
      </w:r>
    </w:p>
    <w:p w:rsidR="00BA50A6" w:rsidRPr="002E0D4E" w:rsidRDefault="00BA50A6" w:rsidP="00E531D9">
      <w:pPr>
        <w:spacing w:after="1" w:line="280" w:lineRule="atLeast"/>
        <w:ind w:left="9639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BA50A6" w:rsidRPr="002E0D4E" w:rsidRDefault="00BA50A6" w:rsidP="00E531D9">
      <w:pPr>
        <w:spacing w:after="1" w:line="280" w:lineRule="atLeast"/>
        <w:ind w:left="9639"/>
        <w:jc w:val="right"/>
        <w:rPr>
          <w:sz w:val="24"/>
          <w:szCs w:val="24"/>
        </w:rPr>
      </w:pPr>
    </w:p>
    <w:p w:rsidR="00BA50A6" w:rsidRPr="002E0D4E" w:rsidRDefault="00BA50A6" w:rsidP="00E531D9">
      <w:pPr>
        <w:spacing w:after="1" w:line="280" w:lineRule="atLeast"/>
        <w:ind w:left="9639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BA50A6" w:rsidRPr="002E0D4E" w:rsidRDefault="00BA50A6" w:rsidP="00E531D9">
      <w:pPr>
        <w:spacing w:after="1" w:line="280" w:lineRule="atLeast"/>
        <w:ind w:left="9639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AD7523" w:rsidRPr="002E0D4E" w:rsidRDefault="00AD7523" w:rsidP="00E531D9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E531D9">
      <w:pPr>
        <w:spacing w:after="1" w:line="280" w:lineRule="atLeast"/>
        <w:jc w:val="center"/>
        <w:rPr>
          <w:sz w:val="24"/>
          <w:szCs w:val="24"/>
        </w:rPr>
      </w:pPr>
    </w:p>
    <w:p w:rsidR="000323F4" w:rsidRPr="002E0D4E" w:rsidRDefault="00D34A8D" w:rsidP="00E531D9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Отчет</w:t>
      </w:r>
      <w:r w:rsidR="000323F4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 xml:space="preserve">о достижении </w:t>
      </w:r>
      <w:r w:rsidR="009144FC" w:rsidRPr="002E0D4E">
        <w:rPr>
          <w:sz w:val="24"/>
          <w:szCs w:val="24"/>
        </w:rPr>
        <w:t>зна</w:t>
      </w:r>
      <w:r w:rsidR="006A293B" w:rsidRPr="002E0D4E">
        <w:rPr>
          <w:sz w:val="24"/>
          <w:szCs w:val="24"/>
        </w:rPr>
        <w:t>ч</w:t>
      </w:r>
      <w:r w:rsidR="009144FC" w:rsidRPr="002E0D4E">
        <w:rPr>
          <w:sz w:val="24"/>
          <w:szCs w:val="24"/>
        </w:rPr>
        <w:t xml:space="preserve">ений </w:t>
      </w:r>
      <w:r w:rsidRPr="002E0D4E">
        <w:rPr>
          <w:sz w:val="24"/>
          <w:szCs w:val="24"/>
        </w:rPr>
        <w:t>результатов</w:t>
      </w:r>
      <w:r w:rsidR="00C4420A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предоставления гранта</w:t>
      </w:r>
    </w:p>
    <w:p w:rsidR="00D34A8D" w:rsidRPr="002E0D4E" w:rsidRDefault="00D34A8D" w:rsidP="00E531D9">
      <w:pPr>
        <w:spacing w:after="1" w:line="280" w:lineRule="atLeast"/>
        <w:jc w:val="center"/>
      </w:pPr>
      <w:r w:rsidRPr="002E0D4E">
        <w:t xml:space="preserve"> </w:t>
      </w:r>
      <w:r w:rsidR="000323F4" w:rsidRPr="002E0D4E">
        <w:t>по состоянию на «__» _______ 20__ года</w:t>
      </w:r>
    </w:p>
    <w:p w:rsidR="00D34A8D" w:rsidRPr="002E0D4E" w:rsidRDefault="00D34A8D" w:rsidP="00E531D9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1551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78"/>
        <w:gridCol w:w="3816"/>
        <w:gridCol w:w="340"/>
        <w:gridCol w:w="5330"/>
        <w:gridCol w:w="1276"/>
      </w:tblGrid>
      <w:tr w:rsidR="00380A68" w:rsidRPr="002E0D4E" w:rsidTr="00CB7EC1">
        <w:tc>
          <w:tcPr>
            <w:tcW w:w="8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0A68" w:rsidRPr="002E0D4E" w:rsidRDefault="00380A68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68" w:rsidRPr="002E0D4E" w:rsidRDefault="00380A68" w:rsidP="00CB7EC1">
            <w:pPr>
              <w:tabs>
                <w:tab w:val="left" w:pos="935"/>
              </w:tabs>
              <w:spacing w:after="1" w:line="280" w:lineRule="atLeast"/>
              <w:ind w:right="225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КОДЫ </w:t>
            </w:r>
          </w:p>
        </w:tc>
      </w:tr>
      <w:tr w:rsidR="00380A68" w:rsidRPr="002E0D4E" w:rsidTr="00CB7EC1"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  <w:r w:rsidRPr="002E0D4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68" w:rsidRPr="002E0D4E" w:rsidRDefault="00380A68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380A68" w:rsidRPr="002E0D4E" w:rsidTr="00CB7EC1"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исполнительного органа государственной власти - главного распорядителя средств бюджета Республики Татарстан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</w:tr>
      <w:tr w:rsidR="00380A68" w:rsidRPr="002E0D4E" w:rsidTr="00CB7EC1">
        <w:tc>
          <w:tcPr>
            <w:tcW w:w="8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Вид документа                  ____________________________________________</w:t>
            </w:r>
          </w:p>
          <w:p w:rsidR="00380A68" w:rsidRPr="002E0D4E" w:rsidRDefault="00380A68" w:rsidP="00CB7EC1">
            <w:pPr>
              <w:spacing w:after="1" w:line="280" w:lineRule="atLeast"/>
              <w:ind w:left="426"/>
              <w:rPr>
                <w:vertAlign w:val="superscript"/>
              </w:rPr>
            </w:pPr>
            <w:r w:rsidRPr="002E0D4E">
              <w:t xml:space="preserve">                                                                 (первичный - «0», уточненный - «1», «2», «3», «…») </w:t>
            </w:r>
            <w:r w:rsidRPr="002E0D4E">
              <w:rPr>
                <w:vertAlign w:val="superscript"/>
              </w:rPr>
              <w:t>2</w:t>
            </w:r>
          </w:p>
          <w:p w:rsidR="00380A68" w:rsidRPr="002E0D4E" w:rsidRDefault="00380A68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Периодичность: месячная; квартальная; годовая</w:t>
            </w:r>
          </w:p>
          <w:p w:rsidR="00380A68" w:rsidRPr="002E0D4E" w:rsidRDefault="00380A68" w:rsidP="00CB7EC1">
            <w:pPr>
              <w:spacing w:after="1" w:line="280" w:lineRule="atLeast"/>
              <w:ind w:left="426"/>
              <w:rPr>
                <w:vertAlign w:val="superscript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68" w:rsidRPr="002E0D4E" w:rsidRDefault="00380A68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380A68" w:rsidRPr="002E0D4E" w:rsidRDefault="00380A68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380A68" w:rsidRPr="002E0D4E" w:rsidRDefault="0016001D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  <w:hyperlink r:id="rId80" w:history="1">
              <w:r w:rsidR="00380A68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380A68" w:rsidRPr="002E0D4E" w:rsidRDefault="00380A68" w:rsidP="00380A68">
      <w:pPr>
        <w:spacing w:after="1" w:line="280" w:lineRule="atLeast"/>
        <w:ind w:left="567"/>
        <w:jc w:val="center"/>
        <w:rPr>
          <w:sz w:val="24"/>
          <w:szCs w:val="24"/>
        </w:rPr>
      </w:pPr>
    </w:p>
    <w:p w:rsidR="00380A68" w:rsidRPr="002E0D4E" w:rsidRDefault="00380A68" w:rsidP="00D61615">
      <w:pPr>
        <w:spacing w:after="1" w:line="280" w:lineRule="atLeast"/>
        <w:ind w:left="567"/>
        <w:jc w:val="center"/>
        <w:rPr>
          <w:sz w:val="24"/>
          <w:szCs w:val="24"/>
        </w:rPr>
      </w:pPr>
    </w:p>
    <w:p w:rsidR="0023081F" w:rsidRPr="002E0D4E" w:rsidRDefault="00AB61CA" w:rsidP="00D61615">
      <w:pPr>
        <w:pStyle w:val="af"/>
        <w:numPr>
          <w:ilvl w:val="0"/>
          <w:numId w:val="4"/>
        </w:num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Информация о достижении значений результатов предоставления гранта и обязательствах, принятых в целях их достижения</w:t>
      </w:r>
    </w:p>
    <w:p w:rsidR="00D61615" w:rsidRPr="002E0D4E" w:rsidRDefault="00D61615" w:rsidP="00D61615">
      <w:pPr>
        <w:spacing w:after="1" w:line="280" w:lineRule="atLeast"/>
        <w:jc w:val="center"/>
        <w:rPr>
          <w:sz w:val="24"/>
          <w:szCs w:val="24"/>
        </w:rPr>
      </w:pPr>
    </w:p>
    <w:p w:rsidR="00D61615" w:rsidRPr="002E0D4E" w:rsidRDefault="00D61615" w:rsidP="00D61615">
      <w:pPr>
        <w:spacing w:after="1" w:line="280" w:lineRule="atLeast"/>
        <w:jc w:val="center"/>
        <w:rPr>
          <w:sz w:val="24"/>
          <w:szCs w:val="24"/>
        </w:rPr>
      </w:pPr>
    </w:p>
    <w:p w:rsidR="00D61615" w:rsidRPr="002E0D4E" w:rsidRDefault="00D61615" w:rsidP="00D61615">
      <w:pPr>
        <w:spacing w:after="1" w:line="280" w:lineRule="atLeast"/>
        <w:jc w:val="center"/>
        <w:rPr>
          <w:sz w:val="24"/>
          <w:szCs w:val="24"/>
        </w:rPr>
      </w:pPr>
    </w:p>
    <w:p w:rsidR="00437478" w:rsidRPr="002E0D4E" w:rsidRDefault="00437478" w:rsidP="00AB61CA">
      <w:pPr>
        <w:spacing w:after="1" w:line="280" w:lineRule="atLeast"/>
        <w:ind w:left="567"/>
        <w:jc w:val="center"/>
        <w:rPr>
          <w:rFonts w:eastAsiaTheme="minorHAnsi"/>
          <w:lang w:eastAsia="en-US"/>
        </w:rPr>
      </w:pPr>
    </w:p>
    <w:tbl>
      <w:tblPr>
        <w:tblStyle w:val="af0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651"/>
        <w:gridCol w:w="1031"/>
        <w:gridCol w:w="947"/>
        <w:gridCol w:w="545"/>
        <w:gridCol w:w="605"/>
        <w:gridCol w:w="851"/>
        <w:gridCol w:w="882"/>
        <w:gridCol w:w="1148"/>
        <w:gridCol w:w="851"/>
        <w:gridCol w:w="882"/>
        <w:gridCol w:w="854"/>
        <w:gridCol w:w="751"/>
        <w:gridCol w:w="396"/>
        <w:gridCol w:w="947"/>
        <w:gridCol w:w="918"/>
        <w:gridCol w:w="958"/>
        <w:gridCol w:w="1100"/>
      </w:tblGrid>
      <w:tr w:rsidR="0023081F" w:rsidRPr="002E0D4E" w:rsidTr="000A2EC0">
        <w:trPr>
          <w:trHeight w:val="450"/>
        </w:trPr>
        <w:tc>
          <w:tcPr>
            <w:tcW w:w="1360" w:type="dxa"/>
            <w:gridSpan w:val="2"/>
            <w:vMerge w:val="restart"/>
            <w:noWrap/>
            <w:hideMark/>
          </w:tcPr>
          <w:p w:rsidR="0023081F" w:rsidRPr="002E0D4E" w:rsidRDefault="0023081F" w:rsidP="009F5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Направление расходов</w:t>
            </w:r>
            <w:r w:rsidR="002E792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31" w:type="dxa"/>
            <w:vMerge w:val="restart"/>
            <w:hideMark/>
          </w:tcPr>
          <w:p w:rsidR="0023081F" w:rsidRPr="002E0D4E" w:rsidRDefault="0023081F" w:rsidP="009F5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гранта</w:t>
            </w:r>
            <w:r w:rsidR="002E792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92" w:type="dxa"/>
            <w:gridSpan w:val="2"/>
            <w:vMerge w:val="restart"/>
            <w:hideMark/>
          </w:tcPr>
          <w:p w:rsidR="0023081F" w:rsidRPr="002E0D4E" w:rsidRDefault="0023081F" w:rsidP="009F5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 w:rsidR="002E792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5" w:type="dxa"/>
            <w:vMerge w:val="restart"/>
            <w:hideMark/>
          </w:tcPr>
          <w:p w:rsidR="0023081F" w:rsidRPr="002E0D4E" w:rsidRDefault="0023081F" w:rsidP="009F5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строки</w:t>
            </w:r>
            <w:r w:rsidR="002E792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33" w:type="dxa"/>
            <w:gridSpan w:val="2"/>
            <w:vMerge w:val="restart"/>
            <w:hideMark/>
          </w:tcPr>
          <w:p w:rsidR="0023081F" w:rsidRPr="002E0D4E" w:rsidRDefault="0023081F" w:rsidP="002E7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  <w:r w:rsidR="002E792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48" w:type="dxa"/>
            <w:vMerge w:val="restart"/>
            <w:hideMark/>
          </w:tcPr>
          <w:p w:rsidR="0023081F" w:rsidRPr="002E0D4E" w:rsidRDefault="0023081F" w:rsidP="002E7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Размер гранта, предусмотренный Соглашением</w:t>
            </w:r>
            <w:r w:rsidR="002E792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681" w:type="dxa"/>
            <w:gridSpan w:val="6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876" w:type="dxa"/>
            <w:gridSpan w:val="2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гранта</w:t>
            </w:r>
          </w:p>
        </w:tc>
        <w:tc>
          <w:tcPr>
            <w:tcW w:w="1100" w:type="dxa"/>
            <w:vMerge w:val="restart"/>
            <w:hideMark/>
          </w:tcPr>
          <w:p w:rsidR="0023081F" w:rsidRPr="002E0D4E" w:rsidRDefault="0023081F" w:rsidP="006E7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Неиспользованный объем финансового обеспечения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(гр. 9 - гр. 16)</w:t>
            </w:r>
            <w:r w:rsidR="001173F9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4C51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</w:t>
            </w:r>
          </w:p>
        </w:tc>
      </w:tr>
      <w:tr w:rsidR="0023081F" w:rsidRPr="002E0D4E" w:rsidTr="00D61615">
        <w:trPr>
          <w:trHeight w:val="720"/>
        </w:trPr>
        <w:tc>
          <w:tcPr>
            <w:tcW w:w="1360" w:type="dxa"/>
            <w:gridSpan w:val="2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right w:val="nil"/>
            </w:tcBorders>
            <w:hideMark/>
          </w:tcPr>
          <w:p w:rsidR="0023081F" w:rsidRPr="002E0D4E" w:rsidRDefault="0023081F" w:rsidP="004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  <w:r w:rsidR="004C51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от планового значения</w:t>
            </w:r>
          </w:p>
        </w:tc>
        <w:tc>
          <w:tcPr>
            <w:tcW w:w="1343" w:type="dxa"/>
            <w:gridSpan w:val="2"/>
            <w:tcBorders>
              <w:left w:val="single" w:sz="4" w:space="0" w:color="auto"/>
            </w:tcBorders>
            <w:hideMark/>
          </w:tcPr>
          <w:p w:rsidR="0023081F" w:rsidRPr="002E0D4E" w:rsidRDefault="0023081F" w:rsidP="004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отклонения</w:t>
            </w:r>
            <w:r w:rsidR="004C51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876" w:type="dxa"/>
            <w:gridSpan w:val="2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300"/>
        </w:trPr>
        <w:tc>
          <w:tcPr>
            <w:tcW w:w="709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1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103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по ОКЕИ</w:t>
            </w:r>
          </w:p>
        </w:tc>
        <w:tc>
          <w:tcPr>
            <w:tcW w:w="605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82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82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854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(гр. 7 - гр. 10)</w:t>
            </w:r>
          </w:p>
        </w:tc>
        <w:tc>
          <w:tcPr>
            <w:tcW w:w="751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(гр. 12 / гр. 7)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× 100%)</w:t>
            </w:r>
          </w:p>
        </w:tc>
        <w:tc>
          <w:tcPr>
            <w:tcW w:w="396" w:type="dxa"/>
            <w:vMerge w:val="restart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47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18" w:type="dxa"/>
            <w:vMerge w:val="restart"/>
            <w:hideMark/>
          </w:tcPr>
          <w:p w:rsidR="0023081F" w:rsidRPr="002E0D4E" w:rsidRDefault="009F5DB6" w:rsidP="004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3081F" w:rsidRPr="002E0D4E">
              <w:rPr>
                <w:rFonts w:ascii="Times New Roman" w:hAnsi="Times New Roman" w:cs="Times New Roman"/>
                <w:sz w:val="20"/>
                <w:szCs w:val="20"/>
              </w:rPr>
              <w:t>бязательств</w:t>
            </w:r>
            <w:r w:rsidR="004C51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958" w:type="dxa"/>
            <w:vMerge w:val="restart"/>
            <w:hideMark/>
          </w:tcPr>
          <w:p w:rsidR="0023081F" w:rsidRPr="002E0D4E" w:rsidRDefault="0023081F" w:rsidP="004C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денежных обязательств</w:t>
            </w:r>
            <w:r w:rsidR="004C51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1125"/>
        </w:trPr>
        <w:tc>
          <w:tcPr>
            <w:tcW w:w="709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315"/>
        </w:trPr>
        <w:tc>
          <w:tcPr>
            <w:tcW w:w="709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8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6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18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8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00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3081F" w:rsidRPr="002E0D4E" w:rsidTr="00D0787E">
        <w:trPr>
          <w:trHeight w:val="300"/>
        </w:trPr>
        <w:tc>
          <w:tcPr>
            <w:tcW w:w="709" w:type="dxa"/>
            <w:vMerge w:val="restart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1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Merge w:val="restart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D0787E">
        <w:trPr>
          <w:trHeight w:val="630"/>
        </w:trPr>
        <w:tc>
          <w:tcPr>
            <w:tcW w:w="709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300"/>
        </w:trPr>
        <w:tc>
          <w:tcPr>
            <w:tcW w:w="709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300"/>
        </w:trPr>
        <w:tc>
          <w:tcPr>
            <w:tcW w:w="709" w:type="dxa"/>
            <w:vMerge w:val="restart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1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vMerge w:val="restart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D0787E">
        <w:trPr>
          <w:trHeight w:val="735"/>
        </w:trPr>
        <w:tc>
          <w:tcPr>
            <w:tcW w:w="709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4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315"/>
        </w:trPr>
        <w:tc>
          <w:tcPr>
            <w:tcW w:w="709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81F" w:rsidRPr="002E0D4E" w:rsidTr="00D0787E">
        <w:trPr>
          <w:trHeight w:val="315"/>
        </w:trPr>
        <w:tc>
          <w:tcPr>
            <w:tcW w:w="709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5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48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4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6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18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8E7233" w:rsidRPr="002E0D4E" w:rsidRDefault="0023081F" w:rsidP="00061234">
      <w:pPr>
        <w:spacing w:after="200" w:line="276" w:lineRule="auto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ab/>
      </w:r>
    </w:p>
    <w:p w:rsidR="00061234" w:rsidRPr="002E0D4E" w:rsidRDefault="00061234" w:rsidP="008E7233">
      <w:pPr>
        <w:spacing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sz w:val="24"/>
          <w:szCs w:val="24"/>
          <w:lang w:eastAsia="en-US"/>
        </w:rPr>
        <w:t>Руководитель</w:t>
      </w:r>
      <w:r w:rsidR="00BB7FB2" w:rsidRPr="002E0D4E">
        <w:rPr>
          <w:rFonts w:eastAsiaTheme="minorHAnsi"/>
          <w:sz w:val="24"/>
          <w:szCs w:val="24"/>
          <w:lang w:eastAsia="en-US"/>
        </w:rPr>
        <w:t xml:space="preserve">       </w:t>
      </w:r>
      <w:r w:rsidRPr="002E0D4E">
        <w:rPr>
          <w:rFonts w:eastAsiaTheme="minorHAnsi"/>
          <w:lang w:eastAsia="en-US"/>
        </w:rPr>
        <w:t xml:space="preserve">______________________________                        ________________________________         </w:t>
      </w:r>
      <w:r w:rsidR="008E7233" w:rsidRPr="002E0D4E">
        <w:rPr>
          <w:rFonts w:eastAsiaTheme="minorHAnsi"/>
          <w:lang w:eastAsia="en-US"/>
        </w:rPr>
        <w:t>________________________________</w:t>
      </w:r>
      <w:r w:rsidRPr="002E0D4E">
        <w:rPr>
          <w:rFonts w:eastAsiaTheme="minorHAnsi"/>
          <w:lang w:eastAsia="en-US"/>
        </w:rPr>
        <w:t xml:space="preserve">                                                         </w:t>
      </w:r>
    </w:p>
    <w:p w:rsidR="0023081F" w:rsidRPr="002E0D4E" w:rsidRDefault="00BB7FB2" w:rsidP="008E7233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(уполномоченное </w:t>
      </w:r>
      <w:proofErr w:type="gramStart"/>
      <w:r w:rsidRPr="002E0D4E">
        <w:rPr>
          <w:rFonts w:eastAsiaTheme="minorHAnsi"/>
          <w:lang w:eastAsia="en-US"/>
        </w:rPr>
        <w:t xml:space="preserve">лицо)   </w:t>
      </w:r>
      <w:proofErr w:type="gramEnd"/>
      <w:r w:rsidRPr="002E0D4E">
        <w:rPr>
          <w:rFonts w:eastAsiaTheme="minorHAnsi"/>
          <w:lang w:eastAsia="en-US"/>
        </w:rPr>
        <w:t xml:space="preserve">  </w:t>
      </w:r>
      <w:r w:rsidR="00061234" w:rsidRPr="002E0D4E">
        <w:rPr>
          <w:rFonts w:eastAsiaTheme="minorHAnsi"/>
          <w:lang w:eastAsia="en-US"/>
        </w:rPr>
        <w:t xml:space="preserve">  (должность)                                                                                (подпись)                      </w:t>
      </w:r>
      <w:r w:rsidR="008E7233" w:rsidRPr="002E0D4E">
        <w:rPr>
          <w:rFonts w:eastAsiaTheme="minorHAnsi"/>
          <w:lang w:eastAsia="en-US"/>
        </w:rPr>
        <w:t xml:space="preserve">                    </w:t>
      </w:r>
      <w:r w:rsidR="00061234" w:rsidRPr="002E0D4E">
        <w:rPr>
          <w:rFonts w:eastAsiaTheme="minorHAnsi"/>
          <w:lang w:eastAsia="en-US"/>
        </w:rPr>
        <w:t xml:space="preserve"> (расшифровка подписи)</w:t>
      </w:r>
    </w:p>
    <w:p w:rsidR="001923E6" w:rsidRPr="002E0D4E" w:rsidRDefault="001923E6" w:rsidP="001923E6">
      <w:pPr>
        <w:spacing w:line="276" w:lineRule="auto"/>
        <w:ind w:left="567"/>
        <w:rPr>
          <w:rFonts w:eastAsiaTheme="minorHAnsi"/>
          <w:sz w:val="24"/>
          <w:szCs w:val="24"/>
          <w:lang w:eastAsia="en-US"/>
        </w:rPr>
      </w:pPr>
      <w:proofErr w:type="gramStart"/>
      <w:r w:rsidRPr="002E0D4E">
        <w:rPr>
          <w:rFonts w:eastAsiaTheme="minorHAnsi"/>
          <w:sz w:val="24"/>
          <w:szCs w:val="24"/>
          <w:lang w:eastAsia="en-US"/>
        </w:rPr>
        <w:t>Испо</w:t>
      </w:r>
      <w:r w:rsidR="002A6C16" w:rsidRPr="002E0D4E">
        <w:rPr>
          <w:rFonts w:eastAsiaTheme="minorHAnsi"/>
          <w:sz w:val="24"/>
          <w:szCs w:val="24"/>
          <w:lang w:eastAsia="en-US"/>
        </w:rPr>
        <w:t>л</w:t>
      </w:r>
      <w:r w:rsidRPr="002E0D4E">
        <w:rPr>
          <w:rFonts w:eastAsiaTheme="minorHAnsi"/>
          <w:sz w:val="24"/>
          <w:szCs w:val="24"/>
          <w:lang w:eastAsia="en-US"/>
        </w:rPr>
        <w:t>нитель  _</w:t>
      </w:r>
      <w:proofErr w:type="gramEnd"/>
      <w:r w:rsidRPr="002E0D4E">
        <w:rPr>
          <w:rFonts w:eastAsiaTheme="minorHAnsi"/>
          <w:sz w:val="24"/>
          <w:szCs w:val="24"/>
          <w:lang w:eastAsia="en-US"/>
        </w:rPr>
        <w:t xml:space="preserve">_____________________________                        ________________________________         ________________________________                                                         </w:t>
      </w:r>
    </w:p>
    <w:p w:rsidR="001923E6" w:rsidRPr="002E0D4E" w:rsidRDefault="001923E6" w:rsidP="001923E6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                                  </w:t>
      </w:r>
      <w:r w:rsidR="005E1B15" w:rsidRPr="002E0D4E">
        <w:rPr>
          <w:rFonts w:eastAsiaTheme="minorHAnsi"/>
          <w:lang w:eastAsia="en-US"/>
        </w:rPr>
        <w:t xml:space="preserve">  </w:t>
      </w:r>
      <w:r w:rsidRPr="002E0D4E">
        <w:rPr>
          <w:rFonts w:eastAsiaTheme="minorHAnsi"/>
          <w:lang w:eastAsia="en-US"/>
        </w:rPr>
        <w:t>(</w:t>
      </w:r>
      <w:proofErr w:type="gramStart"/>
      <w:r w:rsidRPr="002E0D4E">
        <w:rPr>
          <w:rFonts w:eastAsiaTheme="minorHAnsi"/>
          <w:lang w:eastAsia="en-US"/>
        </w:rPr>
        <w:t xml:space="preserve">должность)   </w:t>
      </w:r>
      <w:proofErr w:type="gramEnd"/>
      <w:r w:rsidRPr="002E0D4E">
        <w:rPr>
          <w:rFonts w:eastAsiaTheme="minorHAnsi"/>
          <w:lang w:eastAsia="en-US"/>
        </w:rPr>
        <w:t xml:space="preserve">               </w:t>
      </w:r>
      <w:r w:rsidR="005E1B15" w:rsidRPr="002E0D4E">
        <w:rPr>
          <w:rFonts w:eastAsiaTheme="minorHAnsi"/>
          <w:lang w:eastAsia="en-US"/>
        </w:rPr>
        <w:t xml:space="preserve">                            </w:t>
      </w:r>
      <w:r w:rsidR="00BB7FB2" w:rsidRPr="002E0D4E">
        <w:rPr>
          <w:rFonts w:eastAsiaTheme="minorHAnsi"/>
          <w:lang w:eastAsia="en-US"/>
        </w:rPr>
        <w:t xml:space="preserve">                                 </w:t>
      </w:r>
      <w:r w:rsidR="005E1B15" w:rsidRPr="002E0D4E">
        <w:rPr>
          <w:rFonts w:eastAsiaTheme="minorHAnsi"/>
          <w:lang w:eastAsia="en-US"/>
        </w:rPr>
        <w:t>(фамилия, инициалы</w:t>
      </w:r>
      <w:r w:rsidRPr="002E0D4E">
        <w:rPr>
          <w:rFonts w:eastAsiaTheme="minorHAnsi"/>
          <w:lang w:eastAsia="en-US"/>
        </w:rPr>
        <w:t>)                                           (</w:t>
      </w:r>
      <w:r w:rsidR="005E1B15" w:rsidRPr="002E0D4E">
        <w:rPr>
          <w:rFonts w:eastAsiaTheme="minorHAnsi"/>
          <w:lang w:eastAsia="en-US"/>
        </w:rPr>
        <w:t>телефон</w:t>
      </w:r>
      <w:r w:rsidRPr="002E0D4E">
        <w:rPr>
          <w:rFonts w:eastAsiaTheme="minorHAnsi"/>
          <w:lang w:eastAsia="en-US"/>
        </w:rPr>
        <w:t>)</w:t>
      </w:r>
    </w:p>
    <w:p w:rsidR="006376B3" w:rsidRPr="002E0D4E" w:rsidRDefault="006376B3" w:rsidP="001923E6">
      <w:pPr>
        <w:spacing w:after="200" w:line="276" w:lineRule="auto"/>
        <w:ind w:left="567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sz w:val="24"/>
          <w:szCs w:val="24"/>
          <w:lang w:eastAsia="en-US"/>
        </w:rPr>
        <w:t>«__</w:t>
      </w:r>
      <w:proofErr w:type="gramStart"/>
      <w:r w:rsidRPr="002E0D4E">
        <w:rPr>
          <w:rFonts w:eastAsiaTheme="minorHAnsi"/>
          <w:sz w:val="24"/>
          <w:szCs w:val="24"/>
          <w:lang w:eastAsia="en-US"/>
        </w:rPr>
        <w:t>_»_</w:t>
      </w:r>
      <w:proofErr w:type="gramEnd"/>
      <w:r w:rsidRPr="002E0D4E">
        <w:rPr>
          <w:rFonts w:eastAsiaTheme="minorHAnsi"/>
          <w:sz w:val="24"/>
          <w:szCs w:val="24"/>
          <w:lang w:eastAsia="en-US"/>
        </w:rPr>
        <w:t>__________ 20____ г.</w:t>
      </w:r>
    </w:p>
    <w:p w:rsidR="001923E6" w:rsidRPr="002E0D4E" w:rsidRDefault="001923E6" w:rsidP="008E7233">
      <w:pPr>
        <w:spacing w:after="200" w:line="276" w:lineRule="auto"/>
        <w:ind w:left="567"/>
        <w:rPr>
          <w:rFonts w:eastAsiaTheme="minorHAnsi"/>
          <w:lang w:eastAsia="en-US"/>
        </w:rPr>
      </w:pPr>
    </w:p>
    <w:p w:rsidR="00AB61CA" w:rsidRPr="002E0D4E" w:rsidRDefault="00481699" w:rsidP="00481699">
      <w:pPr>
        <w:spacing w:after="200" w:line="276" w:lineRule="auto"/>
        <w:jc w:val="center"/>
        <w:rPr>
          <w:rFonts w:eastAsiaTheme="minorHAnsi"/>
          <w:sz w:val="24"/>
          <w:szCs w:val="24"/>
          <w:vertAlign w:val="superscript"/>
          <w:lang w:eastAsia="en-US"/>
        </w:rPr>
      </w:pPr>
      <w:r w:rsidRPr="002E0D4E">
        <w:rPr>
          <w:rFonts w:eastAsiaTheme="minorHAnsi"/>
          <w:sz w:val="24"/>
          <w:szCs w:val="24"/>
          <w:lang w:eastAsia="en-US"/>
        </w:rPr>
        <w:lastRenderedPageBreak/>
        <w:t>2. Сведения о принятии отчета о достижении значений результатов предоставления гранта</w:t>
      </w:r>
      <w:r w:rsidR="006772B0" w:rsidRPr="002E0D4E">
        <w:rPr>
          <w:rFonts w:eastAsiaTheme="minorHAnsi"/>
          <w:sz w:val="24"/>
          <w:szCs w:val="24"/>
          <w:lang w:eastAsia="en-US"/>
        </w:rPr>
        <w:t xml:space="preserve"> </w:t>
      </w:r>
      <w:r w:rsidRPr="002E0D4E">
        <w:rPr>
          <w:rFonts w:eastAsiaTheme="minorHAnsi"/>
          <w:sz w:val="24"/>
          <w:szCs w:val="24"/>
          <w:vertAlign w:val="superscript"/>
          <w:lang w:eastAsia="en-US"/>
        </w:rPr>
        <w:t>11</w:t>
      </w:r>
    </w:p>
    <w:tbl>
      <w:tblPr>
        <w:tblStyle w:val="af0"/>
        <w:tblW w:w="0" w:type="auto"/>
        <w:tblInd w:w="675" w:type="dxa"/>
        <w:tblLook w:val="04A0" w:firstRow="1" w:lastRow="0" w:firstColumn="1" w:lastColumn="0" w:noHBand="0" w:noVBand="1"/>
      </w:tblPr>
      <w:tblGrid>
        <w:gridCol w:w="620"/>
        <w:gridCol w:w="1292"/>
        <w:gridCol w:w="1291"/>
        <w:gridCol w:w="1077"/>
        <w:gridCol w:w="1122"/>
        <w:gridCol w:w="1189"/>
        <w:gridCol w:w="954"/>
        <w:gridCol w:w="1044"/>
        <w:gridCol w:w="1088"/>
        <w:gridCol w:w="1795"/>
        <w:gridCol w:w="2052"/>
        <w:gridCol w:w="805"/>
        <w:gridCol w:w="697"/>
      </w:tblGrid>
      <w:tr w:rsidR="0023081F" w:rsidRPr="002E0D4E" w:rsidTr="00710D75">
        <w:trPr>
          <w:trHeight w:val="540"/>
        </w:trPr>
        <w:tc>
          <w:tcPr>
            <w:tcW w:w="3203" w:type="dxa"/>
            <w:gridSpan w:val="3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федерального бюджета</w:t>
            </w:r>
          </w:p>
        </w:tc>
        <w:tc>
          <w:tcPr>
            <w:tcW w:w="108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5349" w:type="dxa"/>
            <w:gridSpan w:val="4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</w:tr>
      <w:tr w:rsidR="0023081F" w:rsidRPr="002E0D4E" w:rsidTr="00710D75">
        <w:trPr>
          <w:trHeight w:val="1020"/>
        </w:trPr>
        <w:tc>
          <w:tcPr>
            <w:tcW w:w="3203" w:type="dxa"/>
            <w:gridSpan w:val="3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5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gridSpan w:val="2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1502" w:type="dxa"/>
            <w:gridSpan w:val="2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</w:tr>
      <w:tr w:rsidR="0023081F" w:rsidRPr="002E0D4E" w:rsidTr="00710D75">
        <w:trPr>
          <w:trHeight w:val="315"/>
        </w:trPr>
        <w:tc>
          <w:tcPr>
            <w:tcW w:w="3203" w:type="dxa"/>
            <w:gridSpan w:val="3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gridSpan w:val="5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8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7" w:type="dxa"/>
            <w:gridSpan w:val="2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081F" w:rsidRPr="002E0D4E" w:rsidTr="00710D75">
        <w:trPr>
          <w:trHeight w:val="300"/>
        </w:trPr>
        <w:tc>
          <w:tcPr>
            <w:tcW w:w="3203" w:type="dxa"/>
            <w:gridSpan w:val="3"/>
            <w:vMerge w:val="restart"/>
            <w:hideMark/>
          </w:tcPr>
          <w:p w:rsidR="0023081F" w:rsidRPr="002E0D4E" w:rsidRDefault="0023081F" w:rsidP="003D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гранта, направленного на достижение результатов</w:t>
            </w:r>
            <w:r w:rsidR="00F44DE4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3D22DB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386" w:type="dxa"/>
            <w:gridSpan w:val="5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9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710D75">
        <w:trPr>
          <w:trHeight w:val="300"/>
        </w:trPr>
        <w:tc>
          <w:tcPr>
            <w:tcW w:w="3203" w:type="dxa"/>
            <w:gridSpan w:val="3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5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5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710D75">
        <w:trPr>
          <w:trHeight w:val="300"/>
        </w:trPr>
        <w:tc>
          <w:tcPr>
            <w:tcW w:w="3203" w:type="dxa"/>
            <w:gridSpan w:val="3"/>
            <w:vMerge w:val="restart"/>
            <w:hideMark/>
          </w:tcPr>
          <w:p w:rsidR="0023081F" w:rsidRPr="002E0D4E" w:rsidRDefault="0023081F" w:rsidP="003D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гранта, потребность в котором не подтверждена</w:t>
            </w:r>
            <w:r w:rsidR="00597A4B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DE4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3D22DB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7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8" w:type="dxa"/>
            <w:vMerge w:val="restart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7" w:type="dxa"/>
            <w:gridSpan w:val="2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710D75">
        <w:trPr>
          <w:trHeight w:val="300"/>
        </w:trPr>
        <w:tc>
          <w:tcPr>
            <w:tcW w:w="3203" w:type="dxa"/>
            <w:gridSpan w:val="3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8" w:type="dxa"/>
            <w:vMerge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7" w:type="dxa"/>
            <w:gridSpan w:val="2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710D75">
        <w:trPr>
          <w:trHeight w:val="300"/>
        </w:trPr>
        <w:tc>
          <w:tcPr>
            <w:tcW w:w="3203" w:type="dxa"/>
            <w:gridSpan w:val="3"/>
            <w:hideMark/>
          </w:tcPr>
          <w:p w:rsidR="0023081F" w:rsidRPr="002E0D4E" w:rsidRDefault="0023081F" w:rsidP="00E752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гранта, подлежащий возврату в бюджет</w:t>
            </w:r>
            <w:r w:rsidR="00D86A9B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Татарстан</w:t>
            </w:r>
            <w:r w:rsidR="00E752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107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4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47" w:type="dxa"/>
            <w:gridSpan w:val="2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81F" w:rsidRPr="002E0D4E" w:rsidTr="00710D75">
        <w:trPr>
          <w:trHeight w:val="315"/>
        </w:trPr>
        <w:tc>
          <w:tcPr>
            <w:tcW w:w="3203" w:type="dxa"/>
            <w:gridSpan w:val="3"/>
            <w:hideMark/>
          </w:tcPr>
          <w:p w:rsidR="0023081F" w:rsidRPr="002E0D4E" w:rsidRDefault="0023081F" w:rsidP="00E752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Сумма штрафных санкций (пени), подлежащих перечислению в бюджет</w:t>
            </w:r>
            <w:r w:rsidR="00D86A9B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Татарстан</w:t>
            </w:r>
            <w:r w:rsidR="007F0017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E75278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077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2" w:type="dxa"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954" w:type="dxa"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1044" w:type="dxa"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1088" w:type="dxa"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3847" w:type="dxa"/>
            <w:gridSpan w:val="2"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</w:tr>
      <w:tr w:rsidR="0023081F" w:rsidRPr="002E0D4E" w:rsidTr="00710D75">
        <w:trPr>
          <w:trHeight w:val="300"/>
        </w:trPr>
        <w:tc>
          <w:tcPr>
            <w:tcW w:w="620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2" w:type="dxa"/>
            <w:noWrap/>
            <w:hideMark/>
          </w:tcPr>
          <w:p w:rsidR="0023081F" w:rsidRPr="002E0D4E" w:rsidRDefault="0023081F" w:rsidP="002308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954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1044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1088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1795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2052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805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  <w:tc>
          <w:tcPr>
            <w:tcW w:w="697" w:type="dxa"/>
            <w:noWrap/>
            <w:hideMark/>
          </w:tcPr>
          <w:p w:rsidR="0023081F" w:rsidRPr="002E0D4E" w:rsidRDefault="0023081F" w:rsidP="0023081F">
            <w:r w:rsidRPr="002E0D4E">
              <w:t> </w:t>
            </w:r>
          </w:p>
        </w:tc>
      </w:tr>
    </w:tbl>
    <w:p w:rsidR="0023081F" w:rsidRPr="002E0D4E" w:rsidRDefault="0023081F" w:rsidP="0023081F">
      <w:pPr>
        <w:spacing w:after="1" w:line="280" w:lineRule="atLeast"/>
        <w:ind w:firstLine="708"/>
        <w:jc w:val="both"/>
        <w:rPr>
          <w:sz w:val="24"/>
          <w:szCs w:val="24"/>
        </w:rPr>
      </w:pPr>
    </w:p>
    <w:p w:rsidR="006376B3" w:rsidRPr="002E0D4E" w:rsidRDefault="006376B3" w:rsidP="006376B3">
      <w:pPr>
        <w:spacing w:line="276" w:lineRule="auto"/>
        <w:ind w:left="567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sz w:val="24"/>
          <w:szCs w:val="24"/>
          <w:lang w:eastAsia="en-US"/>
        </w:rPr>
        <w:t>Руководитель</w:t>
      </w:r>
      <w:r w:rsidR="00BB7FB2" w:rsidRPr="002E0D4E">
        <w:rPr>
          <w:rFonts w:eastAsiaTheme="minorHAnsi"/>
          <w:sz w:val="24"/>
          <w:szCs w:val="24"/>
          <w:lang w:eastAsia="en-US"/>
        </w:rPr>
        <w:t xml:space="preserve">                     </w:t>
      </w:r>
      <w:r w:rsidRPr="002E0D4E">
        <w:rPr>
          <w:rFonts w:eastAsiaTheme="minorHAnsi"/>
          <w:sz w:val="24"/>
          <w:szCs w:val="24"/>
          <w:lang w:eastAsia="en-US"/>
        </w:rPr>
        <w:t>______________________________                       _________________________         ____</w:t>
      </w:r>
      <w:r w:rsidR="00BB7FB2" w:rsidRPr="002E0D4E">
        <w:rPr>
          <w:rFonts w:eastAsiaTheme="minorHAnsi"/>
          <w:sz w:val="24"/>
          <w:szCs w:val="24"/>
          <w:lang w:eastAsia="en-US"/>
        </w:rPr>
        <w:t>__________________________</w:t>
      </w:r>
      <w:r w:rsidRPr="002E0D4E">
        <w:rPr>
          <w:rFonts w:eastAsiaTheme="minorHAnsi"/>
          <w:sz w:val="24"/>
          <w:szCs w:val="24"/>
          <w:lang w:eastAsia="en-US"/>
        </w:rPr>
        <w:t xml:space="preserve">                                                     </w:t>
      </w:r>
    </w:p>
    <w:p w:rsidR="006376B3" w:rsidRPr="002E0D4E" w:rsidRDefault="00BB7FB2" w:rsidP="00BB7FB2">
      <w:pPr>
        <w:spacing w:after="200" w:line="276" w:lineRule="auto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</w:t>
      </w:r>
      <w:r w:rsidR="006376B3" w:rsidRPr="002E0D4E">
        <w:rPr>
          <w:rFonts w:eastAsiaTheme="minorHAnsi"/>
          <w:lang w:eastAsia="en-US"/>
        </w:rPr>
        <w:t xml:space="preserve"> </w:t>
      </w:r>
      <w:r w:rsidRPr="002E0D4E">
        <w:rPr>
          <w:rFonts w:eastAsiaTheme="minorHAnsi"/>
          <w:lang w:eastAsia="en-US"/>
        </w:rPr>
        <w:t xml:space="preserve">(уполномоченное </w:t>
      </w:r>
      <w:proofErr w:type="gramStart"/>
      <w:r w:rsidRPr="002E0D4E">
        <w:rPr>
          <w:rFonts w:eastAsiaTheme="minorHAnsi"/>
          <w:lang w:eastAsia="en-US"/>
        </w:rPr>
        <w:t xml:space="preserve">лицо)   </w:t>
      </w:r>
      <w:proofErr w:type="gramEnd"/>
      <w:r w:rsidRPr="002E0D4E">
        <w:rPr>
          <w:rFonts w:eastAsiaTheme="minorHAnsi"/>
          <w:lang w:eastAsia="en-US"/>
        </w:rPr>
        <w:t xml:space="preserve"> </w:t>
      </w:r>
      <w:r w:rsidR="006376B3" w:rsidRPr="002E0D4E">
        <w:rPr>
          <w:rFonts w:eastAsiaTheme="minorHAnsi"/>
          <w:lang w:eastAsia="en-US"/>
        </w:rPr>
        <w:t xml:space="preserve">     </w:t>
      </w:r>
      <w:r w:rsidRPr="002E0D4E">
        <w:rPr>
          <w:rFonts w:eastAsiaTheme="minorHAnsi"/>
          <w:lang w:eastAsia="en-US"/>
        </w:rPr>
        <w:t xml:space="preserve">        </w:t>
      </w:r>
      <w:r w:rsidR="006376B3" w:rsidRPr="002E0D4E">
        <w:rPr>
          <w:rFonts w:eastAsiaTheme="minorHAnsi"/>
          <w:lang w:eastAsia="en-US"/>
        </w:rPr>
        <w:t xml:space="preserve">  (должность)                                                                                (подпись)                                           (расшифровка подписи)</w:t>
      </w:r>
    </w:p>
    <w:p w:rsidR="006376B3" w:rsidRPr="002E0D4E" w:rsidRDefault="006376B3" w:rsidP="006376B3">
      <w:pPr>
        <w:spacing w:line="276" w:lineRule="auto"/>
        <w:ind w:left="567"/>
        <w:rPr>
          <w:rFonts w:eastAsiaTheme="minorHAnsi"/>
          <w:lang w:eastAsia="en-US"/>
        </w:rPr>
      </w:pPr>
      <w:proofErr w:type="gramStart"/>
      <w:r w:rsidRPr="002E0D4E">
        <w:rPr>
          <w:rFonts w:eastAsiaTheme="minorHAnsi"/>
          <w:lang w:eastAsia="en-US"/>
        </w:rPr>
        <w:t>Исполнитель  _</w:t>
      </w:r>
      <w:proofErr w:type="gramEnd"/>
      <w:r w:rsidRPr="002E0D4E">
        <w:rPr>
          <w:rFonts w:eastAsiaTheme="minorHAnsi"/>
          <w:lang w:eastAsia="en-US"/>
        </w:rPr>
        <w:t xml:space="preserve">_____________________________                        ________________________________         ________________________________                                                         </w:t>
      </w:r>
    </w:p>
    <w:p w:rsidR="006376B3" w:rsidRPr="002E0D4E" w:rsidRDefault="006376B3" w:rsidP="006376B3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                                    (</w:t>
      </w:r>
      <w:proofErr w:type="gramStart"/>
      <w:r w:rsidRPr="002E0D4E">
        <w:rPr>
          <w:rFonts w:eastAsiaTheme="minorHAnsi"/>
          <w:lang w:eastAsia="en-US"/>
        </w:rPr>
        <w:t xml:space="preserve">должность)   </w:t>
      </w:r>
      <w:proofErr w:type="gramEnd"/>
      <w:r w:rsidRPr="002E0D4E">
        <w:rPr>
          <w:rFonts w:eastAsiaTheme="minorHAnsi"/>
          <w:lang w:eastAsia="en-US"/>
        </w:rPr>
        <w:t xml:space="preserve">                                           (фамилия, инициалы)                                           (телефон)</w:t>
      </w:r>
    </w:p>
    <w:p w:rsidR="006A293B" w:rsidRPr="002E0D4E" w:rsidRDefault="006376B3" w:rsidP="006A293B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>«__</w:t>
      </w:r>
      <w:proofErr w:type="gramStart"/>
      <w:r w:rsidRPr="002E0D4E">
        <w:rPr>
          <w:rFonts w:eastAsiaTheme="minorHAnsi"/>
          <w:lang w:eastAsia="en-US"/>
        </w:rPr>
        <w:t>_»_</w:t>
      </w:r>
      <w:proofErr w:type="gramEnd"/>
      <w:r w:rsidRPr="002E0D4E">
        <w:rPr>
          <w:rFonts w:eastAsiaTheme="minorHAnsi"/>
          <w:lang w:eastAsia="en-US"/>
        </w:rPr>
        <w:t>__________ 20____ г.</w:t>
      </w:r>
    </w:p>
    <w:p w:rsidR="006A293B" w:rsidRPr="002E0D4E" w:rsidRDefault="006A293B" w:rsidP="00D0787E">
      <w:pPr>
        <w:spacing w:line="276" w:lineRule="auto"/>
        <w:ind w:left="567" w:firstLine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>_______________________________________________________________________</w:t>
      </w:r>
    </w:p>
    <w:p w:rsidR="00F9072D" w:rsidRPr="002E0D4E" w:rsidRDefault="006A293B" w:rsidP="00D0787E">
      <w:pPr>
        <w:spacing w:line="276" w:lineRule="auto"/>
        <w:ind w:left="567" w:firstLine="567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</w:t>
      </w:r>
      <w:r w:rsidRPr="002E0D4E">
        <w:rPr>
          <w:rFonts w:eastAsiaTheme="minorHAnsi"/>
          <w:lang w:eastAsia="en-US"/>
        </w:rPr>
        <w:t xml:space="preserve"> </w:t>
      </w:r>
      <w:r w:rsidR="00F9072D" w:rsidRPr="002E0D4E">
        <w:rPr>
          <w:rFonts w:eastAsiaTheme="minorHAnsi"/>
          <w:lang w:eastAsia="en-US"/>
        </w:rPr>
        <w:t>Заполняется в случае, если Получателем является физическое лицо</w:t>
      </w:r>
    </w:p>
    <w:p w:rsidR="00587E21" w:rsidRPr="002E0D4E" w:rsidRDefault="006E77FB" w:rsidP="00587E21">
      <w:pPr>
        <w:spacing w:line="276" w:lineRule="auto"/>
        <w:ind w:left="567" w:firstLine="567"/>
      </w:pPr>
      <w:proofErr w:type="gramStart"/>
      <w:r w:rsidRPr="002E0D4E">
        <w:rPr>
          <w:rFonts w:eastAsiaTheme="minorHAnsi"/>
          <w:vertAlign w:val="superscript"/>
          <w:lang w:eastAsia="en-US"/>
        </w:rPr>
        <w:t xml:space="preserve">2  </w:t>
      </w:r>
      <w:r w:rsidR="006A293B" w:rsidRPr="002E0D4E">
        <w:rPr>
          <w:rFonts w:eastAsiaTheme="minorHAnsi"/>
          <w:lang w:eastAsia="en-US"/>
        </w:rPr>
        <w:t>При</w:t>
      </w:r>
      <w:proofErr w:type="gramEnd"/>
      <w:r w:rsidR="006A293B" w:rsidRPr="002E0D4E">
        <w:rPr>
          <w:rFonts w:eastAsiaTheme="minorHAnsi"/>
          <w:lang w:eastAsia="en-US"/>
        </w:rPr>
        <w:t xml:space="preserve"> представлении уточненного отчета указывается номер корректировки (например, «1», «2», «3», «…»).</w:t>
      </w:r>
      <w:r w:rsidR="00D34A8D" w:rsidRPr="002E0D4E">
        <w:t xml:space="preserve"> </w:t>
      </w:r>
    </w:p>
    <w:p w:rsidR="00F44DE4" w:rsidRPr="002E0D4E" w:rsidRDefault="00F44DE4" w:rsidP="00587E21">
      <w:pPr>
        <w:spacing w:line="276" w:lineRule="auto"/>
        <w:ind w:left="567" w:firstLine="567"/>
        <w:rPr>
          <w:rFonts w:eastAsiaTheme="minorHAnsi"/>
          <w:lang w:eastAsia="en-US"/>
        </w:rPr>
      </w:pPr>
      <w:r w:rsidRPr="002E0D4E">
        <w:rPr>
          <w:vertAlign w:val="superscript"/>
        </w:rPr>
        <w:t>3</w:t>
      </w:r>
      <w:r w:rsidRPr="002E0D4E">
        <w:rPr>
          <w:rFonts w:eastAsiaTheme="minorHAnsi"/>
          <w:lang w:eastAsia="en-US"/>
        </w:rPr>
        <w:t xml:space="preserve"> Показатели граф 1 - 5 формируются на ос</w:t>
      </w:r>
      <w:r w:rsidR="00C26B9F" w:rsidRPr="002E0D4E">
        <w:rPr>
          <w:rFonts w:eastAsiaTheme="minorHAnsi"/>
          <w:lang w:eastAsia="en-US"/>
        </w:rPr>
        <w:t>новании показателей</w:t>
      </w:r>
      <w:r w:rsidR="00C26B9F" w:rsidRPr="002E0D4E">
        <w:t xml:space="preserve"> граф 1 - 5, указанных в приложении к Соглашению, оформленному в соответствии с приложением </w:t>
      </w:r>
      <w:r w:rsidRPr="002E0D4E">
        <w:rPr>
          <w:rFonts w:eastAsiaTheme="minorHAnsi"/>
          <w:lang w:eastAsia="en-US"/>
        </w:rPr>
        <w:t xml:space="preserve">№ 4 к настоящей Типовой форме. </w:t>
      </w:r>
    </w:p>
    <w:p w:rsidR="00F44DE4" w:rsidRPr="002E0D4E" w:rsidRDefault="00F44DE4" w:rsidP="00F44DE4">
      <w:pPr>
        <w:autoSpaceDE w:val="0"/>
        <w:autoSpaceDN w:val="0"/>
        <w:adjustRightInd w:val="0"/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4</w:t>
      </w:r>
      <w:r w:rsidRPr="002E0D4E">
        <w:rPr>
          <w:rFonts w:eastAsiaTheme="minorHAnsi"/>
          <w:lang w:eastAsia="en-US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приложением № 4 к настоящей Типовой форме, на соответствующую дату.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5</w:t>
      </w:r>
      <w:r w:rsidRPr="002E0D4E">
        <w:rPr>
          <w:rFonts w:eastAsiaTheme="minorHAnsi"/>
          <w:lang w:eastAsia="en-US"/>
        </w:rPr>
        <w:t xml:space="preserve"> Заполняется в соответствии с пунктом 2.1 Соглашения на отчетный финансовый год.</w:t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lastRenderedPageBreak/>
        <w:t>6</w:t>
      </w:r>
      <w:r w:rsidRPr="002E0D4E">
        <w:rPr>
          <w:rFonts w:eastAsiaTheme="minorHAnsi"/>
          <w:lang w:eastAsia="en-US"/>
        </w:rPr>
        <w:t xml:space="preserve"> Указываются значения показателей, отраженных в графе 3,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7</w:t>
      </w:r>
      <w:r w:rsidRPr="002E0D4E">
        <w:rPr>
          <w:rFonts w:eastAsiaTheme="minorHAnsi"/>
          <w:lang w:eastAsia="en-US"/>
        </w:rPr>
        <w:t xml:space="preserve"> Перечень причин отклонений устанавливается финансовым органом.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8</w:t>
      </w:r>
      <w:r w:rsidRPr="002E0D4E">
        <w:rPr>
          <w:rFonts w:eastAsiaTheme="minorHAnsi"/>
          <w:lang w:eastAsia="en-US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грант. </w:t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9</w:t>
      </w:r>
      <w:r w:rsidRPr="002E0D4E">
        <w:rPr>
          <w:rFonts w:eastAsiaTheme="minorHAnsi"/>
          <w:lang w:eastAsia="en-US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гранта, отраженным в графе 11. 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10</w:t>
      </w:r>
      <w:r w:rsidRPr="002E0D4E">
        <w:rPr>
          <w:rFonts w:eastAsiaTheme="minorHAnsi"/>
          <w:lang w:eastAsia="en-US"/>
        </w:rPr>
        <w:t xml:space="preserve"> Показатель формируется на 1 января года, следующего за отчетным (по окончанию срока действия соглашения).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11</w:t>
      </w:r>
      <w:r w:rsidRPr="002E0D4E">
        <w:rPr>
          <w:rFonts w:eastAsiaTheme="minorHAnsi"/>
          <w:lang w:eastAsia="en-US"/>
        </w:rPr>
        <w:t xml:space="preserve"> Раздел 2 формируется </w:t>
      </w:r>
      <w:r w:rsidR="00F3135A" w:rsidRPr="002E0D4E">
        <w:t xml:space="preserve">Министерством, Комитетом, Агентством, иным органом (организацией) </w:t>
      </w:r>
      <w:r w:rsidRPr="002E0D4E">
        <w:rPr>
          <w:rFonts w:eastAsiaTheme="minorHAnsi"/>
          <w:lang w:eastAsia="en-US"/>
        </w:rPr>
        <w:t>по состоянию на 1 января года, следующего за отчетным (по окончании срока действия Соглашения).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 xml:space="preserve">12 </w:t>
      </w:r>
      <w:r w:rsidRPr="002E0D4E">
        <w:rPr>
          <w:rFonts w:eastAsiaTheme="minorHAnsi"/>
          <w:lang w:eastAsia="en-US"/>
        </w:rPr>
        <w:t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F44DE4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13</w:t>
      </w:r>
      <w:r w:rsidRPr="002E0D4E">
        <w:rPr>
          <w:rFonts w:eastAsiaTheme="minorHAnsi"/>
          <w:lang w:eastAsia="en-US"/>
        </w:rPr>
        <w:t xml:space="preserve"> Указывается сумма, на которую подлежит уменьшению объем гранта (графа 1</w:t>
      </w:r>
      <w:r w:rsidR="00F94CB3" w:rsidRPr="002E0D4E">
        <w:rPr>
          <w:rFonts w:eastAsiaTheme="minorHAnsi"/>
          <w:lang w:eastAsia="en-US"/>
        </w:rPr>
        <w:t>8</w:t>
      </w:r>
      <w:r w:rsidRPr="002E0D4E">
        <w:rPr>
          <w:rFonts w:eastAsiaTheme="minorHAnsi"/>
          <w:lang w:eastAsia="en-US"/>
        </w:rPr>
        <w:t xml:space="preserve"> раздела 1).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2D11A5" w:rsidRPr="002E0D4E" w:rsidRDefault="00F44DE4" w:rsidP="00F44DE4">
      <w:pPr>
        <w:ind w:left="567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 xml:space="preserve">14 </w:t>
      </w:r>
      <w:r w:rsidRPr="002E0D4E">
        <w:rPr>
          <w:rFonts w:eastAsiaTheme="minorHAnsi"/>
          <w:lang w:eastAsia="en-US"/>
        </w:rPr>
        <w:t>Указывается объем перечисленного Получателю гранта, подлежащего возврату в бюджет Республики Татарстан.</w:t>
      </w:r>
    </w:p>
    <w:p w:rsidR="006A293B" w:rsidRPr="002E0D4E" w:rsidRDefault="00F44DE4" w:rsidP="002D11A5">
      <w:pPr>
        <w:autoSpaceDE w:val="0"/>
        <w:autoSpaceDN w:val="0"/>
        <w:adjustRightInd w:val="0"/>
        <w:ind w:left="567" w:firstLine="567"/>
        <w:jc w:val="both"/>
        <w:rPr>
          <w:sz w:val="24"/>
          <w:szCs w:val="24"/>
        </w:rPr>
      </w:pPr>
      <w:r w:rsidRPr="002E0D4E">
        <w:rPr>
          <w:rFonts w:eastAsiaTheme="minorHAnsi"/>
          <w:vertAlign w:val="superscript"/>
          <w:lang w:eastAsia="en-US"/>
        </w:rPr>
        <w:t>15</w:t>
      </w:r>
      <w:r w:rsidRPr="002E0D4E">
        <w:rPr>
          <w:rFonts w:eastAsiaTheme="minorHAnsi"/>
          <w:lang w:eastAsia="en-US"/>
        </w:rPr>
        <w:t xml:space="preserve"> Указывается сумма штрафных санкций (пени), подлежащих перечислению в бюджет, в случае, если Правилами предоставления гранта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гранта.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</w:p>
    <w:p w:rsidR="006A293B" w:rsidRPr="002E0D4E" w:rsidRDefault="006A293B" w:rsidP="00F44D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A293B" w:rsidRPr="002E0D4E" w:rsidRDefault="006A293B" w:rsidP="00F44DE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7523" w:rsidRPr="002E0D4E" w:rsidRDefault="00AD7523" w:rsidP="00F44DE4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AD7523" w:rsidRPr="002E0D4E" w:rsidRDefault="00AD7523" w:rsidP="00972F42">
      <w:pPr>
        <w:spacing w:after="1" w:line="280" w:lineRule="atLeast"/>
        <w:jc w:val="center"/>
        <w:rPr>
          <w:sz w:val="24"/>
          <w:szCs w:val="24"/>
        </w:rPr>
      </w:pPr>
    </w:p>
    <w:p w:rsidR="00536F5B" w:rsidRPr="002E0D4E" w:rsidRDefault="00536F5B" w:rsidP="00972F42">
      <w:pPr>
        <w:spacing w:after="1" w:line="280" w:lineRule="atLeast"/>
        <w:jc w:val="center"/>
        <w:rPr>
          <w:sz w:val="28"/>
        </w:rPr>
        <w:sectPr w:rsidR="00536F5B" w:rsidRPr="002E0D4E" w:rsidSect="00E531D9">
          <w:pgSz w:w="16838" w:h="11906" w:orient="landscape" w:code="9"/>
          <w:pgMar w:top="1134" w:right="536" w:bottom="567" w:left="709" w:header="284" w:footer="0" w:gutter="0"/>
          <w:cols w:space="720"/>
          <w:titlePg/>
          <w:docGrid w:linePitch="360"/>
        </w:sectPr>
      </w:pPr>
    </w:p>
    <w:p w:rsidR="003A5A45" w:rsidRPr="002E0D4E" w:rsidRDefault="003A5A45" w:rsidP="003A5A45">
      <w:pPr>
        <w:spacing w:after="1" w:line="280" w:lineRule="atLeast"/>
        <w:jc w:val="right"/>
        <w:rPr>
          <w:sz w:val="24"/>
          <w:szCs w:val="24"/>
        </w:rPr>
      </w:pPr>
      <w:bookmarkStart w:id="54" w:name="P1459"/>
      <w:bookmarkEnd w:id="54"/>
      <w:r w:rsidRPr="002E0D4E">
        <w:rPr>
          <w:sz w:val="24"/>
          <w:szCs w:val="24"/>
        </w:rPr>
        <w:lastRenderedPageBreak/>
        <w:t>Приложение № 6</w:t>
      </w:r>
    </w:p>
    <w:p w:rsidR="003A5A45" w:rsidRPr="002E0D4E" w:rsidRDefault="003A5A45" w:rsidP="00F95E90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3A5A45" w:rsidRPr="002E0D4E" w:rsidRDefault="003A5A45" w:rsidP="003A5A4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3A5A45" w:rsidRPr="002E0D4E" w:rsidRDefault="003A5A45" w:rsidP="003A5A4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F95E90" w:rsidRPr="002E0D4E" w:rsidRDefault="00F95E90" w:rsidP="00153F42">
      <w:pPr>
        <w:spacing w:after="1" w:line="200" w:lineRule="atLeast"/>
        <w:jc w:val="center"/>
        <w:rPr>
          <w:sz w:val="24"/>
          <w:szCs w:val="24"/>
        </w:rPr>
      </w:pPr>
    </w:p>
    <w:p w:rsidR="00F95E90" w:rsidRPr="002E0D4E" w:rsidRDefault="00F95E90" w:rsidP="00153F42">
      <w:pPr>
        <w:spacing w:after="1" w:line="200" w:lineRule="atLeast"/>
        <w:jc w:val="center"/>
        <w:rPr>
          <w:sz w:val="24"/>
          <w:szCs w:val="24"/>
        </w:rPr>
      </w:pPr>
    </w:p>
    <w:p w:rsidR="00ED0C50" w:rsidRPr="002E0D4E" w:rsidRDefault="00ED0C50" w:rsidP="00153F42">
      <w:pPr>
        <w:spacing w:after="1" w:line="20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Отчет</w:t>
      </w:r>
    </w:p>
    <w:p w:rsidR="00ED0C50" w:rsidRPr="002E0D4E" w:rsidRDefault="00ED0C50" w:rsidP="00153F42">
      <w:pPr>
        <w:spacing w:after="1" w:line="20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 расходах, источником финансового обеспечения которых</w:t>
      </w:r>
    </w:p>
    <w:p w:rsidR="00ED0C50" w:rsidRPr="002E0D4E" w:rsidRDefault="00ED0C50" w:rsidP="00153F42">
      <w:pPr>
        <w:spacing w:after="1" w:line="20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является грант </w:t>
      </w:r>
      <w:r w:rsidR="00E8762E" w:rsidRPr="002E0D4E">
        <w:rPr>
          <w:sz w:val="24"/>
          <w:szCs w:val="24"/>
          <w:vertAlign w:val="superscript"/>
        </w:rPr>
        <w:t>1</w:t>
      </w:r>
    </w:p>
    <w:p w:rsidR="00ED0C50" w:rsidRPr="002E0D4E" w:rsidRDefault="00ED0C50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567"/>
        <w:gridCol w:w="2952"/>
        <w:gridCol w:w="340"/>
        <w:gridCol w:w="2434"/>
        <w:gridCol w:w="1078"/>
      </w:tblGrid>
      <w:tr w:rsidR="00ED0C50" w:rsidRPr="002E0D4E" w:rsidTr="00EC333A">
        <w:tc>
          <w:tcPr>
            <w:tcW w:w="6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ED0C50" w:rsidRPr="002E0D4E" w:rsidTr="00EC333A">
        <w:tc>
          <w:tcPr>
            <w:tcW w:w="6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F00E9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на </w:t>
            </w:r>
            <w:r w:rsidR="00A77D6C" w:rsidRPr="002E0D4E">
              <w:rPr>
                <w:sz w:val="24"/>
                <w:szCs w:val="24"/>
              </w:rPr>
              <w:t>«</w:t>
            </w:r>
            <w:r w:rsidRPr="002E0D4E">
              <w:rPr>
                <w:sz w:val="24"/>
                <w:szCs w:val="24"/>
              </w:rPr>
              <w:t>__</w:t>
            </w:r>
            <w:r w:rsidR="00A77D6C" w:rsidRPr="002E0D4E">
              <w:rPr>
                <w:sz w:val="24"/>
                <w:szCs w:val="24"/>
              </w:rPr>
              <w:t>»</w:t>
            </w:r>
            <w:r w:rsidRPr="002E0D4E">
              <w:rPr>
                <w:sz w:val="24"/>
                <w:szCs w:val="24"/>
              </w:rPr>
              <w:t xml:space="preserve"> _________ 20__ г. </w:t>
            </w:r>
            <w:r w:rsidR="00823740" w:rsidRPr="002E0D4E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Дата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C333A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C333A">
        <w:tc>
          <w:tcPr>
            <w:tcW w:w="3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0B41C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</w:t>
            </w:r>
            <w:r w:rsidR="00153F42" w:rsidRPr="002E0D4E">
              <w:rPr>
                <w:sz w:val="24"/>
                <w:szCs w:val="24"/>
              </w:rPr>
              <w:t xml:space="preserve"> Республики Татарстан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C333A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Периодичность (годовая, квартальная)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C333A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</w:t>
            </w:r>
            <w:r w:rsidR="000B41CD" w:rsidRPr="002E0D4E">
              <w:rPr>
                <w:sz w:val="24"/>
                <w:szCs w:val="24"/>
              </w:rPr>
              <w:t>.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16001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81" w:history="1">
              <w:r w:rsidR="00ED0C50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0B41CD" w:rsidRPr="002E0D4E" w:rsidRDefault="000B41CD" w:rsidP="000B41CD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964"/>
        <w:gridCol w:w="1560"/>
        <w:gridCol w:w="1701"/>
        <w:gridCol w:w="1842"/>
      </w:tblGrid>
      <w:tr w:rsidR="000B41CD" w:rsidRPr="002E0D4E" w:rsidTr="00EC333A"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Код строки</w:t>
            </w:r>
            <w:r w:rsidR="00BB2656" w:rsidRPr="002E0D4E">
              <w:t xml:space="preserve"> </w:t>
            </w:r>
            <w:r w:rsidR="00BB2656" w:rsidRPr="002E0D4E">
              <w:rPr>
                <w:vertAlign w:val="superscript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Код направления расходования гранта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Сумма</w:t>
            </w:r>
          </w:p>
        </w:tc>
      </w:tr>
      <w:tr w:rsidR="000B41CD" w:rsidRPr="002E0D4E" w:rsidTr="00EC333A"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отчетный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нарастающим итогом с начала года</w:t>
            </w: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начало года,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потребность в котором подтверждена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подлежащий возврату в бюджет Республики Татарстан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Поступило средств,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0B41CD" w:rsidRPr="002E0D4E" w:rsidRDefault="000B41CD" w:rsidP="00BB2656">
            <w:pPr>
              <w:autoSpaceDE w:val="0"/>
              <w:autoSpaceDN w:val="0"/>
              <w:adjustRightInd w:val="0"/>
              <w:jc w:val="both"/>
            </w:pPr>
            <w:r w:rsidRPr="002E0D4E">
              <w:t>из бюджета</w:t>
            </w:r>
            <w:r w:rsidR="00BB2656" w:rsidRPr="002E0D4E">
              <w:t xml:space="preserve"> Республики Татарстан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0220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0222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F050FD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по расходам,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персоналу,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закупка работ и услуг,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0330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иные выплаты,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Возвращено в бюджет Республики Татарстан,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израсходованных не по целевому назначению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результате применения штрафных санкций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сумме остатка гранта на начало года, потребность в которой не подтверждена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конец отчетного периода, всего: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в том числе:</w:t>
            </w:r>
          </w:p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требуется в направлении на те же цели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  <w:tr w:rsidR="000B41CD" w:rsidRPr="002E0D4E" w:rsidTr="00EC333A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подлежит возврату в бюджет Республики Татарстан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both"/>
            </w:pPr>
            <w:r w:rsidRPr="002E0D4E">
              <w:t>0520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CD" w:rsidRPr="002E0D4E" w:rsidRDefault="000B41CD" w:rsidP="000B41CD">
            <w:pPr>
              <w:autoSpaceDE w:val="0"/>
              <w:autoSpaceDN w:val="0"/>
              <w:adjustRightInd w:val="0"/>
            </w:pPr>
          </w:p>
        </w:tc>
      </w:tr>
    </w:tbl>
    <w:p w:rsidR="000B41CD" w:rsidRPr="002E0D4E" w:rsidRDefault="000B41CD" w:rsidP="000B41CD">
      <w:pPr>
        <w:autoSpaceDE w:val="0"/>
        <w:autoSpaceDN w:val="0"/>
        <w:adjustRightInd w:val="0"/>
      </w:pPr>
    </w:p>
    <w:p w:rsidR="00ED0C50" w:rsidRPr="002E0D4E" w:rsidRDefault="000B41CD" w:rsidP="000B41CD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    </w:t>
      </w:r>
    </w:p>
    <w:p w:rsidR="00ED0C50" w:rsidRPr="002E0D4E" w:rsidRDefault="00ED0C50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Руководитель Получателя   ______________</w:t>
      </w:r>
      <w:proofErr w:type="gramStart"/>
      <w:r w:rsidRPr="002E0D4E">
        <w:rPr>
          <w:sz w:val="24"/>
          <w:szCs w:val="24"/>
        </w:rPr>
        <w:t xml:space="preserve">_ </w:t>
      </w:r>
      <w:r w:rsidR="00C4420A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_</w:t>
      </w:r>
      <w:proofErr w:type="gramEnd"/>
      <w:r w:rsidRPr="002E0D4E">
        <w:rPr>
          <w:sz w:val="24"/>
          <w:szCs w:val="24"/>
        </w:rPr>
        <w:t xml:space="preserve">________ </w:t>
      </w:r>
      <w:r w:rsidR="00C4420A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_______________________</w:t>
      </w:r>
    </w:p>
    <w:p w:rsidR="00ED0C50" w:rsidRPr="002E0D4E" w:rsidRDefault="00C4420A">
      <w:pPr>
        <w:spacing w:after="1" w:line="200" w:lineRule="atLeast"/>
        <w:jc w:val="both"/>
      </w:pPr>
      <w:r w:rsidRPr="002E0D4E">
        <w:t xml:space="preserve">           </w:t>
      </w:r>
      <w:r w:rsidR="000B41CD" w:rsidRPr="002E0D4E">
        <w:t xml:space="preserve"> </w:t>
      </w:r>
      <w:r w:rsidR="00ED0C50" w:rsidRPr="002E0D4E">
        <w:t xml:space="preserve">(уполномоченное </w:t>
      </w:r>
      <w:proofErr w:type="gramStart"/>
      <w:r w:rsidR="00ED0C50" w:rsidRPr="002E0D4E">
        <w:t xml:space="preserve">лицо)   </w:t>
      </w:r>
      <w:proofErr w:type="gramEnd"/>
      <w:r w:rsidR="000B41CD" w:rsidRPr="002E0D4E">
        <w:t xml:space="preserve">   </w:t>
      </w:r>
      <w:r w:rsidRPr="002E0D4E">
        <w:t xml:space="preserve">  </w:t>
      </w:r>
      <w:r w:rsidR="00ED0C50" w:rsidRPr="002E0D4E">
        <w:t xml:space="preserve"> (должность)  </w:t>
      </w:r>
      <w:r w:rsidR="000B41CD" w:rsidRPr="002E0D4E">
        <w:t xml:space="preserve">         </w:t>
      </w:r>
      <w:r w:rsidR="00ED0C50" w:rsidRPr="002E0D4E">
        <w:t xml:space="preserve"> </w:t>
      </w:r>
      <w:r w:rsidRPr="002E0D4E">
        <w:t xml:space="preserve">    </w:t>
      </w:r>
      <w:r w:rsidR="00ED0C50" w:rsidRPr="002E0D4E">
        <w:t xml:space="preserve">(подпись)  </w:t>
      </w:r>
      <w:r w:rsidRPr="002E0D4E">
        <w:t xml:space="preserve">           </w:t>
      </w:r>
      <w:r w:rsidR="000B41CD" w:rsidRPr="002E0D4E">
        <w:t xml:space="preserve"> </w:t>
      </w:r>
      <w:r w:rsidR="00ED0C50" w:rsidRPr="002E0D4E">
        <w:t>(расшифровка подписи)</w:t>
      </w:r>
    </w:p>
    <w:p w:rsidR="00ED0C50" w:rsidRPr="002E0D4E" w:rsidRDefault="00ED0C50">
      <w:pPr>
        <w:spacing w:after="1" w:line="200" w:lineRule="atLeast"/>
        <w:jc w:val="both"/>
      </w:pPr>
    </w:p>
    <w:p w:rsidR="00ED0C50" w:rsidRPr="002E0D4E" w:rsidRDefault="00ED0C50" w:rsidP="00E531D9">
      <w:pPr>
        <w:jc w:val="both"/>
        <w:rPr>
          <w:sz w:val="24"/>
          <w:szCs w:val="24"/>
        </w:rPr>
      </w:pPr>
      <w:r w:rsidRPr="002E0D4E">
        <w:rPr>
          <w:sz w:val="24"/>
          <w:szCs w:val="24"/>
        </w:rPr>
        <w:t>Исполнитель     _______________ __________________</w:t>
      </w:r>
      <w:r w:rsidR="00C4420A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_ _______________</w:t>
      </w:r>
    </w:p>
    <w:p w:rsidR="00ED0C50" w:rsidRPr="002E0D4E" w:rsidRDefault="00ED0C50" w:rsidP="00E531D9">
      <w:pPr>
        <w:jc w:val="both"/>
      </w:pPr>
      <w:r w:rsidRPr="002E0D4E">
        <w:t xml:space="preserve">                  </w:t>
      </w:r>
      <w:r w:rsidR="00C4420A" w:rsidRPr="002E0D4E">
        <w:t xml:space="preserve">                    </w:t>
      </w:r>
      <w:r w:rsidRPr="002E0D4E">
        <w:t>(</w:t>
      </w:r>
      <w:proofErr w:type="gramStart"/>
      <w:r w:rsidRPr="002E0D4E">
        <w:t xml:space="preserve">должность)  </w:t>
      </w:r>
      <w:r w:rsidR="000B41CD" w:rsidRPr="002E0D4E">
        <w:t xml:space="preserve"> </w:t>
      </w:r>
      <w:proofErr w:type="gramEnd"/>
      <w:r w:rsidR="000B41CD" w:rsidRPr="002E0D4E">
        <w:t xml:space="preserve">            </w:t>
      </w:r>
      <w:r w:rsidR="00C4420A" w:rsidRPr="002E0D4E">
        <w:t xml:space="preserve"> </w:t>
      </w:r>
      <w:r w:rsidRPr="002E0D4E">
        <w:t xml:space="preserve"> (фамилия, инициалы)  </w:t>
      </w:r>
      <w:r w:rsidR="00C4420A" w:rsidRPr="002E0D4E">
        <w:t xml:space="preserve">             </w:t>
      </w:r>
      <w:r w:rsidRPr="002E0D4E">
        <w:t>(телефон)</w:t>
      </w:r>
    </w:p>
    <w:p w:rsidR="00ED0C50" w:rsidRPr="002E0D4E" w:rsidRDefault="00ED0C50" w:rsidP="00E531D9">
      <w:pPr>
        <w:jc w:val="both"/>
        <w:rPr>
          <w:sz w:val="24"/>
          <w:szCs w:val="24"/>
        </w:rPr>
      </w:pPr>
    </w:p>
    <w:p w:rsidR="00ED0C50" w:rsidRPr="002E0D4E" w:rsidRDefault="000B41CD" w:rsidP="00E531D9">
      <w:pPr>
        <w:jc w:val="both"/>
        <w:rPr>
          <w:sz w:val="24"/>
          <w:szCs w:val="24"/>
        </w:rPr>
      </w:pPr>
      <w:r w:rsidRPr="002E0D4E">
        <w:rPr>
          <w:sz w:val="24"/>
          <w:szCs w:val="24"/>
        </w:rPr>
        <w:t>«__»</w:t>
      </w:r>
      <w:r w:rsidR="00ED0C50" w:rsidRPr="002E0D4E">
        <w:rPr>
          <w:sz w:val="24"/>
          <w:szCs w:val="24"/>
        </w:rPr>
        <w:t xml:space="preserve"> _______ 20__ г.</w:t>
      </w:r>
    </w:p>
    <w:p w:rsidR="004F4FA1" w:rsidRPr="002E0D4E" w:rsidRDefault="00E246AF" w:rsidP="00E531D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</w:t>
      </w:r>
      <w:r w:rsidR="00742828" w:rsidRPr="002E0D4E">
        <w:rPr>
          <w:sz w:val="24"/>
          <w:szCs w:val="24"/>
        </w:rPr>
        <w:t>__________</w:t>
      </w:r>
      <w:r w:rsidRPr="002E0D4E">
        <w:rPr>
          <w:sz w:val="24"/>
          <w:szCs w:val="24"/>
        </w:rPr>
        <w:t>__</w:t>
      </w:r>
    </w:p>
    <w:p w:rsidR="00823740" w:rsidRPr="002E0D4E" w:rsidRDefault="00E246AF" w:rsidP="00823740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1</w:t>
      </w:r>
      <w:r w:rsidRPr="002E0D4E">
        <w:t xml:space="preserve"> В случае, если соглашение (договор) о предоставлении из бюджета Республики Татарстан гранта в форме субсидии в соответствии с </w:t>
      </w:r>
      <w:hyperlink r:id="rId82" w:history="1">
        <w:r w:rsidRPr="002E0D4E">
          <w:t>пунктом 7 статьи 78</w:t>
        </w:r>
      </w:hyperlink>
      <w:r w:rsidRPr="002E0D4E">
        <w:t xml:space="preserve"> Бюджетного кодекса Российской Федерации в соответствии с настоящей Типовой формой (далее - соглашение),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</w:p>
    <w:p w:rsidR="00AA44EE" w:rsidRPr="002E0D4E" w:rsidRDefault="00823740" w:rsidP="00AA44EE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2</w:t>
      </w:r>
      <w:r w:rsidR="00E246AF" w:rsidRPr="002E0D4E">
        <w:t xml:space="preserve"> Отчет составляется нарастающим итогом с начала текущего финансового года.</w:t>
      </w:r>
    </w:p>
    <w:p w:rsidR="00AA44EE" w:rsidRPr="002E0D4E" w:rsidRDefault="00AA44EE" w:rsidP="00AA44EE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3</w:t>
      </w:r>
      <w:r w:rsidR="00E246AF" w:rsidRPr="002E0D4E">
        <w:t xml:space="preserve"> Показатели </w:t>
      </w:r>
      <w:hyperlink r:id="rId83" w:history="1">
        <w:r w:rsidR="00E246AF" w:rsidRPr="002E0D4E">
          <w:t>строк 0100</w:t>
        </w:r>
      </w:hyperlink>
      <w:r w:rsidR="00E246AF" w:rsidRPr="002E0D4E">
        <w:t xml:space="preserve"> - </w:t>
      </w:r>
      <w:hyperlink r:id="rId84" w:history="1">
        <w:r w:rsidR="00E246AF" w:rsidRPr="002E0D4E">
          <w:t>0120</w:t>
        </w:r>
      </w:hyperlink>
      <w:r w:rsidR="00E246AF" w:rsidRPr="002E0D4E">
        <w:t xml:space="preserve">, </w:t>
      </w:r>
      <w:hyperlink r:id="rId85" w:history="1">
        <w:r w:rsidR="00E246AF" w:rsidRPr="002E0D4E">
          <w:t>0500</w:t>
        </w:r>
      </w:hyperlink>
      <w:r w:rsidR="00E246AF" w:rsidRPr="002E0D4E">
        <w:t xml:space="preserve"> - </w:t>
      </w:r>
      <w:hyperlink r:id="rId86" w:history="1">
        <w:r w:rsidR="00E246AF" w:rsidRPr="002E0D4E">
          <w:t>0520</w:t>
        </w:r>
      </w:hyperlink>
      <w:r w:rsidR="00E246AF" w:rsidRPr="002E0D4E"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0B41CD" w:rsidRPr="002E0D4E" w:rsidRDefault="000B41CD" w:rsidP="004F4FA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B41CD" w:rsidRPr="002E0D4E" w:rsidRDefault="000B41CD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AA44EE" w:rsidRPr="002E0D4E" w:rsidRDefault="00AA44EE">
      <w:pPr>
        <w:spacing w:after="1" w:line="280" w:lineRule="atLeast"/>
        <w:jc w:val="right"/>
        <w:outlineLvl w:val="1"/>
        <w:rPr>
          <w:sz w:val="28"/>
        </w:rPr>
      </w:pPr>
    </w:p>
    <w:p w:rsidR="00AA44EE" w:rsidRPr="002E0D4E" w:rsidRDefault="00AA44EE">
      <w:pPr>
        <w:spacing w:after="1" w:line="280" w:lineRule="atLeast"/>
        <w:jc w:val="right"/>
        <w:outlineLvl w:val="1"/>
        <w:rPr>
          <w:sz w:val="28"/>
        </w:rPr>
      </w:pPr>
    </w:p>
    <w:p w:rsidR="000B41CD" w:rsidRPr="002E0D4E" w:rsidRDefault="000B41CD">
      <w:pPr>
        <w:spacing w:after="1" w:line="280" w:lineRule="atLeast"/>
        <w:jc w:val="right"/>
        <w:outlineLvl w:val="1"/>
        <w:rPr>
          <w:sz w:val="28"/>
        </w:rPr>
      </w:pPr>
    </w:p>
    <w:p w:rsidR="000B41CD" w:rsidRPr="002E0D4E" w:rsidRDefault="000B41CD">
      <w:pPr>
        <w:spacing w:after="1" w:line="280" w:lineRule="atLeast"/>
        <w:jc w:val="right"/>
        <w:outlineLvl w:val="1"/>
        <w:rPr>
          <w:sz w:val="28"/>
        </w:rPr>
      </w:pPr>
    </w:p>
    <w:p w:rsidR="00897336" w:rsidRPr="002E0D4E" w:rsidRDefault="00897336" w:rsidP="00AA44EE">
      <w:pPr>
        <w:spacing w:after="1" w:line="280" w:lineRule="atLeast"/>
        <w:jc w:val="right"/>
        <w:rPr>
          <w:sz w:val="28"/>
        </w:rPr>
      </w:pPr>
    </w:p>
    <w:p w:rsidR="002A34DD" w:rsidRPr="002E0D4E" w:rsidRDefault="002A34DD" w:rsidP="00AA44EE">
      <w:pPr>
        <w:spacing w:after="1" w:line="280" w:lineRule="atLeast"/>
        <w:jc w:val="right"/>
        <w:rPr>
          <w:sz w:val="28"/>
        </w:rPr>
      </w:pPr>
    </w:p>
    <w:p w:rsidR="00897336" w:rsidRPr="002E0D4E" w:rsidRDefault="00897336" w:rsidP="00AA44EE">
      <w:pPr>
        <w:spacing w:after="1" w:line="280" w:lineRule="atLeast"/>
        <w:jc w:val="right"/>
        <w:rPr>
          <w:sz w:val="28"/>
        </w:rPr>
      </w:pPr>
    </w:p>
    <w:p w:rsidR="002A34DD" w:rsidRPr="002E0D4E" w:rsidRDefault="002A34DD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F40F3A" w:rsidRPr="002E0D4E" w:rsidRDefault="00F40F3A" w:rsidP="00AA44EE">
      <w:pPr>
        <w:spacing w:after="1" w:line="280" w:lineRule="atLeast"/>
        <w:jc w:val="right"/>
        <w:rPr>
          <w:sz w:val="24"/>
          <w:szCs w:val="24"/>
        </w:rPr>
      </w:pPr>
    </w:p>
    <w:p w:rsidR="00D226DB" w:rsidRPr="002E0D4E" w:rsidRDefault="00D226DB" w:rsidP="00AA44EE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AA44EE">
      <w:pPr>
        <w:spacing w:after="1" w:line="280" w:lineRule="atLeast"/>
        <w:jc w:val="right"/>
        <w:rPr>
          <w:sz w:val="24"/>
          <w:szCs w:val="24"/>
        </w:rPr>
      </w:pPr>
    </w:p>
    <w:p w:rsidR="00F128FE" w:rsidRPr="002E0D4E" w:rsidRDefault="00F128FE" w:rsidP="00AA44EE">
      <w:pPr>
        <w:spacing w:after="1" w:line="280" w:lineRule="atLeast"/>
        <w:jc w:val="right"/>
        <w:rPr>
          <w:sz w:val="24"/>
          <w:szCs w:val="24"/>
        </w:rPr>
      </w:pPr>
    </w:p>
    <w:p w:rsidR="00AA44EE" w:rsidRPr="002E0D4E" w:rsidRDefault="00AA44EE" w:rsidP="00AA44EE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7</w:t>
      </w:r>
    </w:p>
    <w:p w:rsidR="00AA44EE" w:rsidRPr="002E0D4E" w:rsidRDefault="00AA44EE" w:rsidP="002A34DD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AA44EE" w:rsidRPr="002E0D4E" w:rsidRDefault="00AA44EE" w:rsidP="00AA44EE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AA44EE" w:rsidRPr="002E0D4E" w:rsidRDefault="00AA44EE" w:rsidP="00AA44EE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387CC7" w:rsidRPr="002E0D4E" w:rsidRDefault="00387CC7" w:rsidP="00387CC7">
      <w:pPr>
        <w:spacing w:after="1" w:line="280" w:lineRule="atLeast"/>
        <w:jc w:val="right"/>
        <w:rPr>
          <w:sz w:val="24"/>
          <w:szCs w:val="24"/>
        </w:rPr>
      </w:pP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  <w:vertAlign w:val="superscript"/>
        </w:rPr>
      </w:pPr>
      <w:bookmarkStart w:id="55" w:name="P1740"/>
      <w:bookmarkEnd w:id="55"/>
      <w:r w:rsidRPr="002E0D4E">
        <w:rPr>
          <w:sz w:val="24"/>
          <w:szCs w:val="24"/>
        </w:rPr>
        <w:t xml:space="preserve">Расчет размера штрафных санкций </w:t>
      </w:r>
      <w:r w:rsidR="001E4C7A" w:rsidRPr="002E0D4E">
        <w:rPr>
          <w:sz w:val="24"/>
          <w:szCs w:val="24"/>
          <w:vertAlign w:val="superscript"/>
        </w:rPr>
        <w:t>1</w:t>
      </w:r>
    </w:p>
    <w:p w:rsidR="00ED0C50" w:rsidRPr="002E0D4E" w:rsidRDefault="00ED0C50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1134"/>
        <w:gridCol w:w="993"/>
        <w:gridCol w:w="708"/>
        <w:gridCol w:w="284"/>
        <w:gridCol w:w="283"/>
        <w:gridCol w:w="397"/>
        <w:gridCol w:w="626"/>
        <w:gridCol w:w="680"/>
        <w:gridCol w:w="707"/>
        <w:gridCol w:w="542"/>
        <w:gridCol w:w="167"/>
        <w:gridCol w:w="173"/>
        <w:gridCol w:w="677"/>
        <w:gridCol w:w="709"/>
        <w:gridCol w:w="851"/>
        <w:gridCol w:w="339"/>
        <w:gridCol w:w="936"/>
      </w:tblGrid>
      <w:tr w:rsidR="00ED0C50" w:rsidRPr="002E0D4E" w:rsidTr="00603CCB">
        <w:tc>
          <w:tcPr>
            <w:tcW w:w="64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ED0C50" w:rsidRPr="002E0D4E" w:rsidTr="00603CCB">
        <w:tc>
          <w:tcPr>
            <w:tcW w:w="64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1E4C7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на </w:t>
            </w:r>
            <w:r w:rsidR="00A77D6C" w:rsidRPr="002E0D4E">
              <w:rPr>
                <w:sz w:val="24"/>
                <w:szCs w:val="24"/>
              </w:rPr>
              <w:t>«</w:t>
            </w:r>
            <w:r w:rsidRPr="002E0D4E">
              <w:rPr>
                <w:sz w:val="24"/>
                <w:szCs w:val="24"/>
              </w:rPr>
              <w:t>__</w:t>
            </w:r>
            <w:r w:rsidR="00A77D6C" w:rsidRPr="002E0D4E">
              <w:rPr>
                <w:sz w:val="24"/>
                <w:szCs w:val="24"/>
              </w:rPr>
              <w:t>»</w:t>
            </w:r>
            <w:r w:rsidRPr="002E0D4E">
              <w:rPr>
                <w:sz w:val="24"/>
                <w:szCs w:val="24"/>
              </w:rPr>
              <w:t xml:space="preserve"> _________ 20__ г.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Дата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603CCB"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603CCB">
        <w:tc>
          <w:tcPr>
            <w:tcW w:w="34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387CC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</w:t>
            </w:r>
            <w:r w:rsidR="005B6714" w:rsidRPr="002E0D4E">
              <w:rPr>
                <w:sz w:val="24"/>
                <w:szCs w:val="24"/>
              </w:rPr>
              <w:t xml:space="preserve"> Республики Татарстан</w:t>
            </w:r>
          </w:p>
        </w:tc>
        <w:tc>
          <w:tcPr>
            <w:tcW w:w="2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F4FA1" w:rsidRPr="002E0D4E" w:rsidTr="00603CCB"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</w:t>
            </w:r>
            <w:r w:rsidR="004F4FA1" w:rsidRPr="002E0D4E">
              <w:rPr>
                <w:sz w:val="24"/>
                <w:szCs w:val="24"/>
              </w:rPr>
              <w:t>.</w:t>
            </w:r>
          </w:p>
        </w:tc>
        <w:tc>
          <w:tcPr>
            <w:tcW w:w="35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16001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87" w:history="1">
              <w:r w:rsidR="00ED0C50" w:rsidRPr="002E0D4E">
                <w:rPr>
                  <w:sz w:val="24"/>
                  <w:szCs w:val="24"/>
                </w:rPr>
                <w:t>383</w:t>
              </w:r>
            </w:hyperlink>
          </w:p>
        </w:tc>
      </w:tr>
      <w:tr w:rsidR="00387CC7" w:rsidRPr="002E0D4E" w:rsidTr="00603CCB">
        <w:tblPrEx>
          <w:tblBorders>
            <w:right w:val="none" w:sz="0" w:space="0" w:color="auto"/>
          </w:tblBorders>
        </w:tblPrEx>
        <w:trPr>
          <w:gridBefore w:val="1"/>
          <w:wBefore w:w="62" w:type="dxa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 w:rsidP="001E4C7A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мероприятия</w:t>
            </w:r>
            <w:r w:rsidR="001E4C7A" w:rsidRPr="002E0D4E">
              <w:t xml:space="preserve"> </w:t>
            </w:r>
            <w:r w:rsidR="001E4C7A" w:rsidRPr="002E0D4E">
              <w:rPr>
                <w:vertAlign w:val="superscript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  <w:r w:rsidR="001E4C7A" w:rsidRPr="002E0D4E">
              <w:t xml:space="preserve"> </w:t>
            </w:r>
            <w:r w:rsidR="001E4C7A" w:rsidRPr="002E0D4E">
              <w:rPr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Код строки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Единица измерения по </w:t>
            </w:r>
            <w:hyperlink r:id="rId88" w:history="1">
              <w:r w:rsidRPr="002E0D4E">
                <w:t>ОКЕИ</w:t>
              </w:r>
            </w:hyperlink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Значение показателя результата (иного показателя)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Объем гранта,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 w:rsidP="00940BE3">
            <w:pPr>
              <w:autoSpaceDE w:val="0"/>
              <w:autoSpaceDN w:val="0"/>
              <w:adjustRightInd w:val="0"/>
              <w:jc w:val="center"/>
            </w:pPr>
            <w:r w:rsidRPr="002E0D4E">
              <w:t>Корректирующие коэффициенты</w:t>
            </w:r>
            <w:r w:rsidR="006F2F4E" w:rsidRPr="002E0D4E">
              <w:t xml:space="preserve"> </w:t>
            </w:r>
            <w:r w:rsidR="00940BE3" w:rsidRPr="002E0D4E">
              <w:rPr>
                <w:vertAlign w:val="superscript"/>
              </w:rPr>
              <w:t>5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Размер штрафных санкций, руб.</w:t>
            </w:r>
          </w:p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(1 - гр. 7 / гр. 6) x гр. 8 (гр. 10) x гр. 11 (гр. 12)</w:t>
            </w:r>
          </w:p>
        </w:tc>
      </w:tr>
      <w:tr w:rsidR="00387CC7" w:rsidRPr="002E0D4E" w:rsidTr="00603CCB">
        <w:tblPrEx>
          <w:tblBorders>
            <w:right w:val="none" w:sz="0" w:space="0" w:color="auto"/>
          </w:tblBorders>
        </w:tblPrEx>
        <w:trPr>
          <w:gridBefore w:val="1"/>
          <w:wBefore w:w="62" w:type="dxa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код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 w:rsidP="006B7645">
            <w:pPr>
              <w:autoSpaceDE w:val="0"/>
              <w:autoSpaceDN w:val="0"/>
              <w:adjustRightInd w:val="0"/>
              <w:jc w:val="center"/>
            </w:pPr>
            <w:r w:rsidRPr="002E0D4E">
              <w:t>плановое</w:t>
            </w:r>
            <w:r w:rsidR="001E4C7A" w:rsidRPr="002E0D4E">
              <w:t xml:space="preserve"> </w:t>
            </w:r>
            <w:r w:rsidR="006B7645" w:rsidRPr="002E0D4E">
              <w:rPr>
                <w:vertAlign w:val="superscript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достигнутое</w:t>
            </w:r>
            <w:r w:rsidR="001E4C7A" w:rsidRPr="002E0D4E">
              <w:t xml:space="preserve"> </w:t>
            </w:r>
            <w:r w:rsidR="001E4C7A" w:rsidRPr="002E0D4E">
              <w:rPr>
                <w:vertAlign w:val="superscript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из них израсходовано получателем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K1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K2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</w:p>
        </w:tc>
      </w:tr>
      <w:tr w:rsidR="00387CC7" w:rsidRPr="002E0D4E" w:rsidTr="00603CCB">
        <w:tblPrEx>
          <w:tblBorders>
            <w:right w:val="none" w:sz="0" w:space="0" w:color="auto"/>
          </w:tblBorders>
        </w:tblPrEx>
        <w:trPr>
          <w:gridBefore w:val="1"/>
          <w:wBefore w:w="62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center"/>
            </w:pPr>
            <w:r w:rsidRPr="002E0D4E">
              <w:t>12</w:t>
            </w:r>
          </w:p>
        </w:tc>
      </w:tr>
      <w:tr w:rsidR="00387CC7" w:rsidRPr="002E0D4E" w:rsidTr="00603CCB">
        <w:tblPrEx>
          <w:tblBorders>
            <w:right w:val="none" w:sz="0" w:space="0" w:color="auto"/>
          </w:tblBorders>
        </w:tblPrEx>
        <w:trPr>
          <w:gridBefore w:val="1"/>
          <w:wBefore w:w="62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</w:tr>
      <w:tr w:rsidR="00387CC7" w:rsidRPr="002E0D4E" w:rsidTr="00603CCB">
        <w:tblPrEx>
          <w:tblBorders>
            <w:right w:val="none" w:sz="0" w:space="0" w:color="auto"/>
          </w:tblBorders>
        </w:tblPrEx>
        <w:trPr>
          <w:gridBefore w:val="1"/>
          <w:wBefore w:w="62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</w:tr>
      <w:tr w:rsidR="00387CC7" w:rsidRPr="002E0D4E" w:rsidTr="00603CCB">
        <w:tblPrEx>
          <w:tblBorders>
            <w:right w:val="none" w:sz="0" w:space="0" w:color="auto"/>
          </w:tblBorders>
        </w:tblPrEx>
        <w:trPr>
          <w:gridBefore w:val="1"/>
          <w:wBefore w:w="62" w:type="dxa"/>
        </w:trPr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  <w:jc w:val="both"/>
            </w:pPr>
            <w:r w:rsidRPr="002E0D4E">
              <w:t>Итого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C7" w:rsidRPr="002E0D4E" w:rsidRDefault="00387CC7">
            <w:pPr>
              <w:autoSpaceDE w:val="0"/>
              <w:autoSpaceDN w:val="0"/>
              <w:adjustRightInd w:val="0"/>
            </w:pPr>
          </w:p>
        </w:tc>
      </w:tr>
    </w:tbl>
    <w:p w:rsidR="002A34DD" w:rsidRPr="002E0D4E" w:rsidRDefault="002A34DD" w:rsidP="002A34DD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</w:t>
      </w:r>
      <w:r w:rsidR="00045A41" w:rsidRPr="002E0D4E">
        <w:rPr>
          <w:sz w:val="24"/>
          <w:szCs w:val="24"/>
        </w:rPr>
        <w:t>____________</w:t>
      </w:r>
      <w:r w:rsidRPr="002E0D4E">
        <w:rPr>
          <w:sz w:val="24"/>
          <w:szCs w:val="24"/>
        </w:rPr>
        <w:t>____</w:t>
      </w:r>
    </w:p>
    <w:p w:rsidR="002A34DD" w:rsidRPr="002E0D4E" w:rsidRDefault="002A34DD" w:rsidP="002A34DD">
      <w:pPr>
        <w:autoSpaceDE w:val="0"/>
        <w:autoSpaceDN w:val="0"/>
        <w:adjustRightInd w:val="0"/>
        <w:ind w:firstLine="539"/>
        <w:jc w:val="both"/>
      </w:pPr>
      <w:r w:rsidRPr="002E0D4E">
        <w:rPr>
          <w:vertAlign w:val="superscript"/>
        </w:rPr>
        <w:t xml:space="preserve">1 </w:t>
      </w:r>
      <w:r w:rsidRPr="002E0D4E">
        <w:t>Заполняется в случае, если правилами предоставления гранта предусмотрено применение штрафных санкций за нарушение условий предоставления гранта.</w:t>
      </w:r>
    </w:p>
    <w:p w:rsidR="00E65482" w:rsidRPr="002E0D4E" w:rsidRDefault="00E65482" w:rsidP="00E65482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2</w:t>
      </w:r>
      <w:r w:rsidRPr="002E0D4E">
        <w:t xml:space="preserve"> </w:t>
      </w:r>
      <w:r w:rsidR="002A34DD" w:rsidRPr="002E0D4E">
        <w:t xml:space="preserve">Заполняется в случаях, если Правилами предоставления гранта предусмотрено применение штрафных санкций за нарушение условий предоставления гранта, в разрезе конкретных мероприятий, и если данные мероприятия указаны в </w:t>
      </w:r>
      <w:hyperlink r:id="rId89" w:history="1">
        <w:r w:rsidR="002A34DD" w:rsidRPr="002E0D4E">
          <w:t>пункте 1.1.1</w:t>
        </w:r>
      </w:hyperlink>
      <w:r w:rsidR="002A34DD" w:rsidRPr="002E0D4E">
        <w:t>. Соглашения.</w:t>
      </w:r>
    </w:p>
    <w:p w:rsidR="008D64E6" w:rsidRPr="002E0D4E" w:rsidRDefault="00E65482" w:rsidP="008D64E6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3</w:t>
      </w:r>
      <w:r w:rsidR="002A34DD" w:rsidRPr="002E0D4E">
        <w:t xml:space="preserve"> Наименование показателя и плановое значение показателя должно соответствовать наименованию показателя и плановому значению, указанным в </w:t>
      </w:r>
      <w:hyperlink r:id="rId90" w:history="1">
        <w:r w:rsidR="002A34DD" w:rsidRPr="002E0D4E">
          <w:t xml:space="preserve">приложении </w:t>
        </w:r>
        <w:r w:rsidRPr="002E0D4E">
          <w:t>№</w:t>
        </w:r>
        <w:r w:rsidR="002A34DD" w:rsidRPr="002E0D4E">
          <w:t xml:space="preserve"> </w:t>
        </w:r>
      </w:hyperlink>
      <w:r w:rsidR="008F2FAB" w:rsidRPr="002E0D4E">
        <w:t>4</w:t>
      </w:r>
      <w:r w:rsidR="002A34DD" w:rsidRPr="002E0D4E">
        <w:t xml:space="preserve"> к настоящей Типовой форме.</w:t>
      </w:r>
    </w:p>
    <w:p w:rsidR="002A34DD" w:rsidRPr="002E0D4E" w:rsidRDefault="00A95254" w:rsidP="00852BCF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4</w:t>
      </w:r>
      <w:r w:rsidR="002A34DD" w:rsidRPr="002E0D4E">
        <w:t xml:space="preserve"> Достигнутое значение показателя, должно соответствовать достигнутому значению показателя, указанно</w:t>
      </w:r>
      <w:r w:rsidR="00944249" w:rsidRPr="002E0D4E">
        <w:t>му</w:t>
      </w:r>
      <w:r w:rsidR="002A34DD" w:rsidRPr="002E0D4E">
        <w:t xml:space="preserve"> в приложени</w:t>
      </w:r>
      <w:r w:rsidRPr="002E0D4E">
        <w:t>и</w:t>
      </w:r>
      <w:r w:rsidR="002A34DD" w:rsidRPr="002E0D4E">
        <w:t xml:space="preserve"> </w:t>
      </w:r>
      <w:r w:rsidR="008D64E6" w:rsidRPr="002E0D4E">
        <w:t>№</w:t>
      </w:r>
      <w:r w:rsidRPr="002E0D4E">
        <w:t xml:space="preserve"> 5</w:t>
      </w:r>
      <w:r w:rsidR="002A34DD" w:rsidRPr="002E0D4E">
        <w:t xml:space="preserve"> к настоящей Типовой форме.</w:t>
      </w:r>
    </w:p>
    <w:p w:rsidR="00ED0C50" w:rsidRPr="002E0D4E" w:rsidRDefault="001B4AB8" w:rsidP="00603CCB">
      <w:pPr>
        <w:autoSpaceDE w:val="0"/>
        <w:autoSpaceDN w:val="0"/>
        <w:adjustRightInd w:val="0"/>
        <w:ind w:firstLine="539"/>
        <w:jc w:val="both"/>
      </w:pPr>
      <w:r w:rsidRPr="002E0D4E">
        <w:rPr>
          <w:vertAlign w:val="superscript"/>
        </w:rPr>
        <w:t xml:space="preserve">5 </w:t>
      </w:r>
      <w:r w:rsidR="002A34DD" w:rsidRPr="002E0D4E">
        <w:t>Заполняется в случае, если Правилами предоставления гранта при расчете штрафных санкций предусмотрено применение корректирующих коэффициентов.</w:t>
      </w:r>
    </w:p>
    <w:p w:rsidR="006B7645" w:rsidRPr="002E0D4E" w:rsidRDefault="006B7645"/>
    <w:p w:rsidR="006B7645" w:rsidRPr="002E0D4E" w:rsidRDefault="006B7645" w:rsidP="006B7645">
      <w:pPr>
        <w:sectPr w:rsidR="006B7645" w:rsidRPr="002E0D4E" w:rsidSect="00E531D9">
          <w:pgSz w:w="11905" w:h="16838"/>
          <w:pgMar w:top="993" w:right="567" w:bottom="1134" w:left="1134" w:header="0" w:footer="0" w:gutter="0"/>
          <w:cols w:space="720"/>
        </w:sectPr>
      </w:pPr>
    </w:p>
    <w:p w:rsidR="00AC6F4B" w:rsidRPr="002E0D4E" w:rsidRDefault="00AC6F4B" w:rsidP="00AC6F4B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8</w:t>
      </w:r>
    </w:p>
    <w:p w:rsidR="00AC6F4B" w:rsidRPr="002E0D4E" w:rsidRDefault="00AC6F4B" w:rsidP="00AC6F4B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AC6F4B" w:rsidRPr="002E0D4E" w:rsidRDefault="00AC6F4B" w:rsidP="00AC6F4B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AC6F4B" w:rsidRPr="002E0D4E" w:rsidRDefault="00AC6F4B" w:rsidP="00AC6F4B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AC6F4B" w:rsidRPr="002E0D4E" w:rsidRDefault="00AC6F4B" w:rsidP="00AE538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82C87" w:rsidRPr="002E0D4E" w:rsidRDefault="00C82C87" w:rsidP="00AE538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AE538C" w:rsidRPr="002E0D4E" w:rsidRDefault="00AE538C" w:rsidP="00AE538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Дополнительное соглашение </w:t>
      </w:r>
      <w:r w:rsidR="00A3113C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</w:t>
      </w:r>
    </w:p>
    <w:p w:rsidR="00AE538C" w:rsidRPr="002E0D4E" w:rsidRDefault="00AE538C" w:rsidP="00AE538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к соглашению (договору)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AE538C" w:rsidRPr="002E0D4E" w:rsidRDefault="00AE538C" w:rsidP="00AE538C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 от «__» _________ 20__ г. № ___</w:t>
      </w:r>
      <w:r w:rsidR="00A7175F" w:rsidRPr="002E0D4E">
        <w:rPr>
          <w:sz w:val="24"/>
          <w:szCs w:val="24"/>
        </w:rPr>
        <w:t xml:space="preserve"> </w:t>
      </w:r>
      <w:r w:rsidR="00A7175F" w:rsidRPr="002E0D4E">
        <w:rPr>
          <w:sz w:val="24"/>
          <w:szCs w:val="24"/>
          <w:vertAlign w:val="superscript"/>
        </w:rPr>
        <w:t>1</w:t>
      </w:r>
    </w:p>
    <w:p w:rsidR="00AE538C" w:rsidRPr="002E0D4E" w:rsidRDefault="00AE538C" w:rsidP="00AE538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93046" w:rsidRPr="002E0D4E" w:rsidRDefault="00AE538C" w:rsidP="00693046">
      <w:pPr>
        <w:spacing w:after="1" w:line="20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    </w:t>
      </w:r>
      <w:r w:rsidR="00693046" w:rsidRPr="002E0D4E">
        <w:rPr>
          <w:sz w:val="24"/>
          <w:szCs w:val="24"/>
        </w:rPr>
        <w:t>г. _____________________________</w:t>
      </w:r>
    </w:p>
    <w:p w:rsidR="00693046" w:rsidRPr="002E0D4E" w:rsidRDefault="00A3113C" w:rsidP="00693046">
      <w:pPr>
        <w:spacing w:after="1" w:line="200" w:lineRule="atLeast"/>
        <w:jc w:val="center"/>
      </w:pPr>
      <w:r w:rsidRPr="002E0D4E">
        <w:rPr>
          <w:sz w:val="24"/>
          <w:szCs w:val="24"/>
        </w:rPr>
        <w:t xml:space="preserve">      </w:t>
      </w:r>
      <w:r w:rsidR="00693046" w:rsidRPr="002E0D4E">
        <w:t xml:space="preserve">(место заключения </w:t>
      </w:r>
      <w:r w:rsidR="00AD3474" w:rsidRPr="002E0D4E">
        <w:t xml:space="preserve">дополнительного </w:t>
      </w:r>
      <w:r w:rsidR="00693046" w:rsidRPr="002E0D4E">
        <w:t>соглашения)</w:t>
      </w:r>
    </w:p>
    <w:p w:rsidR="00693046" w:rsidRPr="002E0D4E" w:rsidRDefault="00693046" w:rsidP="00693046">
      <w:pPr>
        <w:spacing w:after="1" w:line="200" w:lineRule="atLeast"/>
        <w:jc w:val="both"/>
        <w:rPr>
          <w:sz w:val="24"/>
          <w:szCs w:val="24"/>
        </w:rPr>
      </w:pPr>
    </w:p>
    <w:p w:rsidR="00693046" w:rsidRPr="002E0D4E" w:rsidRDefault="00693046" w:rsidP="00693046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«__» ______________ 20__ г.                          </w:t>
      </w:r>
      <w:r w:rsidR="00A3113C" w:rsidRPr="002E0D4E">
        <w:rPr>
          <w:sz w:val="24"/>
          <w:szCs w:val="24"/>
        </w:rPr>
        <w:t xml:space="preserve">      </w:t>
      </w:r>
      <w:r w:rsidRPr="002E0D4E">
        <w:rPr>
          <w:sz w:val="24"/>
          <w:szCs w:val="24"/>
        </w:rPr>
        <w:t xml:space="preserve">      </w:t>
      </w:r>
      <w:r w:rsidR="00A3113C" w:rsidRPr="002E0D4E">
        <w:rPr>
          <w:sz w:val="24"/>
          <w:szCs w:val="24"/>
        </w:rPr>
        <w:t xml:space="preserve">                  </w:t>
      </w:r>
      <w:r w:rsidR="0066059F" w:rsidRPr="002E0D4E">
        <w:rPr>
          <w:sz w:val="24"/>
          <w:szCs w:val="24"/>
        </w:rPr>
        <w:t xml:space="preserve">               </w:t>
      </w:r>
      <w:r w:rsidR="00A3113C" w:rsidRPr="002E0D4E">
        <w:rPr>
          <w:sz w:val="24"/>
          <w:szCs w:val="24"/>
        </w:rPr>
        <w:t xml:space="preserve">   </w:t>
      </w:r>
      <w:r w:rsidR="0066059F" w:rsidRPr="002E0D4E">
        <w:rPr>
          <w:sz w:val="24"/>
          <w:szCs w:val="24"/>
        </w:rPr>
        <w:t xml:space="preserve">              </w:t>
      </w:r>
      <w:r w:rsidR="00A3113C" w:rsidRPr="002E0D4E">
        <w:rPr>
          <w:sz w:val="24"/>
          <w:szCs w:val="24"/>
        </w:rPr>
        <w:t xml:space="preserve">  </w:t>
      </w:r>
      <w:r w:rsidRPr="002E0D4E">
        <w:rPr>
          <w:sz w:val="24"/>
          <w:szCs w:val="24"/>
        </w:rPr>
        <w:t xml:space="preserve">  №____________</w:t>
      </w:r>
    </w:p>
    <w:p w:rsidR="00185736" w:rsidRPr="002E0D4E" w:rsidRDefault="00185736" w:rsidP="00693046">
      <w:pPr>
        <w:spacing w:after="1" w:line="200" w:lineRule="atLeast"/>
        <w:jc w:val="both"/>
      </w:pPr>
      <w:r w:rsidRPr="002E0D4E">
        <w:rPr>
          <w:sz w:val="24"/>
          <w:szCs w:val="24"/>
        </w:rPr>
        <w:t xml:space="preserve">        </w:t>
      </w:r>
      <w:r w:rsidR="0066059F" w:rsidRPr="002E0D4E">
        <w:rPr>
          <w:sz w:val="24"/>
          <w:szCs w:val="24"/>
        </w:rPr>
        <w:t xml:space="preserve"> </w:t>
      </w:r>
      <w:r w:rsidR="0066059F" w:rsidRPr="002E0D4E">
        <w:t xml:space="preserve">(дата </w:t>
      </w:r>
      <w:r w:rsidR="00693046" w:rsidRPr="002E0D4E">
        <w:t xml:space="preserve">заключения </w:t>
      </w:r>
      <w:r w:rsidRPr="002E0D4E">
        <w:t xml:space="preserve">                                                                                                                     </w:t>
      </w:r>
      <w:proofErr w:type="gramStart"/>
      <w:r w:rsidRPr="002E0D4E">
        <w:t xml:space="preserve">   (</w:t>
      </w:r>
      <w:proofErr w:type="gramEnd"/>
      <w:r w:rsidRPr="002E0D4E">
        <w:t>номер дополнительного</w:t>
      </w:r>
    </w:p>
    <w:p w:rsidR="00185736" w:rsidRPr="002E0D4E" w:rsidRDefault="00185736" w:rsidP="00185736">
      <w:pPr>
        <w:spacing w:after="1" w:line="200" w:lineRule="atLeast"/>
        <w:jc w:val="both"/>
      </w:pPr>
      <w:r w:rsidRPr="002E0D4E">
        <w:t xml:space="preserve"> дополнительного </w:t>
      </w:r>
      <w:proofErr w:type="gramStart"/>
      <w:r w:rsidR="00693046" w:rsidRPr="002E0D4E">
        <w:t xml:space="preserve">соглашения)   </w:t>
      </w:r>
      <w:proofErr w:type="gramEnd"/>
      <w:r w:rsidR="00693046" w:rsidRPr="002E0D4E">
        <w:t xml:space="preserve">                                                    </w:t>
      </w:r>
      <w:r w:rsidR="00A3113C" w:rsidRPr="002E0D4E">
        <w:t xml:space="preserve">                   </w:t>
      </w:r>
      <w:r w:rsidR="0066059F" w:rsidRPr="002E0D4E">
        <w:t xml:space="preserve">                                         </w:t>
      </w:r>
      <w:r w:rsidR="006B18F7" w:rsidRPr="002E0D4E">
        <w:t xml:space="preserve">         </w:t>
      </w:r>
      <w:r w:rsidR="00A3113C" w:rsidRPr="002E0D4E">
        <w:t xml:space="preserve"> </w:t>
      </w:r>
      <w:r w:rsidRPr="002E0D4E">
        <w:t>соглашения)</w:t>
      </w:r>
    </w:p>
    <w:p w:rsidR="00693046" w:rsidRPr="002E0D4E" w:rsidRDefault="00693046" w:rsidP="00693046">
      <w:pPr>
        <w:spacing w:after="1" w:line="200" w:lineRule="atLeast"/>
        <w:jc w:val="both"/>
      </w:pPr>
    </w:p>
    <w:p w:rsidR="00693046" w:rsidRPr="002E0D4E" w:rsidRDefault="00693046" w:rsidP="00693046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____________________________________________________________________________________,</w:t>
      </w:r>
    </w:p>
    <w:p w:rsidR="007E4CF8" w:rsidRPr="002E0D4E" w:rsidRDefault="007E4CF8" w:rsidP="007E4CF8">
      <w:pPr>
        <w:autoSpaceDE w:val="0"/>
        <w:autoSpaceDN w:val="0"/>
        <w:adjustRightInd w:val="0"/>
        <w:jc w:val="center"/>
        <w:outlineLvl w:val="0"/>
      </w:pPr>
      <w:r w:rsidRPr="002E0D4E">
        <w:t>(наименование исполнительного органа государственной власти Республики</w:t>
      </w:r>
    </w:p>
    <w:p w:rsidR="007E4CF8" w:rsidRPr="002E0D4E" w:rsidRDefault="007E4CF8" w:rsidP="007E4CF8">
      <w:pPr>
        <w:autoSpaceDE w:val="0"/>
        <w:autoSpaceDN w:val="0"/>
        <w:adjustRightInd w:val="0"/>
        <w:jc w:val="center"/>
        <w:outlineLvl w:val="0"/>
      </w:pPr>
      <w:r w:rsidRPr="002E0D4E">
        <w:t>Татарстан (государственного органа), осуществляющего функции главного</w:t>
      </w:r>
    </w:p>
    <w:p w:rsidR="007E4CF8" w:rsidRPr="002E0D4E" w:rsidRDefault="007E4CF8" w:rsidP="007E4CF8">
      <w:pPr>
        <w:autoSpaceDE w:val="0"/>
        <w:autoSpaceDN w:val="0"/>
        <w:adjustRightInd w:val="0"/>
        <w:jc w:val="center"/>
        <w:outlineLvl w:val="0"/>
      </w:pPr>
      <w:r w:rsidRPr="002E0D4E">
        <w:t>распорядителя средств бюджета Республики Татарстан)</w:t>
      </w:r>
    </w:p>
    <w:p w:rsidR="007E4CF8" w:rsidRPr="002E0D4E" w:rsidRDefault="007E4CF8" w:rsidP="007E4CF8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которому(ой)  как  получателю  средств бюджета Республики  Татарстан доведены лимиты бюджетных   обязательств  на  предоставление  гранта  в  форме  субсидии  в соответствии  с </w:t>
      </w:r>
      <w:hyperlink r:id="rId91" w:history="1">
        <w:r w:rsidRPr="002E0D4E">
          <w:rPr>
            <w:sz w:val="24"/>
            <w:szCs w:val="24"/>
          </w:rPr>
          <w:t>пунктом 7 статьи 78</w:t>
        </w:r>
      </w:hyperlink>
      <w:r w:rsidRPr="002E0D4E">
        <w:rPr>
          <w:sz w:val="24"/>
          <w:szCs w:val="24"/>
        </w:rPr>
        <w:t xml:space="preserve"> Бюджетного кодекса Российской Федерации, именуемый в дальнейшем________________________________________________________________________________,</w:t>
      </w:r>
    </w:p>
    <w:p w:rsidR="007E4CF8" w:rsidRPr="002E0D4E" w:rsidRDefault="007E4CF8" w:rsidP="007E4CF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                       (Министерство, Комитет, Агентство, иной орган (организация))</w:t>
      </w:r>
    </w:p>
    <w:p w:rsidR="007E4CF8" w:rsidRPr="002E0D4E" w:rsidRDefault="007E4CF8" w:rsidP="007E4CF8">
      <w:pPr>
        <w:spacing w:line="200" w:lineRule="atLeast"/>
        <w:jc w:val="both"/>
        <w:rPr>
          <w:b/>
          <w:sz w:val="24"/>
          <w:szCs w:val="24"/>
        </w:rPr>
      </w:pPr>
      <w:r w:rsidRPr="002E0D4E">
        <w:rPr>
          <w:sz w:val="24"/>
          <w:szCs w:val="24"/>
        </w:rPr>
        <w:t>в лице _________________________________________________________________</w:t>
      </w:r>
      <w:r w:rsidR="00E138FC" w:rsidRPr="002E0D4E">
        <w:rPr>
          <w:sz w:val="24"/>
          <w:szCs w:val="24"/>
        </w:rPr>
        <w:t>_____________</w:t>
      </w:r>
      <w:r w:rsidRPr="002E0D4E">
        <w:rPr>
          <w:sz w:val="24"/>
          <w:szCs w:val="24"/>
        </w:rPr>
        <w:t xml:space="preserve">,                  </w:t>
      </w:r>
      <w:r w:rsidRPr="002E0D4E">
        <w:rPr>
          <w:b/>
          <w:sz w:val="24"/>
          <w:szCs w:val="24"/>
        </w:rPr>
        <w:t xml:space="preserve">         </w:t>
      </w:r>
    </w:p>
    <w:p w:rsidR="007E4CF8" w:rsidRPr="002E0D4E" w:rsidRDefault="007E4CF8" w:rsidP="007E4CF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  <w:sz w:val="20"/>
        </w:rPr>
        <w:t xml:space="preserve">              </w:t>
      </w:r>
      <w:r w:rsidRPr="002E0D4E">
        <w:rPr>
          <w:rFonts w:ascii="Times New Roman" w:hAnsi="Times New Roman"/>
          <w:b w:val="0"/>
          <w:sz w:val="20"/>
        </w:rPr>
        <w:t xml:space="preserve">(наименование должности, а также фамилия, имя, отчество (при наличии) руководителя Министерства </w:t>
      </w:r>
    </w:p>
    <w:p w:rsidR="007E4CF8" w:rsidRPr="002E0D4E" w:rsidRDefault="007E4CF8" w:rsidP="007E4CF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(Комитета, Агентства, иного органа (организации) или уполномоченного им лица)</w:t>
      </w:r>
    </w:p>
    <w:p w:rsidR="007E4CF8" w:rsidRPr="002E0D4E" w:rsidRDefault="007E4CF8" w:rsidP="007E4CF8">
      <w:pPr>
        <w:spacing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действующего(ей) на основании ____________________________________________</w:t>
      </w:r>
      <w:r w:rsidR="00292E82" w:rsidRPr="002E0D4E">
        <w:rPr>
          <w:sz w:val="24"/>
          <w:szCs w:val="24"/>
        </w:rPr>
        <w:t>____________</w:t>
      </w:r>
    </w:p>
    <w:p w:rsidR="007E4CF8" w:rsidRPr="002E0D4E" w:rsidRDefault="007E4CF8" w:rsidP="007E4CF8">
      <w:pPr>
        <w:spacing w:after="1" w:line="200" w:lineRule="atLeast"/>
        <w:jc w:val="both"/>
      </w:pPr>
      <w:r w:rsidRPr="002E0D4E">
        <w:t>__________________________________________________________________________________________________</w:t>
      </w:r>
      <w:r w:rsidRPr="002E0D4E">
        <w:rPr>
          <w:sz w:val="24"/>
          <w:szCs w:val="24"/>
        </w:rPr>
        <w:t>_</w:t>
      </w:r>
      <w:r w:rsidR="00076AF3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,</w:t>
      </w:r>
    </w:p>
    <w:p w:rsidR="007E4CF8" w:rsidRPr="002E0D4E" w:rsidRDefault="007E4CF8" w:rsidP="007E4CF8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(положения) Министерства (Комитета, Агентства, иного органа (организации)), доверенности, приказа или иного документа, удостоверяющего полномочия)</w:t>
      </w:r>
    </w:p>
    <w:p w:rsidR="007E4CF8" w:rsidRPr="002E0D4E" w:rsidRDefault="007E4CF8" w:rsidP="007E4CF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с одной стороны, и___________________________________________________________________,</w:t>
      </w:r>
    </w:p>
    <w:p w:rsidR="007E4CF8" w:rsidRPr="002E0D4E" w:rsidRDefault="007E4CF8" w:rsidP="007E4CF8">
      <w:pPr>
        <w:spacing w:after="1"/>
        <w:jc w:val="both"/>
      </w:pPr>
      <w:r w:rsidRPr="002E0D4E">
        <w:t xml:space="preserve">                                              (наименование юридического лица (за исключением государственного (муниципального)</w:t>
      </w:r>
    </w:p>
    <w:p w:rsidR="007E4CF8" w:rsidRPr="002E0D4E" w:rsidRDefault="007E4CF8" w:rsidP="007E4CF8">
      <w:pPr>
        <w:spacing w:after="1"/>
        <w:jc w:val="both"/>
      </w:pPr>
      <w:r w:rsidRPr="002E0D4E">
        <w:t xml:space="preserve">                                                учреждения), фамилия, имя, отчество (при наличии) индивидуального предпринимателя</w:t>
      </w:r>
    </w:p>
    <w:p w:rsidR="007E4CF8" w:rsidRPr="002E0D4E" w:rsidRDefault="007E4CF8" w:rsidP="007E4CF8">
      <w:pPr>
        <w:spacing w:after="1"/>
        <w:jc w:val="both"/>
      </w:pPr>
      <w:r w:rsidRPr="002E0D4E">
        <w:t xml:space="preserve">                                                  или физического лица)</w:t>
      </w:r>
    </w:p>
    <w:p w:rsidR="007E4CF8" w:rsidRPr="002E0D4E" w:rsidRDefault="007E4CF8" w:rsidP="007E4CF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именуемый в дальнейшем «Получатель», в лице __________________________________________</w:t>
      </w:r>
    </w:p>
    <w:p w:rsidR="007E4CF8" w:rsidRPr="002E0D4E" w:rsidRDefault="007E4CF8" w:rsidP="007E4CF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_______________________________________________________________________</w:t>
      </w:r>
      <w:r w:rsidR="00E658A7" w:rsidRPr="002E0D4E">
        <w:rPr>
          <w:sz w:val="24"/>
          <w:szCs w:val="24"/>
        </w:rPr>
        <w:t>_____________</w:t>
      </w:r>
      <w:r w:rsidRPr="002E0D4E">
        <w:rPr>
          <w:sz w:val="24"/>
          <w:szCs w:val="24"/>
        </w:rPr>
        <w:t>,</w:t>
      </w:r>
    </w:p>
    <w:p w:rsidR="007E4CF8" w:rsidRPr="002E0D4E" w:rsidRDefault="007E4CF8" w:rsidP="007E4CF8">
      <w:pPr>
        <w:spacing w:after="1" w:line="200" w:lineRule="atLeast"/>
        <w:jc w:val="center"/>
      </w:pPr>
      <w:r w:rsidRPr="002E0D4E"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7E4CF8" w:rsidRPr="002E0D4E" w:rsidRDefault="007E4CF8" w:rsidP="007E4CF8">
      <w:pPr>
        <w:spacing w:after="1" w:line="200" w:lineRule="atLeast"/>
        <w:jc w:val="both"/>
      </w:pPr>
      <w:r w:rsidRPr="002E0D4E">
        <w:rPr>
          <w:sz w:val="24"/>
          <w:szCs w:val="24"/>
        </w:rPr>
        <w:t>действующего(ей) на основании</w:t>
      </w:r>
      <w:r w:rsidRPr="002E0D4E">
        <w:t xml:space="preserve"> _________________________________________</w:t>
      </w:r>
      <w:r w:rsidR="00ED3D74" w:rsidRPr="002E0D4E">
        <w:t>__________________________</w:t>
      </w:r>
    </w:p>
    <w:p w:rsidR="007E4CF8" w:rsidRPr="002E0D4E" w:rsidRDefault="007E4CF8" w:rsidP="007E4CF8">
      <w:pPr>
        <w:spacing w:after="1" w:line="200" w:lineRule="atLeast"/>
        <w:jc w:val="both"/>
      </w:pPr>
      <w:r w:rsidRPr="002E0D4E">
        <w:t>_____________________________________________________________________________________________________,</w:t>
      </w:r>
    </w:p>
    <w:p w:rsidR="007E4CF8" w:rsidRPr="002E0D4E" w:rsidRDefault="007E4CF8" w:rsidP="007E4CF8">
      <w:pPr>
        <w:spacing w:after="1" w:line="200" w:lineRule="atLeast"/>
        <w:jc w:val="center"/>
      </w:pPr>
      <w:r w:rsidRPr="002E0D4E"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D719FF" w:rsidRPr="002E0D4E" w:rsidRDefault="00A3113C" w:rsidP="00D8136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с  другой  стороны,  далее  именуемые «Стороны», </w:t>
      </w:r>
      <w:r w:rsidR="005D1DF5" w:rsidRPr="002E0D4E">
        <w:rPr>
          <w:sz w:val="24"/>
          <w:szCs w:val="24"/>
        </w:rPr>
        <w:t xml:space="preserve">в </w:t>
      </w:r>
      <w:r w:rsidRPr="002E0D4E">
        <w:rPr>
          <w:sz w:val="24"/>
          <w:szCs w:val="24"/>
        </w:rPr>
        <w:t>соответствии с</w:t>
      </w:r>
      <w:r w:rsidR="00D719FF" w:rsidRPr="002E0D4E">
        <w:rPr>
          <w:sz w:val="24"/>
          <w:szCs w:val="24"/>
        </w:rPr>
        <w:t xml:space="preserve">                                               </w:t>
      </w:r>
      <w:hyperlink r:id="rId92" w:history="1">
        <w:r w:rsidR="00D719FF" w:rsidRPr="002E0D4E">
          <w:rPr>
            <w:sz w:val="24"/>
            <w:szCs w:val="24"/>
          </w:rPr>
          <w:t>пунктом 7.3</w:t>
        </w:r>
      </w:hyperlink>
      <w:r w:rsidR="00EA4C8E" w:rsidRPr="002E0D4E">
        <w:rPr>
          <w:sz w:val="24"/>
          <w:szCs w:val="24"/>
        </w:rPr>
        <w:t>.</w:t>
      </w:r>
      <w:r w:rsidR="008939F6" w:rsidRPr="002E0D4E">
        <w:rPr>
          <w:sz w:val="24"/>
          <w:szCs w:val="24"/>
        </w:rPr>
        <w:t xml:space="preserve"> С</w:t>
      </w:r>
      <w:r w:rsidR="005D1DF5" w:rsidRPr="002E0D4E">
        <w:rPr>
          <w:sz w:val="24"/>
          <w:szCs w:val="24"/>
        </w:rPr>
        <w:t xml:space="preserve">оглашения (договора) о предоставлении   из   бюджета Республики Татарстан грантов  в  форме  субсидий  в  соответствии  с </w:t>
      </w:r>
      <w:hyperlink r:id="rId93" w:history="1">
        <w:r w:rsidR="005D1DF5" w:rsidRPr="002E0D4E">
          <w:rPr>
            <w:sz w:val="24"/>
            <w:szCs w:val="24"/>
          </w:rPr>
          <w:t>пунктом 7 статьи 78</w:t>
        </w:r>
      </w:hyperlink>
      <w:r w:rsidR="005D1DF5" w:rsidRPr="002E0D4E">
        <w:rPr>
          <w:sz w:val="24"/>
          <w:szCs w:val="24"/>
        </w:rPr>
        <w:t xml:space="preserve"> Бюджетного кодекса Российской Федерации</w:t>
      </w:r>
      <w:r w:rsidR="00D719FF" w:rsidRPr="002E0D4E">
        <w:rPr>
          <w:sz w:val="24"/>
          <w:szCs w:val="24"/>
        </w:rPr>
        <w:t xml:space="preserve"> от </w:t>
      </w:r>
      <w:r w:rsidR="005D1DF5" w:rsidRPr="002E0D4E">
        <w:rPr>
          <w:sz w:val="24"/>
          <w:szCs w:val="24"/>
        </w:rPr>
        <w:t>«</w:t>
      </w:r>
      <w:r w:rsidR="00D719FF" w:rsidRPr="002E0D4E">
        <w:rPr>
          <w:sz w:val="24"/>
          <w:szCs w:val="24"/>
        </w:rPr>
        <w:t>__</w:t>
      </w:r>
      <w:r w:rsidR="005D1DF5" w:rsidRPr="002E0D4E">
        <w:rPr>
          <w:sz w:val="24"/>
          <w:szCs w:val="24"/>
        </w:rPr>
        <w:t>»</w:t>
      </w:r>
      <w:r w:rsidR="00D719FF" w:rsidRPr="002E0D4E">
        <w:rPr>
          <w:sz w:val="24"/>
          <w:szCs w:val="24"/>
        </w:rPr>
        <w:t xml:space="preserve"> _____ </w:t>
      </w:r>
      <w:r w:rsidR="005D1DF5" w:rsidRPr="002E0D4E">
        <w:rPr>
          <w:sz w:val="24"/>
          <w:szCs w:val="24"/>
        </w:rPr>
        <w:t>№</w:t>
      </w:r>
      <w:r w:rsidR="00D719FF" w:rsidRPr="002E0D4E">
        <w:rPr>
          <w:sz w:val="24"/>
          <w:szCs w:val="24"/>
        </w:rPr>
        <w:t xml:space="preserve"> ____ </w:t>
      </w:r>
      <w:r w:rsidR="005D1DF5" w:rsidRPr="002E0D4E">
        <w:rPr>
          <w:sz w:val="24"/>
          <w:szCs w:val="24"/>
        </w:rPr>
        <w:t xml:space="preserve">(далее - Соглашение) </w:t>
      </w:r>
      <w:r w:rsidR="00D719FF" w:rsidRPr="002E0D4E">
        <w:rPr>
          <w:sz w:val="24"/>
          <w:szCs w:val="24"/>
        </w:rPr>
        <w:t>заключили</w:t>
      </w:r>
      <w:r w:rsidR="005D1DF5" w:rsidRPr="002E0D4E">
        <w:rPr>
          <w:sz w:val="24"/>
          <w:szCs w:val="24"/>
        </w:rPr>
        <w:t xml:space="preserve"> </w:t>
      </w:r>
      <w:r w:rsidR="00D719FF" w:rsidRPr="002E0D4E">
        <w:rPr>
          <w:sz w:val="24"/>
          <w:szCs w:val="24"/>
        </w:rPr>
        <w:t>настоящее Дополнительное соглашение к Соглашению о нижеследующем.</w:t>
      </w:r>
    </w:p>
    <w:p w:rsidR="00A7175F" w:rsidRPr="002E0D4E" w:rsidRDefault="00AE538C" w:rsidP="00A7175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1. Внести в Соглашение следующие изменения</w:t>
      </w:r>
      <w:r w:rsidR="00A7175F" w:rsidRPr="002E0D4E">
        <w:rPr>
          <w:sz w:val="24"/>
          <w:szCs w:val="24"/>
        </w:rPr>
        <w:t xml:space="preserve"> </w:t>
      </w:r>
      <w:r w:rsidR="00A7175F" w:rsidRPr="002E0D4E">
        <w:rPr>
          <w:sz w:val="24"/>
          <w:szCs w:val="24"/>
          <w:vertAlign w:val="superscript"/>
        </w:rPr>
        <w:t>2</w:t>
      </w:r>
      <w:r w:rsidRPr="002E0D4E">
        <w:rPr>
          <w:sz w:val="24"/>
          <w:szCs w:val="24"/>
        </w:rPr>
        <w:t>:</w:t>
      </w:r>
    </w:p>
    <w:p w:rsidR="00A7175F" w:rsidRPr="002E0D4E" w:rsidRDefault="00A7175F" w:rsidP="00A7175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1.1. в преамбуле:</w:t>
      </w:r>
    </w:p>
    <w:p w:rsidR="00A7175F" w:rsidRPr="002E0D4E" w:rsidRDefault="00A7175F" w:rsidP="00A7175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1.1.1. __________________________________________________________________________;</w:t>
      </w:r>
    </w:p>
    <w:p w:rsidR="00A7175F" w:rsidRPr="002E0D4E" w:rsidRDefault="00A7175F" w:rsidP="00A7175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1.1.2. __________________________________________________________________________;</w:t>
      </w:r>
    </w:p>
    <w:p w:rsidR="00A7175F" w:rsidRPr="002E0D4E" w:rsidRDefault="00A7175F" w:rsidP="00A7175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1.2. в </w:t>
      </w:r>
      <w:hyperlink r:id="rId94" w:history="1">
        <w:r w:rsidRPr="002E0D4E">
          <w:rPr>
            <w:sz w:val="24"/>
            <w:szCs w:val="24"/>
          </w:rPr>
          <w:t>разделе I</w:t>
        </w:r>
      </w:hyperlink>
      <w:r w:rsidRPr="002E0D4E">
        <w:rPr>
          <w:sz w:val="24"/>
          <w:szCs w:val="24"/>
        </w:rPr>
        <w:t xml:space="preserve"> «Предмет Соглашения»:</w:t>
      </w:r>
    </w:p>
    <w:p w:rsidR="00A7175F" w:rsidRPr="002E0D4E" w:rsidRDefault="00A7175F" w:rsidP="00A7175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1.2.1. в </w:t>
      </w:r>
      <w:hyperlink r:id="rId95" w:history="1">
        <w:r w:rsidRPr="002E0D4E">
          <w:rPr>
            <w:sz w:val="24"/>
            <w:szCs w:val="24"/>
          </w:rPr>
          <w:t>пункте 1.1</w:t>
        </w:r>
      </w:hyperlink>
      <w:r w:rsidR="00EA4C8E" w:rsidRPr="002E0D4E">
        <w:rPr>
          <w:sz w:val="24"/>
          <w:szCs w:val="24"/>
        </w:rPr>
        <w:t>.</w:t>
      </w:r>
      <w:r w:rsidRPr="002E0D4E">
        <w:rPr>
          <w:sz w:val="24"/>
          <w:szCs w:val="24"/>
        </w:rPr>
        <w:t xml:space="preserve"> слова «________________________________________________</w:t>
      </w:r>
      <w:r w:rsidR="00EA4C8E" w:rsidRPr="002E0D4E">
        <w:rPr>
          <w:sz w:val="24"/>
          <w:szCs w:val="24"/>
        </w:rPr>
        <w:t>________</w:t>
      </w:r>
      <w:r w:rsidRPr="002E0D4E">
        <w:rPr>
          <w:sz w:val="24"/>
          <w:szCs w:val="24"/>
        </w:rPr>
        <w:t>»</w:t>
      </w:r>
    </w:p>
    <w:p w:rsidR="00A7175F" w:rsidRPr="002E0D4E" w:rsidRDefault="00A7175F" w:rsidP="00A7175F">
      <w:pPr>
        <w:autoSpaceDE w:val="0"/>
        <w:autoSpaceDN w:val="0"/>
        <w:adjustRightInd w:val="0"/>
        <w:jc w:val="both"/>
        <w:outlineLvl w:val="0"/>
      </w:pPr>
      <w:r w:rsidRPr="002E0D4E">
        <w:rPr>
          <w:sz w:val="24"/>
          <w:szCs w:val="24"/>
        </w:rPr>
        <w:t xml:space="preserve">                                                                             </w:t>
      </w:r>
      <w:r w:rsidRPr="002E0D4E">
        <w:t>(указание цели(ей) предоставления гранта)</w:t>
      </w:r>
    </w:p>
    <w:p w:rsidR="00A7175F" w:rsidRPr="002E0D4E" w:rsidRDefault="00A7175F" w:rsidP="00A7175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заменить словами «__________________________________________________________________»;</w:t>
      </w:r>
    </w:p>
    <w:p w:rsidR="00A7175F" w:rsidRPr="002E0D4E" w:rsidRDefault="00A7175F" w:rsidP="00A7175F">
      <w:pPr>
        <w:autoSpaceDE w:val="0"/>
        <w:autoSpaceDN w:val="0"/>
        <w:adjustRightInd w:val="0"/>
        <w:jc w:val="center"/>
        <w:outlineLvl w:val="0"/>
      </w:pPr>
      <w:r w:rsidRPr="002E0D4E">
        <w:t>(указание цели(ей) предоставления гранта)</w:t>
      </w:r>
    </w:p>
    <w:p w:rsidR="00A7175F" w:rsidRPr="002E0D4E" w:rsidRDefault="00A7175F" w:rsidP="00A7175F">
      <w:pPr>
        <w:autoSpaceDE w:val="0"/>
        <w:autoSpaceDN w:val="0"/>
        <w:adjustRightInd w:val="0"/>
        <w:ind w:firstLine="540"/>
        <w:jc w:val="both"/>
      </w:pPr>
      <w:r w:rsidRPr="002E0D4E">
        <w:rPr>
          <w:sz w:val="24"/>
          <w:szCs w:val="24"/>
        </w:rPr>
        <w:t xml:space="preserve">1.2.2. </w:t>
      </w:r>
      <w:hyperlink r:id="rId96" w:history="1">
        <w:r w:rsidRPr="002E0D4E">
          <w:rPr>
            <w:sz w:val="24"/>
            <w:szCs w:val="24"/>
          </w:rPr>
          <w:t>пункт 1.1.1.1</w:t>
        </w:r>
      </w:hyperlink>
      <w:r w:rsidR="00EA4C8E" w:rsidRPr="002E0D4E">
        <w:rPr>
          <w:sz w:val="24"/>
          <w:szCs w:val="24"/>
        </w:rPr>
        <w:t>.</w:t>
      </w:r>
      <w:r w:rsidRPr="002E0D4E">
        <w:rPr>
          <w:sz w:val="24"/>
          <w:szCs w:val="24"/>
        </w:rPr>
        <w:t xml:space="preserve"> изложить в следующей редакции: «</w:t>
      </w:r>
      <w:r w:rsidRPr="002E0D4E">
        <w:t>__________________________</w:t>
      </w:r>
      <w:r w:rsidR="009E07BC" w:rsidRPr="002E0D4E">
        <w:t>_______</w:t>
      </w:r>
      <w:r w:rsidRPr="002E0D4E">
        <w:t>_____»;</w:t>
      </w:r>
    </w:p>
    <w:p w:rsidR="00760B82" w:rsidRPr="002E0D4E" w:rsidRDefault="00A7175F" w:rsidP="00760B8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1.3. в </w:t>
      </w:r>
      <w:hyperlink r:id="rId97" w:history="1">
        <w:r w:rsidRPr="002E0D4E">
          <w:rPr>
            <w:sz w:val="24"/>
            <w:szCs w:val="24"/>
          </w:rPr>
          <w:t>разделе II</w:t>
        </w:r>
      </w:hyperlink>
      <w:r w:rsidR="006A5E06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Финансовое обеспечение предоставления гранта</w:t>
      </w:r>
      <w:r w:rsidR="006A5E0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D20BD5" w:rsidRPr="002E0D4E" w:rsidRDefault="00D20BD5" w:rsidP="001D25E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1.3.1. в пункт</w:t>
      </w:r>
      <w:r w:rsidR="00074EB2" w:rsidRPr="002E0D4E">
        <w:rPr>
          <w:sz w:val="24"/>
          <w:szCs w:val="24"/>
        </w:rPr>
        <w:t>е</w:t>
      </w:r>
      <w:r w:rsidRPr="002E0D4E">
        <w:rPr>
          <w:sz w:val="24"/>
          <w:szCs w:val="24"/>
        </w:rPr>
        <w:t xml:space="preserve"> 2.1</w:t>
      </w:r>
      <w:r w:rsidR="00EA4C8E" w:rsidRPr="002E0D4E">
        <w:rPr>
          <w:sz w:val="24"/>
          <w:szCs w:val="24"/>
        </w:rPr>
        <w:t xml:space="preserve">. </w:t>
      </w:r>
      <w:r w:rsidRPr="002E0D4E">
        <w:rPr>
          <w:sz w:val="24"/>
          <w:szCs w:val="24"/>
        </w:rPr>
        <w:t>сумму гранта в 20__ году</w:t>
      </w:r>
      <w:r w:rsidRPr="002E0D4E">
        <w:rPr>
          <w:sz w:val="24"/>
          <w:szCs w:val="24"/>
        </w:rPr>
        <w:br/>
        <w:t>____________ (_________</w:t>
      </w:r>
      <w:r w:rsidR="00990950" w:rsidRPr="002E0D4E">
        <w:rPr>
          <w:sz w:val="24"/>
          <w:szCs w:val="24"/>
        </w:rPr>
        <w:t>___</w:t>
      </w:r>
      <w:r w:rsidRPr="002E0D4E">
        <w:rPr>
          <w:sz w:val="24"/>
          <w:szCs w:val="24"/>
        </w:rPr>
        <w:t>__) рублей ___ копеек - по коду БК _____</w:t>
      </w:r>
      <w:r w:rsidR="001D25EB" w:rsidRPr="002E0D4E">
        <w:rPr>
          <w:sz w:val="24"/>
          <w:szCs w:val="24"/>
        </w:rPr>
        <w:t>____ увеличить/уменьшить</w:t>
      </w:r>
    </w:p>
    <w:p w:rsidR="00D20BD5" w:rsidRPr="002E0D4E" w:rsidRDefault="00D20BD5" w:rsidP="00D20BD5">
      <w:pPr>
        <w:pStyle w:val="ConsPlusNonformat"/>
        <w:spacing w:line="240" w:lineRule="atLeast"/>
        <w:jc w:val="both"/>
        <w:rPr>
          <w:rFonts w:ascii="Times New Roman" w:hAnsi="Times New Roman" w:cs="Times New Roman"/>
        </w:rPr>
      </w:pPr>
      <w:r w:rsidRPr="002E0D4E">
        <w:rPr>
          <w:rFonts w:ascii="Times New Roman" w:hAnsi="Times New Roman"/>
          <w:bCs/>
        </w:rPr>
        <w:t xml:space="preserve">(сумма </w:t>
      </w:r>
      <w:proofErr w:type="gramStart"/>
      <w:r w:rsidRPr="002E0D4E">
        <w:rPr>
          <w:rFonts w:ascii="Times New Roman" w:hAnsi="Times New Roman"/>
          <w:bCs/>
        </w:rPr>
        <w:t>цифрой)</w:t>
      </w:r>
      <w:r w:rsidRPr="002E0D4E">
        <w:rPr>
          <w:rFonts w:ascii="Times New Roman" w:hAnsi="Times New Roman" w:cs="Times New Roman"/>
          <w:bCs/>
        </w:rPr>
        <w:t xml:space="preserve">  </w:t>
      </w:r>
      <w:r w:rsidR="001D25EB" w:rsidRPr="002E0D4E">
        <w:rPr>
          <w:rFonts w:ascii="Times New Roman" w:hAnsi="Times New Roman" w:cs="Times New Roman"/>
          <w:bCs/>
        </w:rPr>
        <w:t xml:space="preserve"> </w:t>
      </w:r>
      <w:proofErr w:type="gramEnd"/>
      <w:r w:rsidR="001D25EB" w:rsidRPr="002E0D4E">
        <w:rPr>
          <w:rFonts w:ascii="Times New Roman" w:hAnsi="Times New Roman" w:cs="Times New Roman"/>
          <w:bCs/>
        </w:rPr>
        <w:t xml:space="preserve"> </w:t>
      </w:r>
      <w:r w:rsidRPr="002E0D4E">
        <w:rPr>
          <w:rFonts w:ascii="Times New Roman" w:hAnsi="Times New Roman" w:cs="Times New Roman"/>
          <w:bCs/>
        </w:rPr>
        <w:t xml:space="preserve">(сумма прописью)                                                      </w:t>
      </w:r>
      <w:r w:rsidR="001D25EB" w:rsidRPr="002E0D4E">
        <w:rPr>
          <w:rFonts w:ascii="Times New Roman" w:hAnsi="Times New Roman" w:cs="Times New Roman"/>
          <w:bCs/>
        </w:rPr>
        <w:t xml:space="preserve">         </w:t>
      </w:r>
      <w:r w:rsidR="005A51B5" w:rsidRPr="002E0D4E">
        <w:rPr>
          <w:rFonts w:ascii="Times New Roman" w:hAnsi="Times New Roman" w:cs="Times New Roman"/>
          <w:bCs/>
        </w:rPr>
        <w:t xml:space="preserve">          </w:t>
      </w:r>
      <w:r w:rsidR="001D25EB" w:rsidRPr="002E0D4E">
        <w:rPr>
          <w:rFonts w:ascii="Times New Roman" w:hAnsi="Times New Roman" w:cs="Times New Roman"/>
          <w:bCs/>
        </w:rPr>
        <w:t xml:space="preserve">  </w:t>
      </w:r>
      <w:r w:rsidRPr="002E0D4E">
        <w:rPr>
          <w:rFonts w:ascii="Times New Roman" w:hAnsi="Times New Roman" w:cs="Times New Roman"/>
          <w:bCs/>
        </w:rPr>
        <w:t>(код БК)</w:t>
      </w:r>
    </w:p>
    <w:p w:rsidR="00D20BD5" w:rsidRPr="002E0D4E" w:rsidRDefault="00074EB2" w:rsidP="00D20BD5">
      <w:pPr>
        <w:pStyle w:val="ConsPlusNonformat"/>
        <w:spacing w:before="12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0D4E">
        <w:rPr>
          <w:rFonts w:ascii="Times New Roman" w:hAnsi="Times New Roman" w:cs="Times New Roman"/>
          <w:sz w:val="24"/>
          <w:szCs w:val="24"/>
        </w:rPr>
        <w:t xml:space="preserve">на </w:t>
      </w:r>
      <w:r w:rsidR="00D20BD5" w:rsidRPr="002E0D4E">
        <w:rPr>
          <w:rFonts w:ascii="Times New Roman" w:hAnsi="Times New Roman" w:cs="Times New Roman"/>
          <w:sz w:val="24"/>
          <w:szCs w:val="24"/>
        </w:rPr>
        <w:t>___________</w:t>
      </w:r>
      <w:r w:rsidR="00CB3E47" w:rsidRPr="002E0D4E">
        <w:rPr>
          <w:rFonts w:ascii="Times New Roman" w:hAnsi="Times New Roman" w:cs="Times New Roman"/>
          <w:sz w:val="24"/>
          <w:szCs w:val="24"/>
        </w:rPr>
        <w:t>__</w:t>
      </w:r>
      <w:r w:rsidR="00D20BD5" w:rsidRPr="002E0D4E">
        <w:rPr>
          <w:rFonts w:ascii="Times New Roman" w:hAnsi="Times New Roman" w:cs="Times New Roman"/>
          <w:sz w:val="24"/>
          <w:szCs w:val="24"/>
        </w:rPr>
        <w:t>_ (</w:t>
      </w:r>
      <w:r w:rsidR="00CB3E47" w:rsidRPr="002E0D4E">
        <w:rPr>
          <w:rFonts w:ascii="Times New Roman" w:hAnsi="Times New Roman" w:cs="Times New Roman"/>
          <w:sz w:val="24"/>
          <w:szCs w:val="24"/>
        </w:rPr>
        <w:t>__</w:t>
      </w:r>
      <w:r w:rsidR="00D20BD5" w:rsidRPr="002E0D4E">
        <w:rPr>
          <w:rFonts w:ascii="Times New Roman" w:hAnsi="Times New Roman" w:cs="Times New Roman"/>
          <w:sz w:val="24"/>
          <w:szCs w:val="24"/>
        </w:rPr>
        <w:t>_________</w:t>
      </w:r>
      <w:r w:rsidR="00E34CE6" w:rsidRPr="002E0D4E">
        <w:rPr>
          <w:rFonts w:ascii="Times New Roman" w:hAnsi="Times New Roman" w:cs="Times New Roman"/>
          <w:sz w:val="24"/>
          <w:szCs w:val="24"/>
        </w:rPr>
        <w:t>___</w:t>
      </w:r>
      <w:r w:rsidR="00D20BD5" w:rsidRPr="002E0D4E">
        <w:rPr>
          <w:rFonts w:ascii="Times New Roman" w:hAnsi="Times New Roman" w:cs="Times New Roman"/>
          <w:sz w:val="24"/>
          <w:szCs w:val="24"/>
        </w:rPr>
        <w:t>_) рублей ___ копеек</w:t>
      </w:r>
      <w:r w:rsidR="00D20BD5" w:rsidRPr="002E0D4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20BD5" w:rsidRPr="002E0D4E">
        <w:rPr>
          <w:rFonts w:ascii="Times New Roman" w:hAnsi="Times New Roman" w:cs="Times New Roman"/>
          <w:sz w:val="24"/>
          <w:szCs w:val="24"/>
        </w:rPr>
        <w:t>;</w:t>
      </w:r>
    </w:p>
    <w:p w:rsidR="00D20BD5" w:rsidRPr="002E0D4E" w:rsidRDefault="00074EB2" w:rsidP="00990950">
      <w:pPr>
        <w:pStyle w:val="ConsPlusNonformat"/>
        <w:spacing w:line="200" w:lineRule="atLeast"/>
        <w:jc w:val="both"/>
        <w:rPr>
          <w:rFonts w:ascii="Times New Roman" w:hAnsi="Times New Roman" w:cs="Times New Roman"/>
          <w:bCs/>
        </w:rPr>
      </w:pPr>
      <w:r w:rsidRPr="002E0D4E">
        <w:rPr>
          <w:rFonts w:ascii="Times New Roman" w:hAnsi="Times New Roman" w:cs="Times New Roman"/>
          <w:bCs/>
          <w:i/>
        </w:rPr>
        <w:t xml:space="preserve">       </w:t>
      </w:r>
      <w:r w:rsidR="00D20BD5" w:rsidRPr="002E0D4E">
        <w:rPr>
          <w:rFonts w:ascii="Times New Roman" w:hAnsi="Times New Roman" w:cs="Times New Roman"/>
          <w:bCs/>
          <w:i/>
        </w:rPr>
        <w:t xml:space="preserve"> </w:t>
      </w:r>
      <w:r w:rsidR="00D20BD5" w:rsidRPr="002E0D4E">
        <w:rPr>
          <w:rFonts w:ascii="Times New Roman" w:hAnsi="Times New Roman"/>
          <w:bCs/>
        </w:rPr>
        <w:t xml:space="preserve">(сумма </w:t>
      </w:r>
      <w:proofErr w:type="gramStart"/>
      <w:r w:rsidR="00D20BD5" w:rsidRPr="002E0D4E">
        <w:rPr>
          <w:rFonts w:ascii="Times New Roman" w:hAnsi="Times New Roman"/>
          <w:bCs/>
        </w:rPr>
        <w:t>цифрой)</w:t>
      </w:r>
      <w:r w:rsidR="00D20BD5" w:rsidRPr="002E0D4E">
        <w:rPr>
          <w:rFonts w:ascii="Times New Roman" w:hAnsi="Times New Roman" w:cs="Times New Roman"/>
          <w:bCs/>
        </w:rPr>
        <w:t xml:space="preserve">   </w:t>
      </w:r>
      <w:proofErr w:type="gramEnd"/>
      <w:r w:rsidR="00D20BD5" w:rsidRPr="002E0D4E">
        <w:rPr>
          <w:rFonts w:ascii="Times New Roman" w:hAnsi="Times New Roman" w:cs="Times New Roman"/>
          <w:bCs/>
        </w:rPr>
        <w:t xml:space="preserve">       (сумма прописью)                             </w:t>
      </w:r>
    </w:p>
    <w:p w:rsidR="008A340C" w:rsidRPr="002E0D4E" w:rsidRDefault="00A7175F" w:rsidP="008A340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1.4. в </w:t>
      </w:r>
      <w:hyperlink r:id="rId98" w:history="1">
        <w:r w:rsidRPr="002E0D4E">
          <w:rPr>
            <w:sz w:val="24"/>
            <w:szCs w:val="24"/>
          </w:rPr>
          <w:t>разделе III</w:t>
        </w:r>
      </w:hyperlink>
      <w:r w:rsidR="008A340C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Условия предоставления гранта</w:t>
      </w:r>
      <w:r w:rsidR="008A340C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8A340C" w:rsidRPr="002E0D4E" w:rsidRDefault="00A7175F" w:rsidP="008A340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1.4.1. в </w:t>
      </w:r>
      <w:hyperlink r:id="rId99" w:history="1">
        <w:r w:rsidRPr="002E0D4E">
          <w:rPr>
            <w:sz w:val="24"/>
            <w:szCs w:val="24"/>
          </w:rPr>
          <w:t>пункте 3.1.1.</w:t>
        </w:r>
      </w:hyperlink>
      <w:r w:rsidR="004D44FE" w:rsidRPr="002E0D4E">
        <w:rPr>
          <w:sz w:val="24"/>
          <w:szCs w:val="24"/>
        </w:rPr>
        <w:t>1.</w:t>
      </w:r>
      <w:r w:rsidR="008A340C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в срок до </w:t>
      </w:r>
      <w:r w:rsidR="008A340C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</w:t>
      </w:r>
      <w:r w:rsidR="008A340C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________ 20__ г.</w:t>
      </w:r>
      <w:r w:rsidR="008A340C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8A340C" w:rsidRPr="002E0D4E">
        <w:rPr>
          <w:sz w:val="24"/>
          <w:szCs w:val="24"/>
        </w:rPr>
        <w:t>«в срок до «</w:t>
      </w:r>
      <w:r w:rsidRPr="002E0D4E">
        <w:rPr>
          <w:sz w:val="24"/>
          <w:szCs w:val="24"/>
        </w:rPr>
        <w:t>__</w:t>
      </w:r>
      <w:r w:rsidR="008A340C" w:rsidRPr="002E0D4E">
        <w:rPr>
          <w:sz w:val="24"/>
          <w:szCs w:val="24"/>
        </w:rPr>
        <w:t>» ______ 20__ г.»;</w:t>
      </w:r>
    </w:p>
    <w:p w:rsidR="00A7175F" w:rsidRPr="002E0D4E" w:rsidRDefault="00A7175F" w:rsidP="008010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1.4.2. в </w:t>
      </w:r>
      <w:hyperlink r:id="rId100" w:history="1">
        <w:r w:rsidRPr="002E0D4E">
          <w:rPr>
            <w:sz w:val="24"/>
            <w:szCs w:val="24"/>
          </w:rPr>
          <w:t>пункте 3.2.2</w:t>
        </w:r>
      </w:hyperlink>
      <w:r w:rsidRPr="002E0D4E">
        <w:rPr>
          <w:sz w:val="24"/>
          <w:szCs w:val="24"/>
        </w:rPr>
        <w:t xml:space="preserve"> слова </w:t>
      </w:r>
      <w:r w:rsidR="00277B7F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___________________________</w:t>
      </w:r>
      <w:r w:rsidR="00277B7F" w:rsidRPr="002E0D4E">
        <w:rPr>
          <w:sz w:val="24"/>
          <w:szCs w:val="24"/>
        </w:rPr>
        <w:t>____________</w:t>
      </w:r>
      <w:r w:rsidRPr="002E0D4E">
        <w:rPr>
          <w:sz w:val="24"/>
          <w:szCs w:val="24"/>
        </w:rPr>
        <w:t>______________</w:t>
      </w:r>
      <w:r w:rsidR="00801079" w:rsidRPr="002E0D4E">
        <w:rPr>
          <w:sz w:val="24"/>
          <w:szCs w:val="24"/>
        </w:rPr>
        <w:t>__</w:t>
      </w:r>
      <w:r w:rsidR="00277B7F" w:rsidRPr="002E0D4E">
        <w:rPr>
          <w:sz w:val="24"/>
          <w:szCs w:val="24"/>
        </w:rPr>
        <w:t>»</w:t>
      </w:r>
    </w:p>
    <w:p w:rsidR="00A7175F" w:rsidRPr="002E0D4E" w:rsidRDefault="00E86E35" w:rsidP="00E86E35">
      <w:pPr>
        <w:autoSpaceDE w:val="0"/>
        <w:autoSpaceDN w:val="0"/>
        <w:adjustRightInd w:val="0"/>
        <w:jc w:val="right"/>
        <w:outlineLvl w:val="0"/>
      </w:pPr>
      <w:r w:rsidRPr="002E0D4E">
        <w:rPr>
          <w:rFonts w:ascii="Courier New" w:hAnsi="Courier New" w:cs="Courier New"/>
        </w:rPr>
        <w:t xml:space="preserve">      </w:t>
      </w:r>
      <w:r w:rsidR="00A7175F" w:rsidRPr="002E0D4E">
        <w:t>(наименование учреждения Центрального</w:t>
      </w:r>
      <w:r w:rsidRPr="002E0D4E">
        <w:t xml:space="preserve"> банка Российской Федерации</w:t>
      </w:r>
    </w:p>
    <w:p w:rsidR="00A7175F" w:rsidRPr="002E0D4E" w:rsidRDefault="00E86E35" w:rsidP="00E86E35">
      <w:pPr>
        <w:autoSpaceDE w:val="0"/>
        <w:autoSpaceDN w:val="0"/>
        <w:adjustRightInd w:val="0"/>
        <w:jc w:val="right"/>
        <w:outlineLvl w:val="0"/>
      </w:pPr>
      <w:r w:rsidRPr="002E0D4E">
        <w:t xml:space="preserve">                                                                                                           </w:t>
      </w:r>
      <w:r w:rsidR="00A7175F" w:rsidRPr="002E0D4E">
        <w:t>или кредитной</w:t>
      </w:r>
      <w:r w:rsidRPr="002E0D4E">
        <w:t xml:space="preserve"> </w:t>
      </w:r>
      <w:r w:rsidR="00A7175F" w:rsidRPr="002E0D4E">
        <w:t>организации)</w:t>
      </w:r>
    </w:p>
    <w:p w:rsidR="00A7175F" w:rsidRPr="002E0D4E" w:rsidRDefault="00A7175F" w:rsidP="00A7175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заменить словами </w:t>
      </w:r>
      <w:r w:rsidR="00277B7F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___________________________________________________</w:t>
      </w:r>
      <w:r w:rsidR="00277B7F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____</w:t>
      </w:r>
      <w:r w:rsidR="00277B7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7175F" w:rsidRPr="002E0D4E" w:rsidRDefault="00A7175F" w:rsidP="00277B7F">
      <w:pPr>
        <w:autoSpaceDE w:val="0"/>
        <w:autoSpaceDN w:val="0"/>
        <w:adjustRightInd w:val="0"/>
        <w:jc w:val="center"/>
        <w:outlineLvl w:val="0"/>
      </w:pPr>
      <w:r w:rsidRPr="002E0D4E">
        <w:t>(наименование учреждения Центрального банка Российской</w:t>
      </w:r>
    </w:p>
    <w:p w:rsidR="00A7175F" w:rsidRPr="002E0D4E" w:rsidRDefault="00A7175F" w:rsidP="00277B7F">
      <w:pPr>
        <w:autoSpaceDE w:val="0"/>
        <w:autoSpaceDN w:val="0"/>
        <w:adjustRightInd w:val="0"/>
        <w:jc w:val="center"/>
        <w:outlineLvl w:val="0"/>
      </w:pPr>
      <w:r w:rsidRPr="002E0D4E">
        <w:t>Федерации или кредитной организации)</w:t>
      </w:r>
    </w:p>
    <w:p w:rsidR="0006728D" w:rsidRPr="002E0D4E" w:rsidRDefault="00A7175F" w:rsidP="000672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1.4.</w:t>
      </w:r>
      <w:r w:rsidR="004D44FE" w:rsidRPr="002E0D4E">
        <w:rPr>
          <w:sz w:val="24"/>
          <w:szCs w:val="24"/>
        </w:rPr>
        <w:t>3</w:t>
      </w:r>
      <w:r w:rsidRPr="002E0D4E">
        <w:rPr>
          <w:sz w:val="24"/>
          <w:szCs w:val="24"/>
        </w:rPr>
        <w:t xml:space="preserve">. в </w:t>
      </w:r>
      <w:hyperlink r:id="rId101" w:history="1">
        <w:r w:rsidRPr="002E0D4E">
          <w:rPr>
            <w:sz w:val="24"/>
            <w:szCs w:val="24"/>
          </w:rPr>
          <w:t>пункте 3.2.2.1</w:t>
        </w:r>
      </w:hyperlink>
      <w:r w:rsidR="00EA4C8E" w:rsidRPr="002E0D4E">
        <w:rPr>
          <w:sz w:val="24"/>
          <w:szCs w:val="24"/>
        </w:rPr>
        <w:t>.</w:t>
      </w:r>
      <w:r w:rsidRPr="002E0D4E">
        <w:rPr>
          <w:sz w:val="24"/>
          <w:szCs w:val="24"/>
        </w:rPr>
        <w:t xml:space="preserve"> слова </w:t>
      </w:r>
      <w:r w:rsidR="00277B7F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приложении </w:t>
      </w:r>
      <w:r w:rsidR="00277B7F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</w:t>
      </w:r>
      <w:r w:rsidR="00801079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_</w:t>
      </w:r>
      <w:r w:rsidR="00277B7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277B7F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приложении </w:t>
      </w:r>
      <w:r w:rsidR="00277B7F" w:rsidRPr="002E0D4E">
        <w:rPr>
          <w:sz w:val="24"/>
          <w:szCs w:val="24"/>
        </w:rPr>
        <w:t>№ __</w:t>
      </w:r>
      <w:r w:rsidR="00801079" w:rsidRPr="002E0D4E">
        <w:rPr>
          <w:sz w:val="24"/>
          <w:szCs w:val="24"/>
        </w:rPr>
        <w:t>_</w:t>
      </w:r>
      <w:r w:rsidR="00277B7F" w:rsidRPr="002E0D4E">
        <w:rPr>
          <w:sz w:val="24"/>
          <w:szCs w:val="24"/>
        </w:rPr>
        <w:t>_»</w:t>
      </w:r>
      <w:r w:rsidRPr="002E0D4E">
        <w:rPr>
          <w:sz w:val="24"/>
          <w:szCs w:val="24"/>
        </w:rPr>
        <w:t>;</w:t>
      </w:r>
    </w:p>
    <w:p w:rsidR="0006728D" w:rsidRPr="002E0D4E" w:rsidRDefault="00A7175F" w:rsidP="000672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1.4.</w:t>
      </w:r>
      <w:r w:rsidR="004D44FE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 xml:space="preserve">. в </w:t>
      </w:r>
      <w:hyperlink r:id="rId102" w:history="1">
        <w:r w:rsidRPr="002E0D4E">
          <w:rPr>
            <w:sz w:val="24"/>
            <w:szCs w:val="24"/>
          </w:rPr>
          <w:t>пункте 3.2.2.2</w:t>
        </w:r>
      </w:hyperlink>
      <w:r w:rsidR="00EA4C8E" w:rsidRPr="002E0D4E">
        <w:rPr>
          <w:sz w:val="24"/>
          <w:szCs w:val="24"/>
        </w:rPr>
        <w:t>.</w:t>
      </w:r>
      <w:r w:rsidR="00277B7F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не позднее _</w:t>
      </w:r>
      <w:r w:rsidR="00801079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_ рабочего дня</w:t>
      </w:r>
      <w:r w:rsidR="00277B7F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>не позднее ___ рабочего дня</w:t>
      </w:r>
      <w:r w:rsidR="00277B7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06728D" w:rsidRPr="002E0D4E" w:rsidRDefault="00A7175F" w:rsidP="000672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 в </w:t>
      </w:r>
      <w:hyperlink r:id="rId103" w:history="1">
        <w:r w:rsidRPr="002E0D4E">
          <w:rPr>
            <w:sz w:val="24"/>
            <w:szCs w:val="24"/>
          </w:rPr>
          <w:t>разделе IV</w:t>
        </w:r>
      </w:hyperlink>
      <w:r w:rsidR="00277B7F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Взаимодействие Сторон</w:t>
      </w:r>
      <w:r w:rsidR="00277B7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06728D" w:rsidRPr="002E0D4E" w:rsidRDefault="00A7175F" w:rsidP="000672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1.5.1. в </w:t>
      </w:r>
      <w:hyperlink r:id="rId104" w:history="1">
        <w:r w:rsidRPr="002E0D4E">
          <w:rPr>
            <w:sz w:val="24"/>
            <w:szCs w:val="24"/>
          </w:rPr>
          <w:t>пункте 4.1.2</w:t>
        </w:r>
      </w:hyperlink>
      <w:r w:rsidRPr="002E0D4E">
        <w:rPr>
          <w:sz w:val="24"/>
          <w:szCs w:val="24"/>
        </w:rPr>
        <w:t>:</w:t>
      </w:r>
    </w:p>
    <w:p w:rsidR="0006728D" w:rsidRPr="002E0D4E" w:rsidRDefault="0006728D" w:rsidP="000672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1.5.1.1. слова «</w:t>
      </w:r>
      <w:r w:rsidR="00A7175F" w:rsidRPr="002E0D4E">
        <w:rPr>
          <w:sz w:val="24"/>
          <w:szCs w:val="24"/>
        </w:rPr>
        <w:t>пунктах ____</w:t>
      </w:r>
      <w:r w:rsidRPr="002E0D4E">
        <w:rPr>
          <w:sz w:val="24"/>
          <w:szCs w:val="24"/>
        </w:rPr>
        <w:t>» заменить словами «</w:t>
      </w:r>
      <w:r w:rsidR="00A7175F" w:rsidRPr="002E0D4E">
        <w:rPr>
          <w:sz w:val="24"/>
          <w:szCs w:val="24"/>
        </w:rPr>
        <w:t>пунктах ____</w:t>
      </w:r>
      <w:r w:rsidRPr="002E0D4E">
        <w:rPr>
          <w:sz w:val="24"/>
          <w:szCs w:val="24"/>
        </w:rPr>
        <w:t>»</w:t>
      </w:r>
      <w:r w:rsidR="00A7175F" w:rsidRPr="002E0D4E">
        <w:rPr>
          <w:sz w:val="24"/>
          <w:szCs w:val="24"/>
        </w:rPr>
        <w:t>;</w:t>
      </w:r>
    </w:p>
    <w:p w:rsidR="00DD6F26" w:rsidRPr="002E0D4E" w:rsidRDefault="0006728D" w:rsidP="00DD6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1.5.1.2. слова «</w:t>
      </w:r>
      <w:r w:rsidR="00A7175F" w:rsidRPr="002E0D4E">
        <w:rPr>
          <w:sz w:val="24"/>
          <w:szCs w:val="24"/>
        </w:rPr>
        <w:t>в течение ____ рабочих дней</w:t>
      </w:r>
      <w:r w:rsidRPr="002E0D4E">
        <w:rPr>
          <w:sz w:val="24"/>
          <w:szCs w:val="24"/>
        </w:rPr>
        <w:t>» заменить словами «</w:t>
      </w:r>
      <w:r w:rsidR="00A7175F" w:rsidRPr="002E0D4E">
        <w:rPr>
          <w:sz w:val="24"/>
          <w:szCs w:val="24"/>
        </w:rPr>
        <w:t>в течение ____ рабочих дней</w:t>
      </w:r>
      <w:r w:rsidRPr="002E0D4E">
        <w:rPr>
          <w:sz w:val="24"/>
          <w:szCs w:val="24"/>
        </w:rPr>
        <w:t>»</w:t>
      </w:r>
      <w:r w:rsidR="00A7175F" w:rsidRPr="002E0D4E">
        <w:rPr>
          <w:sz w:val="24"/>
          <w:szCs w:val="24"/>
        </w:rPr>
        <w:t>;</w:t>
      </w:r>
    </w:p>
    <w:p w:rsidR="00DD6F26" w:rsidRPr="002E0D4E" w:rsidRDefault="00A7175F" w:rsidP="00DD6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1.5.2. в </w:t>
      </w:r>
      <w:hyperlink r:id="rId105" w:history="1">
        <w:r w:rsidRPr="002E0D4E">
          <w:rPr>
            <w:sz w:val="24"/>
            <w:szCs w:val="24"/>
          </w:rPr>
          <w:t>пункте 4.1.</w:t>
        </w:r>
        <w:r w:rsidR="008B5C30" w:rsidRPr="002E0D4E">
          <w:rPr>
            <w:sz w:val="24"/>
            <w:szCs w:val="24"/>
          </w:rPr>
          <w:t>4</w:t>
        </w:r>
        <w:r w:rsidRPr="002E0D4E">
          <w:rPr>
            <w:sz w:val="24"/>
            <w:szCs w:val="24"/>
          </w:rPr>
          <w:t>.1</w:t>
        </w:r>
      </w:hyperlink>
      <w:r w:rsidR="00DD6F26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приложении </w:t>
      </w:r>
      <w:r w:rsidR="00DD6F26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</w:t>
      </w:r>
      <w:r w:rsidR="00DD6F26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 xml:space="preserve">приложении </w:t>
      </w:r>
      <w:r w:rsidR="00DD6F26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</w:t>
      </w:r>
      <w:r w:rsidR="00DD6F2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DD6F26" w:rsidRPr="002E0D4E" w:rsidRDefault="00A7175F" w:rsidP="00DD6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3</w:t>
      </w:r>
      <w:r w:rsidRPr="002E0D4E">
        <w:rPr>
          <w:sz w:val="24"/>
          <w:szCs w:val="24"/>
        </w:rPr>
        <w:t xml:space="preserve">. в </w:t>
      </w:r>
      <w:hyperlink r:id="rId106" w:history="1">
        <w:r w:rsidRPr="002E0D4E">
          <w:rPr>
            <w:sz w:val="24"/>
            <w:szCs w:val="24"/>
          </w:rPr>
          <w:t>пункте 4.1.</w:t>
        </w:r>
        <w:r w:rsidR="008B5C30" w:rsidRPr="002E0D4E">
          <w:rPr>
            <w:sz w:val="24"/>
            <w:szCs w:val="24"/>
          </w:rPr>
          <w:t>5</w:t>
        </w:r>
        <w:r w:rsidRPr="002E0D4E">
          <w:rPr>
            <w:sz w:val="24"/>
            <w:szCs w:val="24"/>
          </w:rPr>
          <w:t>.1</w:t>
        </w:r>
      </w:hyperlink>
      <w:r w:rsidR="00DD6F26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приложению </w:t>
      </w:r>
      <w:r w:rsidR="00DD6F26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</w:t>
      </w:r>
      <w:r w:rsidR="00801079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_</w:t>
      </w:r>
      <w:r w:rsidR="00DD6F26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 xml:space="preserve">приложению </w:t>
      </w:r>
      <w:r w:rsidR="00DD6F26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DD6F2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DD6F26" w:rsidRPr="002E0D4E" w:rsidRDefault="00A7175F" w:rsidP="00DD6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 xml:space="preserve">. в </w:t>
      </w:r>
      <w:hyperlink r:id="rId107" w:history="1">
        <w:r w:rsidRPr="002E0D4E">
          <w:rPr>
            <w:sz w:val="24"/>
            <w:szCs w:val="24"/>
          </w:rPr>
          <w:t>пункте 4.1.</w:t>
        </w:r>
        <w:r w:rsidR="008B5C30" w:rsidRPr="002E0D4E">
          <w:rPr>
            <w:sz w:val="24"/>
            <w:szCs w:val="24"/>
          </w:rPr>
          <w:t>6</w:t>
        </w:r>
        <w:r w:rsidRPr="002E0D4E">
          <w:rPr>
            <w:sz w:val="24"/>
            <w:szCs w:val="24"/>
          </w:rPr>
          <w:t>.1.1</w:t>
        </w:r>
      </w:hyperlink>
      <w:r w:rsidR="00DD6F26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приложению </w:t>
      </w:r>
      <w:r w:rsidR="00DD6F26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DD6F2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DD6F26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приложению </w:t>
      </w:r>
      <w:r w:rsidR="00DD6F26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DD6F2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DD6F26" w:rsidRPr="002E0D4E" w:rsidRDefault="00A7175F" w:rsidP="00DD6F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5</w:t>
      </w:r>
      <w:r w:rsidRPr="002E0D4E">
        <w:rPr>
          <w:sz w:val="24"/>
          <w:szCs w:val="24"/>
        </w:rPr>
        <w:t xml:space="preserve">. в </w:t>
      </w:r>
      <w:hyperlink r:id="rId108" w:history="1">
        <w:r w:rsidRPr="002E0D4E">
          <w:rPr>
            <w:sz w:val="24"/>
            <w:szCs w:val="24"/>
          </w:rPr>
          <w:t>пункте 4.1.</w:t>
        </w:r>
      </w:hyperlink>
      <w:r w:rsidR="00EA4C8E" w:rsidRPr="002E0D4E">
        <w:rPr>
          <w:sz w:val="24"/>
          <w:szCs w:val="24"/>
        </w:rPr>
        <w:t>8.</w:t>
      </w:r>
      <w:r w:rsidRPr="002E0D4E">
        <w:rPr>
          <w:sz w:val="24"/>
          <w:szCs w:val="24"/>
        </w:rPr>
        <w:t>:</w:t>
      </w:r>
    </w:p>
    <w:p w:rsidR="00CA53E8" w:rsidRPr="002E0D4E" w:rsidRDefault="00A7175F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5</w:t>
      </w:r>
      <w:r w:rsidRPr="002E0D4E">
        <w:rPr>
          <w:sz w:val="24"/>
          <w:szCs w:val="24"/>
        </w:rPr>
        <w:t xml:space="preserve">.1. слова </w:t>
      </w:r>
      <w:r w:rsidR="00DD6F26" w:rsidRPr="002E0D4E">
        <w:rPr>
          <w:sz w:val="24"/>
          <w:szCs w:val="24"/>
        </w:rPr>
        <w:t xml:space="preserve">«приложению № ___» </w:t>
      </w:r>
      <w:r w:rsidRPr="002E0D4E">
        <w:rPr>
          <w:sz w:val="24"/>
          <w:szCs w:val="24"/>
        </w:rPr>
        <w:t xml:space="preserve">заменить словами </w:t>
      </w:r>
      <w:r w:rsidR="00DD6F26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приложению </w:t>
      </w:r>
      <w:r w:rsidR="00DD6F26" w:rsidRPr="002E0D4E">
        <w:rPr>
          <w:sz w:val="24"/>
          <w:szCs w:val="24"/>
        </w:rPr>
        <w:t>№ ___»</w:t>
      </w:r>
      <w:r w:rsidRPr="002E0D4E">
        <w:rPr>
          <w:sz w:val="24"/>
          <w:szCs w:val="24"/>
        </w:rPr>
        <w:t>;</w:t>
      </w:r>
    </w:p>
    <w:p w:rsidR="00CA53E8" w:rsidRPr="002E0D4E" w:rsidRDefault="00CA53E8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5</w:t>
      </w:r>
      <w:r w:rsidRPr="002E0D4E">
        <w:rPr>
          <w:sz w:val="24"/>
          <w:szCs w:val="24"/>
        </w:rPr>
        <w:t>.2. слова «</w:t>
      </w:r>
      <w:r w:rsidR="00A7175F" w:rsidRPr="002E0D4E">
        <w:rPr>
          <w:sz w:val="24"/>
          <w:szCs w:val="24"/>
        </w:rPr>
        <w:t>в течение ___ рабочих дней</w:t>
      </w:r>
      <w:r w:rsidRPr="002E0D4E">
        <w:rPr>
          <w:sz w:val="24"/>
          <w:szCs w:val="24"/>
        </w:rPr>
        <w:t>» заменить словами «</w:t>
      </w:r>
      <w:r w:rsidR="00A7175F" w:rsidRPr="002E0D4E">
        <w:rPr>
          <w:sz w:val="24"/>
          <w:szCs w:val="24"/>
        </w:rPr>
        <w:t>в течение ___ рабочих дней</w:t>
      </w:r>
      <w:r w:rsidRPr="002E0D4E">
        <w:rPr>
          <w:sz w:val="24"/>
          <w:szCs w:val="24"/>
        </w:rPr>
        <w:t>»</w:t>
      </w:r>
      <w:r w:rsidR="00A7175F" w:rsidRPr="002E0D4E">
        <w:rPr>
          <w:sz w:val="24"/>
          <w:szCs w:val="24"/>
        </w:rPr>
        <w:t>;</w:t>
      </w:r>
    </w:p>
    <w:p w:rsidR="00CA53E8" w:rsidRPr="002E0D4E" w:rsidRDefault="00A7175F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6</w:t>
      </w:r>
      <w:r w:rsidRPr="002E0D4E">
        <w:rPr>
          <w:sz w:val="24"/>
          <w:szCs w:val="24"/>
        </w:rPr>
        <w:t xml:space="preserve">. в </w:t>
      </w:r>
      <w:hyperlink r:id="rId109" w:history="1">
        <w:r w:rsidRPr="002E0D4E">
          <w:rPr>
            <w:sz w:val="24"/>
            <w:szCs w:val="24"/>
          </w:rPr>
          <w:t>пункте 4.1.</w:t>
        </w:r>
      </w:hyperlink>
      <w:r w:rsidR="00EA4C8E" w:rsidRPr="002E0D4E">
        <w:rPr>
          <w:sz w:val="24"/>
          <w:szCs w:val="24"/>
        </w:rPr>
        <w:t>9.</w:t>
      </w:r>
      <w:r w:rsidR="00CA53E8" w:rsidRPr="002E0D4E">
        <w:rPr>
          <w:sz w:val="24"/>
          <w:szCs w:val="24"/>
        </w:rPr>
        <w:t xml:space="preserve"> слова «в течение ___ рабочих дней» заменить словами «</w:t>
      </w:r>
      <w:r w:rsidRPr="002E0D4E">
        <w:rPr>
          <w:sz w:val="24"/>
          <w:szCs w:val="24"/>
        </w:rPr>
        <w:t>в течение ___ рабочих дней</w:t>
      </w:r>
      <w:r w:rsidR="00CA53E8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CA53E8" w:rsidRPr="002E0D4E" w:rsidRDefault="00A7175F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7</w:t>
      </w:r>
      <w:r w:rsidRPr="002E0D4E">
        <w:rPr>
          <w:sz w:val="24"/>
          <w:szCs w:val="24"/>
        </w:rPr>
        <w:t xml:space="preserve">. в </w:t>
      </w:r>
      <w:hyperlink r:id="rId110" w:history="1">
        <w:r w:rsidRPr="002E0D4E">
          <w:rPr>
            <w:sz w:val="24"/>
            <w:szCs w:val="24"/>
          </w:rPr>
          <w:t>пункте 4.1.1</w:t>
        </w:r>
      </w:hyperlink>
      <w:r w:rsidR="00EA4C8E" w:rsidRPr="002E0D4E">
        <w:rPr>
          <w:sz w:val="24"/>
          <w:szCs w:val="24"/>
        </w:rPr>
        <w:t>0.</w:t>
      </w:r>
      <w:r w:rsidR="00CA53E8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течение ___ рабочих дней</w:t>
      </w:r>
      <w:r w:rsidR="00CA53E8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>в течение ___ рабочих дней</w:t>
      </w:r>
      <w:r w:rsidR="00CA53E8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CA53E8" w:rsidRPr="002E0D4E" w:rsidRDefault="00A7175F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8</w:t>
      </w:r>
      <w:r w:rsidRPr="002E0D4E">
        <w:rPr>
          <w:sz w:val="24"/>
          <w:szCs w:val="24"/>
        </w:rPr>
        <w:t xml:space="preserve">. в </w:t>
      </w:r>
      <w:hyperlink r:id="rId111" w:history="1">
        <w:r w:rsidRPr="002E0D4E">
          <w:rPr>
            <w:sz w:val="24"/>
            <w:szCs w:val="24"/>
          </w:rPr>
          <w:t>пункте 4.2.2</w:t>
        </w:r>
      </w:hyperlink>
      <w:r w:rsidR="00EA4C8E" w:rsidRPr="002E0D4E">
        <w:rPr>
          <w:sz w:val="24"/>
          <w:szCs w:val="24"/>
        </w:rPr>
        <w:t>.</w:t>
      </w:r>
      <w:r w:rsidRPr="002E0D4E">
        <w:rPr>
          <w:sz w:val="24"/>
          <w:szCs w:val="24"/>
        </w:rPr>
        <w:t>:</w:t>
      </w:r>
    </w:p>
    <w:p w:rsidR="00CA53E8" w:rsidRPr="002E0D4E" w:rsidRDefault="00CA53E8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8</w:t>
      </w:r>
      <w:r w:rsidRPr="002E0D4E">
        <w:rPr>
          <w:sz w:val="24"/>
          <w:szCs w:val="24"/>
        </w:rPr>
        <w:t>.1. слова «</w:t>
      </w:r>
      <w:r w:rsidR="00A7175F" w:rsidRPr="002E0D4E">
        <w:rPr>
          <w:sz w:val="24"/>
          <w:szCs w:val="24"/>
        </w:rPr>
        <w:t>в направлении в 20__</w:t>
      </w:r>
      <w:r w:rsidR="00801079" w:rsidRPr="002E0D4E">
        <w:rPr>
          <w:sz w:val="24"/>
          <w:szCs w:val="24"/>
        </w:rPr>
        <w:t>_</w:t>
      </w:r>
      <w:r w:rsidR="00A7175F" w:rsidRPr="002E0D4E">
        <w:rPr>
          <w:sz w:val="24"/>
          <w:szCs w:val="24"/>
        </w:rPr>
        <w:t xml:space="preserve"> году</w:t>
      </w:r>
      <w:r w:rsidRPr="002E0D4E">
        <w:rPr>
          <w:sz w:val="24"/>
          <w:szCs w:val="24"/>
        </w:rPr>
        <w:t>» заменить словами «</w:t>
      </w:r>
      <w:r w:rsidR="00A7175F" w:rsidRPr="002E0D4E">
        <w:rPr>
          <w:sz w:val="24"/>
          <w:szCs w:val="24"/>
        </w:rPr>
        <w:t>в направлении в 20</w:t>
      </w:r>
      <w:r w:rsidR="00801079" w:rsidRPr="002E0D4E">
        <w:rPr>
          <w:sz w:val="24"/>
          <w:szCs w:val="24"/>
        </w:rPr>
        <w:t>__</w:t>
      </w:r>
      <w:r w:rsidR="00A7175F" w:rsidRPr="002E0D4E">
        <w:rPr>
          <w:sz w:val="24"/>
          <w:szCs w:val="24"/>
        </w:rPr>
        <w:t>_ году</w:t>
      </w:r>
      <w:r w:rsidRPr="002E0D4E">
        <w:rPr>
          <w:sz w:val="24"/>
          <w:szCs w:val="24"/>
        </w:rPr>
        <w:t>»</w:t>
      </w:r>
      <w:r w:rsidR="00A7175F" w:rsidRPr="002E0D4E">
        <w:rPr>
          <w:sz w:val="24"/>
          <w:szCs w:val="24"/>
        </w:rPr>
        <w:t>;</w:t>
      </w:r>
    </w:p>
    <w:p w:rsidR="00CA53E8" w:rsidRPr="002E0D4E" w:rsidRDefault="00CA53E8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8</w:t>
      </w:r>
      <w:r w:rsidRPr="002E0D4E">
        <w:rPr>
          <w:sz w:val="24"/>
          <w:szCs w:val="24"/>
        </w:rPr>
        <w:t>.2. слова «</w:t>
      </w:r>
      <w:r w:rsidR="00A7175F" w:rsidRPr="002E0D4E">
        <w:rPr>
          <w:sz w:val="24"/>
          <w:szCs w:val="24"/>
        </w:rPr>
        <w:t>не использованного в 20__ году</w:t>
      </w:r>
      <w:r w:rsidRPr="002E0D4E">
        <w:rPr>
          <w:sz w:val="24"/>
          <w:szCs w:val="24"/>
        </w:rPr>
        <w:t>» заменить словами «</w:t>
      </w:r>
      <w:r w:rsidR="00A7175F" w:rsidRPr="002E0D4E">
        <w:rPr>
          <w:sz w:val="24"/>
          <w:szCs w:val="24"/>
        </w:rPr>
        <w:t>не использованного в 20__ году</w:t>
      </w:r>
      <w:r w:rsidRPr="002E0D4E">
        <w:rPr>
          <w:sz w:val="24"/>
          <w:szCs w:val="24"/>
        </w:rPr>
        <w:t>»</w:t>
      </w:r>
      <w:r w:rsidR="00A7175F" w:rsidRPr="002E0D4E">
        <w:rPr>
          <w:sz w:val="24"/>
          <w:szCs w:val="24"/>
        </w:rPr>
        <w:t>;</w:t>
      </w:r>
    </w:p>
    <w:p w:rsidR="00CA53E8" w:rsidRPr="002E0D4E" w:rsidRDefault="00CA53E8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8</w:t>
      </w:r>
      <w:r w:rsidRPr="002E0D4E">
        <w:rPr>
          <w:sz w:val="24"/>
          <w:szCs w:val="24"/>
        </w:rPr>
        <w:t>.3. слова «</w:t>
      </w:r>
      <w:r w:rsidR="00A7175F" w:rsidRPr="002E0D4E">
        <w:rPr>
          <w:sz w:val="24"/>
          <w:szCs w:val="24"/>
        </w:rPr>
        <w:t>не позднее ___ рабочих дней</w:t>
      </w:r>
      <w:r w:rsidRPr="002E0D4E">
        <w:rPr>
          <w:sz w:val="24"/>
          <w:szCs w:val="24"/>
        </w:rPr>
        <w:t>» заменить словами «</w:t>
      </w:r>
      <w:r w:rsidR="00A7175F" w:rsidRPr="002E0D4E">
        <w:rPr>
          <w:sz w:val="24"/>
          <w:szCs w:val="24"/>
        </w:rPr>
        <w:t>не позднее ___ рабочих дней</w:t>
      </w:r>
      <w:r w:rsidRPr="002E0D4E">
        <w:rPr>
          <w:sz w:val="24"/>
          <w:szCs w:val="24"/>
        </w:rPr>
        <w:t>»</w:t>
      </w:r>
      <w:r w:rsidR="00A7175F" w:rsidRPr="002E0D4E">
        <w:rPr>
          <w:sz w:val="24"/>
          <w:szCs w:val="24"/>
        </w:rPr>
        <w:t>;</w:t>
      </w:r>
    </w:p>
    <w:p w:rsidR="00CA53E8" w:rsidRPr="002E0D4E" w:rsidRDefault="00A7175F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9</w:t>
      </w:r>
      <w:r w:rsidRPr="002E0D4E">
        <w:rPr>
          <w:sz w:val="24"/>
          <w:szCs w:val="24"/>
        </w:rPr>
        <w:t xml:space="preserve">. в </w:t>
      </w:r>
      <w:hyperlink r:id="rId112" w:history="1">
        <w:r w:rsidRPr="002E0D4E">
          <w:rPr>
            <w:sz w:val="24"/>
            <w:szCs w:val="24"/>
          </w:rPr>
          <w:t>пункте 4.2.3</w:t>
        </w:r>
      </w:hyperlink>
      <w:r w:rsidR="00EA4C8E" w:rsidRPr="002E0D4E">
        <w:rPr>
          <w:sz w:val="24"/>
          <w:szCs w:val="24"/>
        </w:rPr>
        <w:t>.</w:t>
      </w:r>
      <w:r w:rsidRPr="002E0D4E">
        <w:rPr>
          <w:sz w:val="24"/>
          <w:szCs w:val="24"/>
        </w:rPr>
        <w:t xml:space="preserve"> </w:t>
      </w:r>
      <w:r w:rsidR="00CA53E8" w:rsidRPr="002E0D4E">
        <w:rPr>
          <w:sz w:val="24"/>
          <w:szCs w:val="24"/>
        </w:rPr>
        <w:t>слова «</w:t>
      </w:r>
      <w:r w:rsidRPr="002E0D4E">
        <w:rPr>
          <w:sz w:val="24"/>
          <w:szCs w:val="24"/>
        </w:rPr>
        <w:t>не позднее ___ рабочего дня</w:t>
      </w:r>
      <w:r w:rsidR="00CA53E8" w:rsidRPr="002E0D4E">
        <w:rPr>
          <w:sz w:val="24"/>
          <w:szCs w:val="24"/>
        </w:rPr>
        <w:t>» заменить словами «не позднее ___ рабочего дня»</w:t>
      </w:r>
      <w:r w:rsidRPr="002E0D4E">
        <w:rPr>
          <w:sz w:val="24"/>
          <w:szCs w:val="24"/>
        </w:rPr>
        <w:t>;</w:t>
      </w:r>
    </w:p>
    <w:p w:rsidR="00CA53E8" w:rsidRPr="002E0D4E" w:rsidRDefault="00A7175F" w:rsidP="00CA53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C668D3" w:rsidRPr="002E0D4E">
        <w:rPr>
          <w:sz w:val="24"/>
          <w:szCs w:val="24"/>
        </w:rPr>
        <w:t>0</w:t>
      </w:r>
      <w:r w:rsidRPr="002E0D4E">
        <w:rPr>
          <w:sz w:val="24"/>
          <w:szCs w:val="24"/>
        </w:rPr>
        <w:t xml:space="preserve">. в </w:t>
      </w:r>
      <w:hyperlink r:id="rId113" w:history="1">
        <w:r w:rsidRPr="002E0D4E">
          <w:rPr>
            <w:sz w:val="24"/>
            <w:szCs w:val="24"/>
          </w:rPr>
          <w:t>пункте 4.3.2</w:t>
        </w:r>
      </w:hyperlink>
      <w:r w:rsidR="00EA4C8E" w:rsidRPr="002E0D4E">
        <w:rPr>
          <w:sz w:val="24"/>
          <w:szCs w:val="24"/>
        </w:rPr>
        <w:t xml:space="preserve">. </w:t>
      </w:r>
      <w:r w:rsidR="00CA53E8" w:rsidRPr="002E0D4E">
        <w:rPr>
          <w:sz w:val="24"/>
          <w:szCs w:val="24"/>
        </w:rPr>
        <w:t>слова «</w:t>
      </w:r>
      <w:r w:rsidRPr="002E0D4E">
        <w:rPr>
          <w:sz w:val="24"/>
          <w:szCs w:val="24"/>
        </w:rPr>
        <w:t>в срок до ________</w:t>
      </w:r>
      <w:r w:rsidR="00CA53E8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CA53E8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в срок до __________</w:t>
      </w:r>
      <w:r w:rsidR="00CA53E8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3F6215" w:rsidRPr="002E0D4E" w:rsidRDefault="00A7175F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</w:t>
      </w:r>
      <w:r w:rsidR="00C668D3" w:rsidRPr="002E0D4E">
        <w:rPr>
          <w:sz w:val="24"/>
          <w:szCs w:val="24"/>
        </w:rPr>
        <w:t>11</w:t>
      </w:r>
      <w:r w:rsidRPr="002E0D4E">
        <w:rPr>
          <w:sz w:val="24"/>
          <w:szCs w:val="24"/>
        </w:rPr>
        <w:t xml:space="preserve">. в </w:t>
      </w:r>
      <w:hyperlink r:id="rId114" w:history="1">
        <w:r w:rsidRPr="002E0D4E">
          <w:rPr>
            <w:sz w:val="24"/>
            <w:szCs w:val="24"/>
          </w:rPr>
          <w:t>пункте 4.4.3</w:t>
        </w:r>
      </w:hyperlink>
      <w:r w:rsidR="00EA4C8E" w:rsidRPr="002E0D4E">
        <w:rPr>
          <w:sz w:val="24"/>
          <w:szCs w:val="24"/>
        </w:rPr>
        <w:t>.</w:t>
      </w:r>
      <w:r w:rsidR="003F6215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20__ году</w:t>
      </w:r>
      <w:r w:rsidR="003F6215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3F6215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в 20__ году</w:t>
      </w:r>
      <w:r w:rsidR="003F6215" w:rsidRPr="002E0D4E">
        <w:rPr>
          <w:sz w:val="24"/>
          <w:szCs w:val="24"/>
        </w:rPr>
        <w:t>»</w:t>
      </w:r>
      <w:r w:rsidR="00E64FD9" w:rsidRPr="002E0D4E">
        <w:rPr>
          <w:sz w:val="24"/>
          <w:szCs w:val="24"/>
        </w:rPr>
        <w:t>;</w:t>
      </w:r>
    </w:p>
    <w:p w:rsidR="003F6215" w:rsidRPr="002E0D4E" w:rsidRDefault="00A7175F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1.6. в </w:t>
      </w:r>
      <w:hyperlink r:id="rId115" w:history="1">
        <w:r w:rsidRPr="002E0D4E">
          <w:rPr>
            <w:sz w:val="24"/>
            <w:szCs w:val="24"/>
          </w:rPr>
          <w:t>разделе VII</w:t>
        </w:r>
      </w:hyperlink>
      <w:r w:rsidR="003F6215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Заключительные положения</w:t>
      </w:r>
      <w:r w:rsidR="003F6215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3F6215" w:rsidRPr="002E0D4E" w:rsidRDefault="00A7175F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1.6.1. в </w:t>
      </w:r>
      <w:hyperlink r:id="rId116" w:history="1">
        <w:r w:rsidRPr="002E0D4E">
          <w:rPr>
            <w:sz w:val="24"/>
            <w:szCs w:val="24"/>
          </w:rPr>
          <w:t>пункте 7.3</w:t>
        </w:r>
      </w:hyperlink>
      <w:r w:rsidR="00EE0335" w:rsidRPr="002E0D4E">
        <w:rPr>
          <w:sz w:val="24"/>
          <w:szCs w:val="24"/>
        </w:rPr>
        <w:t>.</w:t>
      </w:r>
      <w:r w:rsidRPr="002E0D4E">
        <w:rPr>
          <w:sz w:val="24"/>
          <w:szCs w:val="24"/>
        </w:rPr>
        <w:t xml:space="preserve"> слова </w:t>
      </w:r>
      <w:r w:rsidR="003F6215" w:rsidRPr="002E0D4E">
        <w:rPr>
          <w:sz w:val="24"/>
          <w:szCs w:val="24"/>
        </w:rPr>
        <w:t>«приложению №</w:t>
      </w:r>
      <w:r w:rsidRPr="002E0D4E">
        <w:rPr>
          <w:sz w:val="24"/>
          <w:szCs w:val="24"/>
        </w:rPr>
        <w:t xml:space="preserve"> ___</w:t>
      </w:r>
      <w:r w:rsidR="003F6215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3F6215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приложению </w:t>
      </w:r>
      <w:r w:rsidR="003F6215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3F6215" w:rsidRPr="002E0D4E">
        <w:rPr>
          <w:sz w:val="24"/>
          <w:szCs w:val="24"/>
        </w:rPr>
        <w:t>»</w:t>
      </w:r>
      <w:r w:rsidR="006B0653" w:rsidRPr="002E0D4E">
        <w:rPr>
          <w:sz w:val="24"/>
          <w:szCs w:val="24"/>
        </w:rPr>
        <w:t>;</w:t>
      </w:r>
    </w:p>
    <w:p w:rsidR="003F6215" w:rsidRPr="002E0D4E" w:rsidRDefault="006B0653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1.7. и</w:t>
      </w:r>
      <w:r w:rsidR="00A7175F" w:rsidRPr="002E0D4E">
        <w:rPr>
          <w:sz w:val="24"/>
          <w:szCs w:val="24"/>
        </w:rPr>
        <w:t xml:space="preserve">ные положения по настоящему Дополнительному соглашению к Соглашению </w:t>
      </w:r>
      <w:hyperlink r:id="rId117" w:history="1">
        <w:r w:rsidR="0045540B" w:rsidRPr="002E0D4E">
          <w:rPr>
            <w:sz w:val="24"/>
            <w:szCs w:val="24"/>
            <w:vertAlign w:val="superscript"/>
          </w:rPr>
          <w:t>4</w:t>
        </w:r>
      </w:hyperlink>
      <w:r w:rsidR="00A7175F" w:rsidRPr="002E0D4E">
        <w:rPr>
          <w:sz w:val="24"/>
          <w:szCs w:val="24"/>
        </w:rPr>
        <w:t>:</w:t>
      </w:r>
    </w:p>
    <w:p w:rsidR="003F6215" w:rsidRPr="002E0D4E" w:rsidRDefault="00A7175F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1.7.1. ____________________________________________________</w:t>
      </w:r>
      <w:r w:rsidR="00CB67A8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___________;</w:t>
      </w:r>
    </w:p>
    <w:p w:rsidR="00A7175F" w:rsidRPr="002E0D4E" w:rsidRDefault="00A7175F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1.7.2. __________________________________________________</w:t>
      </w:r>
      <w:r w:rsidR="00CB67A8" w:rsidRPr="002E0D4E">
        <w:rPr>
          <w:sz w:val="24"/>
          <w:szCs w:val="24"/>
        </w:rPr>
        <w:t>___________</w:t>
      </w:r>
      <w:r w:rsidR="006B0653" w:rsidRPr="002E0D4E">
        <w:rPr>
          <w:sz w:val="24"/>
          <w:szCs w:val="24"/>
        </w:rPr>
        <w:t>_____________;</w:t>
      </w:r>
    </w:p>
    <w:p w:rsidR="00AE538C" w:rsidRPr="002E0D4E" w:rsidRDefault="00A7175F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1.8. </w:t>
      </w:r>
      <w:hyperlink r:id="rId118" w:history="1">
        <w:r w:rsidR="006B0653" w:rsidRPr="002E0D4E">
          <w:rPr>
            <w:sz w:val="24"/>
            <w:szCs w:val="24"/>
          </w:rPr>
          <w:t>р</w:t>
        </w:r>
        <w:r w:rsidRPr="002E0D4E">
          <w:rPr>
            <w:sz w:val="24"/>
            <w:szCs w:val="24"/>
          </w:rPr>
          <w:t>аздел VIII</w:t>
        </w:r>
      </w:hyperlink>
      <w:r w:rsidR="003F6215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Платежные реквизиты Сторон</w:t>
      </w:r>
      <w:r w:rsidR="003F6215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изложить в следующей редакции:</w:t>
      </w:r>
    </w:p>
    <w:p w:rsidR="006B0653" w:rsidRPr="002E0D4E" w:rsidRDefault="006B0653" w:rsidP="006B0653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>«VIII. Платежные реквизиты Сторон</w:t>
      </w:r>
    </w:p>
    <w:p w:rsidR="006B0653" w:rsidRPr="002E0D4E" w:rsidRDefault="006B0653" w:rsidP="006B0653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961"/>
      </w:tblGrid>
      <w:tr w:rsidR="006B0653" w:rsidRPr="002E0D4E" w:rsidTr="0060318D">
        <w:tc>
          <w:tcPr>
            <w:tcW w:w="5307" w:type="dxa"/>
          </w:tcPr>
          <w:p w:rsidR="006B0653" w:rsidRPr="002E0D4E" w:rsidRDefault="006B0653" w:rsidP="0060318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6B0653" w:rsidRPr="002E0D4E" w:rsidRDefault="006B0653" w:rsidP="0060318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</w:t>
            </w:r>
          </w:p>
          <w:p w:rsidR="006B0653" w:rsidRPr="002E0D4E" w:rsidRDefault="006B0653" w:rsidP="0060318D">
            <w:pPr>
              <w:autoSpaceDE w:val="0"/>
              <w:autoSpaceDN w:val="0"/>
              <w:adjustRightInd w:val="0"/>
              <w:jc w:val="center"/>
              <w:outlineLvl w:val="0"/>
            </w:pPr>
            <w:r w:rsidRPr="002E0D4E">
              <w:t>(Министерство, Комитет, Агентство, иной орган</w:t>
            </w:r>
          </w:p>
          <w:p w:rsidR="006B0653" w:rsidRPr="002E0D4E" w:rsidRDefault="006B0653" w:rsidP="00617FF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2E0D4E">
              <w:t xml:space="preserve"> (организация))</w:t>
            </w:r>
          </w:p>
        </w:tc>
        <w:tc>
          <w:tcPr>
            <w:tcW w:w="4961" w:type="dxa"/>
          </w:tcPr>
          <w:p w:rsidR="006B0653" w:rsidRPr="002E0D4E" w:rsidRDefault="006B0653" w:rsidP="0060318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6B0653" w:rsidRPr="002E0D4E" w:rsidRDefault="006B0653" w:rsidP="0060318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 Получателя</w:t>
            </w:r>
          </w:p>
          <w:p w:rsidR="006B0653" w:rsidRPr="002E0D4E" w:rsidRDefault="006B0653" w:rsidP="0060318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</w:t>
            </w:r>
          </w:p>
        </w:tc>
      </w:tr>
      <w:tr w:rsidR="006B0653" w:rsidRPr="002E0D4E" w:rsidTr="0060318D">
        <w:tc>
          <w:tcPr>
            <w:tcW w:w="5307" w:type="dxa"/>
            <w:vMerge w:val="restart"/>
            <w:tcBorders>
              <w:bottom w:val="nil"/>
            </w:tcBorders>
          </w:tcPr>
          <w:p w:rsidR="006B0653" w:rsidRPr="002E0D4E" w:rsidRDefault="006B0653" w:rsidP="00617FF0">
            <w:pPr>
              <w:spacing w:after="1" w:line="20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________________________________</w:t>
            </w:r>
          </w:p>
          <w:p w:rsidR="006B0653" w:rsidRPr="002E0D4E" w:rsidRDefault="006B0653" w:rsidP="00617FF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2E0D4E">
              <w:t>(Министерство, Комитет, Агентство,                                                 иной орган (организация))</w:t>
            </w:r>
          </w:p>
        </w:tc>
        <w:tc>
          <w:tcPr>
            <w:tcW w:w="4961" w:type="dxa"/>
            <w:tcBorders>
              <w:bottom w:val="nil"/>
            </w:tcBorders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Получателя_________</w:t>
            </w:r>
            <w:r w:rsidR="00617FF0" w:rsidRPr="002E0D4E">
              <w:rPr>
                <w:sz w:val="24"/>
                <w:szCs w:val="24"/>
              </w:rPr>
              <w:t>____</w:t>
            </w:r>
            <w:r w:rsidRPr="002E0D4E">
              <w:rPr>
                <w:sz w:val="24"/>
                <w:szCs w:val="24"/>
              </w:rPr>
              <w:t>__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________________________________________</w:t>
            </w:r>
          </w:p>
        </w:tc>
      </w:tr>
      <w:tr w:rsidR="006B0653" w:rsidRPr="002E0D4E" w:rsidTr="0060318D">
        <w:tblPrEx>
          <w:tblBorders>
            <w:insideH w:val="nil"/>
          </w:tblBorders>
        </w:tblPrEx>
        <w:trPr>
          <w:trHeight w:val="40"/>
        </w:trPr>
        <w:tc>
          <w:tcPr>
            <w:tcW w:w="5307" w:type="dxa"/>
            <w:vMerge/>
            <w:tcBorders>
              <w:bottom w:val="nil"/>
            </w:tcBorders>
          </w:tcPr>
          <w:p w:rsidR="006B0653" w:rsidRPr="002E0D4E" w:rsidRDefault="006B0653" w:rsidP="0060318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vAlign w:val="bottom"/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B0653" w:rsidRPr="002E0D4E" w:rsidTr="0060318D">
        <w:tblPrEx>
          <w:tblBorders>
            <w:insideH w:val="nil"/>
          </w:tblBorders>
        </w:tblPrEx>
        <w:tc>
          <w:tcPr>
            <w:tcW w:w="5307" w:type="dxa"/>
            <w:tcBorders>
              <w:top w:val="nil"/>
            </w:tcBorders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ОГРН, </w:t>
            </w:r>
            <w:hyperlink r:id="rId119" w:history="1">
              <w:r w:rsidRPr="002E0D4E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961" w:type="dxa"/>
            <w:tcBorders>
              <w:top w:val="nil"/>
            </w:tcBorders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ОГРН, </w:t>
            </w:r>
            <w:hyperlink r:id="rId120" w:history="1">
              <w:r w:rsidRPr="002E0D4E">
                <w:rPr>
                  <w:sz w:val="24"/>
                  <w:szCs w:val="24"/>
                </w:rPr>
                <w:t>ОКТМО</w:t>
              </w:r>
            </w:hyperlink>
          </w:p>
        </w:tc>
      </w:tr>
      <w:tr w:rsidR="006B0653" w:rsidRPr="002E0D4E" w:rsidTr="0060318D">
        <w:tblPrEx>
          <w:tblBorders>
            <w:insideH w:val="nil"/>
          </w:tblBorders>
        </w:tblPrEx>
        <w:tc>
          <w:tcPr>
            <w:tcW w:w="5307" w:type="dxa"/>
            <w:tcBorders>
              <w:bottom w:val="nil"/>
            </w:tcBorders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961" w:type="dxa"/>
            <w:tcBorders>
              <w:bottom w:val="nil"/>
            </w:tcBorders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Место нахождения:</w:t>
            </w:r>
          </w:p>
        </w:tc>
      </w:tr>
      <w:tr w:rsidR="006B0653" w:rsidRPr="002E0D4E" w:rsidTr="0060318D">
        <w:tc>
          <w:tcPr>
            <w:tcW w:w="5307" w:type="dxa"/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ИНН/КПП </w:t>
            </w:r>
          </w:p>
        </w:tc>
        <w:tc>
          <w:tcPr>
            <w:tcW w:w="4961" w:type="dxa"/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ИНН/КПП </w:t>
            </w:r>
          </w:p>
        </w:tc>
      </w:tr>
      <w:tr w:rsidR="006B0653" w:rsidRPr="002E0D4E" w:rsidTr="0060318D">
        <w:tc>
          <w:tcPr>
            <w:tcW w:w="5307" w:type="dxa"/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Платежные реквизиты: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учреждения Банка России,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БИК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Расчетный счет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Лицевой счет в Министерстве финансов Республики Татарстан</w:t>
            </w:r>
          </w:p>
        </w:tc>
        <w:tc>
          <w:tcPr>
            <w:tcW w:w="4961" w:type="dxa"/>
          </w:tcPr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Платежные реквизиты: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учреждения Банка России,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БИК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Расчетный счет</w:t>
            </w:r>
          </w:p>
          <w:p w:rsidR="006B0653" w:rsidRPr="002E0D4E" w:rsidRDefault="006B0653" w:rsidP="0060318D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Лицевой счет в Министерстве финансов Республики Татарстан</w:t>
            </w:r>
          </w:p>
        </w:tc>
      </w:tr>
    </w:tbl>
    <w:p w:rsidR="005641FC" w:rsidRPr="002E0D4E" w:rsidRDefault="006B0653" w:rsidP="006B0653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»;</w:t>
      </w:r>
    </w:p>
    <w:p w:rsidR="003F6215" w:rsidRPr="002E0D4E" w:rsidRDefault="006B0653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1.9. п</w:t>
      </w:r>
      <w:r w:rsidR="008257C6" w:rsidRPr="002E0D4E">
        <w:rPr>
          <w:sz w:val="24"/>
          <w:szCs w:val="24"/>
        </w:rPr>
        <w:t xml:space="preserve">риложение </w:t>
      </w:r>
      <w:r w:rsidR="003F6215" w:rsidRPr="002E0D4E">
        <w:rPr>
          <w:sz w:val="24"/>
          <w:szCs w:val="24"/>
        </w:rPr>
        <w:t>№</w:t>
      </w:r>
      <w:r w:rsidR="008257C6" w:rsidRPr="002E0D4E">
        <w:rPr>
          <w:sz w:val="24"/>
          <w:szCs w:val="24"/>
        </w:rPr>
        <w:t xml:space="preserve"> ___ к Соглашению изложить в редакции согласно приложению </w:t>
      </w:r>
      <w:r w:rsidR="003F6215" w:rsidRPr="002E0D4E">
        <w:rPr>
          <w:sz w:val="24"/>
          <w:szCs w:val="24"/>
        </w:rPr>
        <w:t>№</w:t>
      </w:r>
      <w:r w:rsidR="008257C6" w:rsidRPr="002E0D4E">
        <w:rPr>
          <w:sz w:val="24"/>
          <w:szCs w:val="24"/>
        </w:rPr>
        <w:t xml:space="preserve"> ___ к настоящему Дополнительному соглашению к Соглашению, которое я</w:t>
      </w:r>
      <w:r w:rsidRPr="002E0D4E">
        <w:rPr>
          <w:sz w:val="24"/>
          <w:szCs w:val="24"/>
        </w:rPr>
        <w:t>вляется его неотъемлемой частью.</w:t>
      </w:r>
    </w:p>
    <w:p w:rsidR="003F6215" w:rsidRPr="002E0D4E" w:rsidRDefault="006B0653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1.10. Д</w:t>
      </w:r>
      <w:r w:rsidR="008257C6" w:rsidRPr="002E0D4E">
        <w:rPr>
          <w:sz w:val="24"/>
          <w:szCs w:val="24"/>
        </w:rPr>
        <w:t xml:space="preserve">ополнить приложением </w:t>
      </w:r>
      <w:r w:rsidR="003F6215" w:rsidRPr="002E0D4E">
        <w:rPr>
          <w:sz w:val="24"/>
          <w:szCs w:val="24"/>
        </w:rPr>
        <w:t>№</w:t>
      </w:r>
      <w:r w:rsidR="008257C6" w:rsidRPr="002E0D4E">
        <w:rPr>
          <w:sz w:val="24"/>
          <w:szCs w:val="24"/>
        </w:rPr>
        <w:t xml:space="preserve"> ___ к Соглашению согласно приложению </w:t>
      </w:r>
      <w:r w:rsidR="003F6215" w:rsidRPr="002E0D4E">
        <w:rPr>
          <w:sz w:val="24"/>
          <w:szCs w:val="24"/>
        </w:rPr>
        <w:t>№</w:t>
      </w:r>
      <w:r w:rsidR="008257C6" w:rsidRPr="002E0D4E">
        <w:rPr>
          <w:sz w:val="24"/>
          <w:szCs w:val="24"/>
        </w:rPr>
        <w:t xml:space="preserve"> ___ к настоящему Дополнительному соглашению к Соглашению, которое является его неотъемлемой частью.</w:t>
      </w:r>
    </w:p>
    <w:p w:rsidR="003F6215" w:rsidRPr="002E0D4E" w:rsidRDefault="006B0653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1.11. В</w:t>
      </w:r>
      <w:r w:rsidR="008257C6" w:rsidRPr="002E0D4E">
        <w:rPr>
          <w:sz w:val="24"/>
          <w:szCs w:val="24"/>
        </w:rPr>
        <w:t xml:space="preserve">нести изменения в приложение </w:t>
      </w:r>
      <w:r w:rsidR="003F6215" w:rsidRPr="002E0D4E">
        <w:rPr>
          <w:sz w:val="24"/>
          <w:szCs w:val="24"/>
        </w:rPr>
        <w:t>№</w:t>
      </w:r>
      <w:r w:rsidR="008257C6" w:rsidRPr="002E0D4E">
        <w:rPr>
          <w:sz w:val="24"/>
          <w:szCs w:val="24"/>
        </w:rPr>
        <w:t xml:space="preserve"> ___ к Соглашению согласно приложению </w:t>
      </w:r>
      <w:r w:rsidR="003F6215" w:rsidRPr="002E0D4E">
        <w:rPr>
          <w:sz w:val="24"/>
          <w:szCs w:val="24"/>
        </w:rPr>
        <w:t>№</w:t>
      </w:r>
      <w:r w:rsidR="008257C6" w:rsidRPr="002E0D4E">
        <w:rPr>
          <w:sz w:val="24"/>
          <w:szCs w:val="24"/>
        </w:rPr>
        <w:t xml:space="preserve"> ___ к настоящему Дополнительному соглашению к Соглашению, которое является его неотъемлемой частью.</w:t>
      </w:r>
    </w:p>
    <w:p w:rsidR="003F6215" w:rsidRPr="002E0D4E" w:rsidRDefault="008257C6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2. Настоящее Дополнительное соглашение к Соглашению является неотъемлемой частью Соглашения.</w:t>
      </w:r>
    </w:p>
    <w:p w:rsidR="003F6215" w:rsidRPr="002E0D4E" w:rsidRDefault="008257C6" w:rsidP="003F621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3. Настоящее Дополнительное соглашение к Соглашению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F07526" w:rsidRPr="002E0D4E" w:rsidRDefault="008257C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4. Условия Соглашения, не затронутые настоящим Дополнительным соглашением к Соглашению, остаются неизменными.</w:t>
      </w:r>
    </w:p>
    <w:p w:rsidR="00176453" w:rsidRPr="002E0D4E" w:rsidRDefault="00176453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 5.  Настоящее Дополнительное соглашение заключено Сторонами в форме</w:t>
      </w:r>
      <w:r w:rsidR="003F6215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бумажного документа в двух экземплярах, по одному для каждой из Сторон.</w:t>
      </w:r>
    </w:p>
    <w:p w:rsidR="00176453" w:rsidRPr="002E0D4E" w:rsidRDefault="00176453" w:rsidP="00176453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45540B" w:rsidRPr="002E0D4E" w:rsidRDefault="0045540B" w:rsidP="0045540B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>7. Подписи Сторон</w:t>
      </w:r>
    </w:p>
    <w:p w:rsidR="0045540B" w:rsidRPr="002E0D4E" w:rsidRDefault="0045540B" w:rsidP="0045540B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961"/>
      </w:tblGrid>
      <w:tr w:rsidR="00894694" w:rsidRPr="002E0D4E" w:rsidTr="00894694">
        <w:tc>
          <w:tcPr>
            <w:tcW w:w="5307" w:type="dxa"/>
          </w:tcPr>
          <w:p w:rsidR="0045540B" w:rsidRPr="002E0D4E" w:rsidRDefault="0045540B" w:rsidP="001F2721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45540B" w:rsidRPr="002E0D4E" w:rsidRDefault="0045540B" w:rsidP="001F2721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____________________________________</w:t>
            </w:r>
          </w:p>
          <w:p w:rsidR="004C759C" w:rsidRPr="002E0D4E" w:rsidRDefault="00463491" w:rsidP="004C759C">
            <w:pPr>
              <w:spacing w:after="1" w:line="200" w:lineRule="atLeast"/>
              <w:jc w:val="center"/>
            </w:pPr>
            <w:r w:rsidRPr="002E0D4E">
              <w:t>Министерства, Комитета, Агентства, иного органа</w:t>
            </w:r>
          </w:p>
          <w:p w:rsidR="0045540B" w:rsidRPr="002E0D4E" w:rsidRDefault="00463491" w:rsidP="004C759C">
            <w:pPr>
              <w:spacing w:after="1" w:line="200" w:lineRule="atLeast"/>
              <w:jc w:val="center"/>
              <w:rPr>
                <w:sz w:val="24"/>
                <w:szCs w:val="24"/>
              </w:rPr>
            </w:pPr>
            <w:r w:rsidRPr="002E0D4E">
              <w:t xml:space="preserve"> (организации))</w:t>
            </w:r>
          </w:p>
        </w:tc>
        <w:tc>
          <w:tcPr>
            <w:tcW w:w="4961" w:type="dxa"/>
          </w:tcPr>
          <w:p w:rsidR="0045540B" w:rsidRPr="002E0D4E" w:rsidRDefault="0045540B" w:rsidP="001F2721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45540B" w:rsidRPr="002E0D4E" w:rsidTr="00894694">
        <w:tc>
          <w:tcPr>
            <w:tcW w:w="5307" w:type="dxa"/>
          </w:tcPr>
          <w:p w:rsidR="0045540B" w:rsidRPr="002E0D4E" w:rsidRDefault="0045540B" w:rsidP="001F2721">
            <w:pPr>
              <w:spacing w:after="1" w:line="200" w:lineRule="atLeast"/>
              <w:jc w:val="both"/>
            </w:pPr>
            <w:r w:rsidRPr="002E0D4E">
              <w:lastRenderedPageBreak/>
              <w:t>___________/ ___________________</w:t>
            </w:r>
          </w:p>
          <w:p w:rsidR="0045540B" w:rsidRPr="002E0D4E" w:rsidRDefault="0045540B" w:rsidP="001F2721">
            <w:pPr>
              <w:spacing w:after="1" w:line="200" w:lineRule="atLeast"/>
              <w:jc w:val="both"/>
            </w:pPr>
            <w:r w:rsidRPr="002E0D4E">
              <w:t xml:space="preserve"> (подпись)          (ФИО)</w:t>
            </w:r>
          </w:p>
        </w:tc>
        <w:tc>
          <w:tcPr>
            <w:tcW w:w="4961" w:type="dxa"/>
          </w:tcPr>
          <w:p w:rsidR="0045540B" w:rsidRPr="002E0D4E" w:rsidRDefault="0045540B" w:rsidP="001F2721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45540B" w:rsidRPr="002E0D4E" w:rsidRDefault="0045540B" w:rsidP="001F2721">
            <w:pPr>
              <w:spacing w:after="1" w:line="200" w:lineRule="atLeast"/>
              <w:jc w:val="both"/>
            </w:pPr>
            <w:r w:rsidRPr="002E0D4E">
              <w:t xml:space="preserve"> (подпись)         (ФИО)</w:t>
            </w:r>
          </w:p>
        </w:tc>
      </w:tr>
    </w:tbl>
    <w:p w:rsidR="00176453" w:rsidRPr="002E0D4E" w:rsidRDefault="0045540B" w:rsidP="003D3F1C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</w:t>
      </w:r>
      <w:r w:rsidR="00816297" w:rsidRPr="002E0D4E">
        <w:rPr>
          <w:sz w:val="24"/>
          <w:szCs w:val="24"/>
        </w:rPr>
        <w:t>_________</w:t>
      </w:r>
    </w:p>
    <w:p w:rsidR="0045540B" w:rsidRPr="002E0D4E" w:rsidRDefault="0045540B" w:rsidP="0045540B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1</w:t>
      </w:r>
      <w:r w:rsidRPr="002E0D4E">
        <w:t xml:space="preserve"> В случае, если соглашение о предоставлении из бюджета Республики Татарстан гранта в форме субсидии в соответствии с </w:t>
      </w:r>
      <w:hyperlink r:id="rId121" w:history="1">
        <w:r w:rsidRPr="002E0D4E">
          <w:t>пунктом 7 статьи 78</w:t>
        </w:r>
      </w:hyperlink>
      <w:r w:rsidRPr="002E0D4E">
        <w:t xml:space="preserve"> Бюджетного кодекса Российской Федерации в соответствии с настоящей Типовой формой,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  <w:bookmarkStart w:id="56" w:name="Par73"/>
      <w:bookmarkEnd w:id="56"/>
    </w:p>
    <w:p w:rsidR="0045540B" w:rsidRPr="002E0D4E" w:rsidRDefault="0045540B" w:rsidP="0045540B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 xml:space="preserve">2 </w:t>
      </w:r>
      <w:r w:rsidRPr="002E0D4E">
        <w:t>Указываются пункты и (или) разделы соглашения, в которые вносятся изменения.</w:t>
      </w:r>
    </w:p>
    <w:p w:rsidR="0045540B" w:rsidRPr="002E0D4E" w:rsidRDefault="0045540B" w:rsidP="0045540B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3</w:t>
      </w:r>
      <w:r w:rsidRPr="002E0D4E">
        <w:t xml:space="preserve"> Указываются изменения сумм, подлежащих перечислению: со знаком «плюс» при их увеличении и со знаком «минус» при их уменьшении.</w:t>
      </w:r>
    </w:p>
    <w:p w:rsidR="0045540B" w:rsidRPr="002E0D4E" w:rsidRDefault="0045540B" w:rsidP="0045540B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4</w:t>
      </w:r>
      <w:r w:rsidRPr="002E0D4E">
        <w:t xml:space="preserve"> Указываются изменения, вносимые в иные конкретные положения (при наличии).</w:t>
      </w:r>
    </w:p>
    <w:p w:rsidR="00176453" w:rsidRPr="002E0D4E" w:rsidRDefault="00176453" w:rsidP="00176453">
      <w:pPr>
        <w:spacing w:after="1" w:line="280" w:lineRule="atLeast"/>
        <w:jc w:val="center"/>
        <w:rPr>
          <w:sz w:val="24"/>
          <w:szCs w:val="24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225089" w:rsidRPr="002E0D4E" w:rsidRDefault="00225089">
      <w:pPr>
        <w:spacing w:after="1" w:line="280" w:lineRule="atLeast"/>
        <w:jc w:val="center"/>
        <w:rPr>
          <w:sz w:val="28"/>
        </w:rPr>
      </w:pPr>
    </w:p>
    <w:p w:rsidR="00E35775" w:rsidRPr="002E0D4E" w:rsidRDefault="00E35775" w:rsidP="008B11F4">
      <w:pPr>
        <w:spacing w:after="1" w:line="280" w:lineRule="atLeast"/>
        <w:jc w:val="right"/>
        <w:rPr>
          <w:sz w:val="24"/>
          <w:szCs w:val="24"/>
        </w:rPr>
      </w:pPr>
    </w:p>
    <w:p w:rsidR="007E2985" w:rsidRPr="002E0D4E" w:rsidRDefault="007E2985" w:rsidP="008B11F4">
      <w:pPr>
        <w:spacing w:after="1" w:line="280" w:lineRule="atLeast"/>
        <w:jc w:val="right"/>
        <w:rPr>
          <w:sz w:val="24"/>
          <w:szCs w:val="24"/>
        </w:rPr>
      </w:pPr>
    </w:p>
    <w:p w:rsidR="007E2985" w:rsidRPr="002E0D4E" w:rsidRDefault="007E2985" w:rsidP="008B11F4">
      <w:pPr>
        <w:spacing w:after="1" w:line="280" w:lineRule="atLeast"/>
        <w:jc w:val="right"/>
        <w:rPr>
          <w:sz w:val="24"/>
          <w:szCs w:val="24"/>
        </w:rPr>
      </w:pPr>
    </w:p>
    <w:p w:rsidR="007E2985" w:rsidRPr="002E0D4E" w:rsidRDefault="007E2985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B0653" w:rsidRPr="002E0D4E" w:rsidRDefault="006B0653" w:rsidP="008B11F4">
      <w:pPr>
        <w:spacing w:after="1" w:line="280" w:lineRule="atLeast"/>
        <w:jc w:val="right"/>
        <w:rPr>
          <w:sz w:val="24"/>
          <w:szCs w:val="24"/>
        </w:rPr>
      </w:pPr>
    </w:p>
    <w:p w:rsidR="00617FF0" w:rsidRPr="002E0D4E" w:rsidRDefault="00617FF0" w:rsidP="008B11F4">
      <w:pPr>
        <w:spacing w:after="1" w:line="280" w:lineRule="atLeast"/>
        <w:jc w:val="right"/>
        <w:rPr>
          <w:sz w:val="24"/>
          <w:szCs w:val="24"/>
        </w:rPr>
      </w:pPr>
    </w:p>
    <w:p w:rsidR="00617FF0" w:rsidRPr="002E0D4E" w:rsidRDefault="00617FF0" w:rsidP="008B11F4">
      <w:pPr>
        <w:spacing w:after="1" w:line="280" w:lineRule="atLeast"/>
        <w:jc w:val="right"/>
        <w:rPr>
          <w:sz w:val="24"/>
          <w:szCs w:val="24"/>
        </w:rPr>
      </w:pPr>
    </w:p>
    <w:p w:rsidR="00617FF0" w:rsidRPr="002E0D4E" w:rsidRDefault="00617FF0" w:rsidP="008B11F4">
      <w:pPr>
        <w:spacing w:after="1" w:line="280" w:lineRule="atLeast"/>
        <w:jc w:val="right"/>
        <w:rPr>
          <w:sz w:val="24"/>
          <w:szCs w:val="24"/>
        </w:rPr>
      </w:pPr>
    </w:p>
    <w:p w:rsidR="00617FF0" w:rsidRPr="002E0D4E" w:rsidRDefault="00617FF0" w:rsidP="008B11F4">
      <w:pPr>
        <w:spacing w:after="1" w:line="280" w:lineRule="atLeast"/>
        <w:jc w:val="right"/>
        <w:rPr>
          <w:sz w:val="24"/>
          <w:szCs w:val="24"/>
        </w:rPr>
      </w:pPr>
    </w:p>
    <w:p w:rsidR="008B11F4" w:rsidRPr="002E0D4E" w:rsidRDefault="008B11F4" w:rsidP="008B11F4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 xml:space="preserve">Приложение № </w:t>
      </w:r>
      <w:r w:rsidR="00D64A82" w:rsidRPr="002E0D4E">
        <w:rPr>
          <w:sz w:val="24"/>
          <w:szCs w:val="24"/>
        </w:rPr>
        <w:t>9</w:t>
      </w:r>
    </w:p>
    <w:p w:rsidR="008B11F4" w:rsidRPr="002E0D4E" w:rsidRDefault="008B11F4" w:rsidP="008B11F4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7 статьи 78 Бюджетного кодекса Российской Федерации</w:t>
      </w:r>
    </w:p>
    <w:p w:rsidR="008B11F4" w:rsidRPr="002E0D4E" w:rsidRDefault="008B11F4" w:rsidP="008B11F4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8B11F4" w:rsidRPr="002E0D4E" w:rsidRDefault="008B11F4" w:rsidP="008B11F4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225089" w:rsidRPr="002E0D4E" w:rsidRDefault="00225089">
      <w:pPr>
        <w:spacing w:after="1" w:line="280" w:lineRule="atLeast"/>
        <w:jc w:val="center"/>
        <w:rPr>
          <w:sz w:val="24"/>
          <w:szCs w:val="24"/>
        </w:rPr>
      </w:pP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Дополнительное соглашение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 расторжении соглашения (договора) о предоставлении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из бюджета</w:t>
      </w:r>
      <w:r w:rsidR="00EB50DF" w:rsidRPr="002E0D4E">
        <w:rPr>
          <w:sz w:val="24"/>
          <w:szCs w:val="24"/>
        </w:rPr>
        <w:t xml:space="preserve"> Республики Т</w:t>
      </w:r>
      <w:r w:rsidR="008406DB" w:rsidRPr="002E0D4E">
        <w:rPr>
          <w:sz w:val="24"/>
          <w:szCs w:val="24"/>
        </w:rPr>
        <w:t>атарс</w:t>
      </w:r>
      <w:r w:rsidR="00EB50DF" w:rsidRPr="002E0D4E">
        <w:rPr>
          <w:sz w:val="24"/>
          <w:szCs w:val="24"/>
        </w:rPr>
        <w:t>т</w:t>
      </w:r>
      <w:r w:rsidR="008406DB" w:rsidRPr="002E0D4E">
        <w:rPr>
          <w:sz w:val="24"/>
          <w:szCs w:val="24"/>
        </w:rPr>
        <w:t>а</w:t>
      </w:r>
      <w:r w:rsidR="00EB50DF" w:rsidRPr="002E0D4E">
        <w:rPr>
          <w:sz w:val="24"/>
          <w:szCs w:val="24"/>
        </w:rPr>
        <w:t>н</w:t>
      </w:r>
      <w:r w:rsidRPr="002E0D4E">
        <w:rPr>
          <w:sz w:val="24"/>
          <w:szCs w:val="24"/>
        </w:rPr>
        <w:t xml:space="preserve"> грантов в форме субсидий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в соответствии с пунктом 7 статьи 78 Бюджетного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кодекса Российской Федерации </w:t>
      </w:r>
      <w:r w:rsidR="001D38DA" w:rsidRPr="002E0D4E">
        <w:rPr>
          <w:sz w:val="24"/>
          <w:szCs w:val="24"/>
          <w:vertAlign w:val="superscript"/>
        </w:rPr>
        <w:t>1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от </w:t>
      </w:r>
      <w:r w:rsidR="003D594D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</w:t>
      </w:r>
      <w:r w:rsidR="003D594D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____________ </w:t>
      </w:r>
      <w:r w:rsidR="003D594D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</w:t>
      </w:r>
    </w:p>
    <w:p w:rsidR="00ED0C50" w:rsidRPr="002E0D4E" w:rsidRDefault="00ED0C50" w:rsidP="00693046">
      <w:pPr>
        <w:spacing w:after="1" w:line="20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г. _____________________</w:t>
      </w:r>
    </w:p>
    <w:p w:rsidR="00ED0C50" w:rsidRPr="002E0D4E" w:rsidRDefault="00ED0C50" w:rsidP="00693046">
      <w:pPr>
        <w:spacing w:after="1" w:line="200" w:lineRule="atLeast"/>
        <w:jc w:val="center"/>
      </w:pPr>
      <w:r w:rsidRPr="002E0D4E">
        <w:t>(место заключения соглашения)</w:t>
      </w:r>
    </w:p>
    <w:p w:rsidR="00ED0C50" w:rsidRPr="002E0D4E" w:rsidRDefault="003D594D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«</w:t>
      </w:r>
      <w:r w:rsidR="00ED0C50" w:rsidRPr="002E0D4E">
        <w:rPr>
          <w:sz w:val="24"/>
          <w:szCs w:val="24"/>
        </w:rPr>
        <w:t>__</w:t>
      </w:r>
      <w:r w:rsidRPr="002E0D4E">
        <w:rPr>
          <w:sz w:val="24"/>
          <w:szCs w:val="24"/>
        </w:rPr>
        <w:t>»</w:t>
      </w:r>
      <w:r w:rsidR="00ED0C50" w:rsidRPr="002E0D4E">
        <w:rPr>
          <w:sz w:val="24"/>
          <w:szCs w:val="24"/>
        </w:rPr>
        <w:t xml:space="preserve"> ____________ 20__ г.      </w:t>
      </w:r>
      <w:r w:rsidRPr="002E0D4E">
        <w:rPr>
          <w:sz w:val="24"/>
          <w:szCs w:val="24"/>
        </w:rPr>
        <w:t xml:space="preserve">                                  </w:t>
      </w:r>
      <w:r w:rsidR="00F402F3" w:rsidRPr="002E0D4E">
        <w:rPr>
          <w:sz w:val="24"/>
          <w:szCs w:val="24"/>
        </w:rPr>
        <w:t xml:space="preserve">                                                     </w:t>
      </w:r>
      <w:r w:rsidRPr="002E0D4E">
        <w:rPr>
          <w:sz w:val="24"/>
          <w:szCs w:val="24"/>
        </w:rPr>
        <w:t>№</w:t>
      </w:r>
      <w:r w:rsidR="00ED0C50" w:rsidRPr="002E0D4E">
        <w:rPr>
          <w:sz w:val="24"/>
          <w:szCs w:val="24"/>
        </w:rPr>
        <w:t>_____________</w:t>
      </w:r>
    </w:p>
    <w:p w:rsidR="00ED0C50" w:rsidRPr="002E0D4E" w:rsidRDefault="00ED0C50">
      <w:pPr>
        <w:spacing w:after="1" w:line="200" w:lineRule="atLeast"/>
        <w:jc w:val="both"/>
        <w:rPr>
          <w:sz w:val="24"/>
          <w:szCs w:val="24"/>
        </w:rPr>
      </w:pPr>
      <w:r w:rsidRPr="002E0D4E">
        <w:t xml:space="preserve"> (дата заключения </w:t>
      </w:r>
      <w:proofErr w:type="gramStart"/>
      <w:r w:rsidRPr="002E0D4E">
        <w:t>соглашения)</w:t>
      </w:r>
      <w:r w:rsidR="001D38DA" w:rsidRPr="002E0D4E">
        <w:t xml:space="preserve">   </w:t>
      </w:r>
      <w:proofErr w:type="gramEnd"/>
      <w:r w:rsidR="001D38DA" w:rsidRPr="002E0D4E">
        <w:t xml:space="preserve">  </w:t>
      </w:r>
      <w:r w:rsidR="003D594D" w:rsidRPr="002E0D4E">
        <w:t xml:space="preserve">                                               </w:t>
      </w:r>
      <w:r w:rsidRPr="002E0D4E">
        <w:t xml:space="preserve">  </w:t>
      </w:r>
      <w:r w:rsidR="003D594D" w:rsidRPr="002E0D4E">
        <w:t xml:space="preserve">          </w:t>
      </w:r>
      <w:r w:rsidR="00F402F3" w:rsidRPr="002E0D4E">
        <w:t xml:space="preserve">                  </w:t>
      </w:r>
      <w:r w:rsidR="003D594D" w:rsidRPr="002E0D4E">
        <w:t xml:space="preserve"> </w:t>
      </w:r>
      <w:r w:rsidR="001D38DA" w:rsidRPr="002E0D4E">
        <w:t xml:space="preserve">                                </w:t>
      </w:r>
      <w:r w:rsidRPr="002E0D4E">
        <w:t xml:space="preserve"> (номер соглашения)</w:t>
      </w:r>
    </w:p>
    <w:p w:rsidR="004765A7" w:rsidRPr="002E0D4E" w:rsidRDefault="004765A7" w:rsidP="004765A7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</w:t>
      </w:r>
      <w:r w:rsidR="001D38DA" w:rsidRPr="002E0D4E">
        <w:rPr>
          <w:sz w:val="24"/>
          <w:szCs w:val="24"/>
        </w:rPr>
        <w:t>_____________________</w:t>
      </w:r>
      <w:r w:rsidRPr="002E0D4E">
        <w:rPr>
          <w:sz w:val="24"/>
          <w:szCs w:val="24"/>
        </w:rPr>
        <w:t>,</w:t>
      </w:r>
    </w:p>
    <w:p w:rsidR="00CA716A" w:rsidRPr="002E0D4E" w:rsidRDefault="00CA716A" w:rsidP="00CA716A">
      <w:pPr>
        <w:autoSpaceDE w:val="0"/>
        <w:autoSpaceDN w:val="0"/>
        <w:adjustRightInd w:val="0"/>
        <w:jc w:val="center"/>
        <w:outlineLvl w:val="0"/>
      </w:pPr>
      <w:r w:rsidRPr="002E0D4E">
        <w:t xml:space="preserve"> (наименование исполнительного органа государственной власти Республики</w:t>
      </w:r>
    </w:p>
    <w:p w:rsidR="00CA716A" w:rsidRPr="002E0D4E" w:rsidRDefault="00CA716A" w:rsidP="00CA716A">
      <w:pPr>
        <w:autoSpaceDE w:val="0"/>
        <w:autoSpaceDN w:val="0"/>
        <w:adjustRightInd w:val="0"/>
        <w:jc w:val="center"/>
        <w:outlineLvl w:val="0"/>
      </w:pPr>
      <w:r w:rsidRPr="002E0D4E">
        <w:t>Татарстан (государственного органа), осуществляющего функции главного</w:t>
      </w:r>
    </w:p>
    <w:p w:rsidR="00CA716A" w:rsidRPr="002E0D4E" w:rsidRDefault="00CA716A" w:rsidP="00CA716A">
      <w:pPr>
        <w:autoSpaceDE w:val="0"/>
        <w:autoSpaceDN w:val="0"/>
        <w:adjustRightInd w:val="0"/>
        <w:jc w:val="center"/>
        <w:outlineLvl w:val="0"/>
      </w:pPr>
      <w:r w:rsidRPr="002E0D4E">
        <w:t>распорядителя средств бюджета Республики Татарстан)</w:t>
      </w:r>
    </w:p>
    <w:p w:rsidR="00CA716A" w:rsidRPr="002E0D4E" w:rsidRDefault="00CA716A" w:rsidP="00CA716A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которому(ой)  как  получателю  средств бюджета Республики  Татарстан доведены лимиты бюджетных   обязательств  на  предоставление  гранта  в  форме  субсидии  в соответствии  с </w:t>
      </w:r>
      <w:hyperlink r:id="rId122" w:history="1">
        <w:r w:rsidRPr="002E0D4E">
          <w:rPr>
            <w:sz w:val="24"/>
            <w:szCs w:val="24"/>
          </w:rPr>
          <w:t>пунктом 7 статьи 78</w:t>
        </w:r>
      </w:hyperlink>
      <w:r w:rsidRPr="002E0D4E">
        <w:rPr>
          <w:sz w:val="24"/>
          <w:szCs w:val="24"/>
        </w:rPr>
        <w:t xml:space="preserve"> Бюджетного кодекса Российской Федерации, именуемый в дальнейшем________________________________________________________________________________,</w:t>
      </w:r>
    </w:p>
    <w:p w:rsidR="00CA716A" w:rsidRPr="002E0D4E" w:rsidRDefault="00CA716A" w:rsidP="00CA716A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 </w:t>
      </w:r>
      <w:r w:rsidR="00E3387E" w:rsidRPr="002E0D4E">
        <w:rPr>
          <w:rFonts w:ascii="Times New Roman" w:hAnsi="Times New Roman"/>
          <w:b w:val="0"/>
          <w:sz w:val="20"/>
        </w:rPr>
        <w:t xml:space="preserve">     </w:t>
      </w:r>
      <w:r w:rsidRPr="002E0D4E">
        <w:rPr>
          <w:rFonts w:ascii="Times New Roman" w:hAnsi="Times New Roman"/>
          <w:b w:val="0"/>
          <w:sz w:val="20"/>
        </w:rPr>
        <w:t xml:space="preserve"> (Министерство, Комитет, Агентство, иной орган (организация))</w:t>
      </w:r>
    </w:p>
    <w:p w:rsidR="00CA716A" w:rsidRPr="002E0D4E" w:rsidRDefault="00CA716A" w:rsidP="00CA716A">
      <w:pPr>
        <w:spacing w:line="200" w:lineRule="atLeast"/>
        <w:jc w:val="both"/>
        <w:rPr>
          <w:b/>
          <w:sz w:val="24"/>
          <w:szCs w:val="24"/>
        </w:rPr>
      </w:pPr>
      <w:r w:rsidRPr="002E0D4E">
        <w:rPr>
          <w:sz w:val="24"/>
          <w:szCs w:val="24"/>
        </w:rPr>
        <w:t xml:space="preserve">в лице ______________________________________________________________________________,                  </w:t>
      </w:r>
      <w:r w:rsidRPr="002E0D4E">
        <w:rPr>
          <w:b/>
          <w:sz w:val="24"/>
          <w:szCs w:val="24"/>
        </w:rPr>
        <w:t xml:space="preserve">         </w:t>
      </w:r>
    </w:p>
    <w:p w:rsidR="00CA716A" w:rsidRPr="002E0D4E" w:rsidRDefault="00CA716A" w:rsidP="00CA716A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  <w:sz w:val="20"/>
        </w:rPr>
        <w:t xml:space="preserve">              </w:t>
      </w:r>
      <w:r w:rsidRPr="002E0D4E">
        <w:rPr>
          <w:rFonts w:ascii="Times New Roman" w:hAnsi="Times New Roman"/>
          <w:b w:val="0"/>
          <w:sz w:val="20"/>
        </w:rPr>
        <w:t xml:space="preserve">(наименование должности, а также фамилия, имя, отчество (при наличии) руководителя Министерства </w:t>
      </w:r>
    </w:p>
    <w:p w:rsidR="00CA716A" w:rsidRPr="002E0D4E" w:rsidRDefault="00CA716A" w:rsidP="00CA716A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(Комитета, Агентства, иного органа (организации) или уполномоченного им лица)</w:t>
      </w:r>
    </w:p>
    <w:p w:rsidR="00CA716A" w:rsidRPr="002E0D4E" w:rsidRDefault="00CA716A" w:rsidP="00CA716A">
      <w:pPr>
        <w:spacing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действующего(ей) на основании ________________________________________________________</w:t>
      </w:r>
    </w:p>
    <w:p w:rsidR="00CA716A" w:rsidRPr="002E0D4E" w:rsidRDefault="00CA716A" w:rsidP="00CA716A">
      <w:pPr>
        <w:spacing w:after="1" w:line="200" w:lineRule="atLeast"/>
        <w:jc w:val="both"/>
      </w:pPr>
      <w:r w:rsidRPr="002E0D4E">
        <w:t>__________________________________________________________________________________________________</w:t>
      </w:r>
      <w:r w:rsidRPr="002E0D4E">
        <w:rPr>
          <w:sz w:val="24"/>
          <w:szCs w:val="24"/>
        </w:rPr>
        <w:t>__,</w:t>
      </w:r>
    </w:p>
    <w:p w:rsidR="00CA716A" w:rsidRPr="002E0D4E" w:rsidRDefault="00CA716A" w:rsidP="00CA716A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(положения) Министерства (Комитета, Агентства, иного органа (организации)), доверенности, приказа или иного документа, удостоверяющего полномочия)</w:t>
      </w:r>
    </w:p>
    <w:p w:rsidR="00CA716A" w:rsidRPr="002E0D4E" w:rsidRDefault="00CA716A" w:rsidP="00CA716A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с одной стороны, и___________________________________________________________________,</w:t>
      </w:r>
    </w:p>
    <w:p w:rsidR="00CA716A" w:rsidRPr="002E0D4E" w:rsidRDefault="00CA716A" w:rsidP="00CA716A">
      <w:pPr>
        <w:spacing w:after="1"/>
        <w:jc w:val="both"/>
      </w:pPr>
      <w:r w:rsidRPr="002E0D4E">
        <w:t xml:space="preserve">                                              (наименование юридического лица (за исключением государственного (муниципального)</w:t>
      </w:r>
    </w:p>
    <w:p w:rsidR="00CA716A" w:rsidRPr="002E0D4E" w:rsidRDefault="00CA716A" w:rsidP="000A6BBC">
      <w:pPr>
        <w:spacing w:after="1"/>
        <w:jc w:val="right"/>
      </w:pPr>
      <w:r w:rsidRPr="002E0D4E">
        <w:t xml:space="preserve">                                                учреждения), фамилия, имя, отчество (при наличии) индивидуального предпринимателя</w:t>
      </w:r>
    </w:p>
    <w:p w:rsidR="00CA716A" w:rsidRPr="002E0D4E" w:rsidRDefault="00CA716A" w:rsidP="000A6BBC">
      <w:pPr>
        <w:spacing w:after="1"/>
        <w:jc w:val="right"/>
      </w:pPr>
      <w:r w:rsidRPr="002E0D4E">
        <w:t xml:space="preserve">                                                  или физического лица)</w:t>
      </w:r>
    </w:p>
    <w:p w:rsidR="00CA716A" w:rsidRPr="002E0D4E" w:rsidRDefault="00CA716A" w:rsidP="00CA716A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именуемый в дальнейшем «Получатель», в лице __________________________________________</w:t>
      </w:r>
    </w:p>
    <w:p w:rsidR="00CA716A" w:rsidRPr="002E0D4E" w:rsidRDefault="00CA716A" w:rsidP="00CA716A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____________________________________________________________________________________,</w:t>
      </w:r>
    </w:p>
    <w:p w:rsidR="00CA716A" w:rsidRPr="002E0D4E" w:rsidRDefault="00CA716A" w:rsidP="00CA716A">
      <w:pPr>
        <w:spacing w:after="1" w:line="200" w:lineRule="atLeast"/>
        <w:jc w:val="center"/>
      </w:pPr>
      <w:r w:rsidRPr="002E0D4E"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CA716A" w:rsidRPr="002E0D4E" w:rsidRDefault="00CA716A" w:rsidP="00CA716A">
      <w:pPr>
        <w:spacing w:after="1" w:line="200" w:lineRule="atLeast"/>
        <w:jc w:val="both"/>
      </w:pPr>
      <w:r w:rsidRPr="002E0D4E">
        <w:rPr>
          <w:sz w:val="24"/>
          <w:szCs w:val="24"/>
        </w:rPr>
        <w:t>действующего(ей) на основании</w:t>
      </w:r>
      <w:r w:rsidRPr="002E0D4E">
        <w:t xml:space="preserve"> ____________________________________________________________</w:t>
      </w:r>
      <w:r w:rsidR="009E5611" w:rsidRPr="002E0D4E">
        <w:t>______</w:t>
      </w:r>
      <w:r w:rsidRPr="002E0D4E">
        <w:t>_</w:t>
      </w:r>
    </w:p>
    <w:p w:rsidR="00CA716A" w:rsidRPr="002E0D4E" w:rsidRDefault="00CA716A" w:rsidP="00CA716A">
      <w:pPr>
        <w:spacing w:after="1" w:line="200" w:lineRule="atLeast"/>
        <w:jc w:val="both"/>
      </w:pPr>
      <w:r w:rsidRPr="002E0D4E">
        <w:t>_____________________________________________________________________________________________________,</w:t>
      </w:r>
    </w:p>
    <w:p w:rsidR="00CA716A" w:rsidRPr="002E0D4E" w:rsidRDefault="00CA716A" w:rsidP="00CA716A">
      <w:pPr>
        <w:spacing w:after="1" w:line="200" w:lineRule="atLeast"/>
        <w:jc w:val="center"/>
      </w:pPr>
      <w:r w:rsidRPr="002E0D4E"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ED0C50" w:rsidRPr="002E0D4E" w:rsidRDefault="004D6B09" w:rsidP="00CA716A">
      <w:pPr>
        <w:spacing w:after="1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с </w:t>
      </w:r>
      <w:r w:rsidR="00CA716A" w:rsidRPr="002E0D4E">
        <w:rPr>
          <w:sz w:val="24"/>
          <w:szCs w:val="24"/>
        </w:rPr>
        <w:t>другой</w:t>
      </w:r>
      <w:r w:rsidRPr="002E0D4E">
        <w:rPr>
          <w:sz w:val="24"/>
          <w:szCs w:val="24"/>
        </w:rPr>
        <w:t xml:space="preserve"> с</w:t>
      </w:r>
      <w:r w:rsidR="00CA716A" w:rsidRPr="002E0D4E">
        <w:rPr>
          <w:sz w:val="24"/>
          <w:szCs w:val="24"/>
        </w:rPr>
        <w:t>тороны</w:t>
      </w:r>
      <w:r w:rsidR="004765A7" w:rsidRPr="002E0D4E">
        <w:rPr>
          <w:sz w:val="24"/>
          <w:szCs w:val="24"/>
        </w:rPr>
        <w:t>, далее именуемые «Стороны»,</w:t>
      </w:r>
      <w:r w:rsidR="00ED0C50" w:rsidRPr="002E0D4E">
        <w:rPr>
          <w:sz w:val="24"/>
          <w:szCs w:val="24"/>
        </w:rPr>
        <w:t xml:space="preserve"> в соответствии</w:t>
      </w:r>
      <w:r w:rsidR="004765A7" w:rsidRPr="002E0D4E">
        <w:rPr>
          <w:sz w:val="24"/>
          <w:szCs w:val="24"/>
        </w:rPr>
        <w:t xml:space="preserve"> </w:t>
      </w:r>
      <w:r w:rsidR="00ED0C50" w:rsidRPr="002E0D4E">
        <w:rPr>
          <w:sz w:val="24"/>
          <w:szCs w:val="24"/>
        </w:rPr>
        <w:t>с _______________________________________________________________________</w:t>
      </w:r>
      <w:r w:rsidR="00013C44" w:rsidRPr="002E0D4E">
        <w:rPr>
          <w:sz w:val="24"/>
          <w:szCs w:val="24"/>
        </w:rPr>
        <w:t>_____</w:t>
      </w:r>
      <w:r w:rsidR="00643924" w:rsidRPr="002E0D4E">
        <w:rPr>
          <w:sz w:val="24"/>
          <w:szCs w:val="24"/>
        </w:rPr>
        <w:t>_</w:t>
      </w:r>
      <w:r w:rsidR="00013C44" w:rsidRPr="002E0D4E">
        <w:rPr>
          <w:sz w:val="24"/>
          <w:szCs w:val="24"/>
        </w:rPr>
        <w:t>______</w:t>
      </w:r>
      <w:r w:rsidR="00ED0C50" w:rsidRPr="002E0D4E">
        <w:rPr>
          <w:sz w:val="24"/>
          <w:szCs w:val="24"/>
        </w:rPr>
        <w:t>_,</w:t>
      </w:r>
    </w:p>
    <w:p w:rsidR="00135377" w:rsidRPr="002E0D4E" w:rsidRDefault="004765A7" w:rsidP="00135377">
      <w:pPr>
        <w:spacing w:after="1"/>
        <w:jc w:val="center"/>
      </w:pPr>
      <w:r w:rsidRPr="002E0D4E">
        <w:t>(наименование правил (порядка) предоставления гранта</w:t>
      </w:r>
      <w:r w:rsidR="00242259" w:rsidRPr="002E0D4E">
        <w:t xml:space="preserve"> в форме субсидии</w:t>
      </w:r>
    </w:p>
    <w:p w:rsidR="004765A7" w:rsidRPr="002E0D4E" w:rsidRDefault="004765A7" w:rsidP="00135377">
      <w:pPr>
        <w:spacing w:after="1"/>
        <w:jc w:val="center"/>
      </w:pPr>
      <w:r w:rsidRPr="002E0D4E">
        <w:t>из бюджета Республики Татарстан Получателю)</w:t>
      </w:r>
    </w:p>
    <w:p w:rsidR="00ED0C50" w:rsidRPr="002E0D4E" w:rsidRDefault="00ED0C50" w:rsidP="00246A1C">
      <w:pPr>
        <w:spacing w:after="1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утвержденными(</w:t>
      </w:r>
      <w:proofErr w:type="spellStart"/>
      <w:r w:rsidRPr="002E0D4E">
        <w:rPr>
          <w:sz w:val="24"/>
          <w:szCs w:val="24"/>
        </w:rPr>
        <w:t>ым</w:t>
      </w:r>
      <w:proofErr w:type="spellEnd"/>
      <w:r w:rsidRPr="002E0D4E">
        <w:rPr>
          <w:sz w:val="24"/>
          <w:szCs w:val="24"/>
        </w:rPr>
        <w:t xml:space="preserve">) </w:t>
      </w:r>
      <w:r w:rsidR="00C71226" w:rsidRPr="002E0D4E">
        <w:rPr>
          <w:sz w:val="24"/>
          <w:szCs w:val="24"/>
        </w:rPr>
        <w:t xml:space="preserve">постановлением Кабинета Министра Республики Татарстан </w:t>
      </w:r>
      <w:r w:rsidRPr="002E0D4E">
        <w:rPr>
          <w:sz w:val="24"/>
          <w:szCs w:val="24"/>
        </w:rPr>
        <w:t xml:space="preserve">от </w:t>
      </w:r>
      <w:r w:rsidR="004765A7" w:rsidRPr="002E0D4E">
        <w:rPr>
          <w:sz w:val="24"/>
          <w:szCs w:val="24"/>
        </w:rPr>
        <w:t>«</w:t>
      </w:r>
      <w:r w:rsidR="00C813EF" w:rsidRPr="002E0D4E">
        <w:rPr>
          <w:sz w:val="24"/>
          <w:szCs w:val="24"/>
        </w:rPr>
        <w:t>_</w:t>
      </w:r>
      <w:r w:rsidR="004765A7" w:rsidRPr="002E0D4E">
        <w:rPr>
          <w:sz w:val="24"/>
          <w:szCs w:val="24"/>
        </w:rPr>
        <w:t>__»</w:t>
      </w:r>
      <w:r w:rsidR="00C71226" w:rsidRPr="002E0D4E">
        <w:rPr>
          <w:sz w:val="24"/>
          <w:szCs w:val="24"/>
        </w:rPr>
        <w:t xml:space="preserve"> __________</w:t>
      </w:r>
      <w:r w:rsidRPr="002E0D4E">
        <w:rPr>
          <w:sz w:val="24"/>
          <w:szCs w:val="24"/>
        </w:rPr>
        <w:t xml:space="preserve"> 20</w:t>
      </w:r>
      <w:r w:rsidR="00C813EF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 xml:space="preserve">__ г. </w:t>
      </w:r>
      <w:r w:rsidR="004765A7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</w:t>
      </w:r>
      <w:r w:rsidR="00C813EF" w:rsidRPr="002E0D4E">
        <w:rPr>
          <w:sz w:val="24"/>
          <w:szCs w:val="24"/>
        </w:rPr>
        <w:t>__</w:t>
      </w:r>
      <w:r w:rsidRPr="002E0D4E">
        <w:rPr>
          <w:sz w:val="24"/>
          <w:szCs w:val="24"/>
        </w:rPr>
        <w:t xml:space="preserve">__ </w:t>
      </w:r>
      <w:r w:rsidR="00C813EF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(далее - Правила предоставления гранта),</w:t>
      </w:r>
      <w:r w:rsidR="00C813EF" w:rsidRPr="002E0D4E">
        <w:rPr>
          <w:sz w:val="24"/>
          <w:szCs w:val="24"/>
        </w:rPr>
        <w:t xml:space="preserve">  заключили</w:t>
      </w:r>
      <w:r w:rsidR="00C71226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настоящее  Дополнительное  соглашение о расторжении соглашения о</w:t>
      </w:r>
      <w:r w:rsidR="00616528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 xml:space="preserve">предоставлении   из   бюджета </w:t>
      </w:r>
      <w:r w:rsidR="004765A7" w:rsidRPr="002E0D4E">
        <w:rPr>
          <w:sz w:val="24"/>
          <w:szCs w:val="24"/>
        </w:rPr>
        <w:t>Республики Татарстан</w:t>
      </w:r>
      <w:r w:rsidRPr="002E0D4E">
        <w:rPr>
          <w:sz w:val="24"/>
          <w:szCs w:val="24"/>
        </w:rPr>
        <w:t xml:space="preserve"> грантов  в  форме  субсидий  в</w:t>
      </w:r>
      <w:r w:rsidR="004765A7" w:rsidRPr="002E0D4E">
        <w:rPr>
          <w:sz w:val="24"/>
          <w:szCs w:val="24"/>
        </w:rPr>
        <w:t xml:space="preserve"> </w:t>
      </w:r>
      <w:r w:rsidR="00616528" w:rsidRPr="002E0D4E">
        <w:rPr>
          <w:sz w:val="24"/>
          <w:szCs w:val="24"/>
        </w:rPr>
        <w:t xml:space="preserve"> с</w:t>
      </w:r>
      <w:r w:rsidRPr="002E0D4E">
        <w:rPr>
          <w:sz w:val="24"/>
          <w:szCs w:val="24"/>
        </w:rPr>
        <w:t xml:space="preserve">оответствии  с </w:t>
      </w:r>
      <w:hyperlink r:id="rId123" w:history="1">
        <w:r w:rsidRPr="002E0D4E">
          <w:rPr>
            <w:sz w:val="24"/>
            <w:szCs w:val="24"/>
          </w:rPr>
          <w:t>пунктом 7 статьи 78</w:t>
        </w:r>
      </w:hyperlink>
      <w:r w:rsidRPr="002E0D4E">
        <w:rPr>
          <w:sz w:val="24"/>
          <w:szCs w:val="24"/>
        </w:rPr>
        <w:t xml:space="preserve"> Бюджетного кодекса Российской Федерации</w:t>
      </w:r>
      <w:r w:rsidR="00616528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(далее - Соглашение).</w:t>
      </w:r>
    </w:p>
    <w:p w:rsidR="00F44E14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F44E14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2. Состояние расчетов на дату расторжения Соглашения:</w:t>
      </w:r>
      <w:bookmarkStart w:id="57" w:name="P2164"/>
      <w:bookmarkEnd w:id="57"/>
    </w:p>
    <w:p w:rsidR="00ED0C50" w:rsidRPr="002E0D4E" w:rsidRDefault="00ED0C50" w:rsidP="0068769A">
      <w:pPr>
        <w:spacing w:after="1"/>
        <w:ind w:firstLine="540"/>
        <w:rPr>
          <w:sz w:val="24"/>
          <w:szCs w:val="24"/>
        </w:rPr>
      </w:pPr>
      <w:r w:rsidRPr="002E0D4E">
        <w:rPr>
          <w:sz w:val="24"/>
          <w:szCs w:val="24"/>
        </w:rPr>
        <w:t>2.1. бюджетное обязательство __________</w:t>
      </w:r>
      <w:r w:rsidR="0068769A" w:rsidRPr="002E0D4E">
        <w:rPr>
          <w:sz w:val="24"/>
          <w:szCs w:val="24"/>
        </w:rPr>
        <w:t>__________________________ исполнено в размере</w:t>
      </w:r>
    </w:p>
    <w:p w:rsidR="00E16A42" w:rsidRPr="002E0D4E" w:rsidRDefault="00E16A42" w:rsidP="00246A1C">
      <w:pPr>
        <w:spacing w:after="1"/>
        <w:jc w:val="both"/>
      </w:pPr>
      <w:r w:rsidRPr="002E0D4E">
        <w:t xml:space="preserve">                                                                                (Министерством, Комитетом, Агентством,</w:t>
      </w:r>
    </w:p>
    <w:p w:rsidR="00E16A42" w:rsidRPr="002E0D4E" w:rsidRDefault="00E16A42" w:rsidP="00246A1C">
      <w:pPr>
        <w:spacing w:after="1"/>
        <w:jc w:val="both"/>
        <w:rPr>
          <w:b/>
        </w:rPr>
      </w:pPr>
      <w:r w:rsidRPr="002E0D4E">
        <w:t xml:space="preserve">                                                                                               иным органом (организацией))</w:t>
      </w:r>
    </w:p>
    <w:p w:rsidR="00ED0C50" w:rsidRPr="002E0D4E" w:rsidRDefault="00AE495E" w:rsidP="00246A1C">
      <w:pPr>
        <w:spacing w:after="1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</w:t>
      </w:r>
      <w:r w:rsidR="00CD7C1C" w:rsidRPr="002E0D4E">
        <w:rPr>
          <w:sz w:val="24"/>
          <w:szCs w:val="24"/>
        </w:rPr>
        <w:t>_______</w:t>
      </w:r>
      <w:proofErr w:type="gramStart"/>
      <w:r w:rsidRPr="002E0D4E">
        <w:rPr>
          <w:sz w:val="24"/>
          <w:szCs w:val="24"/>
        </w:rPr>
        <w:t>_(</w:t>
      </w:r>
      <w:proofErr w:type="gramEnd"/>
      <w:r w:rsidRPr="002E0D4E">
        <w:rPr>
          <w:sz w:val="24"/>
          <w:szCs w:val="24"/>
        </w:rPr>
        <w:t>_</w:t>
      </w:r>
      <w:r w:rsidR="00CD7C1C" w:rsidRPr="002E0D4E">
        <w:rPr>
          <w:sz w:val="24"/>
          <w:szCs w:val="24"/>
        </w:rPr>
        <w:t>_</w:t>
      </w:r>
      <w:r w:rsidR="00AD017D" w:rsidRPr="002E0D4E">
        <w:rPr>
          <w:sz w:val="24"/>
          <w:szCs w:val="24"/>
        </w:rPr>
        <w:t>___</w:t>
      </w:r>
      <w:r w:rsidR="00CD7C1C" w:rsidRPr="002E0D4E">
        <w:rPr>
          <w:sz w:val="24"/>
          <w:szCs w:val="24"/>
        </w:rPr>
        <w:t>___</w:t>
      </w:r>
      <w:r w:rsidRPr="002E0D4E">
        <w:rPr>
          <w:sz w:val="24"/>
          <w:szCs w:val="24"/>
        </w:rPr>
        <w:t>____</w:t>
      </w:r>
      <w:r w:rsidR="00CD7C1C" w:rsidRPr="002E0D4E">
        <w:rPr>
          <w:sz w:val="24"/>
          <w:szCs w:val="24"/>
        </w:rPr>
        <w:t>_____</w:t>
      </w:r>
      <w:r w:rsidRPr="002E0D4E">
        <w:rPr>
          <w:sz w:val="24"/>
          <w:szCs w:val="24"/>
        </w:rPr>
        <w:t>_</w:t>
      </w:r>
      <w:r w:rsidR="00CD7C1C" w:rsidRPr="002E0D4E">
        <w:rPr>
          <w:sz w:val="24"/>
          <w:szCs w:val="24"/>
        </w:rPr>
        <w:t xml:space="preserve">) рублей по коду БК </w:t>
      </w:r>
      <w:r w:rsidR="00AD017D" w:rsidRPr="002E0D4E">
        <w:rPr>
          <w:sz w:val="24"/>
          <w:szCs w:val="24"/>
        </w:rPr>
        <w:t>__________________</w:t>
      </w:r>
      <w:r w:rsidR="00AD017D" w:rsidRPr="002E0D4E">
        <w:rPr>
          <w:sz w:val="24"/>
          <w:szCs w:val="24"/>
          <w:vertAlign w:val="superscript"/>
        </w:rPr>
        <w:t>2</w:t>
      </w:r>
      <w:r w:rsidR="004B4FA0" w:rsidRPr="002E0D4E">
        <w:rPr>
          <w:sz w:val="24"/>
          <w:szCs w:val="24"/>
        </w:rPr>
        <w:t>;</w:t>
      </w:r>
    </w:p>
    <w:p w:rsidR="00AD017D" w:rsidRPr="002E0D4E" w:rsidRDefault="00ED0C50" w:rsidP="00246A1C">
      <w:pPr>
        <w:ind w:firstLine="540"/>
        <w:jc w:val="both"/>
      </w:pPr>
      <w:r w:rsidRPr="002E0D4E">
        <w:t xml:space="preserve">               </w:t>
      </w:r>
      <w:r w:rsidR="00BB1461" w:rsidRPr="002E0D4E">
        <w:t xml:space="preserve">      </w:t>
      </w:r>
      <w:r w:rsidR="00CD7C1C" w:rsidRPr="002E0D4E">
        <w:t xml:space="preserve"> </w:t>
      </w:r>
      <w:r w:rsidRPr="002E0D4E">
        <w:t xml:space="preserve">(сумма </w:t>
      </w:r>
      <w:proofErr w:type="gramStart"/>
      <w:r w:rsidRPr="002E0D4E">
        <w:t xml:space="preserve">прописью) </w:t>
      </w:r>
      <w:r w:rsidR="00CD7C1C" w:rsidRPr="002E0D4E">
        <w:t xml:space="preserve">  </w:t>
      </w:r>
      <w:proofErr w:type="gramEnd"/>
      <w:r w:rsidR="00CD7C1C" w:rsidRPr="002E0D4E">
        <w:t xml:space="preserve">                                                               </w:t>
      </w:r>
      <w:r w:rsidRPr="002E0D4E">
        <w:t>(код БК)</w:t>
      </w:r>
      <w:bookmarkStart w:id="58" w:name="P2169"/>
      <w:bookmarkEnd w:id="58"/>
    </w:p>
    <w:p w:rsidR="00AD017D" w:rsidRPr="002E0D4E" w:rsidRDefault="00ED0C50" w:rsidP="00246A1C">
      <w:pPr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2.2. обязательство    По</w:t>
      </w:r>
      <w:r w:rsidR="004738D8" w:rsidRPr="002E0D4E">
        <w:rPr>
          <w:sz w:val="24"/>
          <w:szCs w:val="24"/>
        </w:rPr>
        <w:t xml:space="preserve">лучателя     исполнено     в  </w:t>
      </w:r>
      <w:r w:rsidRPr="002E0D4E">
        <w:rPr>
          <w:sz w:val="24"/>
          <w:szCs w:val="24"/>
        </w:rPr>
        <w:t xml:space="preserve"> размере___________ (</w:t>
      </w:r>
      <w:r w:rsidR="004738D8" w:rsidRPr="002E0D4E">
        <w:rPr>
          <w:sz w:val="24"/>
          <w:szCs w:val="24"/>
        </w:rPr>
        <w:t>________</w:t>
      </w:r>
      <w:r w:rsidR="00AD017D" w:rsidRPr="002E0D4E">
        <w:rPr>
          <w:sz w:val="24"/>
          <w:szCs w:val="24"/>
        </w:rPr>
        <w:t>__</w:t>
      </w:r>
      <w:r w:rsidR="004738D8" w:rsidRPr="002E0D4E">
        <w:rPr>
          <w:sz w:val="24"/>
          <w:szCs w:val="24"/>
        </w:rPr>
        <w:t>______</w:t>
      </w:r>
      <w:r w:rsidRPr="002E0D4E">
        <w:rPr>
          <w:sz w:val="24"/>
          <w:szCs w:val="24"/>
        </w:rPr>
        <w:t xml:space="preserve">) </w:t>
      </w:r>
    </w:p>
    <w:p w:rsidR="009A4595" w:rsidRPr="002E0D4E" w:rsidRDefault="00AD017D" w:rsidP="00246A1C">
      <w:pPr>
        <w:spacing w:after="1"/>
        <w:jc w:val="center"/>
      </w:pPr>
      <w:r w:rsidRPr="002E0D4E">
        <w:t xml:space="preserve">                                                                                                                                                                  (сумма прописью)</w:t>
      </w:r>
    </w:p>
    <w:p w:rsidR="009A4595" w:rsidRPr="002E0D4E" w:rsidRDefault="00ED0C50" w:rsidP="00246A1C">
      <w:pPr>
        <w:spacing w:after="1"/>
        <w:rPr>
          <w:sz w:val="24"/>
          <w:szCs w:val="24"/>
        </w:rPr>
      </w:pPr>
      <w:r w:rsidRPr="002E0D4E">
        <w:rPr>
          <w:sz w:val="24"/>
          <w:szCs w:val="24"/>
        </w:rPr>
        <w:t>рублей, соответствующем достигнутым</w:t>
      </w:r>
      <w:r w:rsidR="004738D8" w:rsidRPr="002E0D4E">
        <w:rPr>
          <w:sz w:val="24"/>
          <w:szCs w:val="24"/>
        </w:rPr>
        <w:t xml:space="preserve"> значениям результата;</w:t>
      </w:r>
    </w:p>
    <w:p w:rsidR="00ED0C50" w:rsidRPr="002E0D4E" w:rsidRDefault="00ED0C50" w:rsidP="00246A1C">
      <w:pPr>
        <w:spacing w:after="1"/>
        <w:ind w:firstLine="567"/>
        <w:rPr>
          <w:sz w:val="24"/>
          <w:szCs w:val="24"/>
        </w:rPr>
      </w:pPr>
      <w:r w:rsidRPr="002E0D4E">
        <w:rPr>
          <w:sz w:val="24"/>
          <w:szCs w:val="24"/>
        </w:rPr>
        <w:t>2.3. _______</w:t>
      </w:r>
      <w:r w:rsidR="004765A7" w:rsidRPr="002E0D4E">
        <w:rPr>
          <w:sz w:val="24"/>
          <w:szCs w:val="24"/>
        </w:rPr>
        <w:t>___________________</w:t>
      </w:r>
      <w:r w:rsidR="009A4595" w:rsidRPr="002E0D4E">
        <w:rPr>
          <w:sz w:val="24"/>
          <w:szCs w:val="24"/>
        </w:rPr>
        <w:t>_____</w:t>
      </w:r>
      <w:r w:rsidR="0000356D" w:rsidRPr="002E0D4E">
        <w:rPr>
          <w:sz w:val="24"/>
          <w:szCs w:val="24"/>
        </w:rPr>
        <w:t>_________</w:t>
      </w:r>
      <w:r w:rsidR="004765A7" w:rsidRPr="002E0D4E">
        <w:rPr>
          <w:sz w:val="24"/>
          <w:szCs w:val="24"/>
        </w:rPr>
        <w:t>_</w:t>
      </w:r>
      <w:r w:rsidR="008B05C1" w:rsidRPr="002E0D4E">
        <w:rPr>
          <w:sz w:val="24"/>
          <w:szCs w:val="24"/>
        </w:rPr>
        <w:t>___________</w:t>
      </w:r>
      <w:r w:rsidR="004765A7" w:rsidRPr="002E0D4E">
        <w:rPr>
          <w:sz w:val="24"/>
          <w:szCs w:val="24"/>
        </w:rPr>
        <w:t xml:space="preserve"> в течение «</w:t>
      </w:r>
      <w:r w:rsidRPr="002E0D4E">
        <w:rPr>
          <w:sz w:val="24"/>
          <w:szCs w:val="24"/>
        </w:rPr>
        <w:t>_</w:t>
      </w:r>
      <w:r w:rsidR="008B05C1" w:rsidRPr="002E0D4E">
        <w:rPr>
          <w:sz w:val="24"/>
          <w:szCs w:val="24"/>
        </w:rPr>
        <w:t>__</w:t>
      </w:r>
      <w:r w:rsidR="004765A7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дней со дня </w:t>
      </w:r>
    </w:p>
    <w:p w:rsidR="009272B9" w:rsidRPr="002E0D4E" w:rsidRDefault="009272B9" w:rsidP="00EB53E7">
      <w:pPr>
        <w:spacing w:after="1"/>
        <w:rPr>
          <w:b/>
        </w:rPr>
      </w:pPr>
      <w:r w:rsidRPr="002E0D4E">
        <w:t xml:space="preserve">                 </w:t>
      </w:r>
      <w:r w:rsidR="008B05C1" w:rsidRPr="002E0D4E">
        <w:t xml:space="preserve">         </w:t>
      </w:r>
      <w:r w:rsidRPr="002E0D4E">
        <w:t xml:space="preserve"> (Министерство, Комитет, Агентство, иной орган (организация))</w:t>
      </w:r>
    </w:p>
    <w:p w:rsidR="008B05C1" w:rsidRPr="002E0D4E" w:rsidRDefault="008B05C1" w:rsidP="00EB53E7">
      <w:pPr>
        <w:spacing w:after="1"/>
        <w:rPr>
          <w:sz w:val="24"/>
          <w:szCs w:val="24"/>
        </w:rPr>
      </w:pPr>
      <w:r w:rsidRPr="002E0D4E">
        <w:rPr>
          <w:sz w:val="24"/>
          <w:szCs w:val="24"/>
        </w:rPr>
        <w:t xml:space="preserve">расторжения </w:t>
      </w:r>
      <w:r w:rsidR="0000356D" w:rsidRPr="002E0D4E">
        <w:rPr>
          <w:sz w:val="24"/>
          <w:szCs w:val="24"/>
        </w:rPr>
        <w:t xml:space="preserve">обязуется </w:t>
      </w:r>
      <w:r w:rsidR="000470BA" w:rsidRPr="002E0D4E">
        <w:rPr>
          <w:sz w:val="24"/>
          <w:szCs w:val="24"/>
        </w:rPr>
        <w:t>п</w:t>
      </w:r>
      <w:r w:rsidR="00ED0C50" w:rsidRPr="002E0D4E">
        <w:rPr>
          <w:sz w:val="24"/>
          <w:szCs w:val="24"/>
        </w:rPr>
        <w:t>еречислить     Получателю    сумму   гранта   в    размере:</w:t>
      </w:r>
      <w:r w:rsidR="00AB46D6" w:rsidRPr="002E0D4E">
        <w:rPr>
          <w:sz w:val="24"/>
          <w:szCs w:val="24"/>
        </w:rPr>
        <w:t xml:space="preserve"> </w:t>
      </w:r>
      <w:r w:rsidR="004738D8" w:rsidRPr="002E0D4E">
        <w:rPr>
          <w:sz w:val="24"/>
          <w:szCs w:val="24"/>
        </w:rPr>
        <w:t>_</w:t>
      </w:r>
      <w:r w:rsidR="00EB53E7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</w:t>
      </w:r>
    </w:p>
    <w:p w:rsidR="008B05C1" w:rsidRPr="002E0D4E" w:rsidRDefault="008B05C1" w:rsidP="008B05C1">
      <w:pPr>
        <w:spacing w:after="1"/>
        <w:rPr>
          <w:sz w:val="24"/>
          <w:szCs w:val="24"/>
        </w:rPr>
      </w:pPr>
      <w:r w:rsidRPr="002E0D4E">
        <w:rPr>
          <w:sz w:val="24"/>
          <w:szCs w:val="24"/>
        </w:rPr>
        <w:t>(______________)</w:t>
      </w:r>
      <w:r w:rsidR="00EB53E7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 xml:space="preserve">рублей </w:t>
      </w:r>
      <w:proofErr w:type="gramStart"/>
      <w:r w:rsidRPr="002E0D4E">
        <w:rPr>
          <w:sz w:val="24"/>
          <w:szCs w:val="24"/>
          <w:vertAlign w:val="superscript"/>
        </w:rPr>
        <w:t xml:space="preserve">3 </w:t>
      </w:r>
      <w:r w:rsidRPr="002E0D4E">
        <w:rPr>
          <w:sz w:val="24"/>
          <w:szCs w:val="24"/>
        </w:rPr>
        <w:t>;</w:t>
      </w:r>
      <w:proofErr w:type="gramEnd"/>
    </w:p>
    <w:p w:rsidR="009A4595" w:rsidRPr="002E0D4E" w:rsidRDefault="009A4595" w:rsidP="008B05C1">
      <w:pPr>
        <w:spacing w:after="1"/>
      </w:pPr>
      <w:r w:rsidRPr="002E0D4E">
        <w:t>(сумма прописью)</w:t>
      </w:r>
    </w:p>
    <w:p w:rsidR="00ED0C50" w:rsidRPr="002E0D4E" w:rsidRDefault="00ED0C50" w:rsidP="008B4EB3">
      <w:pPr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2.4. Получатель в течение </w:t>
      </w:r>
      <w:r w:rsidR="004765A7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</w:t>
      </w:r>
      <w:r w:rsidR="004765A7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</w:t>
      </w:r>
      <w:proofErr w:type="gramStart"/>
      <w:r w:rsidRPr="002E0D4E">
        <w:rPr>
          <w:sz w:val="24"/>
          <w:szCs w:val="24"/>
        </w:rPr>
        <w:t>дней  со</w:t>
      </w:r>
      <w:proofErr w:type="gramEnd"/>
      <w:r w:rsidRPr="002E0D4E">
        <w:rPr>
          <w:sz w:val="24"/>
          <w:szCs w:val="24"/>
        </w:rPr>
        <w:t xml:space="preserve">   дня   расторжения   обязуется</w:t>
      </w:r>
      <w:r w:rsidR="004765A7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возвратит</w:t>
      </w:r>
      <w:r w:rsidR="004259AE" w:rsidRPr="002E0D4E">
        <w:rPr>
          <w:sz w:val="24"/>
          <w:szCs w:val="24"/>
        </w:rPr>
        <w:t>ь __________________________</w:t>
      </w:r>
      <w:r w:rsidR="00853537" w:rsidRPr="002E0D4E">
        <w:rPr>
          <w:sz w:val="24"/>
          <w:szCs w:val="24"/>
        </w:rPr>
        <w:t>________</w:t>
      </w:r>
      <w:r w:rsidR="004259AE" w:rsidRPr="002E0D4E">
        <w:rPr>
          <w:sz w:val="24"/>
          <w:szCs w:val="24"/>
        </w:rPr>
        <w:t>__</w:t>
      </w:r>
      <w:r w:rsidR="00EC3C52" w:rsidRPr="002E0D4E">
        <w:rPr>
          <w:sz w:val="24"/>
          <w:szCs w:val="24"/>
        </w:rPr>
        <w:t>__________</w:t>
      </w:r>
      <w:r w:rsidR="00FD7180" w:rsidRPr="002E0D4E">
        <w:rPr>
          <w:sz w:val="24"/>
          <w:szCs w:val="24"/>
        </w:rPr>
        <w:t>____</w:t>
      </w:r>
      <w:r w:rsidRPr="002E0D4E">
        <w:rPr>
          <w:sz w:val="24"/>
          <w:szCs w:val="24"/>
        </w:rPr>
        <w:t xml:space="preserve"> в бюджет </w:t>
      </w:r>
      <w:r w:rsidR="004765A7" w:rsidRPr="002E0D4E">
        <w:rPr>
          <w:sz w:val="24"/>
          <w:szCs w:val="24"/>
        </w:rPr>
        <w:t xml:space="preserve">Республики Татарстан </w:t>
      </w:r>
      <w:r w:rsidRPr="002E0D4E">
        <w:rPr>
          <w:sz w:val="24"/>
          <w:szCs w:val="24"/>
        </w:rPr>
        <w:t xml:space="preserve">сумму </w:t>
      </w:r>
    </w:p>
    <w:p w:rsidR="00EC3C52" w:rsidRPr="002E0D4E" w:rsidRDefault="00441AA4" w:rsidP="008B4EB3">
      <w:pPr>
        <w:jc w:val="both"/>
      </w:pPr>
      <w:r w:rsidRPr="002E0D4E">
        <w:t xml:space="preserve"> </w:t>
      </w:r>
      <w:r w:rsidR="00EC3C52" w:rsidRPr="002E0D4E">
        <w:t>(Министерству, Комитету, Агентству, иному органу (организации))</w:t>
      </w:r>
    </w:p>
    <w:p w:rsidR="00643924" w:rsidRPr="002E0D4E" w:rsidRDefault="00EC3C52" w:rsidP="008B4EB3">
      <w:pPr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гранта в размере </w:t>
      </w:r>
      <w:r w:rsidR="00ED0C50" w:rsidRPr="002E0D4E">
        <w:rPr>
          <w:sz w:val="24"/>
          <w:szCs w:val="24"/>
        </w:rPr>
        <w:t>_________ (__________</w:t>
      </w:r>
      <w:r w:rsidR="00853537" w:rsidRPr="002E0D4E">
        <w:rPr>
          <w:sz w:val="24"/>
          <w:szCs w:val="24"/>
        </w:rPr>
        <w:t>__________</w:t>
      </w:r>
      <w:r w:rsidR="00ED0C50" w:rsidRPr="002E0D4E">
        <w:rPr>
          <w:sz w:val="24"/>
          <w:szCs w:val="24"/>
        </w:rPr>
        <w:t>_) рублей;</w:t>
      </w:r>
    </w:p>
    <w:p w:rsidR="00643924" w:rsidRPr="002E0D4E" w:rsidRDefault="00ED0C50" w:rsidP="008B4EB3">
      <w:pPr>
        <w:jc w:val="both"/>
      </w:pPr>
      <w:r w:rsidRPr="002E0D4E">
        <w:t xml:space="preserve">                       </w:t>
      </w:r>
      <w:r w:rsidR="00853537" w:rsidRPr="002E0D4E">
        <w:t xml:space="preserve">        </w:t>
      </w:r>
      <w:r w:rsidR="00EC3C52" w:rsidRPr="002E0D4E">
        <w:t xml:space="preserve">                                 </w:t>
      </w:r>
      <w:r w:rsidR="00853537" w:rsidRPr="002E0D4E">
        <w:t xml:space="preserve">    </w:t>
      </w:r>
      <w:r w:rsidRPr="002E0D4E">
        <w:t xml:space="preserve"> (сумма прописью)</w:t>
      </w:r>
    </w:p>
    <w:p w:rsidR="004738D8" w:rsidRPr="002E0D4E" w:rsidRDefault="00643924" w:rsidP="001A5630">
      <w:pPr>
        <w:spacing w:after="1"/>
        <w:ind w:firstLine="567"/>
        <w:jc w:val="both"/>
      </w:pPr>
      <w:r w:rsidRPr="002E0D4E">
        <w:rPr>
          <w:sz w:val="24"/>
          <w:szCs w:val="24"/>
        </w:rPr>
        <w:t xml:space="preserve">2.5. </w:t>
      </w:r>
      <w:r w:rsidR="00ED0C50" w:rsidRPr="002E0D4E">
        <w:rPr>
          <w:sz w:val="24"/>
          <w:szCs w:val="24"/>
        </w:rPr>
        <w:t>_________________________________________________________</w:t>
      </w:r>
      <w:r w:rsidRPr="002E0D4E">
        <w:rPr>
          <w:sz w:val="24"/>
          <w:szCs w:val="24"/>
        </w:rPr>
        <w:t>______________</w:t>
      </w:r>
      <w:r w:rsidR="00ED0C50" w:rsidRPr="002E0D4E">
        <w:rPr>
          <w:sz w:val="24"/>
          <w:szCs w:val="24"/>
        </w:rPr>
        <w:t>____</w:t>
      </w:r>
      <w:r w:rsidRPr="002E0D4E">
        <w:rPr>
          <w:sz w:val="24"/>
          <w:szCs w:val="24"/>
          <w:vertAlign w:val="superscript"/>
        </w:rPr>
        <w:t>4</w:t>
      </w:r>
      <w:r w:rsidR="004738D8" w:rsidRPr="002E0D4E">
        <w:rPr>
          <w:sz w:val="24"/>
          <w:szCs w:val="24"/>
        </w:rPr>
        <w:t>.</w:t>
      </w:r>
    </w:p>
    <w:p w:rsidR="00B6689D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3. Стороны взаимных претензий друг к другу не имеют.</w:t>
      </w:r>
    </w:p>
    <w:p w:rsidR="00B6689D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4. Настоящее Дополнительное соглашение о расторжении Соглашения вступает в силу с момента его подписания лицами, имеющими право действовать от имени каждой из Сторон.</w:t>
      </w:r>
    </w:p>
    <w:p w:rsidR="00B6689D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5. 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________ Соглашения </w:t>
      </w:r>
      <w:hyperlink w:anchor="P2242" w:history="1">
        <w:r w:rsidR="00643924" w:rsidRPr="002E0D4E">
          <w:rPr>
            <w:sz w:val="24"/>
            <w:szCs w:val="24"/>
            <w:vertAlign w:val="superscript"/>
          </w:rPr>
          <w:t>5</w:t>
        </w:r>
      </w:hyperlink>
      <w:r w:rsidRPr="002E0D4E">
        <w:rPr>
          <w:sz w:val="24"/>
          <w:szCs w:val="24"/>
        </w:rPr>
        <w:t>, которые прекращают свое действие после полного их исполнения.</w:t>
      </w:r>
    </w:p>
    <w:p w:rsidR="00B6689D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6. Иные положения настоящего Дополнительного соглашения о расторжении Соглашения:</w:t>
      </w:r>
      <w:bookmarkStart w:id="59" w:name="P2193"/>
      <w:bookmarkEnd w:id="59"/>
    </w:p>
    <w:p w:rsidR="00643924" w:rsidRPr="002E0D4E" w:rsidRDefault="00ED0C50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6.</w:t>
      </w:r>
      <w:r w:rsidR="00643924" w:rsidRPr="002E0D4E">
        <w:rPr>
          <w:sz w:val="24"/>
          <w:szCs w:val="24"/>
        </w:rPr>
        <w:t>1</w:t>
      </w:r>
      <w:r w:rsidRPr="002E0D4E">
        <w:rPr>
          <w:sz w:val="24"/>
          <w:szCs w:val="24"/>
        </w:rPr>
        <w:t>. настоящее Дополнительное соглашение о расторжении Соглашения составлено в форме бумажного документа в двух экземплярах, по одному экземпляру для каждой из Сторон;</w:t>
      </w:r>
    </w:p>
    <w:p w:rsidR="00B6689D" w:rsidRPr="002E0D4E" w:rsidRDefault="00643924" w:rsidP="00246A1C">
      <w:pPr>
        <w:spacing w:after="1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6.</w:t>
      </w:r>
      <w:proofErr w:type="gramStart"/>
      <w:r w:rsidRPr="002E0D4E">
        <w:rPr>
          <w:sz w:val="24"/>
          <w:szCs w:val="24"/>
        </w:rPr>
        <w:t>2._</w:t>
      </w:r>
      <w:proofErr w:type="gramEnd"/>
      <w:r w:rsidRPr="002E0D4E">
        <w:rPr>
          <w:sz w:val="24"/>
          <w:szCs w:val="24"/>
        </w:rPr>
        <w:t>____</w:t>
      </w:r>
      <w:r w:rsidR="00F402F3" w:rsidRPr="002E0D4E">
        <w:rPr>
          <w:sz w:val="24"/>
          <w:szCs w:val="24"/>
        </w:rPr>
        <w:t>________________________________________</w:t>
      </w:r>
      <w:r w:rsidRPr="002E0D4E">
        <w:rPr>
          <w:sz w:val="24"/>
          <w:szCs w:val="24"/>
        </w:rPr>
        <w:t>_______________________________</w:t>
      </w:r>
      <w:r w:rsidRPr="002E0D4E">
        <w:rPr>
          <w:sz w:val="24"/>
          <w:szCs w:val="24"/>
          <w:vertAlign w:val="superscript"/>
        </w:rPr>
        <w:t>6</w:t>
      </w:r>
      <w:r w:rsidR="00F402F3" w:rsidRPr="002E0D4E">
        <w:rPr>
          <w:sz w:val="24"/>
          <w:szCs w:val="24"/>
        </w:rPr>
        <w:t>.</w:t>
      </w:r>
      <w:r w:rsidR="00ED0C50" w:rsidRPr="002E0D4E">
        <w:rPr>
          <w:sz w:val="24"/>
          <w:szCs w:val="24"/>
        </w:rPr>
        <w:t xml:space="preserve"> </w:t>
      </w:r>
    </w:p>
    <w:p w:rsidR="00643924" w:rsidRPr="002E0D4E" w:rsidRDefault="00643924" w:rsidP="00246A1C">
      <w:pPr>
        <w:spacing w:after="1"/>
        <w:jc w:val="center"/>
        <w:outlineLvl w:val="1"/>
        <w:rPr>
          <w:sz w:val="24"/>
          <w:szCs w:val="24"/>
        </w:rPr>
      </w:pPr>
    </w:p>
    <w:p w:rsidR="00AB46D6" w:rsidRPr="002E0D4E" w:rsidRDefault="00ED0C50" w:rsidP="00246A1C">
      <w:pPr>
        <w:spacing w:after="1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 xml:space="preserve">7. </w:t>
      </w:r>
      <w:r w:rsidR="00AB46D6" w:rsidRPr="002E0D4E">
        <w:rPr>
          <w:sz w:val="24"/>
          <w:szCs w:val="24"/>
        </w:rPr>
        <w:t xml:space="preserve"> Платежные реквизиты Сторон</w:t>
      </w:r>
    </w:p>
    <w:p w:rsidR="00AB46D6" w:rsidRPr="002E0D4E" w:rsidRDefault="00AB46D6" w:rsidP="00AB46D6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961"/>
      </w:tblGrid>
      <w:tr w:rsidR="008B6DEB" w:rsidRPr="002E0D4E" w:rsidTr="004E3B99">
        <w:tc>
          <w:tcPr>
            <w:tcW w:w="5307" w:type="dxa"/>
          </w:tcPr>
          <w:p w:rsidR="00AB46D6" w:rsidRPr="002E0D4E" w:rsidRDefault="00AB46D6" w:rsidP="004B6AE7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AB46D6" w:rsidRPr="002E0D4E" w:rsidRDefault="00AB46D6" w:rsidP="004B6AE7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____________________________________</w:t>
            </w:r>
          </w:p>
          <w:p w:rsidR="004B4FA0" w:rsidRPr="002E0D4E" w:rsidRDefault="00422736" w:rsidP="004B4FA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 xml:space="preserve">(Министерство, Комитет, Агентство, иной орган </w:t>
            </w:r>
          </w:p>
          <w:p w:rsidR="00422736" w:rsidRPr="002E0D4E" w:rsidRDefault="00422736" w:rsidP="004B4FA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>(организация))</w:t>
            </w:r>
          </w:p>
          <w:p w:rsidR="00AB46D6" w:rsidRPr="002E0D4E" w:rsidRDefault="00AB46D6" w:rsidP="006E46D3">
            <w:pPr>
              <w:spacing w:after="1" w:line="280" w:lineRule="atLeast"/>
              <w:jc w:val="center"/>
            </w:pPr>
          </w:p>
        </w:tc>
        <w:tc>
          <w:tcPr>
            <w:tcW w:w="4961" w:type="dxa"/>
          </w:tcPr>
          <w:p w:rsidR="00AB46D6" w:rsidRPr="002E0D4E" w:rsidRDefault="00AB46D6" w:rsidP="004B6AE7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8B6DEB" w:rsidRPr="002E0D4E" w:rsidTr="004E3B99">
        <w:tc>
          <w:tcPr>
            <w:tcW w:w="5307" w:type="dxa"/>
            <w:vMerge w:val="restart"/>
            <w:tcBorders>
              <w:bottom w:val="nil"/>
            </w:tcBorders>
          </w:tcPr>
          <w:p w:rsidR="00AB46D6" w:rsidRPr="002E0D4E" w:rsidRDefault="00AB46D6" w:rsidP="004B6AE7">
            <w:pPr>
              <w:spacing w:after="1" w:line="200" w:lineRule="atLeast"/>
              <w:jc w:val="both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___________________</w:t>
            </w:r>
            <w:r w:rsidR="00C8023B" w:rsidRPr="002E0D4E">
              <w:rPr>
                <w:sz w:val="24"/>
                <w:szCs w:val="24"/>
              </w:rPr>
              <w:t>_________</w:t>
            </w:r>
          </w:p>
          <w:p w:rsidR="00422736" w:rsidRPr="002E0D4E" w:rsidRDefault="00422736" w:rsidP="00422736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2E0D4E">
              <w:t xml:space="preserve">                         </w:t>
            </w:r>
            <w:r w:rsidR="00C8023B" w:rsidRPr="002E0D4E">
              <w:t xml:space="preserve">  </w:t>
            </w:r>
            <w:r w:rsidRPr="002E0D4E">
              <w:t xml:space="preserve"> </w:t>
            </w:r>
            <w:r w:rsidRPr="002E0D4E">
              <w:rPr>
                <w:rFonts w:ascii="Times New Roman" w:hAnsi="Times New Roman"/>
                <w:b w:val="0"/>
                <w:sz w:val="20"/>
              </w:rPr>
              <w:t xml:space="preserve">(Министерство, Комитет, Агентство,                 </w:t>
            </w:r>
          </w:p>
          <w:p w:rsidR="00AB46D6" w:rsidRPr="002E0D4E" w:rsidRDefault="00422736" w:rsidP="00C8023B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jc w:val="both"/>
              <w:rPr>
                <w:szCs w:val="24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 xml:space="preserve">                                     </w:t>
            </w:r>
            <w:r w:rsidR="00C8023B" w:rsidRPr="002E0D4E">
              <w:rPr>
                <w:rFonts w:ascii="Times New Roman" w:hAnsi="Times New Roman"/>
                <w:b w:val="0"/>
                <w:sz w:val="20"/>
              </w:rPr>
              <w:t xml:space="preserve">   </w:t>
            </w:r>
            <w:r w:rsidRPr="002E0D4E">
              <w:rPr>
                <w:rFonts w:ascii="Times New Roman" w:hAnsi="Times New Roman"/>
                <w:b w:val="0"/>
                <w:sz w:val="20"/>
              </w:rPr>
              <w:t xml:space="preserve"> иной орган (организация))</w:t>
            </w:r>
          </w:p>
        </w:tc>
        <w:tc>
          <w:tcPr>
            <w:tcW w:w="4961" w:type="dxa"/>
            <w:tcBorders>
              <w:bottom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  <w:r w:rsidR="003B17E2" w:rsidRPr="002E0D4E">
              <w:rPr>
                <w:sz w:val="24"/>
                <w:szCs w:val="24"/>
              </w:rPr>
              <w:t>_________________</w:t>
            </w:r>
          </w:p>
        </w:tc>
      </w:tr>
      <w:tr w:rsidR="008B6DEB" w:rsidRPr="002E0D4E" w:rsidTr="004E3B99">
        <w:tblPrEx>
          <w:tblBorders>
            <w:insideH w:val="nil"/>
          </w:tblBorders>
        </w:tblPrEx>
        <w:tc>
          <w:tcPr>
            <w:tcW w:w="5307" w:type="dxa"/>
            <w:vMerge/>
            <w:tcBorders>
              <w:bottom w:val="nil"/>
            </w:tcBorders>
          </w:tcPr>
          <w:p w:rsidR="00AB46D6" w:rsidRPr="002E0D4E" w:rsidRDefault="00AB46D6" w:rsidP="004B6AE7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bottom w:val="nil"/>
            </w:tcBorders>
            <w:vAlign w:val="bottom"/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ОГРН, </w:t>
            </w:r>
            <w:hyperlink r:id="rId124" w:history="1">
              <w:r w:rsidRPr="002E0D4E">
                <w:rPr>
                  <w:sz w:val="24"/>
                  <w:szCs w:val="24"/>
                </w:rPr>
                <w:t>ОКТМО</w:t>
              </w:r>
            </w:hyperlink>
          </w:p>
        </w:tc>
      </w:tr>
      <w:tr w:rsidR="008B6DEB" w:rsidRPr="002E0D4E" w:rsidTr="00C8023B">
        <w:tblPrEx>
          <w:tblBorders>
            <w:insideH w:val="nil"/>
          </w:tblBorders>
        </w:tblPrEx>
        <w:trPr>
          <w:trHeight w:val="164"/>
        </w:trPr>
        <w:tc>
          <w:tcPr>
            <w:tcW w:w="5307" w:type="dxa"/>
            <w:tcBorders>
              <w:top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ОГРН, </w:t>
            </w:r>
            <w:hyperlink r:id="rId125" w:history="1">
              <w:r w:rsidRPr="002E0D4E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961" w:type="dxa"/>
            <w:tcBorders>
              <w:top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B6DEB" w:rsidRPr="002E0D4E" w:rsidTr="004E3B99">
        <w:tblPrEx>
          <w:tblBorders>
            <w:insideH w:val="nil"/>
          </w:tblBorders>
        </w:tblPrEx>
        <w:tc>
          <w:tcPr>
            <w:tcW w:w="5307" w:type="dxa"/>
            <w:tcBorders>
              <w:bottom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4961" w:type="dxa"/>
            <w:tcBorders>
              <w:bottom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Место нахождения:</w:t>
            </w:r>
          </w:p>
        </w:tc>
      </w:tr>
      <w:tr w:rsidR="008B6DEB" w:rsidRPr="002E0D4E" w:rsidTr="004E3B99">
        <w:tblPrEx>
          <w:tblBorders>
            <w:insideH w:val="nil"/>
          </w:tblBorders>
        </w:tblPrEx>
        <w:tc>
          <w:tcPr>
            <w:tcW w:w="5307" w:type="dxa"/>
            <w:tcBorders>
              <w:top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</w:tcBorders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B6DEB" w:rsidRPr="002E0D4E" w:rsidTr="004E3B99">
        <w:tc>
          <w:tcPr>
            <w:tcW w:w="5307" w:type="dxa"/>
          </w:tcPr>
          <w:p w:rsidR="00AB46D6" w:rsidRPr="002E0D4E" w:rsidRDefault="00AB46D6" w:rsidP="00F402F3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ИНН/КПП </w:t>
            </w:r>
          </w:p>
        </w:tc>
        <w:tc>
          <w:tcPr>
            <w:tcW w:w="4961" w:type="dxa"/>
          </w:tcPr>
          <w:p w:rsidR="00AB46D6" w:rsidRPr="002E0D4E" w:rsidRDefault="00AB46D6" w:rsidP="00F402F3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ИНН/КПП </w:t>
            </w:r>
          </w:p>
        </w:tc>
      </w:tr>
      <w:tr w:rsidR="00AB46D6" w:rsidRPr="002E0D4E" w:rsidTr="004E3B99">
        <w:tc>
          <w:tcPr>
            <w:tcW w:w="5307" w:type="dxa"/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Платежные реквизиты: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учреждения Банка России,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lastRenderedPageBreak/>
              <w:t>БИК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Расчетный счет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Лицевой счет в Министерстве финансов Республики Татарстан</w:t>
            </w:r>
          </w:p>
        </w:tc>
        <w:tc>
          <w:tcPr>
            <w:tcW w:w="4961" w:type="dxa"/>
          </w:tcPr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lastRenderedPageBreak/>
              <w:t>Платежные реквизиты: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учреждения Банка России,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lastRenderedPageBreak/>
              <w:t>БИК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Расчетный счет</w:t>
            </w:r>
          </w:p>
          <w:p w:rsidR="00AB46D6" w:rsidRPr="002E0D4E" w:rsidRDefault="00AB46D6" w:rsidP="004B6AE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Лицевой счет в Министерстве финансов Республики Татарстан</w:t>
            </w:r>
          </w:p>
        </w:tc>
      </w:tr>
    </w:tbl>
    <w:p w:rsidR="00AB46D6" w:rsidRPr="002E0D4E" w:rsidRDefault="00AB46D6" w:rsidP="00AB46D6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B46D6" w:rsidRPr="002E0D4E" w:rsidRDefault="00AB46D6" w:rsidP="00AB46D6">
      <w:pPr>
        <w:spacing w:after="1" w:line="280" w:lineRule="atLeast"/>
        <w:jc w:val="both"/>
        <w:rPr>
          <w:sz w:val="24"/>
          <w:szCs w:val="24"/>
        </w:rPr>
      </w:pPr>
    </w:p>
    <w:p w:rsidR="00AB46D6" w:rsidRPr="002E0D4E" w:rsidRDefault="00AB46D6" w:rsidP="00AB46D6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>Подписи Сторон</w:t>
      </w:r>
    </w:p>
    <w:p w:rsidR="00AB46D6" w:rsidRPr="002E0D4E" w:rsidRDefault="00AB46D6" w:rsidP="00AB46D6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961"/>
      </w:tblGrid>
      <w:tr w:rsidR="00AB46D6" w:rsidRPr="002E0D4E" w:rsidTr="00E5795E">
        <w:tc>
          <w:tcPr>
            <w:tcW w:w="5307" w:type="dxa"/>
          </w:tcPr>
          <w:p w:rsidR="00AB46D6" w:rsidRPr="002E0D4E" w:rsidRDefault="00AB46D6" w:rsidP="004B6AE7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AB46D6" w:rsidRPr="002E0D4E" w:rsidRDefault="00AB46D6" w:rsidP="004B6AE7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____________________________________</w:t>
            </w:r>
          </w:p>
          <w:p w:rsidR="004B4FA0" w:rsidRPr="002E0D4E" w:rsidRDefault="00744A78" w:rsidP="004B4FA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>(Министерство, Комитет, Агентство, иной орган</w:t>
            </w:r>
          </w:p>
          <w:p w:rsidR="00744A78" w:rsidRPr="002E0D4E" w:rsidRDefault="00744A78" w:rsidP="004B4FA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>(организация))</w:t>
            </w:r>
          </w:p>
          <w:p w:rsidR="00AB46D6" w:rsidRPr="002E0D4E" w:rsidRDefault="00AB46D6" w:rsidP="002415FE">
            <w:pPr>
              <w:spacing w:after="1" w:line="2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B46D6" w:rsidRPr="002E0D4E" w:rsidRDefault="00AB46D6" w:rsidP="004B6AE7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AB46D6" w:rsidRPr="002E0D4E" w:rsidTr="00E5795E">
        <w:tc>
          <w:tcPr>
            <w:tcW w:w="5307" w:type="dxa"/>
          </w:tcPr>
          <w:p w:rsidR="00AB46D6" w:rsidRPr="002E0D4E" w:rsidRDefault="00AB46D6" w:rsidP="004B6AE7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AB46D6" w:rsidRPr="002E0D4E" w:rsidRDefault="00AB46D6" w:rsidP="004B6AE7">
            <w:pPr>
              <w:spacing w:after="1" w:line="200" w:lineRule="atLeast"/>
              <w:jc w:val="both"/>
            </w:pPr>
            <w:r w:rsidRPr="002E0D4E">
              <w:t xml:space="preserve"> (подпись)          </w:t>
            </w:r>
            <w:r w:rsidR="002415FE" w:rsidRPr="002E0D4E">
              <w:t xml:space="preserve">         </w:t>
            </w:r>
            <w:r w:rsidRPr="002E0D4E">
              <w:t>(ФИО)</w:t>
            </w:r>
          </w:p>
        </w:tc>
        <w:tc>
          <w:tcPr>
            <w:tcW w:w="4961" w:type="dxa"/>
          </w:tcPr>
          <w:p w:rsidR="00AB46D6" w:rsidRPr="002E0D4E" w:rsidRDefault="00AB46D6" w:rsidP="004B6AE7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AB46D6" w:rsidRPr="002E0D4E" w:rsidRDefault="00AB46D6" w:rsidP="004B6AE7">
            <w:pPr>
              <w:spacing w:after="1" w:line="200" w:lineRule="atLeast"/>
              <w:jc w:val="both"/>
            </w:pPr>
            <w:r w:rsidRPr="002E0D4E">
              <w:t xml:space="preserve"> (подпись)         </w:t>
            </w:r>
            <w:r w:rsidR="002415FE" w:rsidRPr="002E0D4E">
              <w:t xml:space="preserve">         </w:t>
            </w:r>
            <w:r w:rsidRPr="002E0D4E">
              <w:t>(ФИО)</w:t>
            </w:r>
          </w:p>
        </w:tc>
      </w:tr>
    </w:tbl>
    <w:p w:rsidR="00ED0C50" w:rsidRPr="002E0D4E" w:rsidRDefault="00ED0C50" w:rsidP="00AB46D6">
      <w:pPr>
        <w:spacing w:after="1" w:line="280" w:lineRule="atLeast"/>
        <w:jc w:val="center"/>
        <w:outlineLvl w:val="2"/>
      </w:pPr>
    </w:p>
    <w:p w:rsidR="00ED0C50" w:rsidRPr="002E0D4E" w:rsidRDefault="00020C5A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</w:t>
      </w:r>
    </w:p>
    <w:p w:rsidR="00A85ECA" w:rsidRPr="002E0D4E" w:rsidRDefault="00A145CB" w:rsidP="00A85ECA">
      <w:pPr>
        <w:autoSpaceDE w:val="0"/>
        <w:autoSpaceDN w:val="0"/>
        <w:adjustRightInd w:val="0"/>
        <w:ind w:right="-143" w:firstLine="540"/>
        <w:jc w:val="both"/>
      </w:pPr>
      <w:bookmarkStart w:id="60" w:name="P2239"/>
      <w:bookmarkEnd w:id="60"/>
      <w:r w:rsidRPr="002E0D4E">
        <w:rPr>
          <w:vertAlign w:val="superscript"/>
        </w:rPr>
        <w:t xml:space="preserve">1 </w:t>
      </w:r>
      <w:r w:rsidRPr="002E0D4E">
        <w:t xml:space="preserve">В случае, если соглашение о предоставлении из бюджета Республики Татарстан гранта в форме субсидии в соответствии с </w:t>
      </w:r>
      <w:hyperlink r:id="rId126" w:history="1">
        <w:r w:rsidRPr="002E0D4E">
          <w:t>пунктом 7 статьи 78</w:t>
        </w:r>
      </w:hyperlink>
      <w:r w:rsidRPr="002E0D4E">
        <w:t xml:space="preserve"> Бюджетного кодекса Российской Федерации в соответствии с настоящей Типовой формой,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</w:p>
    <w:p w:rsidR="002B7AA0" w:rsidRPr="002E0D4E" w:rsidRDefault="00A85ECA" w:rsidP="00C41BD6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2</w:t>
      </w:r>
      <w:r w:rsidRPr="002E0D4E">
        <w:t xml:space="preserve"> Если грант предоставляется по нескольким кодам БК, то указываются последовательно соответствующие коды БК, а также суммы гранта</w:t>
      </w:r>
    </w:p>
    <w:p w:rsidR="00C41BD6" w:rsidRPr="002E0D4E" w:rsidRDefault="00A85ECA" w:rsidP="00C41BD6">
      <w:pPr>
        <w:autoSpaceDE w:val="0"/>
        <w:autoSpaceDN w:val="0"/>
        <w:adjustRightInd w:val="0"/>
        <w:ind w:right="-143" w:firstLine="540"/>
        <w:jc w:val="both"/>
      </w:pPr>
      <w:r w:rsidRPr="002E0D4E">
        <w:t>, предоставляемые по таким кодам БК.</w:t>
      </w:r>
    </w:p>
    <w:p w:rsidR="009B53A3" w:rsidRPr="002E0D4E" w:rsidRDefault="00C41BD6" w:rsidP="009B53A3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3</w:t>
      </w:r>
      <w:r w:rsidR="00A85ECA" w:rsidRPr="002E0D4E">
        <w:t xml:space="preserve"> Указывается в зависимости от исполнения обязательств, указанных в </w:t>
      </w:r>
      <w:hyperlink r:id="rId127" w:history="1">
        <w:r w:rsidR="00A85ECA" w:rsidRPr="002E0D4E">
          <w:t>пунктах 2.1</w:t>
        </w:r>
      </w:hyperlink>
      <w:r w:rsidR="00A85ECA" w:rsidRPr="002E0D4E">
        <w:t xml:space="preserve"> и </w:t>
      </w:r>
      <w:hyperlink r:id="rId128" w:history="1">
        <w:r w:rsidR="00A85ECA" w:rsidRPr="002E0D4E">
          <w:t>2.2</w:t>
        </w:r>
      </w:hyperlink>
      <w:r w:rsidR="00A85ECA" w:rsidRPr="002E0D4E">
        <w:t xml:space="preserve"> настоящего Дополнительного соглашения о расторжении Соглашения.</w:t>
      </w:r>
    </w:p>
    <w:p w:rsidR="009B53A3" w:rsidRPr="002E0D4E" w:rsidRDefault="009B53A3" w:rsidP="009B53A3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4</w:t>
      </w:r>
      <w:r w:rsidR="00A85ECA" w:rsidRPr="002E0D4E">
        <w:t xml:space="preserve"> Указываются иные конкретные условия (при наличии).</w:t>
      </w:r>
    </w:p>
    <w:p w:rsidR="0096468B" w:rsidRPr="002E0D4E" w:rsidRDefault="009B53A3" w:rsidP="0096468B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5</w:t>
      </w:r>
      <w:r w:rsidRPr="002E0D4E">
        <w:t xml:space="preserve"> </w:t>
      </w:r>
      <w:r w:rsidR="00A85ECA" w:rsidRPr="002E0D4E"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A85ECA" w:rsidRPr="002E0D4E" w:rsidRDefault="0096468B" w:rsidP="0096468B">
      <w:pPr>
        <w:autoSpaceDE w:val="0"/>
        <w:autoSpaceDN w:val="0"/>
        <w:adjustRightInd w:val="0"/>
        <w:ind w:right="-143" w:firstLine="540"/>
        <w:jc w:val="both"/>
      </w:pPr>
      <w:r w:rsidRPr="002E0D4E">
        <w:rPr>
          <w:vertAlign w:val="superscript"/>
        </w:rPr>
        <w:t>6</w:t>
      </w:r>
      <w:r w:rsidR="00A85ECA" w:rsidRPr="002E0D4E">
        <w:t xml:space="preserve"> Указываются иные конкретные положения (при наличии).</w:t>
      </w: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580FA2" w:rsidRPr="002E0D4E" w:rsidRDefault="00580FA2">
      <w:pPr>
        <w:spacing w:after="1" w:line="280" w:lineRule="atLeast"/>
        <w:jc w:val="right"/>
        <w:outlineLvl w:val="0"/>
        <w:rPr>
          <w:sz w:val="28"/>
        </w:rPr>
      </w:pPr>
    </w:p>
    <w:p w:rsidR="00E24DF9" w:rsidRPr="002E0D4E" w:rsidRDefault="00E24DF9">
      <w:pPr>
        <w:spacing w:after="1" w:line="280" w:lineRule="atLeast"/>
        <w:jc w:val="right"/>
        <w:outlineLvl w:val="0"/>
        <w:rPr>
          <w:sz w:val="28"/>
        </w:rPr>
      </w:pPr>
    </w:p>
    <w:p w:rsidR="00E24DF9" w:rsidRPr="002E0D4E" w:rsidRDefault="00E24DF9">
      <w:pPr>
        <w:spacing w:after="1" w:line="280" w:lineRule="atLeast"/>
        <w:jc w:val="right"/>
        <w:outlineLvl w:val="0"/>
        <w:rPr>
          <w:sz w:val="28"/>
        </w:rPr>
      </w:pPr>
    </w:p>
    <w:p w:rsidR="00E24DF9" w:rsidRPr="002E0D4E" w:rsidRDefault="00E24DF9">
      <w:pPr>
        <w:spacing w:after="1" w:line="280" w:lineRule="atLeast"/>
        <w:jc w:val="right"/>
        <w:outlineLvl w:val="0"/>
        <w:rPr>
          <w:sz w:val="28"/>
        </w:rPr>
      </w:pPr>
    </w:p>
    <w:p w:rsidR="00E24DF9" w:rsidRPr="002E0D4E" w:rsidRDefault="00E24DF9">
      <w:pPr>
        <w:spacing w:after="1" w:line="280" w:lineRule="atLeast"/>
        <w:jc w:val="right"/>
        <w:outlineLvl w:val="0"/>
        <w:rPr>
          <w:sz w:val="28"/>
        </w:rPr>
      </w:pPr>
    </w:p>
    <w:p w:rsidR="00180DA1" w:rsidRPr="002E0D4E" w:rsidRDefault="00180DA1">
      <w:pPr>
        <w:spacing w:after="1" w:line="280" w:lineRule="atLeast"/>
        <w:jc w:val="right"/>
        <w:outlineLvl w:val="0"/>
        <w:rPr>
          <w:sz w:val="28"/>
        </w:rPr>
      </w:pPr>
    </w:p>
    <w:p w:rsidR="002B7AA0" w:rsidRPr="002E0D4E" w:rsidRDefault="002B7AA0">
      <w:pPr>
        <w:spacing w:after="1" w:line="280" w:lineRule="atLeast"/>
        <w:jc w:val="right"/>
        <w:outlineLvl w:val="0"/>
        <w:rPr>
          <w:sz w:val="28"/>
        </w:rPr>
      </w:pPr>
    </w:p>
    <w:p w:rsidR="009D22D2" w:rsidRPr="002E0D4E" w:rsidRDefault="009D22D2" w:rsidP="003553BC">
      <w:pPr>
        <w:spacing w:after="1" w:line="280" w:lineRule="atLeast"/>
        <w:jc w:val="right"/>
        <w:outlineLvl w:val="0"/>
        <w:rPr>
          <w:sz w:val="28"/>
        </w:rPr>
      </w:pPr>
    </w:p>
    <w:p w:rsidR="009D22D2" w:rsidRPr="002E0D4E" w:rsidRDefault="009D22D2" w:rsidP="003553BC">
      <w:pPr>
        <w:spacing w:after="1" w:line="280" w:lineRule="atLeast"/>
        <w:jc w:val="right"/>
        <w:outlineLvl w:val="0"/>
        <w:rPr>
          <w:sz w:val="28"/>
        </w:rPr>
      </w:pPr>
    </w:p>
    <w:p w:rsidR="009D22D2" w:rsidRPr="002E0D4E" w:rsidRDefault="009D22D2" w:rsidP="003553BC">
      <w:pPr>
        <w:spacing w:after="1" w:line="280" w:lineRule="atLeast"/>
        <w:jc w:val="right"/>
        <w:outlineLvl w:val="0"/>
        <w:rPr>
          <w:sz w:val="28"/>
        </w:rPr>
      </w:pPr>
    </w:p>
    <w:p w:rsidR="003553BC" w:rsidRPr="002E0D4E" w:rsidRDefault="003553BC" w:rsidP="003553BC">
      <w:pPr>
        <w:spacing w:after="1" w:line="280" w:lineRule="atLeast"/>
        <w:jc w:val="right"/>
        <w:outlineLvl w:val="0"/>
      </w:pPr>
      <w:r w:rsidRPr="002E0D4E">
        <w:rPr>
          <w:sz w:val="28"/>
        </w:rPr>
        <w:lastRenderedPageBreak/>
        <w:t>Утверждена</w:t>
      </w:r>
    </w:p>
    <w:p w:rsidR="003553BC" w:rsidRPr="002E0D4E" w:rsidRDefault="003553BC" w:rsidP="003553BC">
      <w:pPr>
        <w:spacing w:after="1" w:line="280" w:lineRule="atLeast"/>
        <w:jc w:val="right"/>
        <w:rPr>
          <w:sz w:val="28"/>
        </w:rPr>
      </w:pPr>
      <w:r w:rsidRPr="002E0D4E">
        <w:rPr>
          <w:sz w:val="28"/>
        </w:rPr>
        <w:t xml:space="preserve">приказом </w:t>
      </w:r>
    </w:p>
    <w:p w:rsidR="003553BC" w:rsidRPr="002E0D4E" w:rsidRDefault="003553BC" w:rsidP="003553BC">
      <w:pPr>
        <w:spacing w:after="1" w:line="280" w:lineRule="atLeast"/>
        <w:ind w:left="7230"/>
      </w:pPr>
      <w:r w:rsidRPr="002E0D4E">
        <w:rPr>
          <w:sz w:val="28"/>
        </w:rPr>
        <w:t>Министерства финансов</w:t>
      </w:r>
    </w:p>
    <w:p w:rsidR="003553BC" w:rsidRPr="002E0D4E" w:rsidRDefault="003553BC" w:rsidP="003553BC">
      <w:pPr>
        <w:spacing w:after="1" w:line="280" w:lineRule="atLeast"/>
        <w:ind w:left="7230"/>
      </w:pPr>
      <w:r w:rsidRPr="002E0D4E">
        <w:rPr>
          <w:sz w:val="28"/>
        </w:rPr>
        <w:t>Республики     Татарстан</w:t>
      </w:r>
    </w:p>
    <w:p w:rsidR="003553BC" w:rsidRPr="002E0D4E" w:rsidRDefault="003553BC" w:rsidP="003553BC">
      <w:pPr>
        <w:spacing w:after="1" w:line="280" w:lineRule="atLeast"/>
        <w:jc w:val="center"/>
      </w:pPr>
      <w:r w:rsidRPr="002E0D4E">
        <w:rPr>
          <w:sz w:val="28"/>
        </w:rPr>
        <w:t xml:space="preserve">                                                                                                       от_________№________</w:t>
      </w: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center"/>
      </w:pPr>
      <w:bookmarkStart w:id="61" w:name="P2258"/>
      <w:bookmarkEnd w:id="61"/>
      <w:r w:rsidRPr="002E0D4E">
        <w:rPr>
          <w:sz w:val="28"/>
        </w:rPr>
        <w:t>Типовая форма соглашения (договора)</w:t>
      </w:r>
    </w:p>
    <w:p w:rsidR="00ED0C50" w:rsidRPr="002E0D4E" w:rsidRDefault="00ED0C50">
      <w:pPr>
        <w:spacing w:after="1" w:line="280" w:lineRule="atLeast"/>
        <w:jc w:val="center"/>
      </w:pPr>
      <w:r w:rsidRPr="002E0D4E">
        <w:rPr>
          <w:sz w:val="28"/>
        </w:rPr>
        <w:t xml:space="preserve">о предоставлении из бюджета </w:t>
      </w:r>
      <w:r w:rsidR="002C4EB1" w:rsidRPr="002E0D4E">
        <w:rPr>
          <w:sz w:val="28"/>
        </w:rPr>
        <w:t xml:space="preserve">Республики Татарстан </w:t>
      </w:r>
      <w:r w:rsidRPr="002E0D4E">
        <w:rPr>
          <w:sz w:val="28"/>
        </w:rPr>
        <w:t>грантов в форме</w:t>
      </w:r>
    </w:p>
    <w:p w:rsidR="00ED0C50" w:rsidRPr="002E0D4E" w:rsidRDefault="00ED0C50">
      <w:pPr>
        <w:spacing w:after="1" w:line="280" w:lineRule="atLeast"/>
        <w:jc w:val="center"/>
      </w:pPr>
      <w:r w:rsidRPr="002E0D4E">
        <w:rPr>
          <w:sz w:val="28"/>
        </w:rPr>
        <w:t>субсидий в соответствии с пунктом 4 статьи 78</w:t>
      </w:r>
      <w:r w:rsidRPr="002E0D4E">
        <w:rPr>
          <w:sz w:val="28"/>
          <w:vertAlign w:val="superscript"/>
        </w:rPr>
        <w:t>1</w:t>
      </w:r>
    </w:p>
    <w:p w:rsidR="00ED0C50" w:rsidRPr="002E0D4E" w:rsidRDefault="00ED0C50">
      <w:pPr>
        <w:spacing w:after="1" w:line="280" w:lineRule="atLeast"/>
        <w:jc w:val="center"/>
        <w:rPr>
          <w:vertAlign w:val="superscript"/>
        </w:rPr>
      </w:pPr>
      <w:r w:rsidRPr="002E0D4E">
        <w:rPr>
          <w:sz w:val="28"/>
        </w:rPr>
        <w:t xml:space="preserve">Бюджетного кодекса Российской Федерации </w:t>
      </w:r>
      <w:hyperlink w:anchor="P2680" w:history="1">
        <w:r w:rsidR="00FD6987" w:rsidRPr="002E0D4E">
          <w:rPr>
            <w:sz w:val="28"/>
            <w:vertAlign w:val="superscript"/>
          </w:rPr>
          <w:t>1</w:t>
        </w:r>
      </w:hyperlink>
    </w:p>
    <w:p w:rsidR="00ED0C50" w:rsidRPr="002E0D4E" w:rsidRDefault="00ED0C50" w:rsidP="002C4EB1">
      <w:pPr>
        <w:spacing w:after="1" w:line="200" w:lineRule="atLeast"/>
        <w:jc w:val="center"/>
      </w:pPr>
      <w:r w:rsidRPr="002E0D4E">
        <w:t>г. ___________________________________________</w:t>
      </w:r>
    </w:p>
    <w:p w:rsidR="00ED0C50" w:rsidRPr="002E0D4E" w:rsidRDefault="00ED0C50" w:rsidP="002C4EB1">
      <w:pPr>
        <w:spacing w:after="1" w:line="200" w:lineRule="atLeast"/>
        <w:jc w:val="center"/>
      </w:pPr>
      <w:r w:rsidRPr="002E0D4E">
        <w:t>(место заключения соглашения (договора)</w:t>
      </w:r>
    </w:p>
    <w:p w:rsidR="00ED0C50" w:rsidRPr="002E0D4E" w:rsidRDefault="002C4EB1" w:rsidP="007E688D">
      <w:pPr>
        <w:spacing w:after="1" w:line="200" w:lineRule="atLeast"/>
      </w:pPr>
      <w:r w:rsidRPr="002E0D4E">
        <w:t>«__»</w:t>
      </w:r>
      <w:r w:rsidR="00ED0C50" w:rsidRPr="002E0D4E">
        <w:t xml:space="preserve"> _______________ 20__ г.                  </w:t>
      </w:r>
      <w:r w:rsidRPr="002E0D4E">
        <w:t xml:space="preserve">        </w:t>
      </w:r>
      <w:r w:rsidR="00ED0C50" w:rsidRPr="002E0D4E">
        <w:t xml:space="preserve">   </w:t>
      </w:r>
      <w:r w:rsidRPr="002E0D4E">
        <w:t xml:space="preserve">                                                    </w:t>
      </w:r>
      <w:r w:rsidR="007E688D" w:rsidRPr="002E0D4E">
        <w:t xml:space="preserve">               </w:t>
      </w:r>
      <w:r w:rsidRPr="002E0D4E">
        <w:t xml:space="preserve">  № </w:t>
      </w:r>
      <w:r w:rsidR="00ED0C50" w:rsidRPr="002E0D4E">
        <w:t xml:space="preserve"> ________________________</w:t>
      </w:r>
    </w:p>
    <w:p w:rsidR="00ED0C50" w:rsidRPr="002E0D4E" w:rsidRDefault="00ED0C50" w:rsidP="002C4EB1">
      <w:pPr>
        <w:spacing w:after="1" w:line="200" w:lineRule="atLeast"/>
      </w:pPr>
      <w:r w:rsidRPr="002E0D4E">
        <w:t xml:space="preserve">(дата заключения соглашения                         </w:t>
      </w:r>
      <w:r w:rsidR="002C4EB1" w:rsidRPr="002E0D4E">
        <w:t xml:space="preserve">                                              </w:t>
      </w:r>
      <w:r w:rsidRPr="002E0D4E">
        <w:t xml:space="preserve"> </w:t>
      </w:r>
      <w:r w:rsidR="002C4EB1" w:rsidRPr="002E0D4E">
        <w:t xml:space="preserve">                 </w:t>
      </w:r>
      <w:r w:rsidRPr="002E0D4E">
        <w:t xml:space="preserve"> </w:t>
      </w:r>
      <w:r w:rsidR="002C4EB1" w:rsidRPr="002E0D4E">
        <w:t xml:space="preserve">              </w:t>
      </w:r>
      <w:r w:rsidR="00691875" w:rsidRPr="002E0D4E">
        <w:t xml:space="preserve">  </w:t>
      </w:r>
      <w:proofErr w:type="gramStart"/>
      <w:r w:rsidR="00691875" w:rsidRPr="002E0D4E">
        <w:t xml:space="preserve">   </w:t>
      </w:r>
      <w:r w:rsidRPr="002E0D4E">
        <w:t>(</w:t>
      </w:r>
      <w:proofErr w:type="gramEnd"/>
      <w:r w:rsidRPr="002E0D4E">
        <w:t>номер соглашения</w:t>
      </w:r>
    </w:p>
    <w:p w:rsidR="00ED0C50" w:rsidRPr="002E0D4E" w:rsidRDefault="00691875" w:rsidP="002C4EB1">
      <w:pPr>
        <w:spacing w:after="1" w:line="200" w:lineRule="atLeast"/>
      </w:pPr>
      <w:r w:rsidRPr="002E0D4E">
        <w:t xml:space="preserve">                      </w:t>
      </w:r>
      <w:r w:rsidR="00ED0C50" w:rsidRPr="002E0D4E">
        <w:t>(</w:t>
      </w:r>
      <w:proofErr w:type="gramStart"/>
      <w:r w:rsidR="00ED0C50" w:rsidRPr="002E0D4E">
        <w:t xml:space="preserve">договора)   </w:t>
      </w:r>
      <w:proofErr w:type="gramEnd"/>
      <w:r w:rsidR="00ED0C50" w:rsidRPr="002E0D4E">
        <w:t xml:space="preserve">                                  </w:t>
      </w:r>
      <w:r w:rsidR="002C4EB1" w:rsidRPr="002E0D4E">
        <w:t xml:space="preserve">                                                                                </w:t>
      </w:r>
      <w:r w:rsidRPr="002E0D4E">
        <w:t xml:space="preserve">               </w:t>
      </w:r>
      <w:r w:rsidR="00ED0C50" w:rsidRPr="002E0D4E">
        <w:t xml:space="preserve"> (договора) </w:t>
      </w:r>
    </w:p>
    <w:p w:rsidR="00ED0C50" w:rsidRPr="002E0D4E" w:rsidRDefault="00ED0C50" w:rsidP="0017032D">
      <w:pPr>
        <w:tabs>
          <w:tab w:val="left" w:pos="2275"/>
        </w:tabs>
        <w:spacing w:after="1" w:line="200" w:lineRule="atLeast"/>
        <w:jc w:val="both"/>
      </w:pPr>
    </w:p>
    <w:p w:rsidR="006B4818" w:rsidRPr="002E0D4E" w:rsidRDefault="006B4818" w:rsidP="006B4818">
      <w:pPr>
        <w:jc w:val="both"/>
        <w:rPr>
          <w:sz w:val="28"/>
          <w:szCs w:val="28"/>
        </w:rPr>
      </w:pPr>
      <w:r w:rsidRPr="002E0D4E">
        <w:rPr>
          <w:sz w:val="28"/>
          <w:szCs w:val="28"/>
        </w:rPr>
        <w:t>_____________________________________________________</w:t>
      </w:r>
      <w:r w:rsidR="0017032D" w:rsidRPr="002E0D4E">
        <w:rPr>
          <w:sz w:val="28"/>
          <w:szCs w:val="28"/>
        </w:rPr>
        <w:t>___________________</w:t>
      </w:r>
      <w:r w:rsidRPr="002E0D4E">
        <w:rPr>
          <w:sz w:val="28"/>
          <w:szCs w:val="28"/>
        </w:rPr>
        <w:t>,</w:t>
      </w:r>
    </w:p>
    <w:p w:rsidR="006B4818" w:rsidRPr="002E0D4E" w:rsidRDefault="006B4818" w:rsidP="006B4818">
      <w:pPr>
        <w:autoSpaceDE w:val="0"/>
        <w:autoSpaceDN w:val="0"/>
        <w:adjustRightInd w:val="0"/>
        <w:jc w:val="center"/>
        <w:outlineLvl w:val="0"/>
      </w:pPr>
      <w:r w:rsidRPr="002E0D4E">
        <w:t>(наименование исполнительного органа государственной власти Республики</w:t>
      </w:r>
    </w:p>
    <w:p w:rsidR="006B4818" w:rsidRPr="002E0D4E" w:rsidRDefault="006B4818" w:rsidP="006B4818">
      <w:pPr>
        <w:autoSpaceDE w:val="0"/>
        <w:autoSpaceDN w:val="0"/>
        <w:adjustRightInd w:val="0"/>
        <w:jc w:val="center"/>
        <w:outlineLvl w:val="0"/>
      </w:pPr>
      <w:r w:rsidRPr="002E0D4E">
        <w:t>Татарстан (государственного органа), осуществляющего функции главного</w:t>
      </w:r>
    </w:p>
    <w:p w:rsidR="006B4818" w:rsidRPr="002E0D4E" w:rsidRDefault="006B4818" w:rsidP="006B4818">
      <w:pPr>
        <w:autoSpaceDE w:val="0"/>
        <w:autoSpaceDN w:val="0"/>
        <w:adjustRightInd w:val="0"/>
        <w:jc w:val="center"/>
        <w:outlineLvl w:val="0"/>
      </w:pPr>
      <w:r w:rsidRPr="002E0D4E">
        <w:t>распорядителя средств бюджета Республики Татарстан)</w:t>
      </w:r>
    </w:p>
    <w:p w:rsidR="006B4818" w:rsidRPr="002E0D4E" w:rsidRDefault="006B4818" w:rsidP="006B4818">
      <w:pPr>
        <w:autoSpaceDE w:val="0"/>
        <w:autoSpaceDN w:val="0"/>
        <w:adjustRightInd w:val="0"/>
        <w:jc w:val="both"/>
        <w:outlineLvl w:val="0"/>
      </w:pPr>
      <w:r w:rsidRPr="002E0D4E">
        <w:rPr>
          <w:sz w:val="28"/>
          <w:szCs w:val="28"/>
        </w:rPr>
        <w:t xml:space="preserve">которому(ой)  как  получателю  средств бюджета Республики  Татарстан доведены лимиты бюджетных  обязательств  на  предоставление  гранта  в  форме  субсидии  в соответствии  с </w:t>
      </w:r>
      <w:hyperlink r:id="rId129" w:history="1">
        <w:r w:rsidRPr="002E0D4E">
          <w:rPr>
            <w:sz w:val="28"/>
            <w:szCs w:val="28"/>
          </w:rPr>
          <w:t xml:space="preserve">пунктом </w:t>
        </w:r>
        <w:r w:rsidR="00796032" w:rsidRPr="002E0D4E">
          <w:rPr>
            <w:sz w:val="28"/>
            <w:szCs w:val="28"/>
          </w:rPr>
          <w:t>4</w:t>
        </w:r>
        <w:r w:rsidRPr="002E0D4E">
          <w:rPr>
            <w:sz w:val="28"/>
            <w:szCs w:val="28"/>
          </w:rPr>
          <w:t xml:space="preserve"> статьи 78</w:t>
        </w:r>
      </w:hyperlink>
      <w:r w:rsidR="00FB7333" w:rsidRPr="002E0D4E">
        <w:rPr>
          <w:sz w:val="28"/>
          <w:szCs w:val="28"/>
          <w:vertAlign w:val="superscript"/>
        </w:rPr>
        <w:t>1</w:t>
      </w:r>
      <w:r w:rsidRPr="002E0D4E">
        <w:rPr>
          <w:sz w:val="28"/>
          <w:szCs w:val="28"/>
        </w:rPr>
        <w:t xml:space="preserve"> Бюджетного кодекса Российской Федерации, именуемый в дальнейшем</w:t>
      </w:r>
      <w:r w:rsidRPr="002E0D4E">
        <w:t>_____________________________________________________________________,</w:t>
      </w:r>
    </w:p>
    <w:p w:rsidR="006B4818" w:rsidRPr="002E0D4E" w:rsidRDefault="006B4818" w:rsidP="006B481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                       (Министерство, Комитет, Агентство, иной орган (организация)</w:t>
      </w:r>
      <w:hyperlink w:anchor="P461" w:history="1">
        <w:r w:rsidRPr="002E0D4E">
          <w:rPr>
            <w:rFonts w:ascii="Times New Roman" w:hAnsi="Times New Roman"/>
            <w:b w:val="0"/>
            <w:sz w:val="20"/>
            <w:vertAlign w:val="superscript"/>
          </w:rPr>
          <w:t>2</w:t>
        </w:r>
      </w:hyperlink>
      <w:r w:rsidRPr="002E0D4E">
        <w:rPr>
          <w:rFonts w:ascii="Times New Roman" w:hAnsi="Times New Roman"/>
          <w:b w:val="0"/>
          <w:sz w:val="20"/>
        </w:rPr>
        <w:t>)</w:t>
      </w:r>
    </w:p>
    <w:p w:rsidR="006B4818" w:rsidRPr="002E0D4E" w:rsidRDefault="006B4818" w:rsidP="006B4818">
      <w:pPr>
        <w:spacing w:line="200" w:lineRule="atLeast"/>
        <w:jc w:val="both"/>
        <w:rPr>
          <w:b/>
        </w:rPr>
      </w:pPr>
      <w:r w:rsidRPr="002E0D4E">
        <w:rPr>
          <w:sz w:val="28"/>
          <w:szCs w:val="28"/>
        </w:rPr>
        <w:t>в лице</w:t>
      </w:r>
      <w:r w:rsidRPr="002E0D4E">
        <w:t xml:space="preserve"> _____________________________________________________________________________________________</w:t>
      </w:r>
      <w:r w:rsidRPr="002E0D4E">
        <w:rPr>
          <w:sz w:val="28"/>
          <w:szCs w:val="28"/>
        </w:rPr>
        <w:t xml:space="preserve">, </w:t>
      </w:r>
      <w:r w:rsidRPr="002E0D4E">
        <w:t xml:space="preserve">                 </w:t>
      </w:r>
      <w:r w:rsidRPr="002E0D4E">
        <w:rPr>
          <w:b/>
        </w:rPr>
        <w:t xml:space="preserve">         </w:t>
      </w:r>
    </w:p>
    <w:p w:rsidR="006B4818" w:rsidRPr="002E0D4E" w:rsidRDefault="006B4818" w:rsidP="006B481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</w:rPr>
        <w:t xml:space="preserve">              </w:t>
      </w:r>
      <w:r w:rsidRPr="002E0D4E">
        <w:rPr>
          <w:rFonts w:ascii="Times New Roman" w:hAnsi="Times New Roman"/>
          <w:b w:val="0"/>
          <w:sz w:val="20"/>
        </w:rPr>
        <w:t xml:space="preserve">(наименование должности, а также фамилия, имя, отчество (при наличии) руководителя Министерства </w:t>
      </w:r>
    </w:p>
    <w:p w:rsidR="006B4818" w:rsidRPr="002E0D4E" w:rsidRDefault="006B4818" w:rsidP="006B481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(Комитета, Агентства, иного органа (организации) или уполномоченного им лица)</w:t>
      </w:r>
    </w:p>
    <w:p w:rsidR="006B4818" w:rsidRPr="002E0D4E" w:rsidRDefault="006B4818" w:rsidP="006B4818">
      <w:pPr>
        <w:spacing w:line="200" w:lineRule="atLeast"/>
        <w:jc w:val="both"/>
      </w:pPr>
      <w:r w:rsidRPr="002E0D4E">
        <w:rPr>
          <w:sz w:val="28"/>
          <w:szCs w:val="28"/>
        </w:rPr>
        <w:t xml:space="preserve"> действующего(ей) на основании</w:t>
      </w:r>
      <w:r w:rsidRPr="002E0D4E">
        <w:t xml:space="preserve"> ______________________________________________________________</w:t>
      </w:r>
    </w:p>
    <w:p w:rsidR="006B4818" w:rsidRPr="002E0D4E" w:rsidRDefault="006B4818" w:rsidP="006B4818">
      <w:pPr>
        <w:spacing w:after="1" w:line="200" w:lineRule="atLeast"/>
        <w:jc w:val="both"/>
      </w:pPr>
      <w:r w:rsidRPr="002E0D4E">
        <w:t>_____________________________________________________________________________________________________,</w:t>
      </w:r>
    </w:p>
    <w:p w:rsidR="006B4818" w:rsidRPr="002E0D4E" w:rsidRDefault="006B4818" w:rsidP="006B4818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(положения) Министерства (Комитета, Агентства, иного органа (организации)), доверенности, приказа или иного документа, удостоверяющего полномочия)</w:t>
      </w:r>
    </w:p>
    <w:p w:rsidR="0054619A" w:rsidRPr="002E0D4E" w:rsidRDefault="006B4818" w:rsidP="00A177DB">
      <w:pPr>
        <w:jc w:val="both"/>
      </w:pPr>
      <w:r w:rsidRPr="002E0D4E">
        <w:rPr>
          <w:sz w:val="28"/>
          <w:szCs w:val="28"/>
        </w:rPr>
        <w:t xml:space="preserve"> с одной стороны</w:t>
      </w:r>
      <w:r w:rsidR="0054619A" w:rsidRPr="002E0D4E">
        <w:rPr>
          <w:sz w:val="28"/>
          <w:szCs w:val="28"/>
        </w:rPr>
        <w:t>, и</w:t>
      </w:r>
      <w:r w:rsidR="0054619A" w:rsidRPr="002E0D4E">
        <w:t>_____________________________________________________________</w:t>
      </w:r>
      <w:r w:rsidR="0015260D" w:rsidRPr="002E0D4E">
        <w:t>______</w:t>
      </w:r>
      <w:r w:rsidR="0054619A" w:rsidRPr="002E0D4E">
        <w:t>___________,</w:t>
      </w:r>
    </w:p>
    <w:p w:rsidR="00A177DB" w:rsidRPr="002E0D4E" w:rsidRDefault="00A177DB" w:rsidP="00A177DB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sz w:val="20"/>
        </w:rPr>
        <w:t xml:space="preserve">                                               </w:t>
      </w:r>
      <w:r w:rsidRPr="002E0D4E">
        <w:rPr>
          <w:rFonts w:ascii="Times New Roman" w:hAnsi="Times New Roman"/>
          <w:b w:val="0"/>
          <w:sz w:val="20"/>
        </w:rPr>
        <w:t>(наименование некоммерческой организации, не являющейся казенным учреждением)</w:t>
      </w:r>
    </w:p>
    <w:p w:rsidR="0054619A" w:rsidRPr="002E0D4E" w:rsidRDefault="00A177DB" w:rsidP="00A177DB">
      <w:pPr>
        <w:spacing w:after="1" w:line="200" w:lineRule="atLeast"/>
        <w:jc w:val="both"/>
      </w:pPr>
      <w:r w:rsidRPr="002E0D4E">
        <w:rPr>
          <w:sz w:val="28"/>
          <w:szCs w:val="28"/>
        </w:rPr>
        <w:t xml:space="preserve"> </w:t>
      </w:r>
      <w:r w:rsidR="0054619A" w:rsidRPr="002E0D4E">
        <w:rPr>
          <w:sz w:val="28"/>
          <w:szCs w:val="28"/>
        </w:rPr>
        <w:t>именуемый в дальнейшем «Получатель», в лице</w:t>
      </w:r>
      <w:r w:rsidR="0054619A" w:rsidRPr="002E0D4E">
        <w:rPr>
          <w:sz w:val="22"/>
        </w:rPr>
        <w:t xml:space="preserve"> </w:t>
      </w:r>
      <w:r w:rsidR="0054619A" w:rsidRPr="002E0D4E">
        <w:t>_________________________</w:t>
      </w:r>
      <w:r w:rsidR="0015260D" w:rsidRPr="002E0D4E">
        <w:t>____</w:t>
      </w:r>
      <w:r w:rsidR="007022A4" w:rsidRPr="002E0D4E">
        <w:t>_____________</w:t>
      </w:r>
    </w:p>
    <w:p w:rsidR="0054619A" w:rsidRPr="002E0D4E" w:rsidRDefault="0054619A" w:rsidP="0054619A">
      <w:pPr>
        <w:spacing w:after="1" w:line="200" w:lineRule="atLeast"/>
        <w:jc w:val="both"/>
      </w:pPr>
      <w:r w:rsidRPr="002E0D4E">
        <w:t>_________________________________________________________________________________</w:t>
      </w:r>
      <w:r w:rsidR="0015260D" w:rsidRPr="002E0D4E">
        <w:t>____</w:t>
      </w:r>
      <w:r w:rsidRPr="002E0D4E">
        <w:t>________________,</w:t>
      </w:r>
    </w:p>
    <w:p w:rsidR="0054619A" w:rsidRPr="002E0D4E" w:rsidRDefault="0054619A" w:rsidP="0054619A">
      <w:pPr>
        <w:spacing w:after="1" w:line="200" w:lineRule="atLeast"/>
        <w:jc w:val="center"/>
      </w:pPr>
      <w:r w:rsidRPr="002E0D4E"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54619A" w:rsidRPr="002E0D4E" w:rsidRDefault="0054619A" w:rsidP="0054619A">
      <w:pPr>
        <w:spacing w:after="1" w:line="200" w:lineRule="atLeast"/>
        <w:jc w:val="both"/>
      </w:pPr>
      <w:r w:rsidRPr="002E0D4E">
        <w:rPr>
          <w:sz w:val="28"/>
          <w:szCs w:val="28"/>
        </w:rPr>
        <w:t>действующего(ей) на основании</w:t>
      </w:r>
      <w:r w:rsidRPr="002E0D4E">
        <w:t xml:space="preserve"> ________________________________________</w:t>
      </w:r>
      <w:r w:rsidR="0015260D" w:rsidRPr="002E0D4E">
        <w:t>_</w:t>
      </w:r>
      <w:r w:rsidRPr="002E0D4E">
        <w:t>_____________________</w:t>
      </w:r>
    </w:p>
    <w:p w:rsidR="0054619A" w:rsidRPr="002E0D4E" w:rsidRDefault="0054619A" w:rsidP="0054619A">
      <w:pPr>
        <w:spacing w:after="1" w:line="200" w:lineRule="atLeast"/>
        <w:jc w:val="both"/>
      </w:pPr>
      <w:r w:rsidRPr="002E0D4E">
        <w:t>________________________________________________________________________________</w:t>
      </w:r>
      <w:r w:rsidR="0015260D" w:rsidRPr="002E0D4E">
        <w:t>___</w:t>
      </w:r>
      <w:r w:rsidRPr="002E0D4E">
        <w:t>__________________,</w:t>
      </w:r>
    </w:p>
    <w:p w:rsidR="00267C0B" w:rsidRPr="002E0D4E" w:rsidRDefault="00267C0B" w:rsidP="00267C0B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некоммерческой организации)</w:t>
      </w:r>
    </w:p>
    <w:p w:rsidR="00ED0C50" w:rsidRPr="002E0D4E" w:rsidRDefault="00267C0B" w:rsidP="00267C0B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с  друг</w:t>
      </w:r>
      <w:r w:rsidR="0054619A" w:rsidRPr="002E0D4E">
        <w:rPr>
          <w:sz w:val="28"/>
          <w:szCs w:val="28"/>
        </w:rPr>
        <w:t>ой  стороны,  далее  именуемые «</w:t>
      </w:r>
      <w:r w:rsidR="00ED0C50" w:rsidRPr="002E0D4E">
        <w:rPr>
          <w:sz w:val="28"/>
          <w:szCs w:val="28"/>
        </w:rPr>
        <w:t>Стороны</w:t>
      </w:r>
      <w:r w:rsidR="0054619A" w:rsidRPr="002E0D4E">
        <w:rPr>
          <w:sz w:val="28"/>
          <w:szCs w:val="28"/>
        </w:rPr>
        <w:t>»</w:t>
      </w:r>
      <w:r w:rsidR="00ED0C50" w:rsidRPr="002E0D4E">
        <w:rPr>
          <w:sz w:val="28"/>
          <w:szCs w:val="28"/>
        </w:rPr>
        <w:t>, в соответствии с Бюджетным</w:t>
      </w:r>
      <w:r w:rsidR="00294E11" w:rsidRPr="002E0D4E">
        <w:rPr>
          <w:sz w:val="28"/>
          <w:szCs w:val="28"/>
        </w:rPr>
        <w:t xml:space="preserve"> </w:t>
      </w:r>
      <w:hyperlink r:id="rId130" w:history="1">
        <w:r w:rsidR="00ED0C50" w:rsidRPr="002E0D4E">
          <w:rPr>
            <w:sz w:val="28"/>
            <w:szCs w:val="28"/>
          </w:rPr>
          <w:t>кодексом</w:t>
        </w:r>
      </w:hyperlink>
      <w:r w:rsidR="00ED0C50" w:rsidRPr="002E0D4E">
        <w:rPr>
          <w:sz w:val="28"/>
          <w:szCs w:val="28"/>
        </w:rPr>
        <w:t xml:space="preserve">   Российской   Федерации,</w:t>
      </w:r>
      <w:r w:rsidR="00E80AB4" w:rsidRPr="002E0D4E">
        <w:rPr>
          <w:sz w:val="28"/>
          <w:szCs w:val="28"/>
        </w:rPr>
        <w:t>___________</w:t>
      </w:r>
      <w:r w:rsidR="00ED0C50" w:rsidRPr="002E0D4E">
        <w:rPr>
          <w:sz w:val="28"/>
          <w:szCs w:val="28"/>
        </w:rPr>
        <w:t>____</w:t>
      </w:r>
      <w:r w:rsidR="00E80AB4" w:rsidRPr="002E0D4E">
        <w:rPr>
          <w:sz w:val="28"/>
          <w:szCs w:val="28"/>
        </w:rPr>
        <w:t>_______________</w:t>
      </w:r>
      <w:r w:rsidR="00EE75BC" w:rsidRPr="002E0D4E">
        <w:rPr>
          <w:sz w:val="28"/>
          <w:szCs w:val="28"/>
        </w:rPr>
        <w:t>___________</w:t>
      </w:r>
      <w:r w:rsidR="00ED0C50" w:rsidRPr="002E0D4E">
        <w:rPr>
          <w:sz w:val="28"/>
          <w:szCs w:val="28"/>
        </w:rPr>
        <w:t>,</w:t>
      </w:r>
    </w:p>
    <w:p w:rsidR="00545782" w:rsidRPr="002E0D4E" w:rsidRDefault="00ED0C50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</w:t>
      </w:r>
      <w:r w:rsidR="00545782" w:rsidRPr="002E0D4E">
        <w:rPr>
          <w:rFonts w:ascii="Courier New" w:hAnsi="Courier New" w:cs="Courier New"/>
        </w:rPr>
        <w:t xml:space="preserve">                                    </w:t>
      </w:r>
      <w:r w:rsidRPr="002E0D4E">
        <w:t xml:space="preserve">(наименование правил (порядка) предоставления гранта в форме </w:t>
      </w:r>
    </w:p>
    <w:p w:rsidR="00ED0C50" w:rsidRPr="002E0D4E" w:rsidRDefault="00545782" w:rsidP="00545782">
      <w:pPr>
        <w:spacing w:after="1" w:line="200" w:lineRule="atLeast"/>
        <w:jc w:val="both"/>
      </w:pPr>
      <w:r w:rsidRPr="002E0D4E">
        <w:t xml:space="preserve">                                                                                               </w:t>
      </w:r>
      <w:r w:rsidR="00ED0C50" w:rsidRPr="002E0D4E">
        <w:t>субсидии из бюджета</w:t>
      </w:r>
      <w:r w:rsidRPr="002E0D4E">
        <w:t xml:space="preserve"> </w:t>
      </w:r>
      <w:r w:rsidR="0054619A" w:rsidRPr="002E0D4E">
        <w:t>Республики Татарстан</w:t>
      </w:r>
      <w:r w:rsidR="00ED0C50" w:rsidRPr="002E0D4E">
        <w:t xml:space="preserve"> Получателю)</w:t>
      </w:r>
    </w:p>
    <w:p w:rsidR="004109D0" w:rsidRPr="002E0D4E" w:rsidRDefault="00ED0C50" w:rsidP="00C721D7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утвержденным</w:t>
      </w:r>
      <w:r w:rsidR="00C2673F" w:rsidRPr="002E0D4E">
        <w:rPr>
          <w:sz w:val="28"/>
          <w:szCs w:val="28"/>
        </w:rPr>
        <w:t>и(</w:t>
      </w:r>
      <w:proofErr w:type="spellStart"/>
      <w:r w:rsidR="00C2673F" w:rsidRPr="002E0D4E">
        <w:rPr>
          <w:sz w:val="28"/>
          <w:szCs w:val="28"/>
        </w:rPr>
        <w:t>ым</w:t>
      </w:r>
      <w:proofErr w:type="spellEnd"/>
      <w:r w:rsidR="00C2673F" w:rsidRPr="002E0D4E">
        <w:rPr>
          <w:sz w:val="28"/>
          <w:szCs w:val="28"/>
        </w:rPr>
        <w:t>)</w:t>
      </w:r>
      <w:r w:rsidRPr="002E0D4E">
        <w:rPr>
          <w:rFonts w:ascii="Courier New" w:hAnsi="Courier New" w:cs="Courier New"/>
        </w:rPr>
        <w:t xml:space="preserve"> </w:t>
      </w:r>
      <w:r w:rsidR="00FB7333" w:rsidRPr="002E0D4E">
        <w:rPr>
          <w:sz w:val="28"/>
          <w:szCs w:val="28"/>
        </w:rPr>
        <w:t>постановлением Кабинета Министров Республики Татарстан о</w:t>
      </w:r>
      <w:r w:rsidR="00312C98" w:rsidRPr="002E0D4E">
        <w:rPr>
          <w:sz w:val="28"/>
          <w:szCs w:val="28"/>
        </w:rPr>
        <w:t>т «_</w:t>
      </w:r>
      <w:r w:rsidR="00FB7333" w:rsidRPr="002E0D4E">
        <w:rPr>
          <w:sz w:val="28"/>
          <w:szCs w:val="28"/>
        </w:rPr>
        <w:t>_</w:t>
      </w:r>
      <w:r w:rsidR="00312C98" w:rsidRPr="002E0D4E">
        <w:rPr>
          <w:sz w:val="28"/>
          <w:szCs w:val="28"/>
        </w:rPr>
        <w:t>_» _______</w:t>
      </w:r>
      <w:r w:rsidR="00FB7333" w:rsidRPr="002E0D4E">
        <w:rPr>
          <w:sz w:val="28"/>
          <w:szCs w:val="28"/>
        </w:rPr>
        <w:t>__</w:t>
      </w:r>
      <w:r w:rsidR="00312C98" w:rsidRPr="002E0D4E">
        <w:rPr>
          <w:sz w:val="28"/>
          <w:szCs w:val="28"/>
        </w:rPr>
        <w:t>_ № _</w:t>
      </w:r>
      <w:r w:rsidR="00FB7333" w:rsidRPr="002E0D4E">
        <w:rPr>
          <w:sz w:val="28"/>
          <w:szCs w:val="28"/>
        </w:rPr>
        <w:t>_</w:t>
      </w:r>
      <w:r w:rsidR="00312C98" w:rsidRPr="002E0D4E">
        <w:rPr>
          <w:sz w:val="28"/>
          <w:szCs w:val="28"/>
        </w:rPr>
        <w:t>___</w:t>
      </w:r>
      <w:r w:rsidR="00FB733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(далее - Правила предоставления гранта),</w:t>
      </w:r>
      <w:r w:rsidR="0054619A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заключили настоящее Соглашение о нижеследующем.</w:t>
      </w:r>
    </w:p>
    <w:p w:rsidR="004109D0" w:rsidRPr="002E0D4E" w:rsidRDefault="004109D0" w:rsidP="00C721D7">
      <w:pPr>
        <w:spacing w:after="1" w:line="200" w:lineRule="atLeast"/>
        <w:jc w:val="both"/>
      </w:pPr>
    </w:p>
    <w:p w:rsidR="009D22D2" w:rsidRPr="002E0D4E" w:rsidRDefault="009D22D2" w:rsidP="00C721D7">
      <w:pPr>
        <w:spacing w:after="1" w:line="200" w:lineRule="atLeast"/>
        <w:jc w:val="both"/>
      </w:pPr>
    </w:p>
    <w:p w:rsidR="009D22D2" w:rsidRPr="002E0D4E" w:rsidRDefault="009D22D2" w:rsidP="00C721D7">
      <w:pPr>
        <w:spacing w:after="1" w:line="200" w:lineRule="atLeast"/>
        <w:jc w:val="both"/>
      </w:pPr>
    </w:p>
    <w:p w:rsidR="009D22D2" w:rsidRPr="002E0D4E" w:rsidRDefault="009D22D2" w:rsidP="00C721D7">
      <w:pPr>
        <w:spacing w:after="1" w:line="200" w:lineRule="atLeast"/>
        <w:jc w:val="both"/>
      </w:pPr>
    </w:p>
    <w:p w:rsidR="009D22D2" w:rsidRPr="002E0D4E" w:rsidRDefault="009D22D2" w:rsidP="00C721D7">
      <w:pPr>
        <w:spacing w:after="1" w:line="200" w:lineRule="atLeast"/>
        <w:jc w:val="both"/>
      </w:pPr>
    </w:p>
    <w:p w:rsidR="009D22D2" w:rsidRPr="002E0D4E" w:rsidRDefault="009D22D2" w:rsidP="00C721D7">
      <w:pPr>
        <w:spacing w:after="1" w:line="200" w:lineRule="atLeast"/>
        <w:jc w:val="both"/>
      </w:pPr>
    </w:p>
    <w:p w:rsidR="00ED0C50" w:rsidRPr="002E0D4E" w:rsidRDefault="00ED0C50" w:rsidP="007045F8">
      <w:pPr>
        <w:pStyle w:val="af"/>
        <w:numPr>
          <w:ilvl w:val="0"/>
          <w:numId w:val="7"/>
        </w:numPr>
        <w:spacing w:after="1" w:line="280" w:lineRule="atLeast"/>
        <w:jc w:val="center"/>
        <w:outlineLvl w:val="1"/>
        <w:rPr>
          <w:sz w:val="28"/>
        </w:rPr>
      </w:pPr>
      <w:bookmarkStart w:id="62" w:name="P2316"/>
      <w:bookmarkEnd w:id="62"/>
      <w:r w:rsidRPr="002E0D4E">
        <w:rPr>
          <w:sz w:val="28"/>
        </w:rPr>
        <w:lastRenderedPageBreak/>
        <w:t>Предмет Соглашения</w:t>
      </w:r>
    </w:p>
    <w:p w:rsidR="00ED0C50" w:rsidRPr="002E0D4E" w:rsidRDefault="00ED0C50">
      <w:pPr>
        <w:spacing w:after="1" w:line="280" w:lineRule="atLeast"/>
        <w:jc w:val="both"/>
      </w:pPr>
    </w:p>
    <w:p w:rsidR="008B6DEB" w:rsidRPr="002E0D4E" w:rsidRDefault="00ED0C50" w:rsidP="008B6DEB">
      <w:pPr>
        <w:spacing w:after="1"/>
        <w:ind w:firstLine="567"/>
        <w:jc w:val="both"/>
        <w:rPr>
          <w:sz w:val="28"/>
          <w:szCs w:val="28"/>
        </w:rPr>
      </w:pPr>
      <w:bookmarkStart w:id="63" w:name="P2318"/>
      <w:bookmarkEnd w:id="63"/>
      <w:r w:rsidRPr="002E0D4E">
        <w:rPr>
          <w:sz w:val="28"/>
          <w:szCs w:val="28"/>
        </w:rPr>
        <w:t>1.1. Предметом настоящего Соглашения является предоставление Получателю</w:t>
      </w:r>
      <w:r w:rsidR="00B266EC" w:rsidRPr="002E0D4E">
        <w:rPr>
          <w:sz w:val="28"/>
          <w:szCs w:val="28"/>
        </w:rPr>
        <w:t xml:space="preserve"> </w:t>
      </w:r>
      <w:proofErr w:type="gramStart"/>
      <w:r w:rsidRPr="002E0D4E">
        <w:rPr>
          <w:sz w:val="28"/>
          <w:szCs w:val="28"/>
        </w:rPr>
        <w:t>из  бюджета</w:t>
      </w:r>
      <w:proofErr w:type="gramEnd"/>
      <w:r w:rsidR="008F5F29" w:rsidRPr="002E0D4E">
        <w:rPr>
          <w:sz w:val="28"/>
          <w:szCs w:val="28"/>
        </w:rPr>
        <w:t xml:space="preserve"> Республики Татарстан</w:t>
      </w:r>
      <w:r w:rsidRPr="002E0D4E">
        <w:rPr>
          <w:sz w:val="28"/>
          <w:szCs w:val="28"/>
        </w:rPr>
        <w:t xml:space="preserve">  в 20__ году/20__ - 20__ годах</w:t>
      </w:r>
      <w:r w:rsidR="00A57B90" w:rsidRPr="002E0D4E">
        <w:rPr>
          <w:sz w:val="28"/>
          <w:szCs w:val="28"/>
          <w:vertAlign w:val="superscript"/>
        </w:rPr>
        <w:t xml:space="preserve">3 </w:t>
      </w:r>
      <w:r w:rsidRPr="002E0D4E">
        <w:rPr>
          <w:sz w:val="28"/>
          <w:szCs w:val="28"/>
        </w:rPr>
        <w:t>гранта в форме</w:t>
      </w:r>
      <w:r w:rsidR="001C199F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субсидии (далее - грант) на: </w:t>
      </w:r>
      <w:r w:rsidR="008B6DEB" w:rsidRPr="002E0D4E">
        <w:rPr>
          <w:sz w:val="28"/>
          <w:szCs w:val="28"/>
        </w:rPr>
        <w:t>_______________________</w:t>
      </w:r>
      <w:r w:rsidRPr="002E0D4E">
        <w:rPr>
          <w:sz w:val="28"/>
          <w:szCs w:val="28"/>
        </w:rPr>
        <w:t>_________</w:t>
      </w:r>
      <w:r w:rsidR="00CA1CA1" w:rsidRPr="002E0D4E">
        <w:rPr>
          <w:sz w:val="28"/>
          <w:szCs w:val="28"/>
        </w:rPr>
        <w:t>________________</w:t>
      </w:r>
    </w:p>
    <w:p w:rsidR="00E66209" w:rsidRPr="002E0D4E" w:rsidRDefault="00CA1CA1" w:rsidP="00CA1CA1">
      <w:pPr>
        <w:autoSpaceDE w:val="0"/>
        <w:autoSpaceDN w:val="0"/>
        <w:adjustRightInd w:val="0"/>
        <w:jc w:val="both"/>
        <w:outlineLvl w:val="0"/>
      </w:pPr>
      <w:r w:rsidRPr="002E0D4E">
        <w:rPr>
          <w:rFonts w:ascii="Courier New" w:hAnsi="Courier New" w:cs="Courier New"/>
        </w:rPr>
        <w:t xml:space="preserve">                                          </w:t>
      </w:r>
      <w:r w:rsidRPr="002E0D4E">
        <w:t>(указание цели(ей) предоставления гранта)</w:t>
      </w:r>
      <w:r w:rsidR="00DF0790" w:rsidRPr="002E0D4E">
        <w:t xml:space="preserve"> </w:t>
      </w:r>
      <w:r w:rsidR="00AC1E42" w:rsidRPr="002E0D4E">
        <w:rPr>
          <w:vertAlign w:val="superscript"/>
        </w:rPr>
        <w:t>4</w:t>
      </w:r>
    </w:p>
    <w:p w:rsidR="00895EB9" w:rsidRPr="002E0D4E" w:rsidRDefault="00ED0C50" w:rsidP="00895EB9">
      <w:pPr>
        <w:pStyle w:val="af"/>
        <w:numPr>
          <w:ilvl w:val="2"/>
          <w:numId w:val="2"/>
        </w:numPr>
        <w:spacing w:after="1" w:line="280" w:lineRule="atLeast"/>
        <w:ind w:hanging="579"/>
        <w:jc w:val="both"/>
        <w:rPr>
          <w:sz w:val="28"/>
        </w:rPr>
      </w:pPr>
      <w:r w:rsidRPr="002E0D4E">
        <w:rPr>
          <w:sz w:val="28"/>
        </w:rPr>
        <w:t>в рамках реализации Получателем следующих проектов (мероприятий):</w:t>
      </w:r>
      <w:bookmarkStart w:id="64" w:name="P2323"/>
      <w:bookmarkStart w:id="65" w:name="P2324"/>
      <w:bookmarkEnd w:id="64"/>
      <w:bookmarkEnd w:id="65"/>
    </w:p>
    <w:p w:rsidR="00E66209" w:rsidRPr="002E0D4E" w:rsidRDefault="00C922CE" w:rsidP="00C922CE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1.1.1.1. </w:t>
      </w:r>
      <w:r w:rsidR="00ED0C50" w:rsidRPr="002E0D4E">
        <w:rPr>
          <w:sz w:val="28"/>
          <w:szCs w:val="28"/>
        </w:rPr>
        <w:t>_____________________________________________</w:t>
      </w:r>
      <w:r w:rsidR="00E66209" w:rsidRPr="002E0D4E">
        <w:rPr>
          <w:sz w:val="28"/>
          <w:szCs w:val="28"/>
        </w:rPr>
        <w:t>___</w:t>
      </w:r>
      <w:r w:rsidR="00895EB9" w:rsidRPr="002E0D4E">
        <w:rPr>
          <w:sz w:val="28"/>
          <w:szCs w:val="28"/>
        </w:rPr>
        <w:t xml:space="preserve">___________ </w:t>
      </w:r>
      <w:r w:rsidR="00895EB9" w:rsidRPr="002E0D4E">
        <w:rPr>
          <w:sz w:val="28"/>
          <w:szCs w:val="28"/>
          <w:vertAlign w:val="superscript"/>
        </w:rPr>
        <w:t>5</w:t>
      </w:r>
      <w:r w:rsidRPr="002E0D4E">
        <w:rPr>
          <w:sz w:val="28"/>
          <w:szCs w:val="28"/>
        </w:rPr>
        <w:t>.</w:t>
      </w:r>
    </w:p>
    <w:p w:rsidR="00ED0C50" w:rsidRPr="002E0D4E" w:rsidRDefault="00ED0C50" w:rsidP="008B6DEB">
      <w:pPr>
        <w:spacing w:after="1" w:line="280" w:lineRule="atLeast"/>
        <w:ind w:firstLine="567"/>
        <w:jc w:val="both"/>
      </w:pPr>
      <w:bookmarkStart w:id="66" w:name="P2325"/>
      <w:bookmarkEnd w:id="66"/>
      <w:r w:rsidRPr="002E0D4E">
        <w:rPr>
          <w:sz w:val="28"/>
          <w:szCs w:val="28"/>
        </w:rPr>
        <w:t>1.2. Грант предоставляется на _________________________________________</w:t>
      </w:r>
    </w:p>
    <w:p w:rsidR="00ED0C50" w:rsidRPr="002E0D4E" w:rsidRDefault="00ED0C50" w:rsidP="008B6DEB">
      <w:pPr>
        <w:spacing w:after="1" w:line="200" w:lineRule="atLeast"/>
        <w:ind w:firstLine="567"/>
        <w:jc w:val="both"/>
      </w:pPr>
      <w:r w:rsidRPr="002E0D4E">
        <w:rPr>
          <w:rFonts w:ascii="Courier New" w:hAnsi="Courier New" w:cs="Courier New"/>
        </w:rPr>
        <w:t xml:space="preserve">                                     (</w:t>
      </w:r>
      <w:r w:rsidRPr="002E0D4E">
        <w:t>финансовое обеспечение/возмещение)</w:t>
      </w:r>
    </w:p>
    <w:p w:rsidR="00ED0C50" w:rsidRPr="002E0D4E" w:rsidRDefault="00ED0C50" w:rsidP="008B6DEB">
      <w:pPr>
        <w:spacing w:after="1" w:line="200" w:lineRule="atLeast"/>
        <w:jc w:val="both"/>
        <w:rPr>
          <w:sz w:val="28"/>
          <w:szCs w:val="28"/>
        </w:rPr>
      </w:pPr>
      <w:proofErr w:type="gramStart"/>
      <w:r w:rsidRPr="002E0D4E">
        <w:rPr>
          <w:sz w:val="28"/>
          <w:szCs w:val="28"/>
        </w:rPr>
        <w:t>затрат  в</w:t>
      </w:r>
      <w:proofErr w:type="gramEnd"/>
      <w:r w:rsidRPr="002E0D4E">
        <w:rPr>
          <w:sz w:val="28"/>
          <w:szCs w:val="28"/>
        </w:rPr>
        <w:t xml:space="preserve">  соответствии  с  перечнем  затрат  согласно  приложению </w:t>
      </w:r>
      <w:r w:rsidR="008F5F29" w:rsidRPr="002E0D4E">
        <w:rPr>
          <w:sz w:val="28"/>
          <w:szCs w:val="28"/>
        </w:rPr>
        <w:t>№</w:t>
      </w:r>
      <w:r w:rsidRPr="002E0D4E">
        <w:rPr>
          <w:sz w:val="28"/>
          <w:szCs w:val="28"/>
        </w:rPr>
        <w:t xml:space="preserve"> </w:t>
      </w:r>
      <w:r w:rsidR="00402E01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 xml:space="preserve"> к</w:t>
      </w:r>
      <w:r w:rsidR="008F5F29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настоящему  Соглашению,  которое  является  неотъемлемой  частью настоящего</w:t>
      </w:r>
      <w:r w:rsidR="008F5F29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Соглашения</w:t>
      </w:r>
      <w:r w:rsidR="00402E01" w:rsidRPr="002E0D4E">
        <w:rPr>
          <w:sz w:val="28"/>
          <w:szCs w:val="28"/>
        </w:rPr>
        <w:t xml:space="preserve"> </w:t>
      </w:r>
      <w:r w:rsidR="00895EB9" w:rsidRPr="002E0D4E">
        <w:rPr>
          <w:sz w:val="28"/>
          <w:szCs w:val="28"/>
          <w:vertAlign w:val="superscript"/>
        </w:rPr>
        <w:t>6</w:t>
      </w:r>
      <w:r w:rsidRPr="002E0D4E">
        <w:rPr>
          <w:sz w:val="28"/>
          <w:szCs w:val="28"/>
        </w:rPr>
        <w:t>.</w:t>
      </w:r>
    </w:p>
    <w:p w:rsidR="00ED0C50" w:rsidRPr="002E0D4E" w:rsidRDefault="00ED0C50" w:rsidP="008B6DEB">
      <w:pPr>
        <w:spacing w:line="280" w:lineRule="atLeast"/>
        <w:ind w:firstLine="567"/>
        <w:jc w:val="center"/>
        <w:outlineLvl w:val="1"/>
      </w:pPr>
      <w:bookmarkStart w:id="67" w:name="P2331"/>
      <w:bookmarkEnd w:id="67"/>
      <w:r w:rsidRPr="002E0D4E">
        <w:rPr>
          <w:sz w:val="28"/>
        </w:rPr>
        <w:t>II. Финансовое обеспечение предоставления гранта</w:t>
      </w:r>
    </w:p>
    <w:p w:rsidR="00ED0C50" w:rsidRPr="002E0D4E" w:rsidRDefault="00ED0C50" w:rsidP="008B6DEB">
      <w:pPr>
        <w:spacing w:line="280" w:lineRule="atLeast"/>
        <w:ind w:firstLine="567"/>
        <w:jc w:val="both"/>
      </w:pPr>
    </w:p>
    <w:p w:rsidR="00751E3F" w:rsidRPr="002E0D4E" w:rsidRDefault="00ED0C50" w:rsidP="00751E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68" w:name="P2333"/>
      <w:bookmarkEnd w:id="68"/>
      <w:r w:rsidRPr="002E0D4E">
        <w:rPr>
          <w:sz w:val="28"/>
          <w:szCs w:val="28"/>
        </w:rPr>
        <w:t xml:space="preserve">2.1. </w:t>
      </w:r>
      <w:r w:rsidR="00751E3F" w:rsidRPr="002E0D4E">
        <w:rPr>
          <w:rFonts w:eastAsiaTheme="minorHAnsi"/>
          <w:sz w:val="28"/>
          <w:szCs w:val="22"/>
          <w:lang w:eastAsia="en-US"/>
        </w:rPr>
        <w:t xml:space="preserve">Грант предоставляется </w:t>
      </w:r>
      <w:r w:rsidR="009F752E" w:rsidRPr="002E0D4E">
        <w:rPr>
          <w:rFonts w:eastAsiaTheme="minorHAnsi"/>
          <w:sz w:val="28"/>
          <w:szCs w:val="22"/>
          <w:lang w:eastAsia="en-US"/>
        </w:rPr>
        <w:t xml:space="preserve">Получателю </w:t>
      </w:r>
      <w:r w:rsidR="00751E3F" w:rsidRPr="002E0D4E">
        <w:rPr>
          <w:rFonts w:eastAsiaTheme="minorHAnsi"/>
          <w:sz w:val="28"/>
          <w:szCs w:val="22"/>
          <w:lang w:eastAsia="en-US"/>
        </w:rPr>
        <w:t>на цель(и), указанную(</w:t>
      </w:r>
      <w:proofErr w:type="spellStart"/>
      <w:r w:rsidR="00751E3F" w:rsidRPr="002E0D4E">
        <w:rPr>
          <w:rFonts w:eastAsiaTheme="minorHAnsi"/>
          <w:sz w:val="28"/>
          <w:szCs w:val="22"/>
          <w:lang w:eastAsia="en-US"/>
        </w:rPr>
        <w:t>ые</w:t>
      </w:r>
      <w:proofErr w:type="spellEnd"/>
      <w:r w:rsidR="00751E3F" w:rsidRPr="002E0D4E">
        <w:rPr>
          <w:rFonts w:eastAsiaTheme="minorHAnsi"/>
          <w:sz w:val="28"/>
          <w:szCs w:val="22"/>
          <w:lang w:eastAsia="en-US"/>
        </w:rPr>
        <w:t>) в разделе I настоящего Со</w:t>
      </w:r>
      <w:r w:rsidR="009F752E" w:rsidRPr="002E0D4E">
        <w:rPr>
          <w:rFonts w:eastAsiaTheme="minorHAnsi"/>
          <w:sz w:val="28"/>
          <w:szCs w:val="22"/>
          <w:lang w:eastAsia="en-US"/>
        </w:rPr>
        <w:t>глашения в размере _________(______________</w:t>
      </w:r>
      <w:r w:rsidR="00751E3F" w:rsidRPr="002E0D4E">
        <w:rPr>
          <w:rFonts w:eastAsiaTheme="minorHAnsi"/>
          <w:sz w:val="28"/>
          <w:szCs w:val="22"/>
          <w:lang w:eastAsia="en-US"/>
        </w:rPr>
        <w:t>) рублей ____ копеек,</w:t>
      </w:r>
      <w:r w:rsidR="00751E3F" w:rsidRPr="002E0D4E">
        <w:rPr>
          <w:rFonts w:eastAsiaTheme="minorHAnsi"/>
          <w:sz w:val="28"/>
          <w:szCs w:val="22"/>
          <w:lang w:eastAsia="en-US"/>
        </w:rPr>
        <w:br/>
      </w:r>
      <w:r w:rsidR="00751E3F" w:rsidRPr="002E0D4E">
        <w:rPr>
          <w:rFonts w:eastAsiaTheme="minorHAnsi"/>
          <w:lang w:eastAsia="en-US"/>
        </w:rPr>
        <w:t xml:space="preserve">                                                                </w:t>
      </w:r>
      <w:r w:rsidR="009F752E" w:rsidRPr="002E0D4E">
        <w:rPr>
          <w:rFonts w:eastAsiaTheme="minorHAnsi"/>
          <w:lang w:eastAsia="en-US"/>
        </w:rPr>
        <w:t xml:space="preserve">               </w:t>
      </w:r>
      <w:r w:rsidR="00751E3F" w:rsidRPr="002E0D4E">
        <w:rPr>
          <w:rFonts w:eastAsiaTheme="minorHAnsi"/>
          <w:lang w:eastAsia="en-US"/>
        </w:rPr>
        <w:t xml:space="preserve">  (сумма цифрами)        (сумма прописью)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том числе</w:t>
      </w:r>
      <w:r w:rsidR="0069071F" w:rsidRPr="002E0D4E">
        <w:rPr>
          <w:rFonts w:eastAsiaTheme="minorHAnsi"/>
          <w:sz w:val="28"/>
          <w:szCs w:val="22"/>
          <w:vertAlign w:val="superscript"/>
          <w:lang w:eastAsia="en-US"/>
        </w:rPr>
        <w:t>7</w:t>
      </w:r>
      <w:r w:rsidRPr="002E0D4E">
        <w:rPr>
          <w:rFonts w:eastAsiaTheme="minorHAnsi"/>
          <w:sz w:val="28"/>
          <w:szCs w:val="22"/>
          <w:lang w:eastAsia="en-US"/>
        </w:rPr>
        <w:t>: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 xml:space="preserve">2.1.1. в пределах лимитов бюджетных обязательств, доведенных ______________________как получателю средств </w:t>
      </w:r>
      <w:r w:rsidRPr="002E0D4E">
        <w:rPr>
          <w:rFonts w:eastAsiaTheme="minorHAnsi"/>
          <w:sz w:val="28"/>
          <w:szCs w:val="28"/>
          <w:lang w:eastAsia="en-US"/>
        </w:rPr>
        <w:t>бюджета</w:t>
      </w:r>
      <w:r w:rsidRPr="002E0D4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0D4E">
        <w:rPr>
          <w:rFonts w:eastAsiaTheme="minorHAnsi"/>
          <w:sz w:val="28"/>
          <w:szCs w:val="28"/>
          <w:lang w:eastAsia="en-US"/>
        </w:rPr>
        <w:t>по кодам классификации</w:t>
      </w:r>
    </w:p>
    <w:p w:rsidR="00442509" w:rsidRPr="002E0D4E" w:rsidRDefault="00442509" w:rsidP="00442509">
      <w:pPr>
        <w:widowControl w:val="0"/>
        <w:autoSpaceDE w:val="0"/>
        <w:autoSpaceDN w:val="0"/>
        <w:adjustRightInd w:val="0"/>
        <w:jc w:val="both"/>
      </w:pPr>
      <w:r w:rsidRPr="002E0D4E">
        <w:t>Министерству, Комитету, Агентству,</w:t>
      </w:r>
    </w:p>
    <w:p w:rsidR="00442509" w:rsidRPr="002E0D4E" w:rsidRDefault="00442509" w:rsidP="00442509">
      <w:pPr>
        <w:widowControl w:val="0"/>
        <w:autoSpaceDE w:val="0"/>
        <w:autoSpaceDN w:val="0"/>
        <w:adjustRightInd w:val="0"/>
        <w:jc w:val="both"/>
      </w:pPr>
      <w:r w:rsidRPr="002E0D4E">
        <w:t xml:space="preserve"> иному органу (организации)), 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E0D4E">
        <w:rPr>
          <w:rFonts w:eastAsiaTheme="minorHAnsi"/>
          <w:sz w:val="28"/>
          <w:szCs w:val="28"/>
          <w:lang w:eastAsia="en-US"/>
        </w:rPr>
        <w:t>расходов  бюджета</w:t>
      </w:r>
      <w:proofErr w:type="gramEnd"/>
      <w:r w:rsidRPr="002E0D4E">
        <w:rPr>
          <w:rFonts w:eastAsiaTheme="minorHAnsi"/>
          <w:sz w:val="28"/>
          <w:szCs w:val="28"/>
          <w:lang w:eastAsia="en-US"/>
        </w:rPr>
        <w:t xml:space="preserve"> Республики Татарстан (далее - коды БК), в следующем размере: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20__ году __________ (____________) рублей ___ копеек - по коду БК _____;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2E0D4E">
        <w:rPr>
          <w:rFonts w:eastAsiaTheme="minorHAnsi"/>
          <w:bCs/>
          <w:lang w:eastAsia="en-US"/>
        </w:rPr>
        <w:t xml:space="preserve">                     (сумма </w:t>
      </w:r>
      <w:proofErr w:type="gramStart"/>
      <w:r w:rsidRPr="002E0D4E">
        <w:rPr>
          <w:rFonts w:eastAsiaTheme="minorHAnsi"/>
          <w:bCs/>
          <w:lang w:eastAsia="en-US"/>
        </w:rPr>
        <w:t xml:space="preserve">цифрам) </w:t>
      </w:r>
      <w:r w:rsidR="005F0699" w:rsidRPr="002E0D4E">
        <w:rPr>
          <w:rFonts w:eastAsiaTheme="minorHAnsi"/>
          <w:bCs/>
          <w:lang w:eastAsia="en-US"/>
        </w:rPr>
        <w:t xml:space="preserve"> </w:t>
      </w:r>
      <w:r w:rsidRPr="002E0D4E">
        <w:rPr>
          <w:rFonts w:eastAsiaTheme="minorHAnsi"/>
          <w:bCs/>
          <w:lang w:eastAsia="en-US"/>
        </w:rPr>
        <w:t>(</w:t>
      </w:r>
      <w:proofErr w:type="gramEnd"/>
      <w:r w:rsidRPr="002E0D4E">
        <w:rPr>
          <w:rFonts w:eastAsiaTheme="minorHAnsi"/>
          <w:bCs/>
          <w:lang w:eastAsia="en-US"/>
        </w:rPr>
        <w:t xml:space="preserve">сумма прописью)                                                                                  </w:t>
      </w:r>
      <w:r w:rsidR="005F0699" w:rsidRPr="002E0D4E">
        <w:rPr>
          <w:rFonts w:eastAsiaTheme="minorHAnsi"/>
          <w:bCs/>
          <w:lang w:eastAsia="en-US"/>
        </w:rPr>
        <w:t xml:space="preserve">        </w:t>
      </w:r>
      <w:r w:rsidRPr="002E0D4E">
        <w:rPr>
          <w:rFonts w:eastAsiaTheme="minorHAnsi"/>
          <w:bCs/>
          <w:lang w:eastAsia="en-US"/>
        </w:rPr>
        <w:t xml:space="preserve"> (код БК)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20__ году __________ (_________</w:t>
      </w:r>
      <w:r w:rsidR="004D1929" w:rsidRPr="002E0D4E">
        <w:rPr>
          <w:rFonts w:eastAsiaTheme="minorHAnsi"/>
          <w:sz w:val="28"/>
          <w:szCs w:val="22"/>
          <w:lang w:eastAsia="en-US"/>
        </w:rPr>
        <w:t>__</w:t>
      </w:r>
      <w:r w:rsidRPr="002E0D4E">
        <w:rPr>
          <w:rFonts w:eastAsiaTheme="minorHAnsi"/>
          <w:sz w:val="28"/>
          <w:szCs w:val="22"/>
          <w:lang w:eastAsia="en-US"/>
        </w:rPr>
        <w:t>_) рублей ___</w:t>
      </w:r>
      <w:r w:rsidR="004D1929" w:rsidRPr="002E0D4E">
        <w:rPr>
          <w:rFonts w:eastAsiaTheme="minorHAnsi"/>
          <w:sz w:val="28"/>
          <w:szCs w:val="22"/>
          <w:lang w:eastAsia="en-US"/>
        </w:rPr>
        <w:t xml:space="preserve"> копеек - по коду БК _____</w:t>
      </w:r>
      <w:r w:rsidRPr="002E0D4E">
        <w:rPr>
          <w:rFonts w:eastAsiaTheme="minorHAnsi"/>
          <w:sz w:val="28"/>
          <w:szCs w:val="22"/>
          <w:lang w:eastAsia="en-US"/>
        </w:rPr>
        <w:t>;</w:t>
      </w:r>
    </w:p>
    <w:p w:rsidR="00751E3F" w:rsidRPr="002E0D4E" w:rsidRDefault="004D1929" w:rsidP="00751E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2E0D4E">
        <w:rPr>
          <w:rFonts w:eastAsiaTheme="minorHAnsi"/>
          <w:bCs/>
          <w:i/>
          <w:sz w:val="28"/>
          <w:szCs w:val="22"/>
          <w:lang w:eastAsia="en-US"/>
        </w:rPr>
        <w:t xml:space="preserve">                  </w:t>
      </w:r>
      <w:r w:rsidR="00751E3F" w:rsidRPr="002E0D4E">
        <w:rPr>
          <w:rFonts w:eastAsiaTheme="minorHAnsi"/>
          <w:bCs/>
          <w:i/>
          <w:sz w:val="28"/>
          <w:szCs w:val="22"/>
          <w:lang w:eastAsia="en-US"/>
        </w:rPr>
        <w:t xml:space="preserve"> </w:t>
      </w:r>
      <w:r w:rsidR="00751E3F" w:rsidRPr="002E0D4E">
        <w:rPr>
          <w:rFonts w:eastAsiaTheme="minorHAnsi"/>
          <w:bCs/>
          <w:lang w:eastAsia="en-US"/>
        </w:rPr>
        <w:t xml:space="preserve">(сумма </w:t>
      </w:r>
      <w:proofErr w:type="gramStart"/>
      <w:r w:rsidR="00751E3F" w:rsidRPr="002E0D4E">
        <w:rPr>
          <w:rFonts w:eastAsiaTheme="minorHAnsi"/>
          <w:bCs/>
          <w:lang w:eastAsia="en-US"/>
        </w:rPr>
        <w:t>цифрами)</w:t>
      </w:r>
      <w:r w:rsidRPr="002E0D4E">
        <w:rPr>
          <w:rFonts w:eastAsiaTheme="minorHAnsi"/>
          <w:bCs/>
          <w:lang w:eastAsia="en-US"/>
        </w:rPr>
        <w:t xml:space="preserve">  (</w:t>
      </w:r>
      <w:proofErr w:type="gramEnd"/>
      <w:r w:rsidR="00751E3F" w:rsidRPr="002E0D4E">
        <w:rPr>
          <w:rFonts w:eastAsiaTheme="minorHAnsi"/>
          <w:bCs/>
          <w:lang w:eastAsia="en-US"/>
        </w:rPr>
        <w:t>сумма прописью)                                                                                    (код БК)</w:t>
      </w:r>
    </w:p>
    <w:p w:rsidR="00751E3F" w:rsidRPr="002E0D4E" w:rsidRDefault="00751E3F" w:rsidP="00751E3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E0D4E">
        <w:rPr>
          <w:rFonts w:eastAsiaTheme="minorHAnsi"/>
          <w:sz w:val="28"/>
          <w:szCs w:val="22"/>
          <w:lang w:eastAsia="en-US"/>
        </w:rPr>
        <w:t>в 20__ году __________ (_________</w:t>
      </w:r>
      <w:r w:rsidR="004D1929" w:rsidRPr="002E0D4E">
        <w:rPr>
          <w:rFonts w:eastAsiaTheme="minorHAnsi"/>
          <w:sz w:val="28"/>
          <w:szCs w:val="22"/>
          <w:lang w:eastAsia="en-US"/>
        </w:rPr>
        <w:t>___</w:t>
      </w:r>
      <w:r w:rsidRPr="002E0D4E">
        <w:rPr>
          <w:rFonts w:eastAsiaTheme="minorHAnsi"/>
          <w:sz w:val="28"/>
          <w:szCs w:val="22"/>
          <w:lang w:eastAsia="en-US"/>
        </w:rPr>
        <w:t>_) рублей ___ копеек - по коду БК____;</w:t>
      </w:r>
    </w:p>
    <w:p w:rsidR="00751E3F" w:rsidRPr="002E0D4E" w:rsidRDefault="004D1929" w:rsidP="00751E3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2E0D4E">
        <w:rPr>
          <w:rFonts w:eastAsiaTheme="minorHAnsi"/>
          <w:bCs/>
          <w:i/>
          <w:sz w:val="28"/>
          <w:szCs w:val="22"/>
          <w:lang w:eastAsia="en-US"/>
        </w:rPr>
        <w:t xml:space="preserve">                 </w:t>
      </w:r>
      <w:r w:rsidR="00751E3F" w:rsidRPr="002E0D4E">
        <w:rPr>
          <w:rFonts w:eastAsiaTheme="minorHAnsi"/>
          <w:bCs/>
          <w:i/>
          <w:sz w:val="28"/>
          <w:szCs w:val="22"/>
          <w:lang w:eastAsia="en-US"/>
        </w:rPr>
        <w:t xml:space="preserve"> </w:t>
      </w:r>
      <w:r w:rsidR="00751E3F" w:rsidRPr="002E0D4E">
        <w:rPr>
          <w:rFonts w:eastAsiaTheme="minorHAnsi"/>
          <w:bCs/>
          <w:lang w:eastAsia="en-US"/>
        </w:rPr>
        <w:t xml:space="preserve">(сумма </w:t>
      </w:r>
      <w:proofErr w:type="gramStart"/>
      <w:r w:rsidR="00751E3F" w:rsidRPr="002E0D4E">
        <w:rPr>
          <w:rFonts w:eastAsiaTheme="minorHAnsi"/>
          <w:bCs/>
          <w:lang w:eastAsia="en-US"/>
        </w:rPr>
        <w:t>цифрами)</w:t>
      </w:r>
      <w:r w:rsidRPr="002E0D4E">
        <w:rPr>
          <w:rFonts w:eastAsiaTheme="minorHAnsi"/>
          <w:bCs/>
          <w:lang w:eastAsia="en-US"/>
        </w:rPr>
        <w:t xml:space="preserve">   </w:t>
      </w:r>
      <w:proofErr w:type="gramEnd"/>
      <w:r w:rsidRPr="002E0D4E">
        <w:rPr>
          <w:rFonts w:eastAsiaTheme="minorHAnsi"/>
          <w:bCs/>
          <w:lang w:eastAsia="en-US"/>
        </w:rPr>
        <w:t xml:space="preserve">  </w:t>
      </w:r>
      <w:r w:rsidR="00751E3F" w:rsidRPr="002E0D4E">
        <w:rPr>
          <w:rFonts w:eastAsiaTheme="minorHAnsi"/>
          <w:bCs/>
          <w:lang w:eastAsia="en-US"/>
        </w:rPr>
        <w:t>(сумма прописью)                                                                                   (код БК)</w:t>
      </w:r>
    </w:p>
    <w:p w:rsidR="00751E3F" w:rsidRPr="002E0D4E" w:rsidRDefault="00751E3F" w:rsidP="004B0CE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sz w:val="28"/>
          <w:szCs w:val="18"/>
          <w:lang w:eastAsia="en-US"/>
        </w:rPr>
      </w:pPr>
      <w:r w:rsidRPr="002E0D4E">
        <w:rPr>
          <w:rFonts w:eastAsiaTheme="minorHAnsi" w:cstheme="minorBidi"/>
          <w:bCs/>
          <w:sz w:val="28"/>
          <w:szCs w:val="18"/>
          <w:lang w:eastAsia="en-US"/>
        </w:rPr>
        <w:t xml:space="preserve">2.1.2. за пределами планового периода в соответствии </w:t>
      </w:r>
      <w:r w:rsidRPr="002E0D4E">
        <w:rPr>
          <w:rFonts w:eastAsiaTheme="minorHAnsi" w:cstheme="minorBidi"/>
          <w:bCs/>
          <w:sz w:val="28"/>
          <w:szCs w:val="18"/>
          <w:lang w:eastAsia="en-US"/>
        </w:rPr>
        <w:br/>
        <w:t>с _____________________________________________________________________</w:t>
      </w:r>
      <w:r w:rsidR="00D21458" w:rsidRPr="002E0D4E">
        <w:rPr>
          <w:rFonts w:eastAsiaTheme="minorHAnsi" w:cstheme="minorBidi"/>
          <w:bCs/>
          <w:sz w:val="28"/>
          <w:szCs w:val="18"/>
          <w:vertAlign w:val="superscript"/>
          <w:lang w:eastAsia="en-US"/>
        </w:rPr>
        <w:t>8</w:t>
      </w:r>
      <w:r w:rsidRPr="002E0D4E">
        <w:rPr>
          <w:rFonts w:eastAsiaTheme="minorHAnsi" w:cstheme="minorBidi"/>
          <w:bCs/>
          <w:sz w:val="28"/>
          <w:szCs w:val="18"/>
          <w:lang w:eastAsia="en-US"/>
        </w:rPr>
        <w:t>:</w:t>
      </w:r>
    </w:p>
    <w:p w:rsidR="00751E3F" w:rsidRPr="002E0D4E" w:rsidRDefault="00751E3F" w:rsidP="004B0CE2">
      <w:pPr>
        <w:widowControl w:val="0"/>
        <w:autoSpaceDE w:val="0"/>
        <w:autoSpaceDN w:val="0"/>
        <w:adjustRightInd w:val="0"/>
        <w:jc w:val="center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lang w:eastAsia="en-US"/>
        </w:rPr>
        <w:t>(реквизиты принятого в соответствии с бюджетным законодательством Российской Федерации акт</w:t>
      </w:r>
      <w:r w:rsidR="001D39A1" w:rsidRPr="002E0D4E">
        <w:rPr>
          <w:rFonts w:eastAsiaTheme="minorHAnsi" w:cstheme="minorBidi"/>
          <w:bCs/>
          <w:lang w:eastAsia="en-US"/>
        </w:rPr>
        <w:t>а</w:t>
      </w:r>
      <w:r w:rsidRPr="002E0D4E">
        <w:rPr>
          <w:rFonts w:eastAsiaTheme="minorHAnsi" w:cstheme="minorBidi"/>
          <w:bCs/>
          <w:lang w:eastAsia="en-US"/>
        </w:rPr>
        <w:t xml:space="preserve"> </w:t>
      </w:r>
      <w:r w:rsidR="001D39A1" w:rsidRPr="002E0D4E">
        <w:rPr>
          <w:rFonts w:eastAsiaTheme="minorHAnsi" w:cstheme="minorBidi"/>
          <w:bCs/>
          <w:lang w:eastAsia="en-US"/>
        </w:rPr>
        <w:t>Каб</w:t>
      </w:r>
      <w:r w:rsidR="00FD58B7" w:rsidRPr="002E0D4E">
        <w:rPr>
          <w:rFonts w:eastAsiaTheme="minorHAnsi" w:cstheme="minorBidi"/>
          <w:bCs/>
          <w:lang w:eastAsia="en-US"/>
        </w:rPr>
        <w:t>и</w:t>
      </w:r>
      <w:r w:rsidR="001D39A1" w:rsidRPr="002E0D4E">
        <w:rPr>
          <w:rFonts w:eastAsiaTheme="minorHAnsi" w:cstheme="minorBidi"/>
          <w:bCs/>
          <w:lang w:eastAsia="en-US"/>
        </w:rPr>
        <w:t>нета Министров Республики Татарстан</w:t>
      </w:r>
      <w:r w:rsidRPr="002E0D4E">
        <w:rPr>
          <w:rFonts w:eastAsiaTheme="minorHAnsi" w:cstheme="minorBidi"/>
          <w:bCs/>
          <w:lang w:eastAsia="en-US"/>
        </w:rPr>
        <w:t>, предусматривающего заключение соглашения (договора) на срок, превышающий срок действия лимитов бюджетных обязательств)</w:t>
      </w:r>
    </w:p>
    <w:p w:rsidR="00751E3F" w:rsidRPr="002E0D4E" w:rsidRDefault="00751E3F" w:rsidP="004B0CE2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2E0D4E">
        <w:rPr>
          <w:rFonts w:eastAsiaTheme="minorHAnsi" w:cstheme="minorBidi"/>
          <w:sz w:val="28"/>
          <w:szCs w:val="28"/>
          <w:lang w:eastAsia="en-US"/>
        </w:rPr>
        <w:t>в 20__ году ________</w:t>
      </w:r>
      <w:r w:rsidR="001D39A1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 (</w:t>
      </w:r>
      <w:r w:rsidR="001D39A1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__________) рублей ___ копеек</w:t>
      </w:r>
      <w:r w:rsidR="00544EB8" w:rsidRPr="002E0D4E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D21458" w:rsidRPr="002E0D4E">
        <w:rPr>
          <w:rFonts w:eastAsiaTheme="minorHAnsi" w:cstheme="minorBidi"/>
          <w:sz w:val="28"/>
          <w:szCs w:val="28"/>
          <w:vertAlign w:val="superscript"/>
          <w:lang w:eastAsia="en-US"/>
        </w:rPr>
        <w:t>9</w:t>
      </w:r>
      <w:r w:rsidRPr="002E0D4E">
        <w:rPr>
          <w:rFonts w:eastAsiaTheme="minorHAnsi" w:cstheme="minorBidi"/>
          <w:sz w:val="28"/>
          <w:szCs w:val="28"/>
          <w:lang w:eastAsia="en-US"/>
        </w:rPr>
        <w:t>;</w:t>
      </w:r>
    </w:p>
    <w:p w:rsidR="00751E3F" w:rsidRPr="002E0D4E" w:rsidRDefault="00751E3F" w:rsidP="004B0CE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i/>
          <w:sz w:val="18"/>
          <w:szCs w:val="18"/>
          <w:lang w:eastAsia="en-US"/>
        </w:rPr>
        <w:t xml:space="preserve">                                </w:t>
      </w:r>
      <w:r w:rsidRPr="002E0D4E">
        <w:rPr>
          <w:rFonts w:eastAsiaTheme="minorHAnsi" w:cstheme="minorBidi"/>
          <w:bCs/>
          <w:lang w:eastAsia="en-US"/>
        </w:rPr>
        <w:t xml:space="preserve">(сумма </w:t>
      </w:r>
      <w:proofErr w:type="gramStart"/>
      <w:r w:rsidRPr="002E0D4E">
        <w:rPr>
          <w:rFonts w:eastAsiaTheme="minorHAnsi" w:cstheme="minorBidi"/>
          <w:bCs/>
          <w:lang w:eastAsia="en-US"/>
        </w:rPr>
        <w:t xml:space="preserve">цифрой)   </w:t>
      </w:r>
      <w:proofErr w:type="gramEnd"/>
      <w:r w:rsidRPr="002E0D4E">
        <w:rPr>
          <w:rFonts w:eastAsiaTheme="minorHAnsi" w:cstheme="minorBidi"/>
          <w:bCs/>
          <w:lang w:eastAsia="en-US"/>
        </w:rPr>
        <w:t xml:space="preserve"> </w:t>
      </w:r>
      <w:r w:rsidR="001D39A1" w:rsidRPr="002E0D4E">
        <w:rPr>
          <w:rFonts w:eastAsiaTheme="minorHAnsi" w:cstheme="minorBidi"/>
          <w:bCs/>
          <w:lang w:eastAsia="en-US"/>
        </w:rPr>
        <w:t xml:space="preserve">    </w:t>
      </w:r>
      <w:r w:rsidRPr="002E0D4E">
        <w:rPr>
          <w:rFonts w:eastAsiaTheme="minorHAnsi" w:cstheme="minorBidi"/>
          <w:bCs/>
          <w:lang w:eastAsia="en-US"/>
        </w:rPr>
        <w:t xml:space="preserve">(сумма прописью)  </w:t>
      </w:r>
    </w:p>
    <w:p w:rsidR="00751E3F" w:rsidRPr="002E0D4E" w:rsidRDefault="00751E3F" w:rsidP="004B0CE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2E0D4E">
        <w:rPr>
          <w:rFonts w:eastAsiaTheme="minorHAnsi" w:cstheme="minorBidi"/>
          <w:sz w:val="28"/>
          <w:szCs w:val="28"/>
          <w:lang w:eastAsia="en-US"/>
        </w:rPr>
        <w:t>в 20__ году ________</w:t>
      </w:r>
      <w:r w:rsidR="001D39A1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 (_</w:t>
      </w:r>
      <w:r w:rsidR="001D39A1" w:rsidRPr="002E0D4E">
        <w:rPr>
          <w:rFonts w:eastAsiaTheme="minorHAnsi" w:cstheme="minorBidi"/>
          <w:sz w:val="28"/>
          <w:szCs w:val="28"/>
          <w:lang w:eastAsia="en-US"/>
        </w:rPr>
        <w:t>___</w:t>
      </w:r>
      <w:r w:rsidRPr="002E0D4E">
        <w:rPr>
          <w:rFonts w:eastAsiaTheme="minorHAnsi" w:cstheme="minorBidi"/>
          <w:sz w:val="28"/>
          <w:szCs w:val="28"/>
          <w:lang w:eastAsia="en-US"/>
        </w:rPr>
        <w:t>_________) рублей ___ копеек</w:t>
      </w:r>
      <w:r w:rsidR="00544EB8" w:rsidRPr="002E0D4E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D21458" w:rsidRPr="002E0D4E">
        <w:rPr>
          <w:rFonts w:eastAsiaTheme="minorHAnsi" w:cstheme="minorBidi"/>
          <w:sz w:val="28"/>
          <w:szCs w:val="28"/>
          <w:vertAlign w:val="superscript"/>
          <w:lang w:eastAsia="en-US"/>
        </w:rPr>
        <w:t>9</w:t>
      </w:r>
      <w:r w:rsidRPr="002E0D4E">
        <w:rPr>
          <w:rFonts w:eastAsiaTheme="minorHAnsi" w:cstheme="minorBidi"/>
          <w:sz w:val="28"/>
          <w:szCs w:val="28"/>
          <w:lang w:eastAsia="en-US"/>
        </w:rPr>
        <w:t>;</w:t>
      </w:r>
    </w:p>
    <w:p w:rsidR="00751E3F" w:rsidRPr="002E0D4E" w:rsidRDefault="001D39A1" w:rsidP="004B0CE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lang w:eastAsia="en-US"/>
        </w:rPr>
        <w:t xml:space="preserve">                              </w:t>
      </w:r>
      <w:r w:rsidR="00751E3F" w:rsidRPr="002E0D4E">
        <w:rPr>
          <w:rFonts w:eastAsiaTheme="minorHAnsi" w:cstheme="minorBidi"/>
          <w:bCs/>
          <w:lang w:eastAsia="en-US"/>
        </w:rPr>
        <w:t xml:space="preserve"> (сумма </w:t>
      </w:r>
      <w:proofErr w:type="gramStart"/>
      <w:r w:rsidR="00751E3F" w:rsidRPr="002E0D4E">
        <w:rPr>
          <w:rFonts w:eastAsiaTheme="minorHAnsi" w:cstheme="minorBidi"/>
          <w:bCs/>
          <w:lang w:eastAsia="en-US"/>
        </w:rPr>
        <w:t xml:space="preserve">цифрой)  </w:t>
      </w:r>
      <w:r w:rsidRPr="002E0D4E">
        <w:rPr>
          <w:rFonts w:eastAsiaTheme="minorHAnsi" w:cstheme="minorBidi"/>
          <w:bCs/>
          <w:lang w:eastAsia="en-US"/>
        </w:rPr>
        <w:t xml:space="preserve"> </w:t>
      </w:r>
      <w:proofErr w:type="gramEnd"/>
      <w:r w:rsidRPr="002E0D4E">
        <w:rPr>
          <w:rFonts w:eastAsiaTheme="minorHAnsi" w:cstheme="minorBidi"/>
          <w:bCs/>
          <w:lang w:eastAsia="en-US"/>
        </w:rPr>
        <w:t xml:space="preserve">  </w:t>
      </w:r>
      <w:r w:rsidR="00751E3F" w:rsidRPr="002E0D4E">
        <w:rPr>
          <w:rFonts w:eastAsiaTheme="minorHAnsi" w:cstheme="minorBidi"/>
          <w:bCs/>
          <w:lang w:eastAsia="en-US"/>
        </w:rPr>
        <w:t xml:space="preserve">  (сумма прописью)  </w:t>
      </w:r>
    </w:p>
    <w:p w:rsidR="00751E3F" w:rsidRPr="002E0D4E" w:rsidRDefault="00751E3F" w:rsidP="004B0CE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2E0D4E">
        <w:rPr>
          <w:rFonts w:eastAsiaTheme="minorHAnsi" w:cstheme="minorBidi"/>
          <w:sz w:val="28"/>
          <w:szCs w:val="28"/>
          <w:lang w:eastAsia="en-US"/>
        </w:rPr>
        <w:t>в 20__ году ___</w:t>
      </w:r>
      <w:r w:rsidR="001D39A1" w:rsidRPr="002E0D4E">
        <w:rPr>
          <w:rFonts w:eastAsiaTheme="minorHAnsi" w:cstheme="minorBidi"/>
          <w:sz w:val="28"/>
          <w:szCs w:val="28"/>
          <w:lang w:eastAsia="en-US"/>
        </w:rPr>
        <w:t>__</w:t>
      </w:r>
      <w:r w:rsidRPr="002E0D4E">
        <w:rPr>
          <w:rFonts w:eastAsiaTheme="minorHAnsi" w:cstheme="minorBidi"/>
          <w:sz w:val="28"/>
          <w:szCs w:val="28"/>
          <w:lang w:eastAsia="en-US"/>
        </w:rPr>
        <w:t>______ (___</w:t>
      </w:r>
      <w:r w:rsidR="001D39A1" w:rsidRPr="002E0D4E">
        <w:rPr>
          <w:rFonts w:eastAsiaTheme="minorHAnsi" w:cstheme="minorBidi"/>
          <w:sz w:val="28"/>
          <w:szCs w:val="28"/>
          <w:lang w:eastAsia="en-US"/>
        </w:rPr>
        <w:t>____</w:t>
      </w:r>
      <w:r w:rsidRPr="002E0D4E">
        <w:rPr>
          <w:rFonts w:eastAsiaTheme="minorHAnsi" w:cstheme="minorBidi"/>
          <w:sz w:val="28"/>
          <w:szCs w:val="28"/>
          <w:lang w:eastAsia="en-US"/>
        </w:rPr>
        <w:t>_______) рублей ___ копеек</w:t>
      </w:r>
      <w:r w:rsidR="00544EB8" w:rsidRPr="002E0D4E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D21458" w:rsidRPr="002E0D4E">
        <w:rPr>
          <w:rFonts w:eastAsiaTheme="minorHAnsi" w:cstheme="minorBidi"/>
          <w:sz w:val="28"/>
          <w:szCs w:val="28"/>
          <w:vertAlign w:val="superscript"/>
          <w:lang w:eastAsia="en-US"/>
        </w:rPr>
        <w:t>9</w:t>
      </w:r>
      <w:r w:rsidRPr="002E0D4E">
        <w:rPr>
          <w:rFonts w:eastAsiaTheme="minorHAnsi" w:cstheme="minorBidi"/>
          <w:sz w:val="28"/>
          <w:szCs w:val="28"/>
          <w:lang w:eastAsia="en-US"/>
        </w:rPr>
        <w:t>;</w:t>
      </w:r>
    </w:p>
    <w:p w:rsidR="004B0CE2" w:rsidRPr="002E0D4E" w:rsidRDefault="00751E3F" w:rsidP="004B0CE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bCs/>
          <w:lang w:eastAsia="en-US"/>
        </w:rPr>
      </w:pPr>
      <w:r w:rsidRPr="002E0D4E">
        <w:rPr>
          <w:rFonts w:eastAsiaTheme="minorHAnsi" w:cstheme="minorBidi"/>
          <w:bCs/>
          <w:i/>
          <w:sz w:val="18"/>
          <w:szCs w:val="18"/>
          <w:lang w:eastAsia="en-US"/>
        </w:rPr>
        <w:t xml:space="preserve">                                </w:t>
      </w:r>
      <w:r w:rsidRPr="002E0D4E">
        <w:rPr>
          <w:rFonts w:eastAsiaTheme="minorHAnsi" w:cstheme="minorBidi"/>
          <w:bCs/>
          <w:lang w:eastAsia="en-US"/>
        </w:rPr>
        <w:t xml:space="preserve">(сумма </w:t>
      </w:r>
      <w:proofErr w:type="gramStart"/>
      <w:r w:rsidRPr="002E0D4E">
        <w:rPr>
          <w:rFonts w:eastAsiaTheme="minorHAnsi" w:cstheme="minorBidi"/>
          <w:bCs/>
          <w:lang w:eastAsia="en-US"/>
        </w:rPr>
        <w:t xml:space="preserve">цифрой)   </w:t>
      </w:r>
      <w:proofErr w:type="gramEnd"/>
      <w:r w:rsidR="001D39A1" w:rsidRPr="002E0D4E">
        <w:rPr>
          <w:rFonts w:eastAsiaTheme="minorHAnsi" w:cstheme="minorBidi"/>
          <w:bCs/>
          <w:lang w:eastAsia="en-US"/>
        </w:rPr>
        <w:t xml:space="preserve">     </w:t>
      </w:r>
      <w:r w:rsidRPr="002E0D4E">
        <w:rPr>
          <w:rFonts w:eastAsiaTheme="minorHAnsi" w:cstheme="minorBidi"/>
          <w:bCs/>
          <w:lang w:eastAsia="en-US"/>
        </w:rPr>
        <w:t xml:space="preserve"> (сумма прописью)  </w:t>
      </w:r>
    </w:p>
    <w:p w:rsidR="00ED0C50" w:rsidRPr="002E0D4E" w:rsidRDefault="00ED0C50" w:rsidP="004B0CE2">
      <w:pPr>
        <w:widowControl w:val="0"/>
        <w:autoSpaceDE w:val="0"/>
        <w:autoSpaceDN w:val="0"/>
        <w:adjustRightInd w:val="0"/>
        <w:ind w:firstLine="709"/>
        <w:jc w:val="both"/>
      </w:pPr>
      <w:r w:rsidRPr="002E0D4E">
        <w:rPr>
          <w:sz w:val="28"/>
          <w:szCs w:val="28"/>
        </w:rPr>
        <w:t xml:space="preserve">  </w:t>
      </w:r>
      <w:r w:rsidRPr="002E0D4E">
        <w:rPr>
          <w:rFonts w:ascii="Courier New" w:hAnsi="Courier New" w:cs="Courier New"/>
        </w:rPr>
        <w:t xml:space="preserve"> </w:t>
      </w:r>
    </w:p>
    <w:p w:rsidR="00ED0C50" w:rsidRPr="002E0D4E" w:rsidRDefault="00ED0C50" w:rsidP="008B6DEB">
      <w:pPr>
        <w:spacing w:after="1" w:line="280" w:lineRule="atLeast"/>
        <w:ind w:firstLine="567"/>
        <w:jc w:val="center"/>
        <w:outlineLvl w:val="1"/>
      </w:pPr>
      <w:bookmarkStart w:id="69" w:name="P2351"/>
      <w:bookmarkEnd w:id="69"/>
      <w:r w:rsidRPr="002E0D4E">
        <w:rPr>
          <w:sz w:val="28"/>
        </w:rPr>
        <w:t>III. Условия предоставления гранта</w:t>
      </w:r>
    </w:p>
    <w:p w:rsidR="00ED0C50" w:rsidRPr="002E0D4E" w:rsidRDefault="00ED0C50" w:rsidP="008B6DEB">
      <w:pPr>
        <w:spacing w:after="1" w:line="280" w:lineRule="atLeast"/>
        <w:ind w:firstLine="567"/>
        <w:jc w:val="both"/>
      </w:pPr>
    </w:p>
    <w:p w:rsidR="00D33901" w:rsidRPr="002E0D4E" w:rsidRDefault="00ED0C50" w:rsidP="008B6DEB">
      <w:pPr>
        <w:spacing w:after="1" w:line="280" w:lineRule="atLeast"/>
        <w:ind w:firstLine="567"/>
        <w:jc w:val="both"/>
      </w:pPr>
      <w:r w:rsidRPr="002E0D4E">
        <w:rPr>
          <w:sz w:val="28"/>
        </w:rPr>
        <w:t>3.1. Грант предоставляется в соответствии с Правилами предоставления гранта:</w:t>
      </w:r>
      <w:bookmarkStart w:id="70" w:name="P2354"/>
      <w:bookmarkEnd w:id="70"/>
    </w:p>
    <w:p w:rsidR="00ED0C50" w:rsidRPr="002E0D4E" w:rsidRDefault="00ED0C50" w:rsidP="008B6DE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3.1.1. при представлении Получателем в</w:t>
      </w:r>
      <w:r w:rsidRPr="002E0D4E">
        <w:rPr>
          <w:rFonts w:ascii="Courier New" w:hAnsi="Courier New" w:cs="Courier New"/>
        </w:rPr>
        <w:t xml:space="preserve"> </w:t>
      </w:r>
      <w:r w:rsidRPr="002E0D4E">
        <w:rPr>
          <w:sz w:val="28"/>
          <w:szCs w:val="28"/>
        </w:rPr>
        <w:t>________________________________</w:t>
      </w:r>
      <w:r w:rsidR="00280845" w:rsidRPr="002E0D4E">
        <w:rPr>
          <w:sz w:val="28"/>
          <w:szCs w:val="28"/>
        </w:rPr>
        <w:t>,</w:t>
      </w:r>
    </w:p>
    <w:p w:rsidR="00280845" w:rsidRPr="002E0D4E" w:rsidRDefault="00280845" w:rsidP="00895EB9">
      <w:pPr>
        <w:spacing w:after="1" w:line="200" w:lineRule="atLeast"/>
        <w:jc w:val="both"/>
      </w:pPr>
      <w:r w:rsidRPr="002E0D4E">
        <w:t xml:space="preserve">                                                                                             (Министерство, Комитет, Агентства, иной орган (организацию))</w:t>
      </w:r>
    </w:p>
    <w:p w:rsidR="00D33901" w:rsidRPr="002E0D4E" w:rsidRDefault="00ED0C50" w:rsidP="00895EB9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в срок до </w:t>
      </w:r>
      <w:r w:rsidR="00D33901" w:rsidRPr="002E0D4E">
        <w:rPr>
          <w:sz w:val="28"/>
          <w:szCs w:val="28"/>
        </w:rPr>
        <w:t>«</w:t>
      </w:r>
      <w:r w:rsidRPr="002E0D4E">
        <w:rPr>
          <w:sz w:val="28"/>
          <w:szCs w:val="28"/>
        </w:rPr>
        <w:t>__</w:t>
      </w:r>
      <w:r w:rsidR="00D33901" w:rsidRPr="002E0D4E">
        <w:rPr>
          <w:sz w:val="28"/>
          <w:szCs w:val="28"/>
        </w:rPr>
        <w:t>»</w:t>
      </w:r>
      <w:r w:rsidRPr="002E0D4E">
        <w:rPr>
          <w:sz w:val="28"/>
          <w:szCs w:val="28"/>
        </w:rPr>
        <w:t xml:space="preserve"> _______ 20__ г. документов, в том числе</w:t>
      </w:r>
      <w:r w:rsidR="00B777E4" w:rsidRPr="002E0D4E">
        <w:rPr>
          <w:sz w:val="28"/>
          <w:szCs w:val="28"/>
        </w:rPr>
        <w:t xml:space="preserve"> </w:t>
      </w:r>
      <w:r w:rsidR="00F554E7" w:rsidRPr="002E0D4E">
        <w:rPr>
          <w:sz w:val="28"/>
          <w:szCs w:val="28"/>
          <w:vertAlign w:val="superscript"/>
        </w:rPr>
        <w:t>10</w:t>
      </w:r>
      <w:r w:rsidRPr="002E0D4E">
        <w:rPr>
          <w:sz w:val="28"/>
          <w:szCs w:val="28"/>
        </w:rPr>
        <w:t>:</w:t>
      </w:r>
      <w:bookmarkStart w:id="71" w:name="P2358"/>
      <w:bookmarkEnd w:id="71"/>
    </w:p>
    <w:p w:rsidR="00B777E4" w:rsidRPr="002E0D4E" w:rsidRDefault="00B777E4" w:rsidP="008B6DEB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3.1.1.</w:t>
      </w:r>
      <w:proofErr w:type="gramStart"/>
      <w:r w:rsidRPr="002E0D4E">
        <w:rPr>
          <w:sz w:val="28"/>
          <w:szCs w:val="28"/>
        </w:rPr>
        <w:t>1._</w:t>
      </w:r>
      <w:proofErr w:type="gramEnd"/>
      <w:r w:rsidRPr="002E0D4E">
        <w:rPr>
          <w:sz w:val="28"/>
          <w:szCs w:val="28"/>
        </w:rPr>
        <w:t>_____________________________________________________________;</w:t>
      </w:r>
    </w:p>
    <w:p w:rsidR="00B777E4" w:rsidRPr="002E0D4E" w:rsidRDefault="00B777E4" w:rsidP="008B6DEB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>3.1.1.</w:t>
      </w:r>
      <w:proofErr w:type="gramStart"/>
      <w:r w:rsidRPr="002E0D4E">
        <w:rPr>
          <w:sz w:val="28"/>
          <w:szCs w:val="28"/>
        </w:rPr>
        <w:t>2._</w:t>
      </w:r>
      <w:proofErr w:type="gramEnd"/>
      <w:r w:rsidRPr="002E0D4E">
        <w:rPr>
          <w:sz w:val="28"/>
          <w:szCs w:val="28"/>
        </w:rPr>
        <w:t>____________________________________________________________</w:t>
      </w:r>
      <w:r w:rsidR="008C613A" w:rsidRPr="002E0D4E">
        <w:rPr>
          <w:sz w:val="28"/>
          <w:szCs w:val="28"/>
        </w:rPr>
        <w:t>_</w:t>
      </w:r>
      <w:r w:rsidRPr="002E0D4E">
        <w:rPr>
          <w:sz w:val="28"/>
          <w:szCs w:val="28"/>
        </w:rPr>
        <w:t>.</w:t>
      </w:r>
    </w:p>
    <w:p w:rsidR="00D33901" w:rsidRPr="002E0D4E" w:rsidRDefault="00ED0C50" w:rsidP="008B6DEB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3.1.2. при соблюдении иных условий, в том числе</w:t>
      </w:r>
      <w:r w:rsidR="008C613A" w:rsidRPr="002E0D4E">
        <w:rPr>
          <w:sz w:val="28"/>
        </w:rPr>
        <w:t xml:space="preserve"> </w:t>
      </w:r>
      <w:r w:rsidR="00F554E7" w:rsidRPr="002E0D4E">
        <w:rPr>
          <w:sz w:val="28"/>
          <w:vertAlign w:val="superscript"/>
        </w:rPr>
        <w:t>11</w:t>
      </w:r>
      <w:r w:rsidRPr="002E0D4E">
        <w:rPr>
          <w:sz w:val="28"/>
        </w:rPr>
        <w:t>:</w:t>
      </w:r>
      <w:bookmarkStart w:id="72" w:name="P2361"/>
      <w:bookmarkEnd w:id="72"/>
    </w:p>
    <w:p w:rsidR="008C613A" w:rsidRPr="002E0D4E" w:rsidRDefault="008C613A" w:rsidP="008B6DEB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3.1.2.</w:t>
      </w:r>
      <w:proofErr w:type="gramStart"/>
      <w:r w:rsidRPr="002E0D4E">
        <w:rPr>
          <w:sz w:val="28"/>
        </w:rPr>
        <w:t>1._</w:t>
      </w:r>
      <w:proofErr w:type="gramEnd"/>
      <w:r w:rsidRPr="002E0D4E">
        <w:rPr>
          <w:sz w:val="28"/>
        </w:rPr>
        <w:t>____________________________________________________________;</w:t>
      </w:r>
    </w:p>
    <w:p w:rsidR="00E66209" w:rsidRPr="002E0D4E" w:rsidRDefault="008C613A" w:rsidP="008C613A">
      <w:pPr>
        <w:spacing w:after="1" w:line="280" w:lineRule="atLeast"/>
        <w:ind w:firstLine="567"/>
        <w:jc w:val="both"/>
      </w:pPr>
      <w:r w:rsidRPr="002E0D4E">
        <w:rPr>
          <w:sz w:val="28"/>
        </w:rPr>
        <w:t>3.1.2.</w:t>
      </w:r>
      <w:proofErr w:type="gramStart"/>
      <w:r w:rsidRPr="002E0D4E">
        <w:rPr>
          <w:sz w:val="28"/>
        </w:rPr>
        <w:t>2._</w:t>
      </w:r>
      <w:proofErr w:type="gramEnd"/>
      <w:r w:rsidRPr="002E0D4E">
        <w:rPr>
          <w:sz w:val="28"/>
        </w:rPr>
        <w:t>_______________________________________________________</w:t>
      </w:r>
      <w:bookmarkStart w:id="73" w:name="P2362"/>
      <w:bookmarkEnd w:id="73"/>
      <w:r w:rsidRPr="002E0D4E">
        <w:rPr>
          <w:sz w:val="28"/>
        </w:rPr>
        <w:t>_____.</w:t>
      </w:r>
    </w:p>
    <w:p w:rsidR="0085443B" w:rsidRPr="002E0D4E" w:rsidRDefault="00ED0C50" w:rsidP="008B6DEB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3.2. Перечисление гранта осуществляется в соответствии с бюджетным законодательством Российской Федерации:</w:t>
      </w:r>
      <w:bookmarkStart w:id="74" w:name="P2364"/>
      <w:bookmarkEnd w:id="74"/>
    </w:p>
    <w:p w:rsidR="001F2365" w:rsidRPr="002E0D4E" w:rsidRDefault="00ED0C50" w:rsidP="008B6DE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3.2.1.  </w:t>
      </w:r>
      <w:proofErr w:type="gramStart"/>
      <w:r w:rsidR="006B2407" w:rsidRPr="002E0D4E">
        <w:rPr>
          <w:sz w:val="28"/>
          <w:szCs w:val="28"/>
        </w:rPr>
        <w:t>на  лицевой</w:t>
      </w:r>
      <w:proofErr w:type="gramEnd"/>
      <w:r w:rsidR="006B2407" w:rsidRPr="002E0D4E">
        <w:rPr>
          <w:sz w:val="28"/>
          <w:szCs w:val="28"/>
        </w:rPr>
        <w:t xml:space="preserve">  счет Получателя, открытый в Министерстве финансов Республики  Татарстан,  не  позднее  2-го рабочего дня, следующего за днем представления  Получателем  в  Министерство  финансов Республики Татарстан документов  для  оплаты  денежного обязательства Получателя, на финансовое обеспечение которого предоставляется Грант</w:t>
      </w:r>
      <w:r w:rsidR="00821283" w:rsidRPr="002E0D4E">
        <w:rPr>
          <w:sz w:val="28"/>
          <w:szCs w:val="28"/>
        </w:rPr>
        <w:t xml:space="preserve"> </w:t>
      </w:r>
      <w:r w:rsidR="00895EB9" w:rsidRPr="002E0D4E">
        <w:rPr>
          <w:sz w:val="28"/>
          <w:szCs w:val="28"/>
          <w:vertAlign w:val="superscript"/>
        </w:rPr>
        <w:t>1</w:t>
      </w:r>
      <w:r w:rsidR="00F554E7" w:rsidRPr="002E0D4E">
        <w:rPr>
          <w:sz w:val="28"/>
          <w:szCs w:val="28"/>
          <w:vertAlign w:val="superscript"/>
        </w:rPr>
        <w:t>2</w:t>
      </w:r>
      <w:r w:rsidR="006B2407" w:rsidRPr="002E0D4E">
        <w:rPr>
          <w:sz w:val="28"/>
          <w:szCs w:val="28"/>
        </w:rPr>
        <w:t>;</w:t>
      </w:r>
      <w:bookmarkStart w:id="75" w:name="P2375"/>
      <w:bookmarkEnd w:id="75"/>
    </w:p>
    <w:p w:rsidR="00ED0C50" w:rsidRPr="002E0D4E" w:rsidRDefault="00ED0C50" w:rsidP="008B6DE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 на счет Получателя, открытый в _________________________</w:t>
      </w:r>
      <w:r w:rsidR="008B6DEB" w:rsidRPr="002E0D4E">
        <w:rPr>
          <w:sz w:val="28"/>
          <w:szCs w:val="28"/>
        </w:rPr>
        <w:t>______</w:t>
      </w:r>
      <w:r w:rsidR="00821283" w:rsidRPr="002E0D4E">
        <w:rPr>
          <w:sz w:val="28"/>
          <w:szCs w:val="28"/>
        </w:rPr>
        <w:t>_</w:t>
      </w:r>
      <w:r w:rsidR="00821283" w:rsidRPr="002E0D4E">
        <w:rPr>
          <w:sz w:val="28"/>
          <w:szCs w:val="28"/>
          <w:vertAlign w:val="superscript"/>
        </w:rPr>
        <w:t>1</w:t>
      </w:r>
      <w:r w:rsidR="00F554E7" w:rsidRPr="002E0D4E">
        <w:rPr>
          <w:sz w:val="28"/>
          <w:szCs w:val="28"/>
          <w:vertAlign w:val="superscript"/>
        </w:rPr>
        <w:t>3</w:t>
      </w:r>
      <w:r w:rsidRPr="002E0D4E">
        <w:rPr>
          <w:sz w:val="28"/>
          <w:szCs w:val="28"/>
        </w:rPr>
        <w:t>:</w:t>
      </w:r>
    </w:p>
    <w:p w:rsidR="00ED0C50" w:rsidRPr="002E0D4E" w:rsidRDefault="0085443B" w:rsidP="008B6DEB">
      <w:pPr>
        <w:spacing w:after="1" w:line="200" w:lineRule="atLeast"/>
        <w:ind w:firstLine="567"/>
        <w:jc w:val="center"/>
      </w:pPr>
      <w:r w:rsidRPr="002E0D4E">
        <w:t xml:space="preserve">                                                                                        </w:t>
      </w:r>
      <w:r w:rsidR="00ED0C50" w:rsidRPr="002E0D4E">
        <w:t>(наименование учреждения</w:t>
      </w:r>
      <w:r w:rsidRPr="002E0D4E">
        <w:t xml:space="preserve"> </w:t>
      </w:r>
      <w:r w:rsidR="00ED0C50" w:rsidRPr="002E0D4E">
        <w:t>Центрального банка</w:t>
      </w:r>
    </w:p>
    <w:p w:rsidR="00ED0C50" w:rsidRPr="002E0D4E" w:rsidRDefault="0085443B" w:rsidP="008B6DEB">
      <w:pPr>
        <w:spacing w:after="1" w:line="200" w:lineRule="atLeast"/>
        <w:ind w:firstLine="567"/>
      </w:pPr>
      <w:r w:rsidRPr="002E0D4E">
        <w:t xml:space="preserve">                                                                          </w:t>
      </w:r>
      <w:r w:rsidR="004F7D8D" w:rsidRPr="002E0D4E">
        <w:t xml:space="preserve">                            </w:t>
      </w:r>
      <w:r w:rsidR="00ED0C50" w:rsidRPr="002E0D4E">
        <w:t>Российской Федерации или кредитной организации)</w:t>
      </w:r>
    </w:p>
    <w:p w:rsidR="00294E11" w:rsidRPr="002E0D4E" w:rsidRDefault="00ED0C50" w:rsidP="008B6DEB">
      <w:pPr>
        <w:spacing w:after="1" w:line="280" w:lineRule="atLeast"/>
        <w:ind w:firstLine="567"/>
        <w:jc w:val="both"/>
        <w:rPr>
          <w:sz w:val="28"/>
        </w:rPr>
      </w:pPr>
      <w:bookmarkStart w:id="76" w:name="P2380"/>
      <w:bookmarkEnd w:id="76"/>
      <w:r w:rsidRPr="002E0D4E">
        <w:rPr>
          <w:sz w:val="28"/>
        </w:rPr>
        <w:t xml:space="preserve">3.2.2.1. в соответствии с планом-графиком перечисления гранта, установленным в приложении </w:t>
      </w:r>
      <w:r w:rsidR="001F2365" w:rsidRPr="002E0D4E">
        <w:rPr>
          <w:sz w:val="28"/>
        </w:rPr>
        <w:t>№</w:t>
      </w:r>
      <w:r w:rsidR="00B141CA" w:rsidRPr="002E0D4E">
        <w:rPr>
          <w:sz w:val="28"/>
        </w:rPr>
        <w:t xml:space="preserve"> </w:t>
      </w:r>
      <w:r w:rsidR="00BA2261" w:rsidRPr="002E0D4E">
        <w:rPr>
          <w:sz w:val="28"/>
        </w:rPr>
        <w:t>____</w:t>
      </w:r>
      <w:r w:rsidRPr="002E0D4E">
        <w:rPr>
          <w:sz w:val="28"/>
        </w:rPr>
        <w:t xml:space="preserve"> к настоящему Соглашению, являющимся неотъемлемой частью настоящего Соглашения</w:t>
      </w:r>
      <w:r w:rsidR="00BA2261" w:rsidRPr="002E0D4E">
        <w:rPr>
          <w:sz w:val="28"/>
        </w:rPr>
        <w:t xml:space="preserve"> </w:t>
      </w:r>
      <w:r w:rsidR="00BA2261" w:rsidRPr="002E0D4E">
        <w:rPr>
          <w:sz w:val="28"/>
          <w:vertAlign w:val="superscript"/>
        </w:rPr>
        <w:t>1</w:t>
      </w:r>
      <w:r w:rsidR="00F554E7" w:rsidRPr="002E0D4E">
        <w:rPr>
          <w:sz w:val="28"/>
          <w:vertAlign w:val="superscript"/>
        </w:rPr>
        <w:t>4</w:t>
      </w:r>
      <w:r w:rsidRPr="002E0D4E">
        <w:rPr>
          <w:sz w:val="28"/>
        </w:rPr>
        <w:t>;</w:t>
      </w:r>
      <w:bookmarkStart w:id="77" w:name="P2381"/>
      <w:bookmarkEnd w:id="77"/>
    </w:p>
    <w:p w:rsidR="00ED0C50" w:rsidRPr="002E0D4E" w:rsidRDefault="00ED0C50" w:rsidP="008B6DEB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3.2.2.2.  не позднее ___ рабочего дня, следующего за днем представления</w:t>
      </w:r>
      <w:r w:rsidR="008B6DE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Получателем в _____________________________</w:t>
      </w:r>
      <w:r w:rsidR="00895EB9" w:rsidRPr="002E0D4E">
        <w:rPr>
          <w:sz w:val="28"/>
          <w:szCs w:val="28"/>
        </w:rPr>
        <w:t>___________ следующих документов</w:t>
      </w:r>
      <w:bookmarkStart w:id="78" w:name="P2385"/>
      <w:bookmarkEnd w:id="78"/>
      <w:r w:rsidR="00895EB9" w:rsidRPr="002E0D4E">
        <w:rPr>
          <w:sz w:val="28"/>
          <w:szCs w:val="28"/>
        </w:rPr>
        <w:t xml:space="preserve"> </w:t>
      </w:r>
      <w:r w:rsidR="00895EB9" w:rsidRPr="002E0D4E">
        <w:rPr>
          <w:sz w:val="28"/>
          <w:szCs w:val="28"/>
          <w:vertAlign w:val="superscript"/>
        </w:rPr>
        <w:t>1</w:t>
      </w:r>
      <w:r w:rsidR="00F554E7" w:rsidRPr="002E0D4E">
        <w:rPr>
          <w:sz w:val="28"/>
          <w:szCs w:val="28"/>
          <w:vertAlign w:val="superscript"/>
        </w:rPr>
        <w:t>5</w:t>
      </w:r>
      <w:r w:rsidR="00895EB9" w:rsidRPr="002E0D4E">
        <w:rPr>
          <w:sz w:val="28"/>
          <w:szCs w:val="28"/>
        </w:rPr>
        <w:t>:</w:t>
      </w:r>
    </w:p>
    <w:p w:rsidR="00EB6F2D" w:rsidRPr="002E0D4E" w:rsidRDefault="00EB6F2D" w:rsidP="00EB6F2D">
      <w:pPr>
        <w:spacing w:after="1" w:line="200" w:lineRule="atLeast"/>
        <w:jc w:val="both"/>
      </w:pPr>
      <w:r w:rsidRPr="002E0D4E">
        <w:t xml:space="preserve">                         (Министерство, Комитет, Агентства, иной орган (организацию))</w:t>
      </w:r>
    </w:p>
    <w:p w:rsidR="00E17E07" w:rsidRPr="002E0D4E" w:rsidRDefault="00035D26" w:rsidP="00035D26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3.2.2.2.</w:t>
      </w:r>
      <w:proofErr w:type="gramStart"/>
      <w:r w:rsidRPr="002E0D4E">
        <w:rPr>
          <w:sz w:val="28"/>
          <w:szCs w:val="28"/>
        </w:rPr>
        <w:t>1.</w:t>
      </w:r>
      <w:r w:rsidR="00F56C0D" w:rsidRPr="002E0D4E">
        <w:rPr>
          <w:sz w:val="28"/>
          <w:szCs w:val="28"/>
        </w:rPr>
        <w:t>_</w:t>
      </w:r>
      <w:proofErr w:type="gramEnd"/>
      <w:r w:rsidR="0080566F" w:rsidRPr="002E0D4E">
        <w:rPr>
          <w:sz w:val="28"/>
          <w:szCs w:val="28"/>
        </w:rPr>
        <w:t>__________</w:t>
      </w:r>
      <w:r w:rsidR="00F56C0D" w:rsidRPr="002E0D4E">
        <w:rPr>
          <w:sz w:val="28"/>
          <w:szCs w:val="28"/>
        </w:rPr>
        <w:t>___</w:t>
      </w:r>
      <w:r w:rsidR="00ED0C50" w:rsidRPr="002E0D4E">
        <w:rPr>
          <w:sz w:val="28"/>
          <w:szCs w:val="28"/>
        </w:rPr>
        <w:t>______________________________________________</w:t>
      </w:r>
      <w:bookmarkStart w:id="79" w:name="P2386"/>
      <w:bookmarkEnd w:id="79"/>
      <w:r w:rsidRPr="002E0D4E">
        <w:rPr>
          <w:sz w:val="28"/>
          <w:szCs w:val="28"/>
        </w:rPr>
        <w:t>;</w:t>
      </w:r>
    </w:p>
    <w:p w:rsidR="00035D26" w:rsidRPr="002E0D4E" w:rsidRDefault="00035D26" w:rsidP="00035D26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3.2.2.2.</w:t>
      </w:r>
      <w:proofErr w:type="gramStart"/>
      <w:r w:rsidRPr="002E0D4E">
        <w:rPr>
          <w:sz w:val="28"/>
          <w:szCs w:val="28"/>
        </w:rPr>
        <w:t>2._</w:t>
      </w:r>
      <w:proofErr w:type="gramEnd"/>
      <w:r w:rsidRPr="002E0D4E">
        <w:rPr>
          <w:sz w:val="28"/>
          <w:szCs w:val="28"/>
        </w:rPr>
        <w:t>_____________________________</w:t>
      </w:r>
      <w:r w:rsidR="004235A0" w:rsidRPr="002E0D4E">
        <w:rPr>
          <w:sz w:val="28"/>
          <w:szCs w:val="28"/>
        </w:rPr>
        <w:t>______________________________</w:t>
      </w:r>
      <w:r w:rsidRPr="002E0D4E">
        <w:rPr>
          <w:sz w:val="28"/>
          <w:szCs w:val="28"/>
        </w:rPr>
        <w:t>.</w:t>
      </w:r>
    </w:p>
    <w:p w:rsidR="00ED0C50" w:rsidRPr="002E0D4E" w:rsidRDefault="00ED0C50" w:rsidP="008B6DEB">
      <w:pPr>
        <w:spacing w:after="1" w:line="200" w:lineRule="atLeast"/>
        <w:ind w:firstLine="567"/>
        <w:jc w:val="both"/>
        <w:rPr>
          <w:sz w:val="28"/>
          <w:szCs w:val="28"/>
        </w:rPr>
      </w:pPr>
      <w:bookmarkStart w:id="80" w:name="P2387"/>
      <w:bookmarkEnd w:id="80"/>
      <w:r w:rsidRPr="002E0D4E">
        <w:rPr>
          <w:sz w:val="28"/>
          <w:szCs w:val="28"/>
        </w:rPr>
        <w:t xml:space="preserve">3.3.  </w:t>
      </w:r>
      <w:proofErr w:type="gramStart"/>
      <w:r w:rsidRPr="002E0D4E">
        <w:rPr>
          <w:sz w:val="28"/>
          <w:szCs w:val="28"/>
        </w:rPr>
        <w:t>Условием  предоставления</w:t>
      </w:r>
      <w:proofErr w:type="gramEnd"/>
      <w:r w:rsidRPr="002E0D4E">
        <w:rPr>
          <w:sz w:val="28"/>
          <w:szCs w:val="28"/>
        </w:rPr>
        <w:t xml:space="preserve">  гранта  является согласие Получателя на</w:t>
      </w:r>
      <w:r w:rsidR="001F2365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осуществление _____________________________</w:t>
      </w:r>
      <w:r w:rsidR="00895EB9" w:rsidRPr="002E0D4E">
        <w:rPr>
          <w:sz w:val="28"/>
          <w:szCs w:val="28"/>
        </w:rPr>
        <w:t>______</w:t>
      </w:r>
      <w:r w:rsidR="009D22D2" w:rsidRPr="002E0D4E">
        <w:rPr>
          <w:sz w:val="28"/>
          <w:szCs w:val="28"/>
        </w:rPr>
        <w:t>________________</w:t>
      </w:r>
      <w:r w:rsidR="00895EB9" w:rsidRPr="002E0D4E">
        <w:rPr>
          <w:sz w:val="28"/>
          <w:szCs w:val="28"/>
        </w:rPr>
        <w:t xml:space="preserve"> и  органами  </w:t>
      </w:r>
    </w:p>
    <w:p w:rsidR="00EB6F2D" w:rsidRPr="002E0D4E" w:rsidRDefault="00ED0C50" w:rsidP="00EB6F2D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</w:t>
      </w:r>
      <w:r w:rsidR="00895EB9" w:rsidRPr="002E0D4E">
        <w:rPr>
          <w:rFonts w:ascii="Courier New" w:hAnsi="Courier New" w:cs="Courier New"/>
        </w:rPr>
        <w:t xml:space="preserve"> </w:t>
      </w:r>
      <w:r w:rsidR="009D22D2" w:rsidRPr="002E0D4E">
        <w:rPr>
          <w:rFonts w:ascii="Courier New" w:hAnsi="Courier New" w:cs="Courier New"/>
        </w:rPr>
        <w:t xml:space="preserve">        </w:t>
      </w:r>
      <w:r w:rsidR="00895EB9" w:rsidRPr="002E0D4E">
        <w:rPr>
          <w:rFonts w:ascii="Courier New" w:hAnsi="Courier New" w:cs="Courier New"/>
        </w:rPr>
        <w:t xml:space="preserve"> </w:t>
      </w:r>
      <w:r w:rsidR="00EB6F2D" w:rsidRPr="002E0D4E">
        <w:t>(Министерством, Комитетом, Агентством, иным органом (организацией))</w:t>
      </w:r>
    </w:p>
    <w:p w:rsidR="00ED0C50" w:rsidRPr="002E0D4E" w:rsidRDefault="009D22D2" w:rsidP="00EB6F2D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государственного </w:t>
      </w:r>
      <w:r w:rsidR="00ED0C50" w:rsidRPr="002E0D4E">
        <w:rPr>
          <w:sz w:val="28"/>
          <w:szCs w:val="28"/>
        </w:rPr>
        <w:t>финансового контроля проверок соблюдения</w:t>
      </w:r>
      <w:r w:rsidR="001F2365" w:rsidRPr="002E0D4E">
        <w:rPr>
          <w:sz w:val="28"/>
          <w:szCs w:val="28"/>
        </w:rPr>
        <w:t xml:space="preserve"> </w:t>
      </w:r>
      <w:proofErr w:type="gramStart"/>
      <w:r w:rsidR="00ED0C50" w:rsidRPr="002E0D4E">
        <w:rPr>
          <w:sz w:val="28"/>
          <w:szCs w:val="28"/>
        </w:rPr>
        <w:t>Получателем  условий</w:t>
      </w:r>
      <w:proofErr w:type="gramEnd"/>
      <w:r w:rsidR="00ED0C50" w:rsidRPr="002E0D4E">
        <w:rPr>
          <w:sz w:val="28"/>
          <w:szCs w:val="28"/>
        </w:rPr>
        <w:t>, целей и порядка предоставления гранта. Выражение</w:t>
      </w:r>
      <w:r w:rsidR="001F2365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 xml:space="preserve">согласия Получателя </w:t>
      </w:r>
      <w:proofErr w:type="gramStart"/>
      <w:r w:rsidR="00ED0C50" w:rsidRPr="002E0D4E">
        <w:rPr>
          <w:sz w:val="28"/>
          <w:szCs w:val="28"/>
        </w:rPr>
        <w:t>на  осуществление</w:t>
      </w:r>
      <w:proofErr w:type="gramEnd"/>
      <w:r w:rsidR="00ED0C50" w:rsidRPr="002E0D4E">
        <w:rPr>
          <w:sz w:val="28"/>
          <w:szCs w:val="28"/>
        </w:rPr>
        <w:t xml:space="preserve">  указанных  проверок осуществляется</w:t>
      </w:r>
      <w:r w:rsidR="001F2365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путем подписания настоящего Соглашения</w:t>
      </w:r>
      <w:r w:rsidR="00352515" w:rsidRPr="002E0D4E">
        <w:rPr>
          <w:sz w:val="28"/>
          <w:szCs w:val="28"/>
        </w:rPr>
        <w:t xml:space="preserve"> </w:t>
      </w:r>
      <w:r w:rsidR="00352515" w:rsidRPr="002E0D4E">
        <w:rPr>
          <w:sz w:val="28"/>
          <w:szCs w:val="28"/>
          <w:vertAlign w:val="superscript"/>
        </w:rPr>
        <w:t>1</w:t>
      </w:r>
      <w:r w:rsidR="00F554E7" w:rsidRPr="002E0D4E">
        <w:rPr>
          <w:sz w:val="28"/>
          <w:szCs w:val="28"/>
          <w:vertAlign w:val="superscript"/>
        </w:rPr>
        <w:t>6</w:t>
      </w:r>
      <w:r w:rsidR="00ED0C50" w:rsidRPr="002E0D4E">
        <w:rPr>
          <w:sz w:val="28"/>
          <w:szCs w:val="28"/>
        </w:rPr>
        <w:t>.</w:t>
      </w:r>
    </w:p>
    <w:p w:rsidR="0093489C" w:rsidRPr="002E0D4E" w:rsidRDefault="00ED0C50" w:rsidP="0093489C">
      <w:pPr>
        <w:spacing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3.4. Иные условия предоставления гранта</w:t>
      </w:r>
      <w:r w:rsidR="00E904A1" w:rsidRPr="002E0D4E">
        <w:rPr>
          <w:sz w:val="28"/>
        </w:rPr>
        <w:t xml:space="preserve"> </w:t>
      </w:r>
      <w:r w:rsidR="00E904A1" w:rsidRPr="002E0D4E">
        <w:rPr>
          <w:sz w:val="28"/>
          <w:vertAlign w:val="superscript"/>
        </w:rPr>
        <w:t>1</w:t>
      </w:r>
      <w:r w:rsidR="00F554E7" w:rsidRPr="002E0D4E">
        <w:rPr>
          <w:sz w:val="28"/>
          <w:vertAlign w:val="superscript"/>
        </w:rPr>
        <w:t>7</w:t>
      </w:r>
      <w:r w:rsidRPr="002E0D4E">
        <w:rPr>
          <w:sz w:val="28"/>
        </w:rPr>
        <w:t>:</w:t>
      </w:r>
      <w:bookmarkStart w:id="81" w:name="P2396"/>
      <w:bookmarkEnd w:id="81"/>
    </w:p>
    <w:p w:rsidR="00E904A1" w:rsidRPr="002E0D4E" w:rsidRDefault="00E904A1" w:rsidP="0093489C">
      <w:pPr>
        <w:spacing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3.4.1. ____________________________________________________________</w:t>
      </w:r>
      <w:r w:rsidR="00D74176" w:rsidRPr="002E0D4E">
        <w:rPr>
          <w:sz w:val="28"/>
          <w:szCs w:val="28"/>
        </w:rPr>
        <w:t>___</w:t>
      </w:r>
      <w:r w:rsidRPr="002E0D4E">
        <w:rPr>
          <w:sz w:val="28"/>
          <w:szCs w:val="28"/>
        </w:rPr>
        <w:t>;</w:t>
      </w:r>
    </w:p>
    <w:p w:rsidR="00E904A1" w:rsidRPr="002E0D4E" w:rsidRDefault="00E904A1" w:rsidP="00E904A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        3.4.2. ____________________________________________________</w:t>
      </w:r>
      <w:r w:rsidR="00D74176" w:rsidRPr="002E0D4E">
        <w:rPr>
          <w:sz w:val="28"/>
          <w:szCs w:val="28"/>
        </w:rPr>
        <w:t>___________</w:t>
      </w:r>
      <w:r w:rsidRPr="002E0D4E">
        <w:rPr>
          <w:sz w:val="28"/>
          <w:szCs w:val="28"/>
        </w:rPr>
        <w:t>.</w:t>
      </w:r>
    </w:p>
    <w:p w:rsidR="00E904A1" w:rsidRPr="002E0D4E" w:rsidRDefault="00E904A1" w:rsidP="0080566F">
      <w:pPr>
        <w:spacing w:line="280" w:lineRule="atLeast"/>
        <w:ind w:firstLine="567"/>
        <w:jc w:val="both"/>
        <w:rPr>
          <w:sz w:val="28"/>
          <w:szCs w:val="28"/>
        </w:rPr>
      </w:pPr>
    </w:p>
    <w:p w:rsidR="00ED0C50" w:rsidRPr="002E0D4E" w:rsidRDefault="00ED0C50">
      <w:pPr>
        <w:spacing w:after="1" w:line="280" w:lineRule="atLeast"/>
        <w:jc w:val="center"/>
        <w:outlineLvl w:val="1"/>
      </w:pPr>
      <w:bookmarkStart w:id="82" w:name="P2399"/>
      <w:bookmarkEnd w:id="82"/>
      <w:r w:rsidRPr="002E0D4E">
        <w:rPr>
          <w:sz w:val="28"/>
        </w:rPr>
        <w:t>IV. Взаимодействие Сторон</w:t>
      </w: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 w:rsidP="0080566F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</w:t>
      </w:r>
      <w:proofErr w:type="gramStart"/>
      <w:r w:rsidRPr="002E0D4E">
        <w:rPr>
          <w:sz w:val="28"/>
          <w:szCs w:val="28"/>
        </w:rPr>
        <w:t>1._</w:t>
      </w:r>
      <w:proofErr w:type="gramEnd"/>
      <w:r w:rsidRPr="002E0D4E">
        <w:rPr>
          <w:sz w:val="28"/>
          <w:szCs w:val="28"/>
        </w:rPr>
        <w:t>_____________________________________________________ обязуется:</w:t>
      </w:r>
    </w:p>
    <w:p w:rsidR="00EB6F2D" w:rsidRPr="002E0D4E" w:rsidRDefault="00ED0C50" w:rsidP="00EB6F2D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  </w:t>
      </w:r>
      <w:r w:rsidR="00EB6F2D" w:rsidRPr="002E0D4E">
        <w:t>(Министерство, Комитет, Агентств</w:t>
      </w:r>
      <w:r w:rsidR="002344C2" w:rsidRPr="002E0D4E">
        <w:t>о</w:t>
      </w:r>
      <w:r w:rsidR="00EB6F2D" w:rsidRPr="002E0D4E">
        <w:t>, иной орган (организация))</w:t>
      </w:r>
    </w:p>
    <w:p w:rsidR="00FA13A4" w:rsidRPr="002E0D4E" w:rsidRDefault="00ED0C50" w:rsidP="0080566F">
      <w:pPr>
        <w:spacing w:after="1" w:line="20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4.1.1. обеспечить предоставление гранта в соответствии с </w:t>
      </w:r>
      <w:hyperlink w:anchor="P2351" w:history="1">
        <w:r w:rsidRPr="002E0D4E">
          <w:rPr>
            <w:sz w:val="28"/>
          </w:rPr>
          <w:t>разделом III</w:t>
        </w:r>
      </w:hyperlink>
      <w:r w:rsidRPr="002E0D4E">
        <w:rPr>
          <w:sz w:val="28"/>
        </w:rPr>
        <w:t xml:space="preserve"> настоящего Соглашения;</w:t>
      </w:r>
      <w:bookmarkStart w:id="83" w:name="P2405"/>
      <w:bookmarkEnd w:id="83"/>
    </w:p>
    <w:p w:rsidR="000E2354" w:rsidRPr="002E0D4E" w:rsidRDefault="00ED0C50" w:rsidP="000E2354">
      <w:pPr>
        <w:spacing w:after="1" w:line="200" w:lineRule="atLeast"/>
        <w:ind w:firstLine="567"/>
        <w:jc w:val="both"/>
        <w:rPr>
          <w:sz w:val="28"/>
        </w:rPr>
      </w:pPr>
      <w:r w:rsidRPr="002E0D4E">
        <w:rPr>
          <w:sz w:val="28"/>
        </w:rPr>
        <w:t>4.1.2. осуществлять проверку представляемых Получателем документов, указанных в пунктах _________ настоящего Соглашения, в том числе на соответствие их Правилам предоставления гранта, в течение ______ рабочих дней со дня их получения от Получателя</w:t>
      </w:r>
      <w:r w:rsidR="00352515" w:rsidRPr="002E0D4E">
        <w:rPr>
          <w:sz w:val="28"/>
        </w:rPr>
        <w:t xml:space="preserve"> </w:t>
      </w:r>
      <w:r w:rsidR="00352515" w:rsidRPr="002E0D4E">
        <w:rPr>
          <w:sz w:val="28"/>
          <w:vertAlign w:val="superscript"/>
        </w:rPr>
        <w:t>1</w:t>
      </w:r>
      <w:r w:rsidR="00F554E7" w:rsidRPr="002E0D4E">
        <w:rPr>
          <w:sz w:val="28"/>
          <w:vertAlign w:val="superscript"/>
        </w:rPr>
        <w:t>8</w:t>
      </w:r>
      <w:r w:rsidRPr="002E0D4E">
        <w:rPr>
          <w:sz w:val="28"/>
        </w:rPr>
        <w:t>;</w:t>
      </w:r>
      <w:bookmarkStart w:id="84" w:name="P2406"/>
      <w:bookmarkEnd w:id="84"/>
    </w:p>
    <w:p w:rsidR="000A782A" w:rsidRPr="002E0D4E" w:rsidRDefault="00ED0C50" w:rsidP="00A4510F">
      <w:pPr>
        <w:ind w:firstLine="567"/>
        <w:jc w:val="both"/>
        <w:rPr>
          <w:sz w:val="28"/>
        </w:rPr>
      </w:pPr>
      <w:r w:rsidRPr="002E0D4E">
        <w:rPr>
          <w:sz w:val="28"/>
        </w:rPr>
        <w:t>4.1.</w:t>
      </w:r>
      <w:r w:rsidR="008D457F" w:rsidRPr="002E0D4E">
        <w:rPr>
          <w:sz w:val="28"/>
        </w:rPr>
        <w:t>3</w:t>
      </w:r>
      <w:r w:rsidRPr="002E0D4E">
        <w:rPr>
          <w:sz w:val="28"/>
        </w:rPr>
        <w:t xml:space="preserve">. обеспечивать перечисление гранта на счет Получателя, указанный в </w:t>
      </w:r>
      <w:hyperlink w:anchor="P2633" w:history="1">
        <w:r w:rsidRPr="002E0D4E">
          <w:rPr>
            <w:sz w:val="28"/>
          </w:rPr>
          <w:t>разделе VIII</w:t>
        </w:r>
      </w:hyperlink>
      <w:r w:rsidRPr="002E0D4E">
        <w:rPr>
          <w:sz w:val="28"/>
        </w:rPr>
        <w:t xml:space="preserve"> настоящего Соглашения, в соответствии с </w:t>
      </w:r>
      <w:hyperlink w:anchor="P2363" w:history="1">
        <w:r w:rsidRPr="002E0D4E">
          <w:rPr>
            <w:sz w:val="28"/>
          </w:rPr>
          <w:t>пунктом 3.2</w:t>
        </w:r>
      </w:hyperlink>
      <w:r w:rsidRPr="002E0D4E">
        <w:rPr>
          <w:sz w:val="28"/>
        </w:rPr>
        <w:t xml:space="preserve"> настоящего Соглашения;</w:t>
      </w:r>
      <w:bookmarkStart w:id="85" w:name="P2408"/>
      <w:bookmarkStart w:id="86" w:name="Par0"/>
      <w:bookmarkEnd w:id="85"/>
      <w:bookmarkEnd w:id="86"/>
    </w:p>
    <w:p w:rsidR="00352515" w:rsidRPr="002E0D4E" w:rsidRDefault="000A782A" w:rsidP="000A782A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4.1.4. устанавливать</w:t>
      </w:r>
      <w:r w:rsidR="00352515" w:rsidRPr="002E0D4E">
        <w:rPr>
          <w:sz w:val="28"/>
          <w:szCs w:val="28"/>
        </w:rPr>
        <w:t>:</w:t>
      </w:r>
    </w:p>
    <w:p w:rsidR="000A782A" w:rsidRPr="002E0D4E" w:rsidRDefault="00352515" w:rsidP="000A782A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>4.1.4.1.</w:t>
      </w:r>
      <w:r w:rsidR="000A782A" w:rsidRPr="002E0D4E">
        <w:rPr>
          <w:sz w:val="28"/>
          <w:szCs w:val="28"/>
        </w:rPr>
        <w:t xml:space="preserve">   </w:t>
      </w:r>
      <w:hyperlink r:id="rId131" w:history="1">
        <w:r w:rsidR="000A782A" w:rsidRPr="002E0D4E">
          <w:rPr>
            <w:sz w:val="28"/>
            <w:szCs w:val="28"/>
          </w:rPr>
          <w:t>значения</w:t>
        </w:r>
      </w:hyperlink>
      <w:r w:rsidR="00842CEA" w:rsidRPr="002E0D4E">
        <w:rPr>
          <w:sz w:val="28"/>
          <w:szCs w:val="28"/>
        </w:rPr>
        <w:t xml:space="preserve">   результата  </w:t>
      </w:r>
      <w:r w:rsidR="000A782A" w:rsidRPr="002E0D4E">
        <w:rPr>
          <w:sz w:val="28"/>
          <w:szCs w:val="28"/>
        </w:rPr>
        <w:t xml:space="preserve">предоставления  гранта в приложении </w:t>
      </w:r>
      <w:r w:rsidR="00BB4508" w:rsidRPr="002E0D4E">
        <w:rPr>
          <w:sz w:val="28"/>
          <w:szCs w:val="28"/>
        </w:rPr>
        <w:t xml:space="preserve">№ </w:t>
      </w:r>
      <w:r w:rsidR="00E904A1" w:rsidRPr="002E0D4E">
        <w:rPr>
          <w:sz w:val="28"/>
          <w:szCs w:val="28"/>
        </w:rPr>
        <w:t>__</w:t>
      </w:r>
      <w:r w:rsidR="000A782A" w:rsidRPr="002E0D4E">
        <w:rPr>
          <w:sz w:val="28"/>
          <w:szCs w:val="28"/>
        </w:rPr>
        <w:t xml:space="preserve"> к настоящему Соглашению, являющ</w:t>
      </w:r>
      <w:r w:rsidR="00842CEA" w:rsidRPr="002E0D4E">
        <w:rPr>
          <w:sz w:val="28"/>
          <w:szCs w:val="28"/>
        </w:rPr>
        <w:t>е</w:t>
      </w:r>
      <w:r w:rsidR="000A782A" w:rsidRPr="002E0D4E">
        <w:rPr>
          <w:sz w:val="28"/>
          <w:szCs w:val="28"/>
        </w:rPr>
        <w:t>мся неотъемлемой частью настоящего Соглашения</w:t>
      </w:r>
      <w:r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  <w:vertAlign w:val="superscript"/>
        </w:rPr>
        <w:t>1</w:t>
      </w:r>
      <w:r w:rsidR="00F554E7" w:rsidRPr="002E0D4E">
        <w:rPr>
          <w:sz w:val="28"/>
          <w:szCs w:val="28"/>
          <w:vertAlign w:val="superscript"/>
        </w:rPr>
        <w:t>9</w:t>
      </w:r>
      <w:r w:rsidR="000A782A" w:rsidRPr="002E0D4E">
        <w:rPr>
          <w:sz w:val="28"/>
          <w:szCs w:val="28"/>
        </w:rPr>
        <w:t>;</w:t>
      </w:r>
    </w:p>
    <w:p w:rsidR="006712B0" w:rsidRPr="002E0D4E" w:rsidRDefault="00352515" w:rsidP="006712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4.1.4.2. иные показатели </w:t>
      </w:r>
      <w:hyperlink r:id="rId132" w:history="1">
        <w:r w:rsidR="00F554E7" w:rsidRPr="002E0D4E">
          <w:rPr>
            <w:sz w:val="28"/>
            <w:szCs w:val="28"/>
            <w:vertAlign w:val="superscript"/>
          </w:rPr>
          <w:t>20</w:t>
        </w:r>
      </w:hyperlink>
      <w:r w:rsidRPr="002E0D4E">
        <w:rPr>
          <w:sz w:val="28"/>
          <w:szCs w:val="28"/>
        </w:rPr>
        <w:t>:</w:t>
      </w:r>
    </w:p>
    <w:p w:rsidR="006712B0" w:rsidRPr="002E0D4E" w:rsidRDefault="00352515" w:rsidP="006712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D60BE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>.2.1. __________________________________________________________</w:t>
      </w:r>
      <w:r w:rsidR="006712B0" w:rsidRPr="002E0D4E">
        <w:rPr>
          <w:sz w:val="28"/>
          <w:szCs w:val="28"/>
        </w:rPr>
        <w:t>_</w:t>
      </w:r>
      <w:r w:rsidRPr="002E0D4E">
        <w:rPr>
          <w:sz w:val="28"/>
          <w:szCs w:val="28"/>
        </w:rPr>
        <w:t>_;</w:t>
      </w:r>
    </w:p>
    <w:p w:rsidR="009310A2" w:rsidRPr="002E0D4E" w:rsidRDefault="00352515" w:rsidP="009310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4D60BE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>.2.2. _______________________________________________________</w:t>
      </w:r>
      <w:r w:rsidR="006712B0" w:rsidRPr="002E0D4E">
        <w:rPr>
          <w:sz w:val="28"/>
          <w:szCs w:val="28"/>
        </w:rPr>
        <w:t>_</w:t>
      </w:r>
      <w:r w:rsidR="00123954" w:rsidRPr="002E0D4E">
        <w:rPr>
          <w:sz w:val="28"/>
          <w:szCs w:val="28"/>
        </w:rPr>
        <w:t>____;</w:t>
      </w:r>
    </w:p>
    <w:p w:rsidR="009310A2" w:rsidRPr="002E0D4E" w:rsidRDefault="009310A2" w:rsidP="009310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4.1.5.   осуществлять   оценку   </w:t>
      </w:r>
      <w:proofErr w:type="gramStart"/>
      <w:r w:rsidRPr="002E0D4E">
        <w:rPr>
          <w:sz w:val="28"/>
          <w:szCs w:val="28"/>
        </w:rPr>
        <w:t>достижения  Получателем</w:t>
      </w:r>
      <w:proofErr w:type="gramEnd"/>
      <w:r w:rsidRPr="002E0D4E">
        <w:rPr>
          <w:sz w:val="28"/>
          <w:szCs w:val="28"/>
        </w:rPr>
        <w:t xml:space="preserve">  установленных значений  результата(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>)  предоставления  гранта  и (или) иных показателей, установленных Правилами предоставления гранта или ________________________________</w:t>
      </w:r>
    </w:p>
    <w:p w:rsidR="007B7D67" w:rsidRPr="002E0D4E" w:rsidRDefault="009310A2" w:rsidP="00123954">
      <w:pPr>
        <w:spacing w:after="1" w:line="200" w:lineRule="atLeast"/>
        <w:jc w:val="right"/>
      </w:pPr>
      <w:r w:rsidRPr="002E0D4E">
        <w:rPr>
          <w:sz w:val="28"/>
          <w:szCs w:val="28"/>
        </w:rPr>
        <w:t xml:space="preserve">                                                       </w:t>
      </w:r>
      <w:r w:rsidR="007B7D67" w:rsidRPr="002E0D4E">
        <w:rPr>
          <w:sz w:val="28"/>
          <w:szCs w:val="28"/>
        </w:rPr>
        <w:t xml:space="preserve">                           </w:t>
      </w:r>
      <w:r w:rsidR="002344C2" w:rsidRPr="002E0D4E">
        <w:t xml:space="preserve">(Министерством, Комитетом, Агентством, </w:t>
      </w:r>
    </w:p>
    <w:p w:rsidR="002344C2" w:rsidRPr="002E0D4E" w:rsidRDefault="007B7D67" w:rsidP="00123954">
      <w:pPr>
        <w:spacing w:after="1" w:line="200" w:lineRule="atLeast"/>
        <w:jc w:val="right"/>
      </w:pPr>
      <w:r w:rsidRPr="002E0D4E">
        <w:t xml:space="preserve">                                                                                                                                      </w:t>
      </w:r>
      <w:r w:rsidR="002344C2" w:rsidRPr="002E0D4E">
        <w:t>иным органом (организацией))</w:t>
      </w:r>
    </w:p>
    <w:p w:rsidR="009310A2" w:rsidRPr="002E0D4E" w:rsidRDefault="009310A2" w:rsidP="002344C2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в соответствии с </w:t>
      </w:r>
      <w:hyperlink r:id="rId133" w:history="1">
        <w:r w:rsidRPr="002E0D4E">
          <w:rPr>
            <w:sz w:val="28"/>
            <w:szCs w:val="28"/>
          </w:rPr>
          <w:t>пунктом 4.1.</w:t>
        </w:r>
      </w:hyperlink>
      <w:r w:rsidR="00425A5A" w:rsidRPr="002E0D4E">
        <w:rPr>
          <w:sz w:val="28"/>
          <w:szCs w:val="28"/>
        </w:rPr>
        <w:t>4.</w:t>
      </w:r>
      <w:r w:rsidRPr="002E0D4E">
        <w:rPr>
          <w:sz w:val="28"/>
          <w:szCs w:val="28"/>
        </w:rPr>
        <w:t xml:space="preserve"> настоящего Соглашения, на основании </w:t>
      </w:r>
      <w:hyperlink r:id="rId134" w:history="1">
        <w:r w:rsidR="00F554E7" w:rsidRPr="002E0D4E">
          <w:rPr>
            <w:sz w:val="28"/>
            <w:szCs w:val="28"/>
            <w:vertAlign w:val="superscript"/>
          </w:rPr>
          <w:t>21</w:t>
        </w:r>
      </w:hyperlink>
      <w:r w:rsidRPr="002E0D4E">
        <w:rPr>
          <w:sz w:val="28"/>
          <w:szCs w:val="28"/>
        </w:rPr>
        <w:t>:</w:t>
      </w:r>
    </w:p>
    <w:p w:rsidR="009310A2" w:rsidRPr="002E0D4E" w:rsidRDefault="009310A2" w:rsidP="009310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87513C" w:rsidRPr="002E0D4E">
        <w:rPr>
          <w:sz w:val="28"/>
          <w:szCs w:val="28"/>
        </w:rPr>
        <w:t>5</w:t>
      </w:r>
      <w:r w:rsidRPr="002E0D4E">
        <w:rPr>
          <w:sz w:val="28"/>
          <w:szCs w:val="28"/>
        </w:rPr>
        <w:t>.1. отчета(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>) о достижении установленных при предоставлении гранта значений результата(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 xml:space="preserve">) предоставления гранта, составленных по форме согласно приложению № ___ к настоящему Соглашению </w:t>
      </w:r>
      <w:hyperlink r:id="rId135" w:history="1">
        <w:r w:rsidRPr="002E0D4E">
          <w:rPr>
            <w:sz w:val="28"/>
            <w:szCs w:val="28"/>
            <w:vertAlign w:val="superscript"/>
          </w:rPr>
          <w:t>2</w:t>
        </w:r>
        <w:r w:rsidR="00F554E7" w:rsidRPr="002E0D4E">
          <w:rPr>
            <w:sz w:val="28"/>
            <w:szCs w:val="28"/>
            <w:vertAlign w:val="superscript"/>
          </w:rPr>
          <w:t>2</w:t>
        </w:r>
      </w:hyperlink>
      <w:r w:rsidRPr="002E0D4E">
        <w:rPr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Pr="002E0D4E">
        <w:rPr>
          <w:sz w:val="28"/>
          <w:szCs w:val="28"/>
        </w:rPr>
        <w:t>ых</w:t>
      </w:r>
      <w:proofErr w:type="spellEnd"/>
      <w:r w:rsidRPr="002E0D4E">
        <w:rPr>
          <w:sz w:val="28"/>
          <w:szCs w:val="28"/>
        </w:rPr>
        <w:t xml:space="preserve">) в соответствии с </w:t>
      </w:r>
      <w:hyperlink r:id="rId136" w:history="1">
        <w:r w:rsidRPr="002E0D4E">
          <w:rPr>
            <w:sz w:val="28"/>
            <w:szCs w:val="28"/>
          </w:rPr>
          <w:t>пунктом 4.3.</w:t>
        </w:r>
        <w:r w:rsidR="00EF6BCC" w:rsidRPr="002E0D4E">
          <w:rPr>
            <w:sz w:val="28"/>
            <w:szCs w:val="28"/>
          </w:rPr>
          <w:t>8</w:t>
        </w:r>
        <w:r w:rsidRPr="002E0D4E">
          <w:rPr>
            <w:sz w:val="28"/>
            <w:szCs w:val="28"/>
          </w:rPr>
          <w:t>.2</w:t>
        </w:r>
      </w:hyperlink>
      <w:r w:rsidRPr="002E0D4E">
        <w:rPr>
          <w:sz w:val="28"/>
          <w:szCs w:val="28"/>
        </w:rPr>
        <w:t xml:space="preserve"> настоящего Соглашения;</w:t>
      </w:r>
    </w:p>
    <w:p w:rsidR="0087513C" w:rsidRPr="002E0D4E" w:rsidRDefault="009310A2" w:rsidP="008751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87513C" w:rsidRPr="002E0D4E">
        <w:rPr>
          <w:sz w:val="28"/>
          <w:szCs w:val="28"/>
        </w:rPr>
        <w:t>5</w:t>
      </w:r>
      <w:r w:rsidRPr="002E0D4E">
        <w:rPr>
          <w:sz w:val="28"/>
          <w:szCs w:val="28"/>
        </w:rPr>
        <w:t xml:space="preserve">.2. ____________________________________________________________ </w:t>
      </w:r>
      <w:hyperlink r:id="rId137" w:history="1">
        <w:r w:rsidRPr="002E0D4E">
          <w:rPr>
            <w:sz w:val="28"/>
            <w:szCs w:val="28"/>
            <w:vertAlign w:val="superscript"/>
          </w:rPr>
          <w:t>2</w:t>
        </w:r>
        <w:r w:rsidR="00F554E7" w:rsidRPr="002E0D4E">
          <w:rPr>
            <w:sz w:val="28"/>
            <w:szCs w:val="28"/>
            <w:vertAlign w:val="superscript"/>
          </w:rPr>
          <w:t>3</w:t>
        </w:r>
      </w:hyperlink>
      <w:r w:rsidRPr="002E0D4E">
        <w:rPr>
          <w:sz w:val="28"/>
          <w:szCs w:val="28"/>
        </w:rPr>
        <w:t>;</w:t>
      </w:r>
      <w:bookmarkStart w:id="87" w:name="P2421"/>
      <w:bookmarkStart w:id="88" w:name="P2423"/>
      <w:bookmarkEnd w:id="87"/>
      <w:bookmarkEnd w:id="88"/>
    </w:p>
    <w:p w:rsidR="00A16EED" w:rsidRPr="002E0D4E" w:rsidRDefault="008A4952" w:rsidP="00A16E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0A782A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 xml:space="preserve">.  осуществлять контроль за соблюдением Получателем порядка, целей </w:t>
      </w:r>
      <w:proofErr w:type="gramStart"/>
      <w:r w:rsidRPr="002E0D4E">
        <w:rPr>
          <w:sz w:val="28"/>
          <w:szCs w:val="28"/>
        </w:rPr>
        <w:t>и  условий</w:t>
      </w:r>
      <w:proofErr w:type="gramEnd"/>
      <w:r w:rsidRPr="002E0D4E">
        <w:rPr>
          <w:sz w:val="28"/>
          <w:szCs w:val="28"/>
        </w:rPr>
        <w:t xml:space="preserve">  предоставления гранта, а также мониторинг достижения результата (целевых   показателей)   предоставления  гранта,  установленных  Правилами предоставления  гранта  и  (или)  настоящим  Соглашением,  путем проведения проверок:</w:t>
      </w:r>
    </w:p>
    <w:p w:rsidR="00CF18FE" w:rsidRPr="002E0D4E" w:rsidRDefault="00A16EED" w:rsidP="00A16E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4.1.6.1.</w:t>
      </w:r>
      <w:r w:rsidR="008A4952" w:rsidRPr="002E0D4E">
        <w:rPr>
          <w:sz w:val="28"/>
          <w:szCs w:val="28"/>
        </w:rPr>
        <w:t xml:space="preserve"> по месту нахождения </w:t>
      </w:r>
      <w:r w:rsidR="00CF18FE" w:rsidRPr="002E0D4E">
        <w:rPr>
          <w:sz w:val="28"/>
          <w:szCs w:val="28"/>
        </w:rPr>
        <w:t>_____</w:t>
      </w:r>
      <w:r w:rsidRPr="002E0D4E">
        <w:rPr>
          <w:sz w:val="28"/>
          <w:szCs w:val="28"/>
        </w:rPr>
        <w:t>________________________</w:t>
      </w:r>
      <w:r w:rsidR="00F35FCB" w:rsidRPr="002E0D4E">
        <w:rPr>
          <w:sz w:val="28"/>
          <w:szCs w:val="28"/>
        </w:rPr>
        <w:t>____________</w:t>
      </w:r>
      <w:r w:rsidRPr="002E0D4E">
        <w:rPr>
          <w:sz w:val="28"/>
          <w:szCs w:val="28"/>
        </w:rPr>
        <w:t>__</w:t>
      </w:r>
    </w:p>
    <w:p w:rsidR="002344C2" w:rsidRPr="002E0D4E" w:rsidRDefault="00CF18FE" w:rsidP="002344C2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          </w:t>
      </w:r>
      <w:r w:rsidR="002344C2" w:rsidRPr="002E0D4E">
        <w:rPr>
          <w:rFonts w:ascii="Courier New" w:hAnsi="Courier New" w:cs="Courier New"/>
        </w:rPr>
        <w:t xml:space="preserve">         </w:t>
      </w:r>
      <w:r w:rsidR="00F35FCB" w:rsidRPr="002E0D4E">
        <w:rPr>
          <w:rFonts w:ascii="Courier New" w:hAnsi="Courier New" w:cs="Courier New"/>
        </w:rPr>
        <w:t xml:space="preserve">     </w:t>
      </w:r>
      <w:r w:rsidR="002344C2" w:rsidRPr="002E0D4E">
        <w:rPr>
          <w:rFonts w:ascii="Courier New" w:hAnsi="Courier New" w:cs="Courier New"/>
        </w:rPr>
        <w:t xml:space="preserve"> </w:t>
      </w:r>
      <w:r w:rsidRPr="002E0D4E">
        <w:t>(Министерств</w:t>
      </w:r>
      <w:r w:rsidR="0087513C" w:rsidRPr="002E0D4E">
        <w:t>а</w:t>
      </w:r>
      <w:r w:rsidRPr="002E0D4E">
        <w:t xml:space="preserve">, </w:t>
      </w:r>
      <w:r w:rsidR="002344C2" w:rsidRPr="002E0D4E">
        <w:t>Комитета, Агентства, иного органа (организации))</w:t>
      </w:r>
    </w:p>
    <w:p w:rsidR="00F35FCB" w:rsidRPr="002E0D4E" w:rsidRDefault="00F35FCB" w:rsidP="00F35FCB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на основании:</w:t>
      </w:r>
    </w:p>
    <w:p w:rsidR="00594161" w:rsidRPr="002E0D4E" w:rsidRDefault="00594161" w:rsidP="00594161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A16EED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 xml:space="preserve">.1.1. отчета о расходах Получателя, источником финансового обеспечения которых является грант, по форме согласно приложению № ____ к настоящему Соглашению </w:t>
      </w:r>
      <w:hyperlink r:id="rId138" w:history="1">
        <w:r w:rsidRPr="002E0D4E">
          <w:rPr>
            <w:sz w:val="28"/>
            <w:szCs w:val="28"/>
            <w:vertAlign w:val="superscript"/>
          </w:rPr>
          <w:t>2</w:t>
        </w:r>
        <w:r w:rsidR="00F554E7" w:rsidRPr="002E0D4E">
          <w:rPr>
            <w:sz w:val="28"/>
            <w:szCs w:val="28"/>
            <w:vertAlign w:val="superscript"/>
          </w:rPr>
          <w:t>4</w:t>
        </w:r>
      </w:hyperlink>
      <w:r w:rsidRPr="002E0D4E">
        <w:rPr>
          <w:sz w:val="28"/>
          <w:szCs w:val="28"/>
        </w:rPr>
        <w:t xml:space="preserve">, являющемуся неотъемлемой частью настоящего Соглашения, представленного в соответствии с </w:t>
      </w:r>
      <w:hyperlink r:id="rId139" w:history="1">
        <w:r w:rsidR="004319DB" w:rsidRPr="002E0D4E">
          <w:rPr>
            <w:sz w:val="28"/>
            <w:szCs w:val="28"/>
          </w:rPr>
          <w:t>пунктом 4.3.8</w:t>
        </w:r>
        <w:r w:rsidRPr="002E0D4E">
          <w:rPr>
            <w:sz w:val="28"/>
            <w:szCs w:val="28"/>
          </w:rPr>
          <w:t>.1</w:t>
        </w:r>
      </w:hyperlink>
      <w:r w:rsidRPr="002E0D4E">
        <w:rPr>
          <w:sz w:val="28"/>
          <w:szCs w:val="28"/>
        </w:rPr>
        <w:t xml:space="preserve"> настоящего Соглашения;</w:t>
      </w:r>
    </w:p>
    <w:p w:rsidR="00594161" w:rsidRPr="002E0D4E" w:rsidRDefault="00594161" w:rsidP="00594161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A16EED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 xml:space="preserve">.1.2. иных отчетов </w:t>
      </w:r>
      <w:hyperlink r:id="rId140" w:history="1">
        <w:r w:rsidRPr="002E0D4E">
          <w:rPr>
            <w:sz w:val="28"/>
            <w:szCs w:val="28"/>
            <w:vertAlign w:val="superscript"/>
          </w:rPr>
          <w:t>2</w:t>
        </w:r>
        <w:r w:rsidR="00F554E7" w:rsidRPr="002E0D4E">
          <w:rPr>
            <w:sz w:val="28"/>
            <w:szCs w:val="28"/>
            <w:vertAlign w:val="superscript"/>
          </w:rPr>
          <w:t>5</w:t>
        </w:r>
      </w:hyperlink>
      <w:r w:rsidRPr="002E0D4E">
        <w:rPr>
          <w:sz w:val="28"/>
          <w:szCs w:val="28"/>
        </w:rPr>
        <w:t>:</w:t>
      </w:r>
    </w:p>
    <w:p w:rsidR="00594161" w:rsidRPr="002E0D4E" w:rsidRDefault="00594161" w:rsidP="00594161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A16EED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>.1.2.1. __________________________________________________________;</w:t>
      </w:r>
    </w:p>
    <w:p w:rsidR="00D87CA7" w:rsidRPr="002E0D4E" w:rsidRDefault="00594161" w:rsidP="00D87CA7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A16EED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>.1.2.2. ________________________________________________________</w:t>
      </w:r>
      <w:r w:rsidR="003218F8" w:rsidRPr="002E0D4E">
        <w:rPr>
          <w:sz w:val="28"/>
          <w:szCs w:val="28"/>
        </w:rPr>
        <w:t>__;</w:t>
      </w:r>
    </w:p>
    <w:p w:rsidR="00A16EED" w:rsidRPr="002E0D4E" w:rsidRDefault="00594161" w:rsidP="00D87CA7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A16EED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>.1.3.  иных  документов,  представленных  Получателем  по  запросу</w:t>
      </w:r>
      <w:r w:rsidR="00A16EED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___________________</w:t>
      </w:r>
      <w:r w:rsidR="00A16EED" w:rsidRPr="002E0D4E">
        <w:rPr>
          <w:sz w:val="28"/>
          <w:szCs w:val="28"/>
        </w:rPr>
        <w:t>____</w:t>
      </w:r>
      <w:r w:rsidRPr="002E0D4E">
        <w:rPr>
          <w:sz w:val="28"/>
          <w:szCs w:val="28"/>
        </w:rPr>
        <w:t>в соответствии с пунктом</w:t>
      </w:r>
      <w:r w:rsidR="00A16EED" w:rsidRPr="002E0D4E">
        <w:rPr>
          <w:sz w:val="28"/>
          <w:szCs w:val="28"/>
        </w:rPr>
        <w:t xml:space="preserve"> </w:t>
      </w:r>
      <w:hyperlink r:id="rId141" w:history="1">
        <w:r w:rsidR="00A16EED" w:rsidRPr="002E0D4E">
          <w:rPr>
            <w:sz w:val="28"/>
            <w:szCs w:val="28"/>
          </w:rPr>
          <w:t>4.3.</w:t>
        </w:r>
      </w:hyperlink>
      <w:r w:rsidR="0087672A" w:rsidRPr="002E0D4E">
        <w:rPr>
          <w:sz w:val="28"/>
          <w:szCs w:val="28"/>
        </w:rPr>
        <w:t>9.</w:t>
      </w:r>
      <w:r w:rsidR="00A16EED" w:rsidRPr="002E0D4E">
        <w:rPr>
          <w:sz w:val="28"/>
          <w:szCs w:val="28"/>
        </w:rPr>
        <w:t xml:space="preserve"> настоящего </w:t>
      </w:r>
      <w:r w:rsidR="003218F8" w:rsidRPr="002E0D4E">
        <w:rPr>
          <w:sz w:val="28"/>
          <w:szCs w:val="28"/>
        </w:rPr>
        <w:t>Соглашения;</w:t>
      </w:r>
    </w:p>
    <w:p w:rsidR="005E2A6A" w:rsidRPr="002E0D4E" w:rsidRDefault="005E2A6A" w:rsidP="005E2A6A">
      <w:pPr>
        <w:spacing w:after="1" w:line="200" w:lineRule="atLeast"/>
        <w:jc w:val="both"/>
      </w:pPr>
      <w:r w:rsidRPr="002E0D4E">
        <w:t>(Министерства, Комитета, Агентства,</w:t>
      </w:r>
    </w:p>
    <w:p w:rsidR="005E2A6A" w:rsidRPr="002E0D4E" w:rsidRDefault="005E2A6A" w:rsidP="005E2A6A">
      <w:pPr>
        <w:spacing w:after="1" w:line="200" w:lineRule="atLeast"/>
        <w:jc w:val="both"/>
      </w:pPr>
      <w:r w:rsidRPr="002E0D4E">
        <w:t xml:space="preserve"> иного органа (организации))</w:t>
      </w:r>
    </w:p>
    <w:p w:rsidR="00594161" w:rsidRPr="002E0D4E" w:rsidRDefault="00594161" w:rsidP="00594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D87CA7" w:rsidRPr="002E0D4E">
        <w:rPr>
          <w:sz w:val="28"/>
          <w:szCs w:val="28"/>
        </w:rPr>
        <w:t>6</w:t>
      </w:r>
      <w:r w:rsidRPr="002E0D4E">
        <w:rPr>
          <w:sz w:val="28"/>
          <w:szCs w:val="28"/>
        </w:rPr>
        <w:t>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A31538" w:rsidRPr="002E0D4E" w:rsidRDefault="00A31538" w:rsidP="00A31538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0A782A" w:rsidRPr="002E0D4E">
        <w:rPr>
          <w:sz w:val="28"/>
          <w:szCs w:val="28"/>
        </w:rPr>
        <w:t>7</w:t>
      </w:r>
      <w:r w:rsidRPr="002E0D4E">
        <w:rPr>
          <w:sz w:val="28"/>
          <w:szCs w:val="28"/>
        </w:rPr>
        <w:t xml:space="preserve">.  </w:t>
      </w:r>
      <w:proofErr w:type="gramStart"/>
      <w:r w:rsidRPr="002E0D4E">
        <w:rPr>
          <w:sz w:val="28"/>
          <w:szCs w:val="28"/>
        </w:rPr>
        <w:t>в  случае</w:t>
      </w:r>
      <w:proofErr w:type="gramEnd"/>
      <w:r w:rsidRPr="002E0D4E">
        <w:rPr>
          <w:sz w:val="28"/>
          <w:szCs w:val="28"/>
        </w:rPr>
        <w:t xml:space="preserve"> установления ___________________________________________</w:t>
      </w:r>
    </w:p>
    <w:p w:rsidR="007B7D67" w:rsidRPr="002E0D4E" w:rsidRDefault="007B7D67" w:rsidP="007B7D67">
      <w:pPr>
        <w:spacing w:after="1" w:line="200" w:lineRule="atLeast"/>
        <w:jc w:val="both"/>
      </w:pPr>
      <w:r w:rsidRPr="002E0D4E">
        <w:t xml:space="preserve">                                                                             (Министерством, Комитетом, Агентством, иным органом (организацией))</w:t>
      </w:r>
    </w:p>
    <w:p w:rsidR="00060F90" w:rsidRPr="002E0D4E" w:rsidRDefault="00352199" w:rsidP="00060F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или  получения от органа государственного финансового контроля информации о факте(ах)  нарушения  Получателем  порядка,  целей и условий предоставления гранта,  предусмотренных  Правилами предоставления гранта и (или) настоящим Соглашением,  в том числе указания в документах, представленных Получателем в   соответствии  с  Правилами  предоставления  гранта  и  (или)  настоящим Соглашением,  недостоверных  сведений,  направлять Получателю требование об обеспече</w:t>
      </w:r>
      <w:r w:rsidRPr="002E0D4E">
        <w:rPr>
          <w:sz w:val="28"/>
          <w:szCs w:val="28"/>
        </w:rPr>
        <w:lastRenderedPageBreak/>
        <w:t>нии  возврата  Субсидии  в  бюджет Республики Татарстан в размере и в сроки, определенные в указанном требовании;</w:t>
      </w:r>
    </w:p>
    <w:p w:rsidR="00060F90" w:rsidRPr="002E0D4E" w:rsidRDefault="00A31538" w:rsidP="00060F90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0A782A" w:rsidRPr="002E0D4E">
        <w:rPr>
          <w:sz w:val="28"/>
          <w:szCs w:val="28"/>
        </w:rPr>
        <w:t>8</w:t>
      </w:r>
      <w:r w:rsidR="00060F90" w:rsidRPr="002E0D4E">
        <w:rPr>
          <w:sz w:val="28"/>
          <w:szCs w:val="28"/>
        </w:rPr>
        <w:t xml:space="preserve">. в случае, если Получателем не достигнуты установленные значения </w:t>
      </w:r>
      <w:r w:rsidR="00060B73" w:rsidRPr="002E0D4E">
        <w:rPr>
          <w:sz w:val="28"/>
          <w:szCs w:val="28"/>
        </w:rPr>
        <w:t>результата(</w:t>
      </w:r>
      <w:proofErr w:type="spellStart"/>
      <w:r w:rsidR="00060B73" w:rsidRPr="002E0D4E">
        <w:rPr>
          <w:sz w:val="28"/>
          <w:szCs w:val="28"/>
        </w:rPr>
        <w:t>ов</w:t>
      </w:r>
      <w:proofErr w:type="spellEnd"/>
      <w:r w:rsidR="00060B73" w:rsidRPr="002E0D4E">
        <w:rPr>
          <w:sz w:val="28"/>
          <w:szCs w:val="28"/>
        </w:rPr>
        <w:t xml:space="preserve">) </w:t>
      </w:r>
      <w:r w:rsidR="00060F90" w:rsidRPr="002E0D4E">
        <w:rPr>
          <w:sz w:val="28"/>
          <w:szCs w:val="28"/>
        </w:rPr>
        <w:t>предоставления   гранта   и</w:t>
      </w:r>
      <w:proofErr w:type="gramStart"/>
      <w:r w:rsidR="00060F90" w:rsidRPr="002E0D4E">
        <w:rPr>
          <w:sz w:val="28"/>
          <w:szCs w:val="28"/>
        </w:rPr>
        <w:t xml:space="preserve">   (</w:t>
      </w:r>
      <w:proofErr w:type="gramEnd"/>
      <w:r w:rsidR="00060F90" w:rsidRPr="002E0D4E">
        <w:rPr>
          <w:sz w:val="28"/>
          <w:szCs w:val="28"/>
        </w:rPr>
        <w:t>или)   иных   показателей, установленных Правилами предоставления гранта или _________________________</w:t>
      </w:r>
      <w:r w:rsidR="00060B73" w:rsidRPr="002E0D4E">
        <w:rPr>
          <w:sz w:val="28"/>
          <w:szCs w:val="28"/>
        </w:rPr>
        <w:t>__________</w:t>
      </w:r>
      <w:r w:rsidR="00060F90" w:rsidRPr="002E0D4E">
        <w:rPr>
          <w:sz w:val="28"/>
          <w:szCs w:val="28"/>
        </w:rPr>
        <w:t>____</w:t>
      </w:r>
    </w:p>
    <w:p w:rsidR="00957762" w:rsidRPr="002E0D4E" w:rsidRDefault="00287B0D" w:rsidP="00957762">
      <w:pPr>
        <w:spacing w:after="1" w:line="200" w:lineRule="atLeast"/>
        <w:jc w:val="right"/>
      </w:pPr>
      <w:r w:rsidRPr="002E0D4E">
        <w:t xml:space="preserve">                                                                             (Министерством, Комитетом, Агентством,</w:t>
      </w:r>
    </w:p>
    <w:p w:rsidR="00287B0D" w:rsidRPr="002E0D4E" w:rsidRDefault="00287B0D" w:rsidP="00957762">
      <w:pPr>
        <w:spacing w:after="1" w:line="200" w:lineRule="atLeast"/>
        <w:jc w:val="right"/>
      </w:pPr>
      <w:r w:rsidRPr="002E0D4E">
        <w:t xml:space="preserve"> иным органом (организацией))</w:t>
      </w:r>
    </w:p>
    <w:p w:rsidR="00060F90" w:rsidRPr="002E0D4E" w:rsidRDefault="00060F90" w:rsidP="00060F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в  соответствии  с  </w:t>
      </w:r>
      <w:hyperlink r:id="rId142" w:history="1">
        <w:r w:rsidRPr="002E0D4E">
          <w:rPr>
            <w:sz w:val="28"/>
            <w:szCs w:val="28"/>
          </w:rPr>
          <w:t>пунктом 4.1.</w:t>
        </w:r>
      </w:hyperlink>
      <w:r w:rsidR="00425A5A" w:rsidRPr="002E0D4E">
        <w:rPr>
          <w:sz w:val="28"/>
          <w:szCs w:val="28"/>
        </w:rPr>
        <w:t>4.</w:t>
      </w:r>
      <w:r w:rsidRPr="002E0D4E">
        <w:rPr>
          <w:sz w:val="28"/>
          <w:szCs w:val="28"/>
        </w:rPr>
        <w:t xml:space="preserve"> настоящего Соглашения, применять штрафные</w:t>
      </w:r>
      <w:r w:rsidR="00060B7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санкции,  расчет размера которых приведен в приложении </w:t>
      </w:r>
      <w:r w:rsidR="00060B73" w:rsidRPr="002E0D4E">
        <w:rPr>
          <w:sz w:val="28"/>
          <w:szCs w:val="28"/>
        </w:rPr>
        <w:t>№</w:t>
      </w:r>
      <w:r w:rsidRPr="002E0D4E">
        <w:rPr>
          <w:sz w:val="28"/>
          <w:szCs w:val="28"/>
        </w:rPr>
        <w:t xml:space="preserve"> _____ к настоящему</w:t>
      </w:r>
      <w:r w:rsidR="00060B7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Соглашению,   являющемся   неотъемлемой  частью  настоящего  Соглашения,  с</w:t>
      </w:r>
      <w:r w:rsidR="00060B7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обязательным  уведомлением  Получателя  в  течение  ___ рабочих дней с даты</w:t>
      </w:r>
      <w:r w:rsidR="00060B7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принятия указанного решения </w:t>
      </w:r>
      <w:hyperlink r:id="rId143" w:history="1">
        <w:r w:rsidR="00060B73" w:rsidRPr="002E0D4E">
          <w:rPr>
            <w:sz w:val="28"/>
            <w:szCs w:val="28"/>
            <w:vertAlign w:val="superscript"/>
          </w:rPr>
          <w:t>2</w:t>
        </w:r>
        <w:r w:rsidR="00F554E7" w:rsidRPr="002E0D4E">
          <w:rPr>
            <w:sz w:val="28"/>
            <w:szCs w:val="28"/>
            <w:vertAlign w:val="superscript"/>
          </w:rPr>
          <w:t>6</w:t>
        </w:r>
      </w:hyperlink>
      <w:r w:rsidRPr="002E0D4E">
        <w:rPr>
          <w:sz w:val="28"/>
          <w:szCs w:val="28"/>
        </w:rPr>
        <w:t>;</w:t>
      </w:r>
    </w:p>
    <w:p w:rsidR="00A31538" w:rsidRPr="002E0D4E" w:rsidRDefault="00A31538" w:rsidP="00A31538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0A782A" w:rsidRPr="002E0D4E">
        <w:rPr>
          <w:sz w:val="28"/>
          <w:szCs w:val="28"/>
        </w:rPr>
        <w:t>9</w:t>
      </w:r>
      <w:r w:rsidRPr="002E0D4E">
        <w:rPr>
          <w:sz w:val="28"/>
          <w:szCs w:val="28"/>
        </w:rPr>
        <w:t xml:space="preserve">.   рассматривать   предложения,   документы  и  иную  информацию, направленную  Получателем,  в  том  числе  в  соответствии  с </w:t>
      </w:r>
      <w:hyperlink r:id="rId144" w:history="1">
        <w:r w:rsidRPr="002E0D4E">
          <w:rPr>
            <w:sz w:val="28"/>
            <w:szCs w:val="28"/>
          </w:rPr>
          <w:t>пунктом 4.4.1</w:t>
        </w:r>
      </w:hyperlink>
      <w:r w:rsidRPr="002E0D4E">
        <w:rPr>
          <w:sz w:val="28"/>
          <w:szCs w:val="28"/>
        </w:rPr>
        <w:t xml:space="preserve"> настоящего  Соглашения,  в  течение ____ рабочих дней со дня их получения и уведомлять Получателя о принятом решении (при необходимости);</w:t>
      </w:r>
    </w:p>
    <w:p w:rsidR="00A31538" w:rsidRPr="002E0D4E" w:rsidRDefault="008D457F" w:rsidP="00A31538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</w:t>
      </w:r>
      <w:r w:rsidR="000A782A" w:rsidRPr="002E0D4E">
        <w:rPr>
          <w:sz w:val="28"/>
          <w:szCs w:val="28"/>
        </w:rPr>
        <w:t>10</w:t>
      </w:r>
      <w:r w:rsidR="00A31538" w:rsidRPr="002E0D4E">
        <w:rPr>
          <w:sz w:val="28"/>
          <w:szCs w:val="28"/>
        </w:rPr>
        <w:t xml:space="preserve">.  направлять  разъяснения  Получателю  по  вопросам, связанным с исполнением  настоящего  Соглашения,  в  течение  ____  рабочих дней со дня получения  обращения  Получателя  в соответствии с </w:t>
      </w:r>
      <w:hyperlink r:id="rId145" w:history="1">
        <w:r w:rsidR="00A31538" w:rsidRPr="002E0D4E">
          <w:rPr>
            <w:sz w:val="28"/>
            <w:szCs w:val="28"/>
          </w:rPr>
          <w:t>пунктом 4.4.2</w:t>
        </w:r>
      </w:hyperlink>
      <w:r w:rsidR="00A31538" w:rsidRPr="002E0D4E">
        <w:rPr>
          <w:sz w:val="28"/>
          <w:szCs w:val="28"/>
        </w:rPr>
        <w:t xml:space="preserve"> настоящего Соглашения;</w:t>
      </w:r>
    </w:p>
    <w:p w:rsidR="00A31538" w:rsidRPr="002E0D4E" w:rsidRDefault="00A31538" w:rsidP="00A31538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4.1.1</w:t>
      </w:r>
      <w:r w:rsidR="000A782A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   выполнять   иные   обязательства</w:t>
      </w:r>
      <w:r w:rsidR="006A7637" w:rsidRPr="002E0D4E">
        <w:rPr>
          <w:sz w:val="28"/>
          <w:szCs w:val="28"/>
        </w:rPr>
        <w:t xml:space="preserve"> в соответствии </w:t>
      </w:r>
      <w:proofErr w:type="gramStart"/>
      <w:r w:rsidR="006A7637" w:rsidRPr="002E0D4E">
        <w:rPr>
          <w:sz w:val="28"/>
          <w:szCs w:val="28"/>
        </w:rPr>
        <w:t xml:space="preserve">с </w:t>
      </w:r>
      <w:r w:rsidRPr="002E0D4E">
        <w:rPr>
          <w:sz w:val="28"/>
          <w:szCs w:val="28"/>
        </w:rPr>
        <w:t xml:space="preserve"> бюджетным</w:t>
      </w:r>
      <w:proofErr w:type="gramEnd"/>
      <w:r w:rsidR="00B45259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законодательством Российской Федерации</w:t>
      </w:r>
      <w:r w:rsidR="006A7637" w:rsidRPr="002E0D4E">
        <w:rPr>
          <w:sz w:val="28"/>
          <w:szCs w:val="28"/>
        </w:rPr>
        <w:t xml:space="preserve"> и</w:t>
      </w:r>
      <w:r w:rsidRPr="002E0D4E">
        <w:rPr>
          <w:sz w:val="28"/>
          <w:szCs w:val="28"/>
        </w:rPr>
        <w:t xml:space="preserve"> Правилами предоставления гранта</w:t>
      </w:r>
      <w:r w:rsidR="006A7637" w:rsidRPr="002E0D4E">
        <w:rPr>
          <w:sz w:val="28"/>
          <w:szCs w:val="28"/>
        </w:rPr>
        <w:t xml:space="preserve"> </w:t>
      </w:r>
      <w:r w:rsidR="006A7637" w:rsidRPr="002E0D4E">
        <w:rPr>
          <w:sz w:val="28"/>
          <w:szCs w:val="28"/>
          <w:vertAlign w:val="superscript"/>
        </w:rPr>
        <w:t>2</w:t>
      </w:r>
      <w:r w:rsidR="00F554E7" w:rsidRPr="002E0D4E">
        <w:rPr>
          <w:sz w:val="28"/>
          <w:szCs w:val="28"/>
          <w:vertAlign w:val="superscript"/>
        </w:rPr>
        <w:t>7</w:t>
      </w:r>
      <w:r w:rsidR="00D649BF" w:rsidRPr="002E0D4E">
        <w:rPr>
          <w:sz w:val="28"/>
          <w:szCs w:val="28"/>
        </w:rPr>
        <w:t>:</w:t>
      </w:r>
    </w:p>
    <w:p w:rsidR="00D649BF" w:rsidRPr="002E0D4E" w:rsidRDefault="006A7637" w:rsidP="006A763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rFonts w:ascii="Courier New" w:hAnsi="Courier New" w:cs="Courier New"/>
        </w:rPr>
        <w:t xml:space="preserve">     </w:t>
      </w:r>
      <w:r w:rsidRPr="002E0D4E">
        <w:rPr>
          <w:sz w:val="28"/>
          <w:szCs w:val="28"/>
        </w:rPr>
        <w:t>4.1.1</w:t>
      </w:r>
      <w:r w:rsidR="005B7670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.1. ____________________________________________________________;</w:t>
      </w:r>
    </w:p>
    <w:p w:rsidR="006A7637" w:rsidRPr="002E0D4E" w:rsidRDefault="006A7637" w:rsidP="00D649B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4.1.1</w:t>
      </w:r>
      <w:r w:rsidR="005B7670" w:rsidRPr="002E0D4E">
        <w:rPr>
          <w:sz w:val="28"/>
          <w:szCs w:val="28"/>
        </w:rPr>
        <w:t>1</w:t>
      </w:r>
      <w:r w:rsidRPr="002E0D4E">
        <w:rPr>
          <w:sz w:val="28"/>
          <w:szCs w:val="28"/>
        </w:rPr>
        <w:t>.2. ____________________________________________________________.</w:t>
      </w:r>
    </w:p>
    <w:p w:rsidR="00ED0C50" w:rsidRPr="002E0D4E" w:rsidRDefault="00ED0C50" w:rsidP="0080566F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 __________________________________________________________ вправе:</w:t>
      </w:r>
    </w:p>
    <w:p w:rsidR="007A0517" w:rsidRPr="002E0D4E" w:rsidRDefault="007A0517" w:rsidP="007A0517">
      <w:pPr>
        <w:spacing w:after="1" w:line="200" w:lineRule="atLeast"/>
        <w:jc w:val="both"/>
      </w:pPr>
      <w:r w:rsidRPr="002E0D4E">
        <w:t xml:space="preserve">                         (Министерство, Комитет, Агентство, иной орган (организация))</w:t>
      </w:r>
    </w:p>
    <w:p w:rsidR="00640643" w:rsidRPr="002E0D4E" w:rsidRDefault="00ED0C50" w:rsidP="00BC4A62">
      <w:pPr>
        <w:spacing w:after="1" w:line="200" w:lineRule="atLeast"/>
        <w:ind w:firstLine="567"/>
        <w:jc w:val="both"/>
        <w:rPr>
          <w:sz w:val="28"/>
        </w:rPr>
      </w:pPr>
      <w:r w:rsidRPr="002E0D4E">
        <w:rPr>
          <w:sz w:val="28"/>
        </w:rPr>
        <w:t xml:space="preserve">4.2.1. принимать решение об изменении условий настоящего Соглашения в соответствии с </w:t>
      </w:r>
      <w:hyperlink w:anchor="P2612" w:history="1">
        <w:r w:rsidRPr="002E0D4E">
          <w:rPr>
            <w:sz w:val="28"/>
          </w:rPr>
          <w:t>пунктом 7.3</w:t>
        </w:r>
      </w:hyperlink>
      <w:r w:rsidRPr="002E0D4E">
        <w:rPr>
          <w:sz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2571" w:history="1">
        <w:r w:rsidRPr="002E0D4E">
          <w:rPr>
            <w:sz w:val="28"/>
          </w:rPr>
          <w:t>пунктом 4.4.1</w:t>
        </w:r>
      </w:hyperlink>
      <w:r w:rsidRPr="002E0D4E">
        <w:rPr>
          <w:sz w:val="28"/>
        </w:rPr>
        <w:t xml:space="preserve"> настоящего Соглашения, включая изменение размера гранта</w:t>
      </w:r>
      <w:r w:rsidR="00D32E03" w:rsidRPr="002E0D4E">
        <w:rPr>
          <w:sz w:val="28"/>
        </w:rPr>
        <w:t xml:space="preserve"> </w:t>
      </w:r>
      <w:r w:rsidR="00D32E03" w:rsidRPr="002E0D4E">
        <w:rPr>
          <w:sz w:val="28"/>
          <w:vertAlign w:val="superscript"/>
        </w:rPr>
        <w:t>2</w:t>
      </w:r>
      <w:r w:rsidR="00F554E7" w:rsidRPr="002E0D4E">
        <w:rPr>
          <w:sz w:val="28"/>
          <w:vertAlign w:val="superscript"/>
        </w:rPr>
        <w:t>8</w:t>
      </w:r>
      <w:r w:rsidR="00D01560" w:rsidRPr="002E0D4E">
        <w:rPr>
          <w:sz w:val="28"/>
        </w:rPr>
        <w:t>;</w:t>
      </w:r>
      <w:r w:rsidRPr="002E0D4E">
        <w:rPr>
          <w:sz w:val="28"/>
        </w:rPr>
        <w:t xml:space="preserve"> </w:t>
      </w:r>
    </w:p>
    <w:p w:rsidR="00D32E03" w:rsidRPr="002E0D4E" w:rsidRDefault="00ED0C50" w:rsidP="00D32E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</w:rPr>
        <w:t xml:space="preserve">4.2.2. </w:t>
      </w:r>
      <w:r w:rsidR="00D32E03" w:rsidRPr="002E0D4E">
        <w:rPr>
          <w:sz w:val="28"/>
          <w:szCs w:val="28"/>
        </w:rPr>
        <w:t xml:space="preserve">принимать в соответствии с бюджетным законодательством Российской Федерации решение о наличии или отсутствии потребности в направлении в 20 __ году </w:t>
      </w:r>
      <w:hyperlink r:id="rId146" w:history="1">
        <w:r w:rsidR="00D32E03" w:rsidRPr="002E0D4E">
          <w:rPr>
            <w:sz w:val="28"/>
            <w:szCs w:val="28"/>
            <w:vertAlign w:val="superscript"/>
          </w:rPr>
          <w:t>2</w:t>
        </w:r>
        <w:r w:rsidR="00F554E7" w:rsidRPr="002E0D4E">
          <w:rPr>
            <w:sz w:val="28"/>
            <w:szCs w:val="28"/>
            <w:vertAlign w:val="superscript"/>
          </w:rPr>
          <w:t>9</w:t>
        </w:r>
      </w:hyperlink>
      <w:r w:rsidR="00D32E03" w:rsidRPr="002E0D4E">
        <w:rPr>
          <w:sz w:val="28"/>
          <w:szCs w:val="28"/>
        </w:rPr>
        <w:t xml:space="preserve"> остатка гранта, не использованного в 20__ году </w:t>
      </w:r>
      <w:hyperlink r:id="rId147" w:history="1">
        <w:r w:rsidR="00F554E7" w:rsidRPr="002E0D4E">
          <w:rPr>
            <w:sz w:val="28"/>
            <w:szCs w:val="28"/>
            <w:vertAlign w:val="superscript"/>
          </w:rPr>
          <w:t>30</w:t>
        </w:r>
      </w:hyperlink>
      <w:r w:rsidR="00D32E03" w:rsidRPr="002E0D4E">
        <w:rPr>
          <w:sz w:val="28"/>
          <w:szCs w:val="28"/>
        </w:rPr>
        <w:t xml:space="preserve">, на цели, указанные в </w:t>
      </w:r>
      <w:hyperlink r:id="rId148" w:history="1">
        <w:r w:rsidR="00D32E03" w:rsidRPr="002E0D4E">
          <w:rPr>
            <w:sz w:val="28"/>
            <w:szCs w:val="28"/>
          </w:rPr>
          <w:t>разделе I</w:t>
        </w:r>
      </w:hyperlink>
      <w:r w:rsidR="00D32E03" w:rsidRPr="002E0D4E">
        <w:rPr>
          <w:sz w:val="28"/>
          <w:szCs w:val="28"/>
        </w:rPr>
        <w:t xml:space="preserve"> настоящего Соглашения, не позднее ___ рабочих дней </w:t>
      </w:r>
      <w:hyperlink r:id="rId149" w:history="1">
        <w:r w:rsidR="00F554E7" w:rsidRPr="002E0D4E">
          <w:rPr>
            <w:sz w:val="28"/>
            <w:szCs w:val="28"/>
            <w:vertAlign w:val="superscript"/>
          </w:rPr>
          <w:t>31</w:t>
        </w:r>
      </w:hyperlink>
      <w:r w:rsidR="00D32E03" w:rsidRPr="002E0D4E">
        <w:rPr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 </w:t>
      </w:r>
      <w:hyperlink r:id="rId150" w:history="1">
        <w:r w:rsidR="00D32E03" w:rsidRPr="002E0D4E">
          <w:rPr>
            <w:sz w:val="28"/>
            <w:szCs w:val="28"/>
            <w:vertAlign w:val="superscript"/>
          </w:rPr>
          <w:t>3</w:t>
        </w:r>
        <w:r w:rsidR="00F554E7" w:rsidRPr="002E0D4E">
          <w:rPr>
            <w:sz w:val="28"/>
            <w:szCs w:val="28"/>
            <w:vertAlign w:val="superscript"/>
          </w:rPr>
          <w:t>2</w:t>
        </w:r>
      </w:hyperlink>
      <w:r w:rsidR="00D32E03" w:rsidRPr="002E0D4E">
        <w:rPr>
          <w:sz w:val="28"/>
          <w:szCs w:val="28"/>
        </w:rPr>
        <w:t>:</w:t>
      </w:r>
    </w:p>
    <w:p w:rsidR="00D32E03" w:rsidRPr="002E0D4E" w:rsidRDefault="00D32E03" w:rsidP="00D32E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4.2.2.1. _____________________________________________________________;</w:t>
      </w:r>
    </w:p>
    <w:p w:rsidR="00D32E03" w:rsidRPr="002E0D4E" w:rsidRDefault="00D32E03" w:rsidP="00D32E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4.2.2.2. _____________________________________________________________;</w:t>
      </w:r>
    </w:p>
    <w:p w:rsidR="000B64AC" w:rsidRPr="002E0D4E" w:rsidRDefault="00ED0C50" w:rsidP="000B64AC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4.2.3. приостанавливать </w:t>
      </w:r>
      <w:proofErr w:type="gramStart"/>
      <w:r w:rsidRPr="002E0D4E">
        <w:rPr>
          <w:sz w:val="28"/>
          <w:szCs w:val="28"/>
        </w:rPr>
        <w:t>предоставление  гранта</w:t>
      </w:r>
      <w:proofErr w:type="gramEnd"/>
      <w:r w:rsidRPr="002E0D4E">
        <w:rPr>
          <w:sz w:val="28"/>
          <w:szCs w:val="28"/>
        </w:rPr>
        <w:t xml:space="preserve">  в  случае  установления</w:t>
      </w:r>
      <w:r w:rsidR="000B64AC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___________________</w:t>
      </w:r>
      <w:r w:rsidR="000B64AC" w:rsidRPr="002E0D4E">
        <w:rPr>
          <w:sz w:val="28"/>
          <w:szCs w:val="28"/>
        </w:rPr>
        <w:t>______________</w:t>
      </w:r>
      <w:r w:rsidR="00D01560" w:rsidRPr="002E0D4E">
        <w:rPr>
          <w:sz w:val="28"/>
          <w:szCs w:val="28"/>
        </w:rPr>
        <w:t>________________</w:t>
      </w:r>
      <w:r w:rsidR="000B64AC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 xml:space="preserve"> или получения от органа</w:t>
      </w:r>
      <w:r w:rsidR="000B64AC" w:rsidRPr="002E0D4E">
        <w:rPr>
          <w:sz w:val="28"/>
          <w:szCs w:val="28"/>
        </w:rPr>
        <w:t xml:space="preserve"> </w:t>
      </w:r>
    </w:p>
    <w:p w:rsidR="007A0517" w:rsidRPr="002E0D4E" w:rsidRDefault="00D01560" w:rsidP="007A0517">
      <w:pPr>
        <w:spacing w:after="1" w:line="200" w:lineRule="atLeast"/>
        <w:jc w:val="both"/>
      </w:pPr>
      <w:r w:rsidRPr="002E0D4E">
        <w:t xml:space="preserve">      </w:t>
      </w:r>
      <w:r w:rsidR="007A0517" w:rsidRPr="002E0D4E">
        <w:t>(Министерством, Комитетом, Агентством, иным органом (организацией))</w:t>
      </w:r>
    </w:p>
    <w:p w:rsidR="00ED0C50" w:rsidRPr="002E0D4E" w:rsidRDefault="00D01560" w:rsidP="00BC4A62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государственного  </w:t>
      </w:r>
      <w:r w:rsidR="000B64AC" w:rsidRPr="002E0D4E">
        <w:rPr>
          <w:sz w:val="28"/>
          <w:szCs w:val="28"/>
        </w:rPr>
        <w:t xml:space="preserve">финансового </w:t>
      </w:r>
      <w:r w:rsidR="00ED0C50" w:rsidRPr="002E0D4E">
        <w:rPr>
          <w:sz w:val="28"/>
          <w:szCs w:val="28"/>
        </w:rPr>
        <w:t>контроля  информации  о  факте(ах)  нарушения</w:t>
      </w:r>
      <w:r w:rsidR="002074D0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Получателем порядка, целей и условий предоставления гранта, предусмотренных</w:t>
      </w:r>
      <w:r w:rsidR="002074D0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Правилами  предоставления  гранта  и  настоящим  Соглашением,  в  том числе</w:t>
      </w:r>
      <w:r w:rsidR="002074D0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указания   в   документах,  представленных  Получателем  в  соответствии  с</w:t>
      </w:r>
      <w:r w:rsidR="002074D0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настоящим  Соглашением,  недостоверных  сведений,  до  устранения указанных</w:t>
      </w:r>
      <w:r w:rsidR="002074D0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нарушений с обя</w:t>
      </w:r>
      <w:r w:rsidR="00ED0C50" w:rsidRPr="002E0D4E">
        <w:rPr>
          <w:sz w:val="28"/>
          <w:szCs w:val="28"/>
        </w:rPr>
        <w:lastRenderedPageBreak/>
        <w:t>зательным уведомлением Получателя не позднее ______ рабочего</w:t>
      </w:r>
      <w:r w:rsidR="002074D0" w:rsidRPr="002E0D4E">
        <w:rPr>
          <w:sz w:val="28"/>
          <w:szCs w:val="28"/>
        </w:rPr>
        <w:t xml:space="preserve"> </w:t>
      </w:r>
      <w:r w:rsidR="00ED0C50" w:rsidRPr="002E0D4E">
        <w:rPr>
          <w:sz w:val="28"/>
          <w:szCs w:val="28"/>
        </w:rPr>
        <w:t>дня с даты принятия решения о приостановлении предоставления гранта</w:t>
      </w:r>
      <w:r w:rsidR="008A1A23" w:rsidRPr="002E0D4E">
        <w:rPr>
          <w:sz w:val="28"/>
          <w:szCs w:val="28"/>
        </w:rPr>
        <w:t xml:space="preserve"> </w:t>
      </w:r>
      <w:r w:rsidR="008A1A23" w:rsidRPr="002E0D4E">
        <w:rPr>
          <w:sz w:val="28"/>
          <w:szCs w:val="28"/>
          <w:vertAlign w:val="superscript"/>
        </w:rPr>
        <w:t>3</w:t>
      </w:r>
      <w:r w:rsidR="00F554E7" w:rsidRPr="002E0D4E">
        <w:rPr>
          <w:sz w:val="28"/>
          <w:szCs w:val="28"/>
          <w:vertAlign w:val="superscript"/>
        </w:rPr>
        <w:t>3</w:t>
      </w:r>
      <w:r w:rsidR="00ED0C50" w:rsidRPr="002E0D4E">
        <w:rPr>
          <w:sz w:val="28"/>
          <w:szCs w:val="28"/>
        </w:rPr>
        <w:t>;</w:t>
      </w:r>
    </w:p>
    <w:p w:rsidR="002074D0" w:rsidRPr="002E0D4E" w:rsidRDefault="00ED0C50" w:rsidP="0080566F">
      <w:pPr>
        <w:spacing w:after="1" w:line="280" w:lineRule="atLeast"/>
        <w:ind w:firstLine="567"/>
        <w:jc w:val="both"/>
        <w:rPr>
          <w:sz w:val="28"/>
        </w:rPr>
      </w:pPr>
      <w:bookmarkStart w:id="89" w:name="P2483"/>
      <w:bookmarkEnd w:id="89"/>
      <w:r w:rsidRPr="002E0D4E">
        <w:rPr>
          <w:sz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Правилами предоставления гранта и настоящим Соглашением, в соответствии с </w:t>
      </w:r>
      <w:hyperlink w:anchor="P2423" w:history="1">
        <w:r w:rsidRPr="002E0D4E">
          <w:rPr>
            <w:sz w:val="28"/>
          </w:rPr>
          <w:t>пунктом 4.1.</w:t>
        </w:r>
      </w:hyperlink>
      <w:r w:rsidR="0003548F" w:rsidRPr="002E0D4E">
        <w:rPr>
          <w:sz w:val="28"/>
        </w:rPr>
        <w:t>6.</w:t>
      </w:r>
      <w:r w:rsidRPr="002E0D4E">
        <w:rPr>
          <w:sz w:val="28"/>
        </w:rPr>
        <w:t xml:space="preserve"> настоящего Соглашения;</w:t>
      </w:r>
    </w:p>
    <w:p w:rsidR="00436026" w:rsidRPr="002E0D4E" w:rsidRDefault="00436026" w:rsidP="004360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4.2.5. осуществлять иные права в соответствии с бюджетным законодательством Российской Федерации и Правилами предоставления гранта </w:t>
      </w:r>
      <w:hyperlink r:id="rId151" w:history="1">
        <w:r w:rsidRPr="002E0D4E">
          <w:rPr>
            <w:sz w:val="28"/>
            <w:szCs w:val="28"/>
            <w:vertAlign w:val="superscript"/>
          </w:rPr>
          <w:t>3</w:t>
        </w:r>
        <w:r w:rsidR="00F554E7" w:rsidRPr="002E0D4E">
          <w:rPr>
            <w:sz w:val="28"/>
            <w:szCs w:val="28"/>
            <w:vertAlign w:val="superscript"/>
          </w:rPr>
          <w:t>4</w:t>
        </w:r>
      </w:hyperlink>
      <w:r w:rsidRPr="002E0D4E">
        <w:rPr>
          <w:sz w:val="28"/>
          <w:szCs w:val="28"/>
        </w:rPr>
        <w:t>:</w:t>
      </w:r>
    </w:p>
    <w:p w:rsidR="00436026" w:rsidRPr="002E0D4E" w:rsidRDefault="00436026" w:rsidP="004360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4.2.5.1. _____________________________________________________________;</w:t>
      </w:r>
    </w:p>
    <w:p w:rsidR="00437D63" w:rsidRPr="002E0D4E" w:rsidRDefault="00436026" w:rsidP="00437D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4.2.5.2. _____________________________________________________________.</w:t>
      </w:r>
    </w:p>
    <w:p w:rsidR="00437D63" w:rsidRPr="002E0D4E" w:rsidRDefault="00ED0C50" w:rsidP="00437D63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2E0D4E">
        <w:rPr>
          <w:sz w:val="28"/>
        </w:rPr>
        <w:t>4.3. Получатель обязуется:</w:t>
      </w:r>
    </w:p>
    <w:p w:rsidR="005C5A4B" w:rsidRPr="002E0D4E" w:rsidRDefault="00ED0C50" w:rsidP="00437D63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</w:rPr>
      </w:pPr>
      <w:r w:rsidRPr="002E0D4E">
        <w:rPr>
          <w:sz w:val="28"/>
          <w:szCs w:val="28"/>
        </w:rPr>
        <w:t>4.3.1. представлять в _______</w:t>
      </w:r>
      <w:r w:rsidR="00437D63" w:rsidRPr="002E0D4E">
        <w:rPr>
          <w:sz w:val="28"/>
          <w:szCs w:val="28"/>
        </w:rPr>
        <w:t>__________________</w:t>
      </w:r>
      <w:r w:rsidR="00CB6027" w:rsidRPr="002E0D4E">
        <w:rPr>
          <w:sz w:val="28"/>
          <w:szCs w:val="28"/>
        </w:rPr>
        <w:t>_____________</w:t>
      </w:r>
      <w:r w:rsidR="00437D63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 xml:space="preserve"> документы</w:t>
      </w:r>
      <w:r w:rsidRPr="002E0D4E">
        <w:rPr>
          <w:rFonts w:ascii="Courier New" w:hAnsi="Courier New" w:cs="Courier New"/>
        </w:rPr>
        <w:t xml:space="preserve"> </w:t>
      </w:r>
    </w:p>
    <w:p w:rsidR="00287B0D" w:rsidRPr="002E0D4E" w:rsidRDefault="005C5A4B" w:rsidP="00287B0D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         </w:t>
      </w:r>
      <w:r w:rsidR="00437D63" w:rsidRPr="002E0D4E">
        <w:rPr>
          <w:rFonts w:ascii="Courier New" w:hAnsi="Courier New" w:cs="Courier New"/>
        </w:rPr>
        <w:t xml:space="preserve"> </w:t>
      </w:r>
      <w:r w:rsidR="00287B0D" w:rsidRPr="002E0D4E">
        <w:t xml:space="preserve">       </w:t>
      </w:r>
      <w:r w:rsidR="00CB6027" w:rsidRPr="002E0D4E">
        <w:t xml:space="preserve">   </w:t>
      </w:r>
      <w:r w:rsidR="00287B0D" w:rsidRPr="002E0D4E">
        <w:t>(Министерство, Комитет, Агентство, иной орган (организация))</w:t>
      </w:r>
    </w:p>
    <w:p w:rsidR="00E17E07" w:rsidRPr="002E0D4E" w:rsidRDefault="00CB6027" w:rsidP="00FA1232">
      <w:pPr>
        <w:spacing w:after="1" w:line="28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в соответствии</w:t>
      </w:r>
      <w:r w:rsidRPr="002E0D4E">
        <w:rPr>
          <w:rFonts w:ascii="Courier New" w:hAnsi="Courier New" w:cs="Courier New"/>
        </w:rPr>
        <w:t xml:space="preserve"> </w:t>
      </w:r>
      <w:r w:rsidR="00ED0C50" w:rsidRPr="002E0D4E">
        <w:rPr>
          <w:sz w:val="28"/>
          <w:szCs w:val="28"/>
        </w:rPr>
        <w:t xml:space="preserve">с </w:t>
      </w:r>
      <w:hyperlink w:anchor="P2354" w:history="1">
        <w:r w:rsidR="00ED0C50" w:rsidRPr="002E0D4E">
          <w:rPr>
            <w:sz w:val="28"/>
            <w:szCs w:val="28"/>
          </w:rPr>
          <w:t>пунктами 3.1.1</w:t>
        </w:r>
      </w:hyperlink>
      <w:r w:rsidR="00ED0C50" w:rsidRPr="002E0D4E">
        <w:rPr>
          <w:sz w:val="28"/>
          <w:szCs w:val="28"/>
        </w:rPr>
        <w:t xml:space="preserve">, </w:t>
      </w:r>
      <w:hyperlink w:anchor="P2381" w:history="1">
        <w:r w:rsidR="00ED0C50" w:rsidRPr="002E0D4E">
          <w:rPr>
            <w:sz w:val="28"/>
            <w:szCs w:val="28"/>
          </w:rPr>
          <w:t>3.2.2.2</w:t>
        </w:r>
      </w:hyperlink>
      <w:r w:rsidR="00ED0C50" w:rsidRPr="002E0D4E">
        <w:rPr>
          <w:sz w:val="28"/>
          <w:szCs w:val="28"/>
        </w:rPr>
        <w:t xml:space="preserve"> настоящего Соглашения</w:t>
      </w:r>
      <w:r w:rsidR="007C3385" w:rsidRPr="002E0D4E">
        <w:rPr>
          <w:sz w:val="28"/>
          <w:szCs w:val="28"/>
        </w:rPr>
        <w:t xml:space="preserve"> </w:t>
      </w:r>
      <w:r w:rsidR="007C3385" w:rsidRPr="002E0D4E">
        <w:rPr>
          <w:sz w:val="28"/>
          <w:szCs w:val="28"/>
          <w:vertAlign w:val="superscript"/>
        </w:rPr>
        <w:t>3</w:t>
      </w:r>
      <w:r w:rsidR="00F554E7" w:rsidRPr="002E0D4E">
        <w:rPr>
          <w:sz w:val="28"/>
          <w:szCs w:val="28"/>
          <w:vertAlign w:val="superscript"/>
        </w:rPr>
        <w:t>5</w:t>
      </w:r>
      <w:r w:rsidR="00ED0C50" w:rsidRPr="002E0D4E">
        <w:rPr>
          <w:sz w:val="28"/>
          <w:szCs w:val="28"/>
        </w:rPr>
        <w:t>;</w:t>
      </w:r>
      <w:bookmarkStart w:id="90" w:name="P2492"/>
      <w:bookmarkEnd w:id="90"/>
    </w:p>
    <w:p w:rsidR="00ED0C50" w:rsidRPr="002E0D4E" w:rsidRDefault="00ED0C50" w:rsidP="0080566F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4.3.2. представить в ____</w:t>
      </w:r>
      <w:r w:rsidR="005C0100" w:rsidRPr="002E0D4E">
        <w:rPr>
          <w:sz w:val="28"/>
          <w:szCs w:val="28"/>
        </w:rPr>
        <w:t>________________________</w:t>
      </w:r>
      <w:r w:rsidR="00783A48" w:rsidRPr="002E0D4E">
        <w:rPr>
          <w:sz w:val="28"/>
          <w:szCs w:val="28"/>
        </w:rPr>
        <w:t>_________________</w:t>
      </w:r>
      <w:r w:rsidRPr="002E0D4E">
        <w:rPr>
          <w:sz w:val="28"/>
          <w:szCs w:val="28"/>
        </w:rPr>
        <w:t xml:space="preserve"> </w:t>
      </w:r>
      <w:proofErr w:type="spellStart"/>
      <w:r w:rsidRPr="002E0D4E">
        <w:rPr>
          <w:sz w:val="28"/>
          <w:szCs w:val="28"/>
        </w:rPr>
        <w:t>в</w:t>
      </w:r>
      <w:proofErr w:type="spellEnd"/>
      <w:r w:rsidRPr="002E0D4E">
        <w:rPr>
          <w:sz w:val="28"/>
          <w:szCs w:val="28"/>
        </w:rPr>
        <w:t xml:space="preserve"> срок </w:t>
      </w:r>
    </w:p>
    <w:p w:rsidR="00767009" w:rsidRPr="002E0D4E" w:rsidRDefault="005C5A4B" w:rsidP="00767009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       </w:t>
      </w:r>
      <w:r w:rsidR="005C0100" w:rsidRPr="002E0D4E">
        <w:rPr>
          <w:rFonts w:ascii="Courier New" w:hAnsi="Courier New" w:cs="Courier New"/>
        </w:rPr>
        <w:t xml:space="preserve"> </w:t>
      </w:r>
      <w:r w:rsidR="00783A48" w:rsidRPr="002E0D4E">
        <w:rPr>
          <w:rFonts w:ascii="Courier New" w:hAnsi="Courier New" w:cs="Courier New"/>
        </w:rPr>
        <w:t xml:space="preserve">         </w:t>
      </w:r>
      <w:r w:rsidR="00767009" w:rsidRPr="002E0D4E">
        <w:t xml:space="preserve"> (Министерство, Комитет, Агентство, иной орган (организация))</w:t>
      </w:r>
    </w:p>
    <w:p w:rsidR="00ED0C50" w:rsidRPr="002E0D4E" w:rsidRDefault="00783A48" w:rsidP="00FA1232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до____ документы, </w:t>
      </w:r>
      <w:r w:rsidR="00ED0C50" w:rsidRPr="002E0D4E">
        <w:rPr>
          <w:sz w:val="28"/>
          <w:szCs w:val="28"/>
        </w:rPr>
        <w:t xml:space="preserve">установленные </w:t>
      </w:r>
      <w:hyperlink w:anchor="P2469" w:history="1">
        <w:r w:rsidR="00ED0C50" w:rsidRPr="002E0D4E">
          <w:rPr>
            <w:sz w:val="28"/>
            <w:szCs w:val="28"/>
          </w:rPr>
          <w:t>пунктом 4.2.2</w:t>
        </w:r>
      </w:hyperlink>
      <w:r w:rsidR="00ED0C50" w:rsidRPr="002E0D4E">
        <w:rPr>
          <w:sz w:val="28"/>
          <w:szCs w:val="28"/>
        </w:rPr>
        <w:t xml:space="preserve"> настоящего Соглашения</w:t>
      </w:r>
      <w:r w:rsidR="00BF1E66" w:rsidRPr="002E0D4E">
        <w:rPr>
          <w:sz w:val="28"/>
          <w:szCs w:val="28"/>
        </w:rPr>
        <w:t xml:space="preserve"> </w:t>
      </w:r>
      <w:r w:rsidR="00BF1E66" w:rsidRPr="002E0D4E">
        <w:rPr>
          <w:sz w:val="28"/>
          <w:szCs w:val="28"/>
          <w:vertAlign w:val="superscript"/>
        </w:rPr>
        <w:t>3</w:t>
      </w:r>
      <w:r w:rsidR="00F554E7" w:rsidRPr="002E0D4E">
        <w:rPr>
          <w:sz w:val="28"/>
          <w:szCs w:val="28"/>
          <w:vertAlign w:val="superscript"/>
        </w:rPr>
        <w:t>6</w:t>
      </w:r>
      <w:r w:rsidR="00ED0C50" w:rsidRPr="002E0D4E">
        <w:rPr>
          <w:sz w:val="28"/>
          <w:szCs w:val="28"/>
        </w:rPr>
        <w:t>;</w:t>
      </w:r>
    </w:p>
    <w:p w:rsidR="00934E4B" w:rsidRPr="002E0D4E" w:rsidRDefault="00ED0C50" w:rsidP="0080566F">
      <w:pPr>
        <w:ind w:firstLine="567"/>
        <w:jc w:val="both"/>
        <w:rPr>
          <w:sz w:val="28"/>
          <w:szCs w:val="28"/>
        </w:rPr>
      </w:pPr>
      <w:bookmarkStart w:id="91" w:name="P2496"/>
      <w:bookmarkEnd w:id="91"/>
      <w:r w:rsidRPr="002E0D4E">
        <w:rPr>
          <w:sz w:val="28"/>
          <w:szCs w:val="28"/>
        </w:rPr>
        <w:t>4.3.</w:t>
      </w:r>
      <w:r w:rsidR="00012311" w:rsidRPr="002E0D4E">
        <w:rPr>
          <w:sz w:val="28"/>
          <w:szCs w:val="28"/>
        </w:rPr>
        <w:t>3</w:t>
      </w:r>
      <w:r w:rsidRPr="002E0D4E">
        <w:rPr>
          <w:sz w:val="28"/>
          <w:szCs w:val="28"/>
        </w:rPr>
        <w:t>. отк</w:t>
      </w:r>
      <w:r w:rsidR="00934E4B" w:rsidRPr="002E0D4E">
        <w:rPr>
          <w:sz w:val="28"/>
          <w:szCs w:val="28"/>
        </w:rPr>
        <w:t xml:space="preserve">рыть в срок до </w:t>
      </w:r>
      <w:r w:rsidR="004C234F" w:rsidRPr="002E0D4E">
        <w:rPr>
          <w:sz w:val="28"/>
          <w:szCs w:val="28"/>
        </w:rPr>
        <w:t>___</w:t>
      </w:r>
      <w:r w:rsidR="00934E4B" w:rsidRPr="002E0D4E">
        <w:rPr>
          <w:sz w:val="28"/>
          <w:szCs w:val="28"/>
        </w:rPr>
        <w:t>_________</w:t>
      </w:r>
      <w:r w:rsidRPr="002E0D4E">
        <w:rPr>
          <w:sz w:val="28"/>
          <w:szCs w:val="28"/>
        </w:rPr>
        <w:t xml:space="preserve"> лицевой счет в </w:t>
      </w:r>
      <w:r w:rsidR="00934E4B" w:rsidRPr="002E0D4E">
        <w:rPr>
          <w:sz w:val="28"/>
          <w:szCs w:val="28"/>
        </w:rPr>
        <w:t xml:space="preserve">Министерстве финансов </w:t>
      </w:r>
    </w:p>
    <w:p w:rsidR="00934E4B" w:rsidRPr="002E0D4E" w:rsidRDefault="00934E4B" w:rsidP="0080566F">
      <w:pPr>
        <w:ind w:firstLine="567"/>
        <w:jc w:val="both"/>
        <w:rPr>
          <w:sz w:val="28"/>
          <w:szCs w:val="28"/>
        </w:rPr>
      </w:pPr>
      <w:r w:rsidRPr="002E0D4E">
        <w:t xml:space="preserve">                                                               </w:t>
      </w:r>
      <w:r w:rsidR="004C234F" w:rsidRPr="002E0D4E">
        <w:t xml:space="preserve">    </w:t>
      </w:r>
      <w:r w:rsidRPr="002E0D4E">
        <w:t xml:space="preserve">  (дата)</w:t>
      </w:r>
    </w:p>
    <w:p w:rsidR="00ED0C50" w:rsidRPr="002E0D4E" w:rsidRDefault="00934E4B" w:rsidP="005C5A4B">
      <w:pPr>
        <w:spacing w:after="1" w:line="280" w:lineRule="atLeast"/>
        <w:jc w:val="both"/>
      </w:pPr>
      <w:r w:rsidRPr="002E0D4E">
        <w:rPr>
          <w:sz w:val="28"/>
          <w:szCs w:val="28"/>
        </w:rPr>
        <w:t>Республики Татарстан</w:t>
      </w:r>
      <w:r w:rsidR="004D1213" w:rsidRPr="002E0D4E">
        <w:rPr>
          <w:sz w:val="28"/>
          <w:szCs w:val="28"/>
        </w:rPr>
        <w:t xml:space="preserve"> </w:t>
      </w:r>
      <w:r w:rsidR="004D1213" w:rsidRPr="002E0D4E">
        <w:rPr>
          <w:sz w:val="28"/>
          <w:szCs w:val="28"/>
          <w:vertAlign w:val="superscript"/>
        </w:rPr>
        <w:t>3</w:t>
      </w:r>
      <w:r w:rsidR="00F554E7" w:rsidRPr="002E0D4E">
        <w:rPr>
          <w:sz w:val="28"/>
          <w:szCs w:val="28"/>
          <w:vertAlign w:val="superscript"/>
        </w:rPr>
        <w:t>7</w:t>
      </w:r>
      <w:r w:rsidR="004C234F" w:rsidRPr="002E0D4E">
        <w:rPr>
          <w:sz w:val="28"/>
          <w:szCs w:val="28"/>
        </w:rPr>
        <w:t>;</w:t>
      </w:r>
      <w:r w:rsidR="00ED0C50" w:rsidRPr="002E0D4E">
        <w:rPr>
          <w:rFonts w:ascii="Courier New" w:hAnsi="Courier New" w:cs="Courier New"/>
        </w:rPr>
        <w:t xml:space="preserve">                                                </w:t>
      </w:r>
    </w:p>
    <w:p w:rsidR="002074D0" w:rsidRPr="002E0D4E" w:rsidRDefault="00ED0C50" w:rsidP="0080566F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4.3.</w:t>
      </w:r>
      <w:r w:rsidR="004C234F" w:rsidRPr="002E0D4E">
        <w:rPr>
          <w:sz w:val="28"/>
        </w:rPr>
        <w:t>4</w:t>
      </w:r>
      <w:r w:rsidRPr="002E0D4E">
        <w:rPr>
          <w:sz w:val="28"/>
        </w:rPr>
        <w:t xml:space="preserve">. направлять грант на финансовое обеспечение (возмещение) затрат, </w:t>
      </w:r>
      <w:r w:rsidR="00012311" w:rsidRPr="002E0D4E">
        <w:rPr>
          <w:sz w:val="28"/>
          <w:szCs w:val="28"/>
        </w:rPr>
        <w:t xml:space="preserve">определенных в </w:t>
      </w:r>
      <w:r w:rsidR="00C02E02" w:rsidRPr="002E0D4E">
        <w:rPr>
          <w:sz w:val="28"/>
        </w:rPr>
        <w:t>Правилах предоставления гранта</w:t>
      </w:r>
      <w:r w:rsidR="00012311" w:rsidRPr="002E0D4E">
        <w:rPr>
          <w:sz w:val="28"/>
          <w:szCs w:val="28"/>
        </w:rPr>
        <w:t>;</w:t>
      </w:r>
    </w:p>
    <w:p w:rsidR="002074D0" w:rsidRPr="002E0D4E" w:rsidRDefault="00ED0C50" w:rsidP="0080566F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4.3.</w:t>
      </w:r>
      <w:r w:rsidR="004C234F" w:rsidRPr="002E0D4E">
        <w:rPr>
          <w:sz w:val="28"/>
        </w:rPr>
        <w:t>5</w:t>
      </w:r>
      <w:r w:rsidRPr="002E0D4E">
        <w:rPr>
          <w:sz w:val="28"/>
        </w:rPr>
        <w:t>. не приобретать за счет гранта иностранную валюту, за исключением операций, определенных в Правилах предоставления гранта;</w:t>
      </w:r>
    </w:p>
    <w:p w:rsidR="002074D0" w:rsidRPr="002E0D4E" w:rsidRDefault="00ED0C50" w:rsidP="0080566F">
      <w:pPr>
        <w:spacing w:after="1" w:line="280" w:lineRule="atLeast"/>
        <w:ind w:firstLine="567"/>
        <w:jc w:val="both"/>
        <w:rPr>
          <w:sz w:val="28"/>
        </w:rPr>
      </w:pPr>
      <w:r w:rsidRPr="002E0D4E">
        <w:rPr>
          <w:sz w:val="28"/>
        </w:rPr>
        <w:t>4.3.</w:t>
      </w:r>
      <w:r w:rsidR="004C234F" w:rsidRPr="002E0D4E">
        <w:rPr>
          <w:sz w:val="28"/>
        </w:rPr>
        <w:t>6</w:t>
      </w:r>
      <w:r w:rsidRPr="002E0D4E">
        <w:rPr>
          <w:sz w:val="28"/>
        </w:rPr>
        <w:t>. вести обособленный аналитический учет операций, осуществляемых за счет гранта;</w:t>
      </w:r>
    </w:p>
    <w:p w:rsidR="00ED0C50" w:rsidRPr="002E0D4E" w:rsidRDefault="00ED0C50" w:rsidP="0080566F">
      <w:pPr>
        <w:spacing w:after="1" w:line="280" w:lineRule="atLeast"/>
        <w:ind w:firstLine="567"/>
        <w:jc w:val="both"/>
      </w:pPr>
      <w:r w:rsidRPr="002E0D4E">
        <w:rPr>
          <w:sz w:val="28"/>
          <w:szCs w:val="28"/>
        </w:rPr>
        <w:t>4.3.</w:t>
      </w:r>
      <w:r w:rsidR="004C234F" w:rsidRPr="002E0D4E">
        <w:rPr>
          <w:sz w:val="28"/>
          <w:szCs w:val="28"/>
        </w:rPr>
        <w:t>7</w:t>
      </w:r>
      <w:r w:rsidRPr="002E0D4E">
        <w:rPr>
          <w:sz w:val="28"/>
          <w:szCs w:val="28"/>
        </w:rPr>
        <w:t>.  обеспечивать достижение значений результата(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>) предоставления</w:t>
      </w:r>
      <w:r w:rsidR="00934E4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гранта  и  (или)  иных  показателей, установленных Правилами предоставления</w:t>
      </w:r>
      <w:r w:rsidR="00934E4B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гранта</w:t>
      </w:r>
      <w:r w:rsidR="002074D0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ил</w:t>
      </w:r>
      <w:r w:rsidR="008D006A" w:rsidRPr="002E0D4E">
        <w:rPr>
          <w:sz w:val="28"/>
          <w:szCs w:val="28"/>
        </w:rPr>
        <w:t>и</w:t>
      </w:r>
      <w:r w:rsidR="00992F80" w:rsidRPr="002E0D4E">
        <w:rPr>
          <w:sz w:val="28"/>
          <w:szCs w:val="28"/>
        </w:rPr>
        <w:t>_______________________________</w:t>
      </w:r>
      <w:r w:rsidR="008D006A" w:rsidRPr="002E0D4E">
        <w:rPr>
          <w:sz w:val="28"/>
          <w:szCs w:val="28"/>
        </w:rPr>
        <w:t xml:space="preserve"> в соответствии с </w:t>
      </w:r>
      <w:hyperlink w:anchor="P2408" w:history="1">
        <w:r w:rsidR="008D006A" w:rsidRPr="002E0D4E">
          <w:rPr>
            <w:sz w:val="28"/>
            <w:szCs w:val="28"/>
          </w:rPr>
          <w:t>пунктом 4.1.</w:t>
        </w:r>
      </w:hyperlink>
      <w:r w:rsidR="00992F80" w:rsidRPr="002E0D4E">
        <w:rPr>
          <w:sz w:val="28"/>
          <w:szCs w:val="28"/>
        </w:rPr>
        <w:t>4.</w:t>
      </w:r>
      <w:r w:rsidR="008D006A" w:rsidRPr="002E0D4E">
        <w:rPr>
          <w:sz w:val="28"/>
          <w:szCs w:val="28"/>
        </w:rPr>
        <w:t xml:space="preserve"> настоящего</w:t>
      </w:r>
    </w:p>
    <w:p w:rsidR="00FA1232" w:rsidRPr="002E0D4E" w:rsidRDefault="00FA1232" w:rsidP="00FA1232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</w:t>
      </w:r>
      <w:r w:rsidRPr="002E0D4E">
        <w:t xml:space="preserve"> (Министерством, Комитетом, Агентством, </w:t>
      </w:r>
    </w:p>
    <w:p w:rsidR="00FA1232" w:rsidRPr="002E0D4E" w:rsidRDefault="00FA1232" w:rsidP="00FA1232">
      <w:pPr>
        <w:spacing w:after="1" w:line="200" w:lineRule="atLeast"/>
        <w:jc w:val="both"/>
      </w:pPr>
      <w:r w:rsidRPr="002E0D4E">
        <w:t xml:space="preserve">               иным органом (организацией))</w:t>
      </w:r>
    </w:p>
    <w:p w:rsidR="00ED0C50" w:rsidRPr="002E0D4E" w:rsidRDefault="00ED0C50" w:rsidP="008D457F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Соглашения</w:t>
      </w:r>
      <w:r w:rsidR="003E79B7" w:rsidRPr="002E0D4E">
        <w:rPr>
          <w:sz w:val="28"/>
          <w:szCs w:val="28"/>
        </w:rPr>
        <w:t xml:space="preserve"> </w:t>
      </w:r>
      <w:r w:rsidR="003E79B7" w:rsidRPr="002E0D4E">
        <w:rPr>
          <w:sz w:val="28"/>
          <w:szCs w:val="28"/>
          <w:vertAlign w:val="superscript"/>
        </w:rPr>
        <w:t>3</w:t>
      </w:r>
      <w:r w:rsidR="00F554E7" w:rsidRPr="002E0D4E">
        <w:rPr>
          <w:sz w:val="28"/>
          <w:szCs w:val="28"/>
          <w:vertAlign w:val="superscript"/>
        </w:rPr>
        <w:t>8</w:t>
      </w:r>
      <w:r w:rsidRPr="002E0D4E">
        <w:rPr>
          <w:sz w:val="28"/>
          <w:szCs w:val="28"/>
        </w:rPr>
        <w:t>;</w:t>
      </w:r>
    </w:p>
    <w:p w:rsidR="006F607B" w:rsidRPr="002E0D4E" w:rsidRDefault="00ED0C50" w:rsidP="0080566F">
      <w:pPr>
        <w:spacing w:after="1" w:line="200" w:lineRule="atLeast"/>
        <w:ind w:firstLine="567"/>
        <w:jc w:val="both"/>
        <w:rPr>
          <w:sz w:val="28"/>
          <w:szCs w:val="28"/>
        </w:rPr>
      </w:pPr>
      <w:bookmarkStart w:id="92" w:name="P2513"/>
      <w:bookmarkEnd w:id="92"/>
      <w:r w:rsidRPr="002E0D4E">
        <w:rPr>
          <w:sz w:val="28"/>
          <w:szCs w:val="28"/>
        </w:rPr>
        <w:t>4.3.</w:t>
      </w:r>
      <w:r w:rsidR="004C234F" w:rsidRPr="002E0D4E">
        <w:rPr>
          <w:sz w:val="28"/>
          <w:szCs w:val="28"/>
        </w:rPr>
        <w:t>8</w:t>
      </w:r>
      <w:r w:rsidRPr="002E0D4E">
        <w:rPr>
          <w:sz w:val="28"/>
          <w:szCs w:val="28"/>
        </w:rPr>
        <w:t>. представлять в __________________________________________</w:t>
      </w:r>
      <w:r w:rsidR="006F607B" w:rsidRPr="002E0D4E">
        <w:rPr>
          <w:sz w:val="28"/>
          <w:szCs w:val="28"/>
        </w:rPr>
        <w:t>_____</w:t>
      </w:r>
      <w:r w:rsidRPr="002E0D4E">
        <w:rPr>
          <w:sz w:val="28"/>
          <w:szCs w:val="28"/>
        </w:rPr>
        <w:t>_</w:t>
      </w:r>
      <w:r w:rsidR="006F607B" w:rsidRPr="002E0D4E">
        <w:rPr>
          <w:sz w:val="28"/>
          <w:szCs w:val="28"/>
        </w:rPr>
        <w:t xml:space="preserve"> </w:t>
      </w:r>
      <w:r w:rsidR="006F607B" w:rsidRPr="002E0D4E">
        <w:rPr>
          <w:sz w:val="28"/>
          <w:szCs w:val="28"/>
          <w:vertAlign w:val="superscript"/>
        </w:rPr>
        <w:t>3</w:t>
      </w:r>
      <w:r w:rsidR="00F554E7" w:rsidRPr="002E0D4E">
        <w:rPr>
          <w:sz w:val="28"/>
          <w:szCs w:val="28"/>
          <w:vertAlign w:val="superscript"/>
        </w:rPr>
        <w:t>9</w:t>
      </w:r>
      <w:r w:rsidRPr="002E0D4E">
        <w:rPr>
          <w:sz w:val="28"/>
          <w:szCs w:val="28"/>
        </w:rPr>
        <w:t>:</w:t>
      </w:r>
    </w:p>
    <w:p w:rsidR="00FA1232" w:rsidRPr="002E0D4E" w:rsidRDefault="00ED0C50" w:rsidP="00FA1232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                </w:t>
      </w:r>
      <w:bookmarkStart w:id="93" w:name="P2516"/>
      <w:bookmarkEnd w:id="93"/>
      <w:r w:rsidR="00FA1232" w:rsidRPr="002E0D4E">
        <w:rPr>
          <w:rFonts w:ascii="Courier New" w:hAnsi="Courier New" w:cs="Courier New"/>
        </w:rPr>
        <w:t xml:space="preserve">  </w:t>
      </w:r>
      <w:r w:rsidR="00FA1232" w:rsidRPr="002E0D4E">
        <w:t>(Министерство, Комитет, Агентство, иной орган (организация))</w:t>
      </w:r>
    </w:p>
    <w:p w:rsidR="009625C1" w:rsidRPr="002E0D4E" w:rsidRDefault="006F607B" w:rsidP="009625C1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4.3.8.1. отчет о расходах Получателя, источником ______________________</w:t>
      </w:r>
      <w:r w:rsidR="009625C1" w:rsidRPr="002E0D4E">
        <w:rPr>
          <w:sz w:val="28"/>
          <w:szCs w:val="28"/>
        </w:rPr>
        <w:t xml:space="preserve">___ </w:t>
      </w:r>
    </w:p>
    <w:p w:rsidR="009625C1" w:rsidRPr="002E0D4E" w:rsidRDefault="009625C1" w:rsidP="009625C1">
      <w:pPr>
        <w:autoSpaceDE w:val="0"/>
        <w:autoSpaceDN w:val="0"/>
        <w:adjustRightInd w:val="0"/>
        <w:jc w:val="both"/>
        <w:outlineLvl w:val="0"/>
      </w:pPr>
      <w:r w:rsidRPr="002E0D4E">
        <w:rPr>
          <w:sz w:val="28"/>
          <w:szCs w:val="28"/>
        </w:rPr>
        <w:t xml:space="preserve">                                                                                             </w:t>
      </w:r>
      <w:r w:rsidRPr="002E0D4E">
        <w:t>(финансового обеспечения/возмещения)</w:t>
      </w:r>
    </w:p>
    <w:p w:rsidR="006F607B" w:rsidRPr="002E0D4E" w:rsidRDefault="009625C1" w:rsidP="009625C1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которых  является  грант,  в  соответствии  с  </w:t>
      </w:r>
      <w:hyperlink r:id="rId152" w:history="1">
        <w:r w:rsidRPr="002E0D4E">
          <w:rPr>
            <w:sz w:val="28"/>
            <w:szCs w:val="28"/>
          </w:rPr>
          <w:t>пунктом 4.1.6.1.1</w:t>
        </w:r>
      </w:hyperlink>
      <w:r w:rsidRPr="002E0D4E">
        <w:rPr>
          <w:sz w:val="28"/>
          <w:szCs w:val="28"/>
        </w:rPr>
        <w:t xml:space="preserve"> </w:t>
      </w:r>
      <w:r w:rsidR="006F607B" w:rsidRPr="002E0D4E">
        <w:rPr>
          <w:sz w:val="28"/>
          <w:szCs w:val="28"/>
        </w:rPr>
        <w:t>настоящего Соглашения, не позднее ___ рабочего дня, следующего за отчетным __________________;</w:t>
      </w:r>
    </w:p>
    <w:p w:rsidR="006F607B" w:rsidRPr="002E0D4E" w:rsidRDefault="006F607B" w:rsidP="006F607B">
      <w:pPr>
        <w:autoSpaceDE w:val="0"/>
        <w:autoSpaceDN w:val="0"/>
        <w:adjustRightInd w:val="0"/>
        <w:jc w:val="right"/>
        <w:outlineLvl w:val="0"/>
      </w:pPr>
      <w:r w:rsidRPr="002E0D4E">
        <w:rPr>
          <w:sz w:val="28"/>
          <w:szCs w:val="28"/>
        </w:rPr>
        <w:t xml:space="preserve">                                                            </w:t>
      </w:r>
      <w:r w:rsidRPr="002E0D4E">
        <w:t xml:space="preserve">      (месяц, квартал, год)</w:t>
      </w:r>
    </w:p>
    <w:p w:rsidR="006F607B" w:rsidRPr="002E0D4E" w:rsidRDefault="006F607B" w:rsidP="006F607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</w:t>
      </w:r>
      <w:r w:rsidR="00361D29" w:rsidRPr="002E0D4E">
        <w:rPr>
          <w:sz w:val="28"/>
          <w:szCs w:val="28"/>
        </w:rPr>
        <w:t>8</w:t>
      </w:r>
      <w:r w:rsidRPr="002E0D4E">
        <w:rPr>
          <w:sz w:val="28"/>
          <w:szCs w:val="28"/>
        </w:rPr>
        <w:t>.2.  отчет  о  достижении  значений  результата(</w:t>
      </w:r>
      <w:proofErr w:type="spellStart"/>
      <w:r w:rsidRPr="002E0D4E">
        <w:rPr>
          <w:sz w:val="28"/>
          <w:szCs w:val="28"/>
        </w:rPr>
        <w:t>ов</w:t>
      </w:r>
      <w:proofErr w:type="spellEnd"/>
      <w:r w:rsidRPr="002E0D4E">
        <w:rPr>
          <w:sz w:val="28"/>
          <w:szCs w:val="28"/>
        </w:rPr>
        <w:t xml:space="preserve">) предоставления гранта  в  соответствии  с  </w:t>
      </w:r>
      <w:hyperlink r:id="rId153" w:history="1">
        <w:r w:rsidRPr="002E0D4E">
          <w:rPr>
            <w:sz w:val="28"/>
            <w:szCs w:val="28"/>
          </w:rPr>
          <w:t>пунктом  4.1.</w:t>
        </w:r>
        <w:r w:rsidR="00B34D5F" w:rsidRPr="002E0D4E">
          <w:rPr>
            <w:sz w:val="28"/>
            <w:szCs w:val="28"/>
          </w:rPr>
          <w:t>5</w:t>
        </w:r>
        <w:r w:rsidRPr="002E0D4E">
          <w:rPr>
            <w:sz w:val="28"/>
            <w:szCs w:val="28"/>
          </w:rPr>
          <w:t>.1</w:t>
        </w:r>
      </w:hyperlink>
      <w:r w:rsidRPr="002E0D4E">
        <w:rPr>
          <w:sz w:val="28"/>
          <w:szCs w:val="28"/>
        </w:rPr>
        <w:t xml:space="preserve">  настоящего Соглашения </w:t>
      </w:r>
      <w:hyperlink r:id="rId154" w:history="1">
        <w:r w:rsidR="00F554E7" w:rsidRPr="002E0D4E">
          <w:rPr>
            <w:sz w:val="28"/>
            <w:szCs w:val="28"/>
            <w:vertAlign w:val="superscript"/>
          </w:rPr>
          <w:t>40</w:t>
        </w:r>
      </w:hyperlink>
      <w:r w:rsidRPr="002E0D4E">
        <w:rPr>
          <w:sz w:val="28"/>
          <w:szCs w:val="28"/>
        </w:rPr>
        <w:t xml:space="preserve"> не позднее ____ рабочего дня, следующего за отчетным ________________________;</w:t>
      </w:r>
    </w:p>
    <w:p w:rsidR="006F607B" w:rsidRPr="002E0D4E" w:rsidRDefault="006F607B" w:rsidP="006F607B">
      <w:pPr>
        <w:autoSpaceDE w:val="0"/>
        <w:autoSpaceDN w:val="0"/>
        <w:adjustRightInd w:val="0"/>
        <w:jc w:val="both"/>
        <w:outlineLvl w:val="0"/>
      </w:pPr>
      <w:r w:rsidRPr="002E0D4E">
        <w:t xml:space="preserve">                                                                                                           (месяц, квартал, год)</w:t>
      </w:r>
    </w:p>
    <w:p w:rsidR="006F607B" w:rsidRPr="002E0D4E" w:rsidRDefault="00361D29" w:rsidP="006F6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4.3.8</w:t>
      </w:r>
      <w:r w:rsidR="006F607B" w:rsidRPr="002E0D4E">
        <w:rPr>
          <w:sz w:val="28"/>
          <w:szCs w:val="28"/>
        </w:rPr>
        <w:t xml:space="preserve">.3. иные отчеты </w:t>
      </w:r>
      <w:hyperlink r:id="rId155" w:history="1">
        <w:r w:rsidR="00F554E7" w:rsidRPr="002E0D4E">
          <w:rPr>
            <w:sz w:val="28"/>
            <w:szCs w:val="28"/>
            <w:vertAlign w:val="superscript"/>
          </w:rPr>
          <w:t>41</w:t>
        </w:r>
      </w:hyperlink>
      <w:r w:rsidR="006F607B" w:rsidRPr="002E0D4E">
        <w:rPr>
          <w:sz w:val="28"/>
          <w:szCs w:val="28"/>
        </w:rPr>
        <w:t>:</w:t>
      </w:r>
    </w:p>
    <w:p w:rsidR="00361D29" w:rsidRPr="002E0D4E" w:rsidRDefault="00361D29" w:rsidP="006F6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4.3.8</w:t>
      </w:r>
      <w:r w:rsidR="006F607B" w:rsidRPr="002E0D4E">
        <w:rPr>
          <w:sz w:val="28"/>
          <w:szCs w:val="28"/>
        </w:rPr>
        <w:t>.3.1. ______________________________________________</w:t>
      </w:r>
      <w:r w:rsidR="00FC1923" w:rsidRPr="002E0D4E">
        <w:rPr>
          <w:sz w:val="28"/>
          <w:szCs w:val="28"/>
        </w:rPr>
        <w:t>_</w:t>
      </w:r>
      <w:r w:rsidR="006F607B" w:rsidRPr="002E0D4E">
        <w:rPr>
          <w:sz w:val="28"/>
          <w:szCs w:val="28"/>
        </w:rPr>
        <w:t>_____________;</w:t>
      </w:r>
    </w:p>
    <w:p w:rsidR="00361D29" w:rsidRPr="002E0D4E" w:rsidRDefault="00361D29" w:rsidP="00361D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4.3.8</w:t>
      </w:r>
      <w:r w:rsidR="006F607B" w:rsidRPr="002E0D4E">
        <w:rPr>
          <w:sz w:val="28"/>
          <w:szCs w:val="28"/>
        </w:rPr>
        <w:t>.3.2. _______________________________________________</w:t>
      </w:r>
      <w:r w:rsidR="00FC1923" w:rsidRPr="002E0D4E">
        <w:rPr>
          <w:sz w:val="28"/>
          <w:szCs w:val="28"/>
        </w:rPr>
        <w:t>_</w:t>
      </w:r>
      <w:r w:rsidR="006F607B" w:rsidRPr="002E0D4E">
        <w:rPr>
          <w:sz w:val="28"/>
          <w:szCs w:val="28"/>
        </w:rPr>
        <w:t>____________;</w:t>
      </w:r>
    </w:p>
    <w:p w:rsidR="007D34A6" w:rsidRPr="002E0D4E" w:rsidRDefault="007D34A6" w:rsidP="00361D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4.3.9.   направлять   </w:t>
      </w:r>
      <w:proofErr w:type="gramStart"/>
      <w:r w:rsidRPr="002E0D4E">
        <w:rPr>
          <w:sz w:val="28"/>
          <w:szCs w:val="28"/>
        </w:rPr>
        <w:t>по  запросу</w:t>
      </w:r>
      <w:proofErr w:type="gramEnd"/>
      <w:r w:rsidRPr="002E0D4E">
        <w:rPr>
          <w:sz w:val="28"/>
          <w:szCs w:val="28"/>
        </w:rPr>
        <w:t xml:space="preserve">  ___________________________________</w:t>
      </w:r>
      <w:r w:rsidR="00FC1923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>___:</w:t>
      </w:r>
    </w:p>
    <w:p w:rsidR="0060009F" w:rsidRPr="002E0D4E" w:rsidRDefault="007D34A6" w:rsidP="0060009F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</w:t>
      </w:r>
      <w:r w:rsidR="0055481E" w:rsidRPr="002E0D4E">
        <w:rPr>
          <w:rFonts w:ascii="Courier New" w:hAnsi="Courier New" w:cs="Courier New"/>
        </w:rPr>
        <w:t xml:space="preserve">                              </w:t>
      </w:r>
      <w:r w:rsidR="00FC1923" w:rsidRPr="002E0D4E">
        <w:rPr>
          <w:rFonts w:ascii="Courier New" w:hAnsi="Courier New" w:cs="Courier New"/>
        </w:rPr>
        <w:t xml:space="preserve">   </w:t>
      </w:r>
      <w:r w:rsidR="0060009F" w:rsidRPr="002E0D4E">
        <w:t>(Министерства, Комитета, Агентства, иного органа (организации))</w:t>
      </w:r>
    </w:p>
    <w:p w:rsidR="007D34A6" w:rsidRPr="002E0D4E" w:rsidRDefault="007D34A6" w:rsidP="0022534A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 xml:space="preserve">документы  и информацию,  необходимые для осуществления контроля за соблюдением порядка, целей  и  условий  предоставления  гранта  в  соответствии  с </w:t>
      </w:r>
      <w:hyperlink r:id="rId156" w:history="1">
        <w:r w:rsidRPr="002E0D4E">
          <w:rPr>
            <w:sz w:val="28"/>
            <w:szCs w:val="28"/>
          </w:rPr>
          <w:t>пунктом 4.2.4</w:t>
        </w:r>
      </w:hyperlink>
      <w:r w:rsidRPr="002E0D4E">
        <w:rPr>
          <w:sz w:val="28"/>
          <w:szCs w:val="28"/>
        </w:rPr>
        <w:t xml:space="preserve"> настоящего  Соглашения,  в  течение  ___  рабочих  дней  со  дня  получения указанного запроса;</w:t>
      </w:r>
    </w:p>
    <w:p w:rsidR="007D34A6" w:rsidRPr="002E0D4E" w:rsidRDefault="007D34A6" w:rsidP="007D34A6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4.3.10.  </w:t>
      </w:r>
      <w:proofErr w:type="gramStart"/>
      <w:r w:rsidRPr="002E0D4E">
        <w:rPr>
          <w:sz w:val="28"/>
          <w:szCs w:val="28"/>
        </w:rPr>
        <w:t>в  случае</w:t>
      </w:r>
      <w:proofErr w:type="gramEnd"/>
      <w:r w:rsidRPr="002E0D4E">
        <w:rPr>
          <w:sz w:val="28"/>
          <w:szCs w:val="28"/>
        </w:rPr>
        <w:t xml:space="preserve">  получения  от  _____________________________________</w:t>
      </w:r>
      <w:r w:rsidR="00274350" w:rsidRPr="002E0D4E">
        <w:rPr>
          <w:sz w:val="28"/>
          <w:szCs w:val="28"/>
        </w:rPr>
        <w:t>__</w:t>
      </w:r>
      <w:r w:rsidRPr="002E0D4E">
        <w:rPr>
          <w:sz w:val="28"/>
          <w:szCs w:val="28"/>
        </w:rPr>
        <w:t>_:</w:t>
      </w:r>
    </w:p>
    <w:p w:rsidR="0022534A" w:rsidRPr="002E0D4E" w:rsidRDefault="007D34A6" w:rsidP="0022534A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         </w:t>
      </w:r>
      <w:r w:rsidR="00185FFE" w:rsidRPr="002E0D4E">
        <w:rPr>
          <w:rFonts w:ascii="Courier New" w:hAnsi="Courier New" w:cs="Courier New"/>
        </w:rPr>
        <w:t xml:space="preserve">           </w:t>
      </w:r>
      <w:r w:rsidR="0022534A" w:rsidRPr="002E0D4E">
        <w:rPr>
          <w:rFonts w:ascii="Courier New" w:hAnsi="Courier New" w:cs="Courier New"/>
        </w:rPr>
        <w:t xml:space="preserve">     </w:t>
      </w:r>
      <w:r w:rsidR="0022534A" w:rsidRPr="002E0D4E">
        <w:t>(Министерства, Комитета, Агентства, иного органа (организации))</w:t>
      </w:r>
    </w:p>
    <w:p w:rsidR="007D34A6" w:rsidRPr="002E0D4E" w:rsidRDefault="007D34A6" w:rsidP="0022534A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требования  в соответствии с </w:t>
      </w:r>
      <w:hyperlink r:id="rId157" w:history="1">
        <w:r w:rsidRPr="002E0D4E">
          <w:rPr>
            <w:sz w:val="28"/>
            <w:szCs w:val="28"/>
          </w:rPr>
          <w:t>пунктом 4.1.7</w:t>
        </w:r>
      </w:hyperlink>
      <w:r w:rsidRPr="002E0D4E">
        <w:rPr>
          <w:sz w:val="28"/>
          <w:szCs w:val="28"/>
        </w:rPr>
        <w:t xml:space="preserve"> настоящего Соглашения:</w:t>
      </w:r>
    </w:p>
    <w:p w:rsidR="00785CFB" w:rsidRPr="002E0D4E" w:rsidRDefault="00785CFB" w:rsidP="00785C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4.3.10.1. устранять факт(ы) нарушения порядка, целей и условий предоставления гранта в сроки, определенные в указанном требовании;</w:t>
      </w:r>
    </w:p>
    <w:p w:rsidR="00785CFB" w:rsidRPr="002E0D4E" w:rsidRDefault="00785CFB" w:rsidP="00785C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4.3.10.2. возвращать в бюджет Республики Татарстан грант в размере и в сроки, определенные в указанном требовании;</w:t>
      </w:r>
    </w:p>
    <w:p w:rsidR="00785CFB" w:rsidRPr="002E0D4E" w:rsidRDefault="00DB37C1" w:rsidP="00DB37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4.3.11</w:t>
      </w:r>
      <w:r w:rsidR="00785CFB" w:rsidRPr="002E0D4E">
        <w:rPr>
          <w:sz w:val="28"/>
          <w:szCs w:val="28"/>
        </w:rPr>
        <w:t>.  перечислять в бюджет</w:t>
      </w:r>
      <w:r w:rsidRPr="002E0D4E">
        <w:rPr>
          <w:sz w:val="28"/>
          <w:szCs w:val="28"/>
        </w:rPr>
        <w:t xml:space="preserve"> Республики Татарстан</w:t>
      </w:r>
      <w:r w:rsidR="00785CFB" w:rsidRPr="002E0D4E">
        <w:rPr>
          <w:sz w:val="28"/>
          <w:szCs w:val="28"/>
        </w:rPr>
        <w:t xml:space="preserve"> денежные средства в размере,</w:t>
      </w:r>
      <w:r w:rsidRPr="002E0D4E">
        <w:rPr>
          <w:sz w:val="28"/>
          <w:szCs w:val="28"/>
        </w:rPr>
        <w:t xml:space="preserve"> </w:t>
      </w:r>
      <w:proofErr w:type="gramStart"/>
      <w:r w:rsidR="00785CFB" w:rsidRPr="002E0D4E">
        <w:rPr>
          <w:sz w:val="28"/>
          <w:szCs w:val="28"/>
        </w:rPr>
        <w:t>определенном  по</w:t>
      </w:r>
      <w:proofErr w:type="gramEnd"/>
      <w:r w:rsidR="00785CFB" w:rsidRPr="002E0D4E">
        <w:rPr>
          <w:sz w:val="28"/>
          <w:szCs w:val="28"/>
        </w:rPr>
        <w:t xml:space="preserve">  форме согласно приложению </w:t>
      </w:r>
      <w:r w:rsidRPr="002E0D4E">
        <w:rPr>
          <w:sz w:val="28"/>
          <w:szCs w:val="28"/>
        </w:rPr>
        <w:t>№</w:t>
      </w:r>
      <w:r w:rsidR="00785CFB" w:rsidRPr="002E0D4E">
        <w:rPr>
          <w:sz w:val="28"/>
          <w:szCs w:val="28"/>
        </w:rPr>
        <w:t xml:space="preserve"> ____ к настоящему Соглашению,</w:t>
      </w:r>
      <w:r w:rsidRPr="002E0D4E">
        <w:rPr>
          <w:sz w:val="28"/>
          <w:szCs w:val="28"/>
        </w:rPr>
        <w:t xml:space="preserve"> </w:t>
      </w:r>
      <w:r w:rsidR="00785CFB" w:rsidRPr="002E0D4E">
        <w:rPr>
          <w:sz w:val="28"/>
          <w:szCs w:val="28"/>
        </w:rPr>
        <w:t>являющемуся неотъемлемой частью настоящего Соглашения,  в  случае  принятия</w:t>
      </w:r>
      <w:r w:rsidRPr="002E0D4E">
        <w:rPr>
          <w:sz w:val="28"/>
          <w:szCs w:val="28"/>
        </w:rPr>
        <w:t>___</w:t>
      </w:r>
      <w:r w:rsidR="00785CFB" w:rsidRPr="002E0D4E">
        <w:rPr>
          <w:sz w:val="28"/>
          <w:szCs w:val="28"/>
        </w:rPr>
        <w:t>________</w:t>
      </w:r>
      <w:r w:rsidR="003B3676" w:rsidRPr="002E0D4E">
        <w:rPr>
          <w:sz w:val="28"/>
          <w:szCs w:val="28"/>
        </w:rPr>
        <w:t>____________________</w:t>
      </w:r>
      <w:r w:rsidR="00785CFB" w:rsidRPr="002E0D4E">
        <w:rPr>
          <w:sz w:val="28"/>
          <w:szCs w:val="28"/>
        </w:rPr>
        <w:t xml:space="preserve"> решения о применении к</w:t>
      </w:r>
      <w:r w:rsidR="003B3676" w:rsidRPr="002E0D4E">
        <w:rPr>
          <w:sz w:val="28"/>
          <w:szCs w:val="28"/>
        </w:rPr>
        <w:t xml:space="preserve"> Получателю</w:t>
      </w:r>
    </w:p>
    <w:p w:rsidR="0058365C" w:rsidRPr="002E0D4E" w:rsidRDefault="0022534A" w:rsidP="0022534A">
      <w:pPr>
        <w:spacing w:after="1" w:line="200" w:lineRule="atLeast"/>
        <w:jc w:val="both"/>
      </w:pPr>
      <w:r w:rsidRPr="002E0D4E">
        <w:rPr>
          <w:sz w:val="28"/>
          <w:szCs w:val="28"/>
        </w:rPr>
        <w:t xml:space="preserve">              </w:t>
      </w:r>
      <w:r w:rsidR="0058365C" w:rsidRPr="002E0D4E">
        <w:rPr>
          <w:sz w:val="28"/>
          <w:szCs w:val="28"/>
        </w:rPr>
        <w:t xml:space="preserve">   </w:t>
      </w:r>
      <w:r w:rsidR="00DB37C1" w:rsidRPr="002E0D4E">
        <w:rPr>
          <w:sz w:val="28"/>
          <w:szCs w:val="28"/>
        </w:rPr>
        <w:t xml:space="preserve"> </w:t>
      </w:r>
      <w:r w:rsidRPr="002E0D4E">
        <w:t xml:space="preserve">(Министерством, Комитетом, Агентством, </w:t>
      </w:r>
    </w:p>
    <w:p w:rsidR="0022534A" w:rsidRPr="002E0D4E" w:rsidRDefault="0058365C" w:rsidP="0022534A">
      <w:pPr>
        <w:spacing w:after="1" w:line="200" w:lineRule="atLeast"/>
        <w:jc w:val="both"/>
      </w:pPr>
      <w:r w:rsidRPr="002E0D4E">
        <w:t xml:space="preserve">                                           </w:t>
      </w:r>
      <w:r w:rsidR="0022534A" w:rsidRPr="002E0D4E">
        <w:t>иным органом (организацией))</w:t>
      </w:r>
    </w:p>
    <w:p w:rsidR="00785CFB" w:rsidRPr="002E0D4E" w:rsidRDefault="00785CFB" w:rsidP="003B36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штрафных  санкций  в  соответствии  с  </w:t>
      </w:r>
      <w:hyperlink r:id="rId158" w:history="1">
        <w:r w:rsidRPr="002E0D4E">
          <w:rPr>
            <w:sz w:val="28"/>
            <w:szCs w:val="28"/>
          </w:rPr>
          <w:t>пунктом 4.1.</w:t>
        </w:r>
      </w:hyperlink>
      <w:r w:rsidR="001C42CA" w:rsidRPr="002E0D4E">
        <w:rPr>
          <w:sz w:val="28"/>
          <w:szCs w:val="28"/>
        </w:rPr>
        <w:t>8</w:t>
      </w:r>
      <w:r w:rsidRPr="002E0D4E">
        <w:rPr>
          <w:sz w:val="28"/>
          <w:szCs w:val="28"/>
        </w:rPr>
        <w:t xml:space="preserve"> настоящего</w:t>
      </w:r>
      <w:r w:rsidR="003B3676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Соглашения, в срок, установленный _________</w:t>
      </w:r>
      <w:r w:rsidR="003B3676" w:rsidRPr="002E0D4E">
        <w:rPr>
          <w:sz w:val="28"/>
          <w:szCs w:val="28"/>
        </w:rPr>
        <w:t>___________________ в уведомлении о применении</w:t>
      </w:r>
    </w:p>
    <w:p w:rsidR="006F7F2A" w:rsidRPr="002E0D4E" w:rsidRDefault="006F7F2A" w:rsidP="006F7F2A">
      <w:pPr>
        <w:spacing w:after="1" w:line="200" w:lineRule="atLeast"/>
        <w:jc w:val="both"/>
      </w:pPr>
      <w:r w:rsidRPr="002E0D4E">
        <w:t xml:space="preserve">                                                    (Министерством, Комитетом, Агентством, </w:t>
      </w:r>
    </w:p>
    <w:p w:rsidR="006F7F2A" w:rsidRPr="002E0D4E" w:rsidRDefault="006F7F2A" w:rsidP="006F7F2A">
      <w:pPr>
        <w:spacing w:after="1" w:line="200" w:lineRule="atLeast"/>
        <w:jc w:val="both"/>
      </w:pPr>
      <w:r w:rsidRPr="002E0D4E">
        <w:t xml:space="preserve">                                                         иным органом (организацией))</w:t>
      </w:r>
    </w:p>
    <w:p w:rsidR="00FB0587" w:rsidRPr="002E0D4E" w:rsidRDefault="00785CFB" w:rsidP="00785CF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 xml:space="preserve">штрафных санкций </w:t>
      </w:r>
      <w:hyperlink r:id="rId159" w:history="1">
        <w:r w:rsidR="00FB0587" w:rsidRPr="002E0D4E">
          <w:rPr>
            <w:sz w:val="28"/>
            <w:szCs w:val="28"/>
            <w:vertAlign w:val="superscript"/>
          </w:rPr>
          <w:t>4</w:t>
        </w:r>
        <w:r w:rsidR="00F554E7" w:rsidRPr="002E0D4E">
          <w:rPr>
            <w:sz w:val="28"/>
            <w:szCs w:val="28"/>
            <w:vertAlign w:val="superscript"/>
          </w:rPr>
          <w:t>2</w:t>
        </w:r>
      </w:hyperlink>
      <w:r w:rsidRPr="002E0D4E">
        <w:rPr>
          <w:sz w:val="28"/>
          <w:szCs w:val="28"/>
        </w:rPr>
        <w:t>;</w:t>
      </w:r>
    </w:p>
    <w:p w:rsidR="00FB0587" w:rsidRPr="002E0D4E" w:rsidRDefault="00785CFB" w:rsidP="00FB0587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A34EB9" w:rsidRPr="002E0D4E">
        <w:rPr>
          <w:sz w:val="28"/>
          <w:szCs w:val="28"/>
        </w:rPr>
        <w:t>2</w:t>
      </w:r>
      <w:r w:rsidRPr="002E0D4E">
        <w:rPr>
          <w:sz w:val="28"/>
          <w:szCs w:val="28"/>
        </w:rPr>
        <w:t xml:space="preserve">. возвращать неиспользованный остаток гранта в доход бюджета </w:t>
      </w:r>
      <w:r w:rsidR="00FB0587" w:rsidRPr="002E0D4E">
        <w:rPr>
          <w:sz w:val="28"/>
          <w:szCs w:val="28"/>
        </w:rPr>
        <w:t xml:space="preserve">Республики Татарстан </w:t>
      </w:r>
      <w:r w:rsidRPr="002E0D4E">
        <w:rPr>
          <w:sz w:val="28"/>
          <w:szCs w:val="28"/>
        </w:rPr>
        <w:t>в случае отсутствия решения ___________________</w:t>
      </w:r>
      <w:r w:rsidR="00FB0587" w:rsidRPr="002E0D4E">
        <w:rPr>
          <w:sz w:val="28"/>
          <w:szCs w:val="28"/>
        </w:rPr>
        <w:t xml:space="preserve">_____ </w:t>
      </w:r>
      <w:proofErr w:type="gramStart"/>
      <w:r w:rsidR="00FB0587" w:rsidRPr="002E0D4E">
        <w:rPr>
          <w:sz w:val="28"/>
          <w:szCs w:val="28"/>
        </w:rPr>
        <w:t>о  наличии</w:t>
      </w:r>
      <w:proofErr w:type="gramEnd"/>
    </w:p>
    <w:p w:rsidR="008F1452" w:rsidRPr="002E0D4E" w:rsidRDefault="00FB0587" w:rsidP="008F1452">
      <w:pPr>
        <w:spacing w:after="1" w:line="200" w:lineRule="atLeast"/>
        <w:jc w:val="both"/>
      </w:pPr>
      <w:r w:rsidRPr="002E0D4E">
        <w:rPr>
          <w:sz w:val="28"/>
          <w:szCs w:val="28"/>
        </w:rPr>
        <w:t xml:space="preserve">  </w:t>
      </w:r>
      <w:r w:rsidR="00FC09FA" w:rsidRPr="002E0D4E">
        <w:rPr>
          <w:sz w:val="28"/>
          <w:szCs w:val="28"/>
        </w:rPr>
        <w:t xml:space="preserve">                                                                    </w:t>
      </w:r>
      <w:r w:rsidR="008F1452" w:rsidRPr="002E0D4E">
        <w:rPr>
          <w:sz w:val="28"/>
          <w:szCs w:val="28"/>
        </w:rPr>
        <w:t xml:space="preserve">          </w:t>
      </w:r>
      <w:r w:rsidR="00FC09FA" w:rsidRPr="002E0D4E">
        <w:rPr>
          <w:sz w:val="28"/>
          <w:szCs w:val="28"/>
        </w:rPr>
        <w:t xml:space="preserve"> </w:t>
      </w:r>
      <w:r w:rsidR="008F1452" w:rsidRPr="002E0D4E">
        <w:t xml:space="preserve">(Министерства, Комитета, Агентства, </w:t>
      </w:r>
    </w:p>
    <w:p w:rsidR="008F1452" w:rsidRPr="002E0D4E" w:rsidRDefault="008F1452" w:rsidP="008F1452">
      <w:pPr>
        <w:spacing w:after="1" w:line="200" w:lineRule="atLeast"/>
        <w:jc w:val="both"/>
      </w:pPr>
      <w:r w:rsidRPr="002E0D4E">
        <w:t xml:space="preserve">                                                                                                                      иного органа (организации))</w:t>
      </w:r>
    </w:p>
    <w:p w:rsidR="00FC09FA" w:rsidRPr="002E0D4E" w:rsidRDefault="0099517D" w:rsidP="0099517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п</w:t>
      </w:r>
      <w:r w:rsidR="00FB0587" w:rsidRPr="002E0D4E">
        <w:rPr>
          <w:sz w:val="28"/>
          <w:szCs w:val="28"/>
        </w:rPr>
        <w:t xml:space="preserve">отребности </w:t>
      </w:r>
      <w:r w:rsidR="00785CFB" w:rsidRPr="002E0D4E">
        <w:rPr>
          <w:sz w:val="28"/>
          <w:szCs w:val="28"/>
        </w:rPr>
        <w:t xml:space="preserve">в  направлении не использованного в 20__ году </w:t>
      </w:r>
      <w:hyperlink r:id="rId160" w:history="1">
        <w:r w:rsidR="00FB0587" w:rsidRPr="002E0D4E">
          <w:rPr>
            <w:sz w:val="28"/>
            <w:szCs w:val="28"/>
            <w:vertAlign w:val="superscript"/>
          </w:rPr>
          <w:t>4</w:t>
        </w:r>
        <w:r w:rsidR="00F554E7" w:rsidRPr="002E0D4E">
          <w:rPr>
            <w:sz w:val="28"/>
            <w:szCs w:val="28"/>
            <w:vertAlign w:val="superscript"/>
          </w:rPr>
          <w:t>3</w:t>
        </w:r>
      </w:hyperlink>
      <w:r w:rsidR="00FB0587" w:rsidRPr="002E0D4E">
        <w:rPr>
          <w:sz w:val="28"/>
          <w:szCs w:val="28"/>
          <w:vertAlign w:val="superscript"/>
        </w:rPr>
        <w:t xml:space="preserve"> </w:t>
      </w:r>
      <w:r w:rsidR="00785CFB" w:rsidRPr="002E0D4E">
        <w:rPr>
          <w:sz w:val="28"/>
          <w:szCs w:val="28"/>
        </w:rPr>
        <w:t xml:space="preserve">остатка гранта на цели, указанные в </w:t>
      </w:r>
      <w:hyperlink r:id="rId161" w:history="1">
        <w:r w:rsidR="00785CFB" w:rsidRPr="002E0D4E">
          <w:rPr>
            <w:sz w:val="28"/>
            <w:szCs w:val="28"/>
          </w:rPr>
          <w:t>разделе I</w:t>
        </w:r>
      </w:hyperlink>
      <w:r w:rsidR="00785CFB" w:rsidRPr="002E0D4E">
        <w:rPr>
          <w:sz w:val="28"/>
          <w:szCs w:val="28"/>
        </w:rPr>
        <w:t xml:space="preserve"> настоящего Соглашения, в срок</w:t>
      </w:r>
      <w:r w:rsidR="00FB0587" w:rsidRPr="002E0D4E">
        <w:rPr>
          <w:sz w:val="28"/>
          <w:szCs w:val="28"/>
        </w:rPr>
        <w:t xml:space="preserve"> </w:t>
      </w:r>
      <w:r w:rsidR="00785CFB" w:rsidRPr="002E0D4E">
        <w:rPr>
          <w:sz w:val="28"/>
          <w:szCs w:val="28"/>
        </w:rPr>
        <w:t xml:space="preserve">до </w:t>
      </w:r>
      <w:r w:rsidR="00FB0587" w:rsidRPr="002E0D4E">
        <w:rPr>
          <w:sz w:val="28"/>
          <w:szCs w:val="28"/>
        </w:rPr>
        <w:t>«</w:t>
      </w:r>
      <w:r w:rsidR="00785CFB" w:rsidRPr="002E0D4E">
        <w:rPr>
          <w:sz w:val="28"/>
          <w:szCs w:val="28"/>
        </w:rPr>
        <w:t>__</w:t>
      </w:r>
      <w:r w:rsidR="00FB0587" w:rsidRPr="002E0D4E">
        <w:rPr>
          <w:sz w:val="28"/>
          <w:szCs w:val="28"/>
        </w:rPr>
        <w:t>» _______</w:t>
      </w:r>
      <w:r w:rsidR="00785CFB" w:rsidRPr="002E0D4E">
        <w:rPr>
          <w:sz w:val="28"/>
          <w:szCs w:val="28"/>
        </w:rPr>
        <w:t xml:space="preserve"> 20__ г. </w:t>
      </w:r>
      <w:hyperlink r:id="rId162" w:history="1">
        <w:r w:rsidR="00FB0587" w:rsidRPr="002E0D4E">
          <w:rPr>
            <w:sz w:val="28"/>
            <w:szCs w:val="28"/>
            <w:vertAlign w:val="superscript"/>
          </w:rPr>
          <w:t>4</w:t>
        </w:r>
        <w:r w:rsidR="00F554E7" w:rsidRPr="002E0D4E">
          <w:rPr>
            <w:sz w:val="28"/>
            <w:szCs w:val="28"/>
            <w:vertAlign w:val="superscript"/>
          </w:rPr>
          <w:t>4</w:t>
        </w:r>
      </w:hyperlink>
      <w:r w:rsidR="00785CFB" w:rsidRPr="002E0D4E">
        <w:rPr>
          <w:sz w:val="28"/>
          <w:szCs w:val="28"/>
        </w:rPr>
        <w:t>;</w:t>
      </w:r>
    </w:p>
    <w:p w:rsidR="0099517D" w:rsidRPr="002E0D4E" w:rsidRDefault="00785CFB" w:rsidP="0099517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A34EB9" w:rsidRPr="002E0D4E">
        <w:rPr>
          <w:sz w:val="28"/>
          <w:szCs w:val="28"/>
        </w:rPr>
        <w:t>3</w:t>
      </w:r>
      <w:r w:rsidRPr="002E0D4E">
        <w:rPr>
          <w:sz w:val="28"/>
          <w:szCs w:val="28"/>
        </w:rPr>
        <w:t>. обеспечивать полноту и достоверность сведений, представляемых в</w:t>
      </w:r>
      <w:r w:rsidR="00FC09FA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___________________________________ </w:t>
      </w:r>
      <w:proofErr w:type="spellStart"/>
      <w:r w:rsidRPr="002E0D4E">
        <w:rPr>
          <w:sz w:val="28"/>
          <w:szCs w:val="28"/>
        </w:rPr>
        <w:t>в</w:t>
      </w:r>
      <w:proofErr w:type="spellEnd"/>
      <w:r w:rsidRPr="002E0D4E">
        <w:rPr>
          <w:sz w:val="28"/>
          <w:szCs w:val="28"/>
        </w:rPr>
        <w:t xml:space="preserve"> соответствии с настоящим Соглашением;</w:t>
      </w:r>
    </w:p>
    <w:p w:rsidR="00AC61CA" w:rsidRPr="002E0D4E" w:rsidRDefault="00AC61CA" w:rsidP="0099517D">
      <w:pPr>
        <w:autoSpaceDE w:val="0"/>
        <w:autoSpaceDN w:val="0"/>
        <w:adjustRightInd w:val="0"/>
        <w:jc w:val="both"/>
        <w:outlineLvl w:val="0"/>
      </w:pPr>
      <w:r w:rsidRPr="002E0D4E">
        <w:t xml:space="preserve">        </w:t>
      </w:r>
      <w:r w:rsidR="0099517D" w:rsidRPr="002E0D4E">
        <w:t xml:space="preserve">(Министерство, Комитет, Агентство, </w:t>
      </w:r>
    </w:p>
    <w:p w:rsidR="0099517D" w:rsidRPr="002E0D4E" w:rsidRDefault="00AC61CA" w:rsidP="0099517D">
      <w:pPr>
        <w:autoSpaceDE w:val="0"/>
        <w:autoSpaceDN w:val="0"/>
        <w:adjustRightInd w:val="0"/>
        <w:jc w:val="both"/>
        <w:outlineLvl w:val="0"/>
      </w:pPr>
      <w:r w:rsidRPr="002E0D4E">
        <w:t xml:space="preserve">                     </w:t>
      </w:r>
      <w:r w:rsidR="0099517D" w:rsidRPr="002E0D4E">
        <w:t>иной орган (организацию))</w:t>
      </w:r>
    </w:p>
    <w:p w:rsidR="00FC09FA" w:rsidRPr="002E0D4E" w:rsidRDefault="00785CFB" w:rsidP="00FC09F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A34EB9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 xml:space="preserve">. выполнять иные обязательства в соответствии с законодательством Российской Федерации и Правилами предоставления гранта </w:t>
      </w:r>
      <w:hyperlink r:id="rId163" w:history="1">
        <w:r w:rsidR="00FC09FA" w:rsidRPr="002E0D4E">
          <w:rPr>
            <w:sz w:val="28"/>
            <w:szCs w:val="28"/>
            <w:vertAlign w:val="superscript"/>
          </w:rPr>
          <w:t>4</w:t>
        </w:r>
        <w:r w:rsidR="00F554E7" w:rsidRPr="002E0D4E">
          <w:rPr>
            <w:sz w:val="28"/>
            <w:szCs w:val="28"/>
            <w:vertAlign w:val="superscript"/>
          </w:rPr>
          <w:t>5</w:t>
        </w:r>
      </w:hyperlink>
      <w:r w:rsidRPr="002E0D4E">
        <w:rPr>
          <w:sz w:val="28"/>
          <w:szCs w:val="28"/>
        </w:rPr>
        <w:t>, в том числе:</w:t>
      </w:r>
    </w:p>
    <w:p w:rsidR="00FC09FA" w:rsidRPr="002E0D4E" w:rsidRDefault="00785CFB" w:rsidP="00FC09F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A34EB9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>.1. ____________________________________________________________;</w:t>
      </w:r>
    </w:p>
    <w:p w:rsidR="00785CFB" w:rsidRPr="002E0D4E" w:rsidRDefault="00785CFB" w:rsidP="00FC09F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2E0D4E">
        <w:rPr>
          <w:sz w:val="28"/>
          <w:szCs w:val="28"/>
        </w:rPr>
        <w:t>4.3.1</w:t>
      </w:r>
      <w:r w:rsidR="00A34EB9" w:rsidRPr="002E0D4E">
        <w:rPr>
          <w:sz w:val="28"/>
          <w:szCs w:val="28"/>
        </w:rPr>
        <w:t>4</w:t>
      </w:r>
      <w:r w:rsidRPr="002E0D4E">
        <w:rPr>
          <w:sz w:val="28"/>
          <w:szCs w:val="28"/>
        </w:rPr>
        <w:t>.2. ____________________________________________________________.</w:t>
      </w:r>
    </w:p>
    <w:p w:rsidR="00A16E88" w:rsidRPr="002E0D4E" w:rsidRDefault="00ED0C50" w:rsidP="00A16E88">
      <w:pPr>
        <w:spacing w:after="1"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>4.4. Получатель вправе:</w:t>
      </w:r>
      <w:bookmarkStart w:id="94" w:name="P2571"/>
      <w:bookmarkEnd w:id="94"/>
    </w:p>
    <w:p w:rsidR="00ED0C50" w:rsidRPr="002E0D4E" w:rsidRDefault="00ED0C50" w:rsidP="0022396C">
      <w:pPr>
        <w:spacing w:after="1" w:line="28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4.4.1. направлять в ___________________</w:t>
      </w:r>
      <w:r w:rsidR="008213B6" w:rsidRPr="002E0D4E">
        <w:rPr>
          <w:sz w:val="28"/>
          <w:szCs w:val="28"/>
        </w:rPr>
        <w:t xml:space="preserve">__________ </w:t>
      </w:r>
      <w:proofErr w:type="gramStart"/>
      <w:r w:rsidR="008213B6" w:rsidRPr="002E0D4E">
        <w:rPr>
          <w:sz w:val="28"/>
          <w:szCs w:val="28"/>
        </w:rPr>
        <w:t>предложения  о</w:t>
      </w:r>
      <w:proofErr w:type="gramEnd"/>
      <w:r w:rsidR="008213B6" w:rsidRPr="002E0D4E">
        <w:rPr>
          <w:sz w:val="28"/>
          <w:szCs w:val="28"/>
        </w:rPr>
        <w:t xml:space="preserve">  внесении  </w:t>
      </w:r>
    </w:p>
    <w:p w:rsidR="003572A7" w:rsidRPr="002E0D4E" w:rsidRDefault="008213B6" w:rsidP="003572A7">
      <w:pPr>
        <w:spacing w:after="1" w:line="200" w:lineRule="atLeast"/>
        <w:ind w:firstLine="567"/>
        <w:jc w:val="both"/>
      </w:pPr>
      <w:r w:rsidRPr="002E0D4E">
        <w:rPr>
          <w:rFonts w:ascii="Courier New" w:hAnsi="Courier New" w:cs="Courier New"/>
        </w:rPr>
        <w:t xml:space="preserve">                   </w:t>
      </w:r>
      <w:r w:rsidR="003D6CC0" w:rsidRPr="002E0D4E">
        <w:rPr>
          <w:rFonts w:ascii="Courier New" w:hAnsi="Courier New" w:cs="Courier New"/>
        </w:rPr>
        <w:t xml:space="preserve">  </w:t>
      </w:r>
      <w:r w:rsidR="003572A7" w:rsidRPr="002E0D4E">
        <w:t>(Министерство, Комитет, Агентство,</w:t>
      </w:r>
    </w:p>
    <w:p w:rsidR="003D6CC0" w:rsidRPr="002E0D4E" w:rsidRDefault="003572A7" w:rsidP="003572A7">
      <w:pPr>
        <w:spacing w:after="1" w:line="200" w:lineRule="atLeast"/>
        <w:ind w:firstLine="567"/>
        <w:jc w:val="both"/>
      </w:pPr>
      <w:r w:rsidRPr="002E0D4E">
        <w:t xml:space="preserve"> </w:t>
      </w:r>
      <w:r w:rsidR="003D6CC0" w:rsidRPr="002E0D4E">
        <w:t xml:space="preserve">                                                         </w:t>
      </w:r>
      <w:r w:rsidRPr="002E0D4E">
        <w:t>иной орган (организацию))</w:t>
      </w:r>
    </w:p>
    <w:p w:rsidR="00ED0C50" w:rsidRPr="002E0D4E" w:rsidRDefault="00ED0C50" w:rsidP="003D6CC0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изменений в настоящее Соглашение в соответствии с</w:t>
      </w:r>
      <w:r w:rsidR="00E10154" w:rsidRPr="002E0D4E">
        <w:rPr>
          <w:sz w:val="28"/>
          <w:szCs w:val="28"/>
        </w:rPr>
        <w:t xml:space="preserve"> </w:t>
      </w:r>
      <w:hyperlink w:anchor="P2612" w:history="1">
        <w:r w:rsidRPr="002E0D4E">
          <w:rPr>
            <w:sz w:val="28"/>
            <w:szCs w:val="28"/>
          </w:rPr>
          <w:t>пунктом  7.3</w:t>
        </w:r>
      </w:hyperlink>
      <w:r w:rsidRPr="002E0D4E">
        <w:rPr>
          <w:sz w:val="28"/>
          <w:szCs w:val="28"/>
        </w:rPr>
        <w:t xml:space="preserve">  настоящего  Соглашения,  в  том  числе  в случае установления</w:t>
      </w:r>
      <w:r w:rsidR="00E1015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необходимости изменения размера гранта с приложением информации, содержащей</w:t>
      </w:r>
      <w:r w:rsidR="00E1015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финансово-экономическое обоснование данного изменения;</w:t>
      </w:r>
    </w:p>
    <w:p w:rsidR="00ED0C50" w:rsidRPr="002E0D4E" w:rsidRDefault="00ED0C50" w:rsidP="007507DC">
      <w:pPr>
        <w:spacing w:after="1" w:line="200" w:lineRule="atLeast"/>
        <w:ind w:firstLine="567"/>
        <w:jc w:val="both"/>
        <w:rPr>
          <w:sz w:val="28"/>
          <w:szCs w:val="28"/>
        </w:rPr>
      </w:pPr>
      <w:bookmarkStart w:id="95" w:name="P2578"/>
      <w:bookmarkEnd w:id="95"/>
      <w:r w:rsidRPr="002E0D4E">
        <w:rPr>
          <w:sz w:val="28"/>
          <w:szCs w:val="28"/>
        </w:rPr>
        <w:t>4.4.2. обращаться в ___________________</w:t>
      </w:r>
      <w:r w:rsidR="007507DC" w:rsidRPr="002E0D4E">
        <w:rPr>
          <w:sz w:val="28"/>
          <w:szCs w:val="28"/>
        </w:rPr>
        <w:t xml:space="preserve">_____ </w:t>
      </w:r>
      <w:proofErr w:type="spellStart"/>
      <w:r w:rsidR="007507DC" w:rsidRPr="002E0D4E">
        <w:rPr>
          <w:sz w:val="28"/>
          <w:szCs w:val="28"/>
        </w:rPr>
        <w:t>в</w:t>
      </w:r>
      <w:proofErr w:type="spellEnd"/>
      <w:r w:rsidR="007507DC" w:rsidRPr="002E0D4E">
        <w:rPr>
          <w:sz w:val="28"/>
          <w:szCs w:val="28"/>
        </w:rPr>
        <w:t xml:space="preserve"> целях получения разъяснений </w:t>
      </w:r>
    </w:p>
    <w:p w:rsidR="002D55D9" w:rsidRPr="002E0D4E" w:rsidRDefault="007507DC" w:rsidP="002D55D9">
      <w:pPr>
        <w:spacing w:after="1" w:line="200" w:lineRule="atLeast"/>
        <w:ind w:firstLine="567"/>
        <w:jc w:val="both"/>
      </w:pPr>
      <w:r w:rsidRPr="002E0D4E">
        <w:rPr>
          <w:rFonts w:ascii="Courier New" w:hAnsi="Courier New" w:cs="Courier New"/>
        </w:rPr>
        <w:t xml:space="preserve">                    </w:t>
      </w:r>
      <w:r w:rsidR="002D55D9" w:rsidRPr="002E0D4E">
        <w:t>(Министерство, Комитет, Агентство,</w:t>
      </w:r>
    </w:p>
    <w:p w:rsidR="002D55D9" w:rsidRPr="002E0D4E" w:rsidRDefault="002D55D9" w:rsidP="002D55D9">
      <w:pPr>
        <w:spacing w:after="1" w:line="200" w:lineRule="atLeast"/>
        <w:ind w:firstLine="567"/>
        <w:jc w:val="both"/>
      </w:pPr>
      <w:r w:rsidRPr="002E0D4E">
        <w:t xml:space="preserve">                                                          иной орган (организацию))</w:t>
      </w:r>
    </w:p>
    <w:p w:rsidR="00ED0C50" w:rsidRPr="002E0D4E" w:rsidRDefault="007507DC" w:rsidP="002D55D9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в связи </w:t>
      </w:r>
      <w:r w:rsidR="00ED0C50" w:rsidRPr="002E0D4E">
        <w:rPr>
          <w:sz w:val="28"/>
          <w:szCs w:val="28"/>
        </w:rPr>
        <w:t>с исполнением настоящего Соглашения;</w:t>
      </w:r>
    </w:p>
    <w:p w:rsidR="00ED0C50" w:rsidRPr="002E0D4E" w:rsidRDefault="00ED0C50" w:rsidP="0022396C">
      <w:pPr>
        <w:spacing w:after="1" w:line="200" w:lineRule="atLeast"/>
        <w:ind w:firstLine="567"/>
        <w:jc w:val="both"/>
      </w:pPr>
      <w:bookmarkStart w:id="96" w:name="P2582"/>
      <w:bookmarkEnd w:id="96"/>
      <w:r w:rsidRPr="002E0D4E">
        <w:rPr>
          <w:sz w:val="28"/>
          <w:szCs w:val="28"/>
        </w:rPr>
        <w:lastRenderedPageBreak/>
        <w:t xml:space="preserve">4.4.3.  направлять  в  20__  году </w:t>
      </w:r>
      <w:r w:rsidR="00384873" w:rsidRPr="002E0D4E">
        <w:rPr>
          <w:sz w:val="28"/>
          <w:szCs w:val="28"/>
          <w:vertAlign w:val="superscript"/>
        </w:rPr>
        <w:t>4</w:t>
      </w:r>
      <w:r w:rsidR="00F554E7" w:rsidRPr="002E0D4E">
        <w:rPr>
          <w:sz w:val="28"/>
          <w:szCs w:val="28"/>
          <w:vertAlign w:val="superscript"/>
        </w:rPr>
        <w:t>6</w:t>
      </w:r>
      <w:r w:rsidR="00384873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неиспользованный остаток гранта,</w:t>
      </w:r>
      <w:r w:rsidR="00E1015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полученного  в  соответствии  с  настоящим  Соглашением  (при  наличии), на</w:t>
      </w:r>
      <w:r w:rsidR="00E1015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 xml:space="preserve">осуществление  выплат  в  соответствии  с  целями,  указанными  в </w:t>
      </w:r>
      <w:hyperlink w:anchor="P2316" w:history="1">
        <w:r w:rsidRPr="002E0D4E">
          <w:rPr>
            <w:sz w:val="28"/>
            <w:szCs w:val="28"/>
          </w:rPr>
          <w:t>разделе I</w:t>
        </w:r>
      </w:hyperlink>
      <w:r w:rsidR="00E1015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настоящего Соглашения, в случае принятия_</w:t>
      </w:r>
      <w:r w:rsidR="0073642B" w:rsidRPr="002E0D4E">
        <w:rPr>
          <w:sz w:val="28"/>
          <w:szCs w:val="28"/>
        </w:rPr>
        <w:t>______________________________</w:t>
      </w:r>
      <w:r w:rsidR="002513D8" w:rsidRPr="002E0D4E">
        <w:rPr>
          <w:sz w:val="28"/>
          <w:szCs w:val="28"/>
        </w:rPr>
        <w:t xml:space="preserve"> соответствующего</w:t>
      </w:r>
    </w:p>
    <w:p w:rsidR="002D55D9" w:rsidRPr="002E0D4E" w:rsidRDefault="00ED0C50" w:rsidP="002D55D9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       </w:t>
      </w:r>
      <w:r w:rsidR="0073642B" w:rsidRPr="002E0D4E">
        <w:rPr>
          <w:rFonts w:ascii="Courier New" w:hAnsi="Courier New" w:cs="Courier New"/>
        </w:rPr>
        <w:t xml:space="preserve">             </w:t>
      </w:r>
      <w:r w:rsidR="002D55D9" w:rsidRPr="002E0D4E">
        <w:t xml:space="preserve">          </w:t>
      </w:r>
      <w:r w:rsidR="00C749E7" w:rsidRPr="002E0D4E">
        <w:t xml:space="preserve">  </w:t>
      </w:r>
      <w:r w:rsidR="002D55D9" w:rsidRPr="002E0D4E">
        <w:t xml:space="preserve"> (Министерством, Комитетом, Агентством, </w:t>
      </w:r>
    </w:p>
    <w:p w:rsidR="002D55D9" w:rsidRPr="002E0D4E" w:rsidRDefault="002D55D9" w:rsidP="002D55D9">
      <w:pPr>
        <w:spacing w:after="1" w:line="200" w:lineRule="atLeast"/>
        <w:jc w:val="both"/>
      </w:pPr>
      <w:r w:rsidRPr="002E0D4E">
        <w:t xml:space="preserve">                                                                            </w:t>
      </w:r>
      <w:r w:rsidR="00C749E7" w:rsidRPr="002E0D4E">
        <w:t xml:space="preserve">    </w:t>
      </w:r>
      <w:r w:rsidRPr="002E0D4E">
        <w:t xml:space="preserve">  иным органом (организацией))</w:t>
      </w:r>
    </w:p>
    <w:p w:rsidR="00ED0C50" w:rsidRPr="002E0D4E" w:rsidRDefault="00ED0C50" w:rsidP="002D55D9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решения   в  соответствии  с  </w:t>
      </w:r>
      <w:hyperlink w:anchor="P2469" w:history="1">
        <w:r w:rsidRPr="002E0D4E">
          <w:rPr>
            <w:sz w:val="28"/>
            <w:szCs w:val="28"/>
          </w:rPr>
          <w:t>пунктом  4.2.2</w:t>
        </w:r>
      </w:hyperlink>
      <w:r w:rsidRPr="002E0D4E">
        <w:rPr>
          <w:sz w:val="28"/>
          <w:szCs w:val="28"/>
        </w:rPr>
        <w:t xml:space="preserve">  настоящего</w:t>
      </w:r>
      <w:r w:rsidR="00E10154" w:rsidRPr="002E0D4E">
        <w:rPr>
          <w:sz w:val="28"/>
          <w:szCs w:val="28"/>
        </w:rPr>
        <w:t xml:space="preserve"> </w:t>
      </w:r>
      <w:r w:rsidRPr="002E0D4E">
        <w:rPr>
          <w:sz w:val="28"/>
          <w:szCs w:val="28"/>
        </w:rPr>
        <w:t>Соглашения</w:t>
      </w:r>
      <w:r w:rsidR="00E1661A" w:rsidRPr="002E0D4E">
        <w:rPr>
          <w:sz w:val="28"/>
          <w:szCs w:val="28"/>
        </w:rPr>
        <w:t xml:space="preserve"> </w:t>
      </w:r>
      <w:r w:rsidR="00E1661A" w:rsidRPr="002E0D4E">
        <w:rPr>
          <w:sz w:val="28"/>
          <w:szCs w:val="28"/>
          <w:vertAlign w:val="superscript"/>
        </w:rPr>
        <w:t>4</w:t>
      </w:r>
      <w:r w:rsidR="00F554E7" w:rsidRPr="002E0D4E">
        <w:rPr>
          <w:sz w:val="28"/>
          <w:szCs w:val="28"/>
          <w:vertAlign w:val="superscript"/>
        </w:rPr>
        <w:t>7</w:t>
      </w:r>
      <w:r w:rsidRPr="002E0D4E">
        <w:rPr>
          <w:sz w:val="28"/>
          <w:szCs w:val="28"/>
        </w:rPr>
        <w:t>;</w:t>
      </w:r>
    </w:p>
    <w:p w:rsidR="00EB2828" w:rsidRPr="002E0D4E" w:rsidRDefault="00ED0C50" w:rsidP="00EB28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</w:rPr>
        <w:t>4.4.4.</w:t>
      </w:r>
      <w:r w:rsidR="00EB2828" w:rsidRPr="002E0D4E">
        <w:rPr>
          <w:sz w:val="28"/>
        </w:rPr>
        <w:t xml:space="preserve"> </w:t>
      </w:r>
      <w:r w:rsidR="00EB2828" w:rsidRPr="002E0D4E">
        <w:rPr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Правилами предоставления гранта, в том числе </w:t>
      </w:r>
      <w:hyperlink r:id="rId164" w:history="1">
        <w:r w:rsidR="00EB2828" w:rsidRPr="002E0D4E">
          <w:rPr>
            <w:sz w:val="28"/>
            <w:szCs w:val="28"/>
            <w:vertAlign w:val="superscript"/>
          </w:rPr>
          <w:t>4</w:t>
        </w:r>
        <w:r w:rsidR="00F554E7" w:rsidRPr="002E0D4E">
          <w:rPr>
            <w:sz w:val="28"/>
            <w:szCs w:val="28"/>
            <w:vertAlign w:val="superscript"/>
          </w:rPr>
          <w:t>8</w:t>
        </w:r>
      </w:hyperlink>
      <w:r w:rsidR="00EB2828" w:rsidRPr="002E0D4E">
        <w:rPr>
          <w:sz w:val="28"/>
          <w:szCs w:val="28"/>
        </w:rPr>
        <w:t>:</w:t>
      </w:r>
    </w:p>
    <w:p w:rsidR="00EB2828" w:rsidRPr="002E0D4E" w:rsidRDefault="00EB2828" w:rsidP="00EB28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4.4.4.1. _____________________________________________________________;</w:t>
      </w:r>
    </w:p>
    <w:p w:rsidR="00EB2828" w:rsidRPr="002E0D4E" w:rsidRDefault="00EB2828" w:rsidP="00EB28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4.4.4.2. _____________________________________________________________.</w:t>
      </w:r>
    </w:p>
    <w:p w:rsidR="00ED0C50" w:rsidRPr="002E0D4E" w:rsidRDefault="00ED0C50" w:rsidP="0022396C">
      <w:pPr>
        <w:spacing w:after="1" w:line="280" w:lineRule="atLeast"/>
        <w:ind w:firstLine="567"/>
        <w:jc w:val="both"/>
      </w:pPr>
    </w:p>
    <w:p w:rsidR="00ED0C50" w:rsidRPr="002E0D4E" w:rsidRDefault="00ED0C50">
      <w:pPr>
        <w:spacing w:after="1" w:line="280" w:lineRule="atLeast"/>
        <w:jc w:val="center"/>
        <w:outlineLvl w:val="1"/>
      </w:pPr>
      <w:r w:rsidRPr="002E0D4E">
        <w:rPr>
          <w:sz w:val="28"/>
        </w:rPr>
        <w:t>V. Ответственность Сторон</w:t>
      </w: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ind w:firstLine="540"/>
        <w:jc w:val="both"/>
      </w:pPr>
      <w:r w:rsidRPr="002E0D4E">
        <w:rPr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91BE7" w:rsidRPr="002E0D4E" w:rsidRDefault="00491BE7" w:rsidP="00491B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r:id="rId165" w:history="1">
        <w:r w:rsidRPr="002E0D4E">
          <w:rPr>
            <w:sz w:val="28"/>
            <w:szCs w:val="28"/>
            <w:vertAlign w:val="superscript"/>
          </w:rPr>
          <w:t>4</w:t>
        </w:r>
        <w:r w:rsidR="00F554E7" w:rsidRPr="002E0D4E">
          <w:rPr>
            <w:sz w:val="28"/>
            <w:szCs w:val="28"/>
            <w:vertAlign w:val="superscript"/>
          </w:rPr>
          <w:t>9</w:t>
        </w:r>
      </w:hyperlink>
      <w:r w:rsidRPr="002E0D4E">
        <w:rPr>
          <w:sz w:val="28"/>
          <w:szCs w:val="28"/>
        </w:rPr>
        <w:t>:</w:t>
      </w:r>
    </w:p>
    <w:p w:rsidR="00491BE7" w:rsidRPr="002E0D4E" w:rsidRDefault="00491BE7" w:rsidP="00491B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5.2.1. _______________________________________________________________;</w:t>
      </w:r>
    </w:p>
    <w:p w:rsidR="00491BE7" w:rsidRPr="002E0D4E" w:rsidRDefault="00491BE7" w:rsidP="00491BE7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</w:rPr>
      </w:pPr>
      <w:r w:rsidRPr="002E0D4E">
        <w:rPr>
          <w:sz w:val="28"/>
          <w:szCs w:val="28"/>
        </w:rPr>
        <w:t>5.2.2. _______________________________________________________________.</w:t>
      </w:r>
    </w:p>
    <w:p w:rsidR="008F60CE" w:rsidRPr="002E0D4E" w:rsidRDefault="008F60CE" w:rsidP="00F86F32">
      <w:pPr>
        <w:spacing w:line="280" w:lineRule="atLeast"/>
        <w:jc w:val="center"/>
        <w:outlineLvl w:val="1"/>
        <w:rPr>
          <w:sz w:val="28"/>
        </w:rPr>
      </w:pPr>
    </w:p>
    <w:p w:rsidR="00ED0C50" w:rsidRPr="002E0D4E" w:rsidRDefault="00ED0C50" w:rsidP="00F86F32">
      <w:pPr>
        <w:spacing w:line="280" w:lineRule="atLeast"/>
        <w:jc w:val="center"/>
        <w:outlineLvl w:val="1"/>
      </w:pPr>
      <w:r w:rsidRPr="002E0D4E">
        <w:rPr>
          <w:sz w:val="28"/>
        </w:rPr>
        <w:t>VI. Иные условия</w:t>
      </w:r>
    </w:p>
    <w:p w:rsidR="00ED0C50" w:rsidRPr="002E0D4E" w:rsidRDefault="00ED0C50" w:rsidP="00F86F32">
      <w:pPr>
        <w:spacing w:line="280" w:lineRule="atLeast"/>
        <w:jc w:val="both"/>
      </w:pPr>
    </w:p>
    <w:p w:rsidR="00586D10" w:rsidRPr="002E0D4E" w:rsidRDefault="00586D10" w:rsidP="00586D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7" w:name="P2608"/>
      <w:bookmarkEnd w:id="97"/>
      <w:r w:rsidRPr="002E0D4E">
        <w:rPr>
          <w:sz w:val="28"/>
          <w:szCs w:val="28"/>
        </w:rPr>
        <w:t xml:space="preserve">6.1. Иные условия по настоящему Соглашению </w:t>
      </w:r>
      <w:hyperlink r:id="rId166" w:history="1">
        <w:r w:rsidR="00F554E7" w:rsidRPr="002E0D4E">
          <w:rPr>
            <w:sz w:val="28"/>
            <w:szCs w:val="28"/>
            <w:vertAlign w:val="superscript"/>
          </w:rPr>
          <w:t>50</w:t>
        </w:r>
      </w:hyperlink>
      <w:r w:rsidRPr="002E0D4E">
        <w:rPr>
          <w:sz w:val="28"/>
          <w:szCs w:val="28"/>
        </w:rPr>
        <w:t>:</w:t>
      </w:r>
    </w:p>
    <w:p w:rsidR="00586D10" w:rsidRPr="002E0D4E" w:rsidRDefault="00586D10" w:rsidP="00586D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6.1.1. _______________________________________________________________;</w:t>
      </w:r>
    </w:p>
    <w:p w:rsidR="00586D10" w:rsidRPr="002E0D4E" w:rsidRDefault="00586D10" w:rsidP="00586D10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</w:rPr>
      </w:pPr>
      <w:r w:rsidRPr="002E0D4E">
        <w:rPr>
          <w:sz w:val="28"/>
          <w:szCs w:val="28"/>
        </w:rPr>
        <w:t>6.1.2. _______________________________________________________________.</w:t>
      </w:r>
    </w:p>
    <w:p w:rsidR="00375088" w:rsidRPr="002E0D4E" w:rsidRDefault="00375088">
      <w:pPr>
        <w:spacing w:after="1" w:line="280" w:lineRule="atLeast"/>
        <w:jc w:val="center"/>
        <w:outlineLvl w:val="1"/>
        <w:rPr>
          <w:sz w:val="28"/>
        </w:rPr>
      </w:pPr>
    </w:p>
    <w:p w:rsidR="00ED0C50" w:rsidRPr="002E0D4E" w:rsidRDefault="00ED0C50">
      <w:pPr>
        <w:spacing w:after="1" w:line="280" w:lineRule="atLeast"/>
        <w:jc w:val="center"/>
        <w:outlineLvl w:val="1"/>
      </w:pPr>
      <w:r w:rsidRPr="002E0D4E">
        <w:rPr>
          <w:sz w:val="28"/>
        </w:rPr>
        <w:t>VII. Заключительные положения</w:t>
      </w:r>
    </w:p>
    <w:p w:rsidR="00ED0C50" w:rsidRPr="002E0D4E" w:rsidRDefault="00ED0C50">
      <w:pPr>
        <w:spacing w:after="1" w:line="280" w:lineRule="atLeast"/>
        <w:jc w:val="both"/>
      </w:pPr>
    </w:p>
    <w:p w:rsidR="00F86F32" w:rsidRPr="002E0D4E" w:rsidRDefault="00ED0C50" w:rsidP="00F86F32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E0D4E">
        <w:rPr>
          <w:sz w:val="28"/>
        </w:rPr>
        <w:t>недостижении</w:t>
      </w:r>
      <w:proofErr w:type="spellEnd"/>
      <w:r w:rsidRPr="002E0D4E">
        <w:rPr>
          <w:sz w:val="28"/>
        </w:rPr>
        <w:t xml:space="preserve"> согласия споры между Сторонами решаются в судебном порядке.</w:t>
      </w:r>
    </w:p>
    <w:p w:rsidR="00F86F32" w:rsidRPr="002E0D4E" w:rsidRDefault="00ED0C50" w:rsidP="00F86F32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2333" w:history="1">
        <w:r w:rsidRPr="002E0D4E">
          <w:rPr>
            <w:sz w:val="28"/>
          </w:rPr>
          <w:t>пункте 2.1</w:t>
        </w:r>
      </w:hyperlink>
      <w:r w:rsidRPr="002E0D4E">
        <w:rPr>
          <w:sz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  <w:bookmarkStart w:id="98" w:name="P2612"/>
      <w:bookmarkEnd w:id="98"/>
    </w:p>
    <w:p w:rsidR="00A10ADA" w:rsidRPr="002E0D4E" w:rsidRDefault="00ED0C50" w:rsidP="00A10ADA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 xml:space="preserve">7.3. Изменение настоящего Соглашения, в том числе в соответствии с положениями </w:t>
      </w:r>
      <w:hyperlink w:anchor="P2468" w:history="1">
        <w:r w:rsidRPr="002E0D4E">
          <w:rPr>
            <w:sz w:val="28"/>
          </w:rPr>
          <w:t>пункта 4.2.1</w:t>
        </w:r>
      </w:hyperlink>
      <w:r w:rsidRPr="002E0D4E">
        <w:rPr>
          <w:sz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6071DA" w:rsidRPr="002E0D4E">
        <w:rPr>
          <w:sz w:val="28"/>
        </w:rPr>
        <w:t>№</w:t>
      </w:r>
      <w:r w:rsidRPr="002E0D4E">
        <w:rPr>
          <w:sz w:val="28"/>
        </w:rPr>
        <w:t xml:space="preserve"> </w:t>
      </w:r>
      <w:r w:rsidR="00BB0962" w:rsidRPr="002E0D4E">
        <w:rPr>
          <w:sz w:val="28"/>
        </w:rPr>
        <w:t>__</w:t>
      </w:r>
      <w:r w:rsidRPr="002E0D4E">
        <w:rPr>
          <w:sz w:val="28"/>
        </w:rPr>
        <w:t xml:space="preserve"> к настоящему Соглашению, являющемуся неотъемлемой частью настоящего Соглашения</w:t>
      </w:r>
      <w:r w:rsidR="00BB0962" w:rsidRPr="002E0D4E">
        <w:rPr>
          <w:sz w:val="28"/>
        </w:rPr>
        <w:t xml:space="preserve"> </w:t>
      </w:r>
      <w:r w:rsidR="00F554E7" w:rsidRPr="002E0D4E">
        <w:rPr>
          <w:sz w:val="28"/>
          <w:vertAlign w:val="superscript"/>
        </w:rPr>
        <w:t>51</w:t>
      </w:r>
      <w:r w:rsidRPr="002E0D4E">
        <w:rPr>
          <w:sz w:val="28"/>
        </w:rPr>
        <w:t>.</w:t>
      </w:r>
    </w:p>
    <w:p w:rsidR="00A10ADA" w:rsidRPr="002E0D4E" w:rsidRDefault="00ED0C50" w:rsidP="00A10ADA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>7.3.1. Изменение настоящего Соглашения возможно в случае:</w:t>
      </w:r>
    </w:p>
    <w:p w:rsidR="00233358" w:rsidRPr="002E0D4E" w:rsidRDefault="00233358" w:rsidP="00BB0962">
      <w:pPr>
        <w:spacing w:line="280" w:lineRule="atLeast"/>
        <w:ind w:firstLine="540"/>
        <w:jc w:val="both"/>
        <w:rPr>
          <w:sz w:val="28"/>
          <w:szCs w:val="28"/>
        </w:rPr>
      </w:pPr>
    </w:p>
    <w:p w:rsidR="00233358" w:rsidRPr="002E0D4E" w:rsidRDefault="00233358" w:rsidP="00BB0962">
      <w:pPr>
        <w:spacing w:line="280" w:lineRule="atLeast"/>
        <w:ind w:firstLine="540"/>
        <w:jc w:val="both"/>
        <w:rPr>
          <w:sz w:val="28"/>
          <w:szCs w:val="28"/>
        </w:rPr>
      </w:pPr>
    </w:p>
    <w:p w:rsidR="00ED0C50" w:rsidRPr="002E0D4E" w:rsidRDefault="00ED0C50" w:rsidP="00BB0962">
      <w:pPr>
        <w:spacing w:line="280" w:lineRule="atLeast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lastRenderedPageBreak/>
        <w:t>7.3.1.1. уменьшения/увеличения ________</w:t>
      </w:r>
      <w:r w:rsidR="00BB0962" w:rsidRPr="002E0D4E">
        <w:rPr>
          <w:sz w:val="28"/>
          <w:szCs w:val="28"/>
        </w:rPr>
        <w:t>_________________ ранее доведенных</w:t>
      </w:r>
    </w:p>
    <w:p w:rsidR="00175EB1" w:rsidRPr="002E0D4E" w:rsidRDefault="006071DA" w:rsidP="00175EB1">
      <w:pPr>
        <w:spacing w:after="1" w:line="200" w:lineRule="atLeast"/>
        <w:jc w:val="both"/>
      </w:pPr>
      <w:r w:rsidRPr="002E0D4E">
        <w:rPr>
          <w:rFonts w:ascii="Courier New" w:hAnsi="Courier New" w:cs="Courier New"/>
        </w:rPr>
        <w:t xml:space="preserve">     </w:t>
      </w:r>
      <w:r w:rsidR="00BB0962" w:rsidRPr="002E0D4E">
        <w:rPr>
          <w:rFonts w:ascii="Courier New" w:hAnsi="Courier New" w:cs="Courier New"/>
        </w:rPr>
        <w:t xml:space="preserve">                           </w:t>
      </w:r>
      <w:r w:rsidR="00175EB1" w:rsidRPr="002E0D4E">
        <w:t xml:space="preserve">            (Министерству, Комитету, Агентству, </w:t>
      </w:r>
    </w:p>
    <w:p w:rsidR="00175EB1" w:rsidRPr="002E0D4E" w:rsidRDefault="00175EB1" w:rsidP="00175EB1">
      <w:pPr>
        <w:spacing w:after="1" w:line="200" w:lineRule="atLeast"/>
        <w:jc w:val="both"/>
      </w:pPr>
      <w:r w:rsidRPr="002E0D4E">
        <w:t xml:space="preserve">                                                                                             иному органу (организации))</w:t>
      </w:r>
    </w:p>
    <w:p w:rsidR="00A10ADA" w:rsidRPr="002E0D4E" w:rsidRDefault="00ED0C50" w:rsidP="005118C3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лимитов бюджетных обязательств на предоставление гранта;</w:t>
      </w:r>
      <w:bookmarkStart w:id="99" w:name="P2618"/>
      <w:bookmarkEnd w:id="99"/>
    </w:p>
    <w:p w:rsidR="00ED0C50" w:rsidRPr="002E0D4E" w:rsidRDefault="00ED0C50" w:rsidP="00A10ADA">
      <w:pPr>
        <w:spacing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7.3.1.2. ______________________________</w:t>
      </w:r>
      <w:r w:rsidR="00364692" w:rsidRPr="002E0D4E">
        <w:rPr>
          <w:sz w:val="28"/>
          <w:szCs w:val="28"/>
        </w:rPr>
        <w:t>_______________________________.</w:t>
      </w:r>
    </w:p>
    <w:p w:rsidR="00A10ADA" w:rsidRPr="002E0D4E" w:rsidRDefault="00ED0C50" w:rsidP="00A10ADA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>7.4. Расторжение настоящего Соглашения в одностороннем порядке осуществляется в случаях</w:t>
      </w:r>
      <w:r w:rsidR="00364692" w:rsidRPr="002E0D4E">
        <w:rPr>
          <w:sz w:val="28"/>
        </w:rPr>
        <w:t xml:space="preserve"> </w:t>
      </w:r>
      <w:r w:rsidR="00364692" w:rsidRPr="002E0D4E">
        <w:rPr>
          <w:sz w:val="28"/>
          <w:vertAlign w:val="superscript"/>
        </w:rPr>
        <w:t>5</w:t>
      </w:r>
      <w:r w:rsidR="00F554E7" w:rsidRPr="002E0D4E">
        <w:rPr>
          <w:sz w:val="28"/>
          <w:vertAlign w:val="superscript"/>
        </w:rPr>
        <w:t>2</w:t>
      </w:r>
      <w:r w:rsidRPr="002E0D4E">
        <w:rPr>
          <w:sz w:val="28"/>
        </w:rPr>
        <w:t>:</w:t>
      </w:r>
    </w:p>
    <w:p w:rsidR="00A10ADA" w:rsidRPr="002E0D4E" w:rsidRDefault="00ED0C50" w:rsidP="00A10ADA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>7.4.1. реорганизации или прекращения деятельности Получателя;</w:t>
      </w:r>
    </w:p>
    <w:p w:rsidR="00A10ADA" w:rsidRPr="002E0D4E" w:rsidRDefault="00ED0C50" w:rsidP="00A10ADA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>7.4.2. нарушения Получателем порядка, целей и условий предоставления гранта, установленных Правилами предоставления гранта и настоящим Соглашением;</w:t>
      </w:r>
    </w:p>
    <w:p w:rsidR="00A10ADA" w:rsidRPr="002E0D4E" w:rsidRDefault="00ED0C50" w:rsidP="00A10ADA">
      <w:pPr>
        <w:spacing w:line="280" w:lineRule="atLeast"/>
        <w:ind w:firstLine="540"/>
        <w:jc w:val="both"/>
        <w:rPr>
          <w:sz w:val="28"/>
        </w:rPr>
      </w:pPr>
      <w:r w:rsidRPr="002E0D4E">
        <w:rPr>
          <w:sz w:val="28"/>
        </w:rPr>
        <w:t xml:space="preserve">7.4.3. </w:t>
      </w:r>
      <w:proofErr w:type="spellStart"/>
      <w:r w:rsidRPr="002E0D4E">
        <w:rPr>
          <w:sz w:val="28"/>
        </w:rPr>
        <w:t>недостижения</w:t>
      </w:r>
      <w:proofErr w:type="spellEnd"/>
      <w:r w:rsidRPr="002E0D4E">
        <w:rPr>
          <w:sz w:val="28"/>
        </w:rPr>
        <w:t xml:space="preserve"> Получателем установленных настоящим Соглашением результата(</w:t>
      </w:r>
      <w:proofErr w:type="spellStart"/>
      <w:r w:rsidRPr="002E0D4E">
        <w:rPr>
          <w:sz w:val="28"/>
        </w:rPr>
        <w:t>ов</w:t>
      </w:r>
      <w:proofErr w:type="spellEnd"/>
      <w:r w:rsidRPr="002E0D4E">
        <w:rPr>
          <w:sz w:val="28"/>
        </w:rPr>
        <w:t xml:space="preserve">) предоставления гранта или иных показателей, установленных в соответствии с </w:t>
      </w:r>
      <w:hyperlink w:anchor="P2410" w:history="1">
        <w:r w:rsidRPr="002E0D4E">
          <w:rPr>
            <w:sz w:val="28"/>
          </w:rPr>
          <w:t>пунктом 4.1.</w:t>
        </w:r>
        <w:r w:rsidR="00185FFE" w:rsidRPr="002E0D4E">
          <w:rPr>
            <w:sz w:val="28"/>
          </w:rPr>
          <w:t>4</w:t>
        </w:r>
        <w:r w:rsidRPr="002E0D4E">
          <w:rPr>
            <w:sz w:val="28"/>
          </w:rPr>
          <w:t>.</w:t>
        </w:r>
      </w:hyperlink>
      <w:r w:rsidRPr="002E0D4E">
        <w:rPr>
          <w:sz w:val="28"/>
        </w:rPr>
        <w:t xml:space="preserve"> настоящего Соглашения</w:t>
      </w:r>
      <w:r w:rsidR="00364692" w:rsidRPr="002E0D4E">
        <w:rPr>
          <w:sz w:val="28"/>
        </w:rPr>
        <w:t xml:space="preserve"> </w:t>
      </w:r>
      <w:r w:rsidR="00364692" w:rsidRPr="002E0D4E">
        <w:rPr>
          <w:sz w:val="28"/>
          <w:vertAlign w:val="superscript"/>
        </w:rPr>
        <w:t>5</w:t>
      </w:r>
      <w:r w:rsidR="00F554E7" w:rsidRPr="002E0D4E">
        <w:rPr>
          <w:sz w:val="28"/>
          <w:vertAlign w:val="superscript"/>
        </w:rPr>
        <w:t>3</w:t>
      </w:r>
      <w:r w:rsidRPr="002E0D4E">
        <w:rPr>
          <w:sz w:val="28"/>
        </w:rPr>
        <w:t>;</w:t>
      </w:r>
      <w:bookmarkStart w:id="100" w:name="P2623"/>
      <w:bookmarkEnd w:id="100"/>
    </w:p>
    <w:p w:rsidR="00ED0C50" w:rsidRPr="002E0D4E" w:rsidRDefault="00ED0C50" w:rsidP="00A10ADA">
      <w:pPr>
        <w:spacing w:line="280" w:lineRule="atLeast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7.4.4. __________________________________________________________</w:t>
      </w:r>
      <w:r w:rsidR="00364692" w:rsidRPr="002E0D4E">
        <w:rPr>
          <w:sz w:val="28"/>
          <w:szCs w:val="28"/>
        </w:rPr>
        <w:t xml:space="preserve"> </w:t>
      </w:r>
      <w:r w:rsidR="004F1F1C" w:rsidRPr="002E0D4E">
        <w:rPr>
          <w:sz w:val="28"/>
          <w:szCs w:val="28"/>
          <w:vertAlign w:val="superscript"/>
        </w:rPr>
        <w:t>5</w:t>
      </w:r>
      <w:r w:rsidR="00F554E7" w:rsidRPr="002E0D4E">
        <w:rPr>
          <w:sz w:val="28"/>
          <w:szCs w:val="28"/>
          <w:vertAlign w:val="superscript"/>
        </w:rPr>
        <w:t>4</w:t>
      </w:r>
      <w:r w:rsidR="0096615D" w:rsidRPr="002E0D4E">
        <w:rPr>
          <w:sz w:val="28"/>
          <w:szCs w:val="28"/>
        </w:rPr>
        <w:t>.</w:t>
      </w:r>
    </w:p>
    <w:p w:rsidR="00D51449" w:rsidRPr="002E0D4E" w:rsidRDefault="00ED0C50" w:rsidP="00492B3E">
      <w:pPr>
        <w:spacing w:line="280" w:lineRule="atLeast"/>
        <w:ind w:firstLine="540"/>
        <w:jc w:val="both"/>
        <w:rPr>
          <w:rFonts w:ascii="Courier New" w:hAnsi="Courier New" w:cs="Courier New"/>
        </w:rPr>
      </w:pPr>
      <w:r w:rsidRPr="002E0D4E">
        <w:rPr>
          <w:sz w:val="28"/>
        </w:rPr>
        <w:t>7.5. Расторжение настоящего Соглашения осуществляется по соглашению Сторон</w:t>
      </w:r>
      <w:r w:rsidR="00FB3514" w:rsidRPr="002E0D4E">
        <w:rPr>
          <w:sz w:val="28"/>
        </w:rPr>
        <w:t xml:space="preserve"> </w:t>
      </w:r>
      <w:r w:rsidR="00FB3514" w:rsidRPr="002E0D4E">
        <w:rPr>
          <w:sz w:val="28"/>
          <w:vertAlign w:val="superscript"/>
        </w:rPr>
        <w:t>5</w:t>
      </w:r>
      <w:r w:rsidR="00F554E7" w:rsidRPr="002E0D4E">
        <w:rPr>
          <w:sz w:val="28"/>
          <w:vertAlign w:val="superscript"/>
        </w:rPr>
        <w:t>5</w:t>
      </w:r>
      <w:r w:rsidRPr="002E0D4E">
        <w:rPr>
          <w:sz w:val="28"/>
        </w:rPr>
        <w:t>.</w:t>
      </w:r>
      <w:r w:rsidR="004307E5" w:rsidRPr="002E0D4E">
        <w:rPr>
          <w:rFonts w:ascii="Courier New" w:hAnsi="Courier New" w:cs="Courier New"/>
        </w:rPr>
        <w:t xml:space="preserve"> </w:t>
      </w:r>
    </w:p>
    <w:p w:rsidR="00D51449" w:rsidRPr="002E0D4E" w:rsidRDefault="00D51449" w:rsidP="00D514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7.6.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Pr="002E0D4E">
        <w:rPr>
          <w:sz w:val="28"/>
          <w:szCs w:val="28"/>
        </w:rPr>
        <w:t>ами</w:t>
      </w:r>
      <w:proofErr w:type="spellEnd"/>
      <w:r w:rsidRPr="002E0D4E">
        <w:rPr>
          <w:sz w:val="28"/>
          <w:szCs w:val="28"/>
        </w:rPr>
        <w:t xml:space="preserve">) </w:t>
      </w:r>
      <w:hyperlink r:id="rId167" w:history="1">
        <w:r w:rsidRPr="002E0D4E">
          <w:rPr>
            <w:sz w:val="28"/>
            <w:szCs w:val="28"/>
            <w:vertAlign w:val="superscript"/>
          </w:rPr>
          <w:t>5</w:t>
        </w:r>
        <w:r w:rsidR="00F554E7" w:rsidRPr="002E0D4E">
          <w:rPr>
            <w:sz w:val="28"/>
            <w:szCs w:val="28"/>
            <w:vertAlign w:val="superscript"/>
          </w:rPr>
          <w:t>6</w:t>
        </w:r>
      </w:hyperlink>
      <w:r w:rsidRPr="002E0D4E">
        <w:rPr>
          <w:sz w:val="28"/>
          <w:szCs w:val="28"/>
        </w:rPr>
        <w:t>:</w:t>
      </w:r>
    </w:p>
    <w:p w:rsidR="00D51449" w:rsidRPr="002E0D4E" w:rsidRDefault="00D51449" w:rsidP="00D514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D51449" w:rsidRPr="002E0D4E" w:rsidRDefault="00D51449" w:rsidP="00D514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7.6.2. _____________________________________________________________. </w:t>
      </w:r>
      <w:hyperlink r:id="rId168" w:history="1">
        <w:r w:rsidRPr="002E0D4E">
          <w:rPr>
            <w:sz w:val="28"/>
            <w:szCs w:val="28"/>
            <w:vertAlign w:val="superscript"/>
          </w:rPr>
          <w:t>5</w:t>
        </w:r>
        <w:r w:rsidR="00F554E7" w:rsidRPr="002E0D4E">
          <w:rPr>
            <w:sz w:val="28"/>
            <w:szCs w:val="28"/>
            <w:vertAlign w:val="superscript"/>
          </w:rPr>
          <w:t>7</w:t>
        </w:r>
      </w:hyperlink>
    </w:p>
    <w:p w:rsidR="004307E5" w:rsidRPr="002E0D4E" w:rsidRDefault="004307E5" w:rsidP="008D16E6">
      <w:pPr>
        <w:spacing w:line="280" w:lineRule="atLeast"/>
        <w:ind w:firstLine="540"/>
        <w:jc w:val="both"/>
        <w:rPr>
          <w:sz w:val="28"/>
          <w:szCs w:val="28"/>
        </w:rPr>
      </w:pPr>
      <w:r w:rsidRPr="002E0D4E">
        <w:rPr>
          <w:sz w:val="28"/>
          <w:szCs w:val="28"/>
        </w:rPr>
        <w:t>7.</w:t>
      </w:r>
      <w:r w:rsidR="00D51449" w:rsidRPr="002E0D4E">
        <w:rPr>
          <w:sz w:val="28"/>
          <w:szCs w:val="28"/>
        </w:rPr>
        <w:t>7</w:t>
      </w:r>
      <w:r w:rsidRPr="002E0D4E">
        <w:rPr>
          <w:sz w:val="28"/>
          <w:szCs w:val="28"/>
        </w:rPr>
        <w:t>.  Настоящее Соглашение заключено в форме бумажного документа в двух экземплярах, по одному для каждой из Сторон.</w:t>
      </w: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center"/>
        <w:outlineLvl w:val="1"/>
      </w:pPr>
      <w:bookmarkStart w:id="101" w:name="P2633"/>
      <w:bookmarkEnd w:id="101"/>
      <w:r w:rsidRPr="002E0D4E">
        <w:rPr>
          <w:sz w:val="28"/>
        </w:rPr>
        <w:t>VIII. Платежные реквизиты Сторон</w:t>
      </w:r>
    </w:p>
    <w:p w:rsidR="00646799" w:rsidRPr="002E0D4E" w:rsidRDefault="00646799" w:rsidP="00646799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5244"/>
      </w:tblGrid>
      <w:tr w:rsidR="00646799" w:rsidRPr="002E0D4E" w:rsidTr="00D976DD">
        <w:tc>
          <w:tcPr>
            <w:tcW w:w="5024" w:type="dxa"/>
          </w:tcPr>
          <w:p w:rsidR="00646799" w:rsidRPr="002E0D4E" w:rsidRDefault="00646799" w:rsidP="00252EC8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Сокращенное наименование</w:t>
            </w:r>
          </w:p>
          <w:p w:rsidR="00373A48" w:rsidRPr="002E0D4E" w:rsidRDefault="00646799" w:rsidP="00C749E7">
            <w:pPr>
              <w:spacing w:after="1" w:line="280" w:lineRule="atLeast"/>
              <w:rPr>
                <w:sz w:val="28"/>
                <w:szCs w:val="28"/>
              </w:rPr>
            </w:pPr>
            <w:r w:rsidRPr="002E0D4E">
              <w:rPr>
                <w:sz w:val="28"/>
                <w:szCs w:val="28"/>
              </w:rPr>
              <w:t>___________________________________</w:t>
            </w:r>
          </w:p>
          <w:p w:rsidR="009B5AF3" w:rsidRPr="002E0D4E" w:rsidRDefault="009B5AF3" w:rsidP="009B5AF3">
            <w:pPr>
              <w:spacing w:after="1" w:line="280" w:lineRule="atLeast"/>
              <w:jc w:val="center"/>
            </w:pPr>
            <w:r w:rsidRPr="002E0D4E">
              <w:t xml:space="preserve">(Министерства, Комитета, Агентства, </w:t>
            </w:r>
          </w:p>
          <w:p w:rsidR="009B5AF3" w:rsidRPr="002E0D4E" w:rsidRDefault="009B5AF3" w:rsidP="009B5AF3">
            <w:pPr>
              <w:spacing w:after="1" w:line="200" w:lineRule="atLeast"/>
              <w:jc w:val="both"/>
            </w:pPr>
            <w:r w:rsidRPr="002E0D4E">
              <w:t xml:space="preserve">                иного органа (организации))</w:t>
            </w:r>
          </w:p>
          <w:p w:rsidR="00646799" w:rsidRPr="002E0D4E" w:rsidRDefault="00646799" w:rsidP="00E208DF">
            <w:pPr>
              <w:spacing w:after="1" w:line="280" w:lineRule="atLeast"/>
              <w:jc w:val="center"/>
            </w:pPr>
          </w:p>
        </w:tc>
        <w:tc>
          <w:tcPr>
            <w:tcW w:w="5244" w:type="dxa"/>
          </w:tcPr>
          <w:p w:rsidR="00646799" w:rsidRPr="002E0D4E" w:rsidRDefault="00646799" w:rsidP="00252EC8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Сокращенное наименование Получателя</w:t>
            </w:r>
          </w:p>
        </w:tc>
      </w:tr>
      <w:tr w:rsidR="00646799" w:rsidRPr="002E0D4E" w:rsidTr="00D976DD">
        <w:tc>
          <w:tcPr>
            <w:tcW w:w="5024" w:type="dxa"/>
            <w:vMerge w:val="restart"/>
            <w:tcBorders>
              <w:bottom w:val="nil"/>
            </w:tcBorders>
          </w:tcPr>
          <w:p w:rsidR="0020044C" w:rsidRPr="002E0D4E" w:rsidRDefault="00646799" w:rsidP="00252EC8">
            <w:pPr>
              <w:spacing w:after="1" w:line="200" w:lineRule="atLeast"/>
              <w:jc w:val="both"/>
            </w:pPr>
            <w:r w:rsidRPr="002E0D4E">
              <w:rPr>
                <w:sz w:val="28"/>
                <w:szCs w:val="28"/>
              </w:rPr>
              <w:t>Наименование</w:t>
            </w:r>
            <w:r w:rsidRPr="002E0D4E">
              <w:t xml:space="preserve"> ___________________</w:t>
            </w:r>
            <w:r w:rsidR="00E208DF" w:rsidRPr="002E0D4E">
              <w:t>_____________</w:t>
            </w:r>
          </w:p>
          <w:p w:rsidR="00373A48" w:rsidRPr="002E0D4E" w:rsidRDefault="00373A48" w:rsidP="00373A48">
            <w:pPr>
              <w:spacing w:after="1" w:line="280" w:lineRule="atLeast"/>
              <w:jc w:val="center"/>
            </w:pPr>
            <w:r w:rsidRPr="002E0D4E">
              <w:t xml:space="preserve">(Министерства, Комитета, Агентства, </w:t>
            </w:r>
          </w:p>
          <w:p w:rsidR="00373A48" w:rsidRPr="002E0D4E" w:rsidRDefault="00373A48" w:rsidP="00373A48">
            <w:pPr>
              <w:spacing w:after="1" w:line="200" w:lineRule="atLeast"/>
              <w:jc w:val="both"/>
            </w:pPr>
            <w:r w:rsidRPr="002E0D4E">
              <w:t xml:space="preserve">                иного органа (организации))</w:t>
            </w:r>
          </w:p>
          <w:p w:rsidR="00646799" w:rsidRPr="002E0D4E" w:rsidRDefault="00646799" w:rsidP="00252EC8">
            <w:pPr>
              <w:spacing w:after="1" w:line="200" w:lineRule="atLeast"/>
              <w:jc w:val="both"/>
            </w:pPr>
          </w:p>
        </w:tc>
        <w:tc>
          <w:tcPr>
            <w:tcW w:w="5244" w:type="dxa"/>
            <w:tcBorders>
              <w:bottom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>Наименование Получателя</w:t>
            </w:r>
            <w:r w:rsidR="00B744F7" w:rsidRPr="002E0D4E">
              <w:rPr>
                <w:sz w:val="28"/>
              </w:rPr>
              <w:t>_____________</w:t>
            </w:r>
          </w:p>
        </w:tc>
      </w:tr>
      <w:tr w:rsidR="00646799" w:rsidRPr="002E0D4E" w:rsidTr="00D976DD">
        <w:tblPrEx>
          <w:tblBorders>
            <w:insideH w:val="nil"/>
          </w:tblBorders>
        </w:tblPrEx>
        <w:tc>
          <w:tcPr>
            <w:tcW w:w="5024" w:type="dxa"/>
            <w:vMerge/>
            <w:tcBorders>
              <w:bottom w:val="nil"/>
            </w:tcBorders>
          </w:tcPr>
          <w:p w:rsidR="00646799" w:rsidRPr="002E0D4E" w:rsidRDefault="00646799" w:rsidP="00252EC8"/>
        </w:tc>
        <w:tc>
          <w:tcPr>
            <w:tcW w:w="5244" w:type="dxa"/>
            <w:tcBorders>
              <w:top w:val="nil"/>
              <w:bottom w:val="nil"/>
            </w:tcBorders>
            <w:vAlign w:val="bottom"/>
          </w:tcPr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 xml:space="preserve">ОГРН, </w:t>
            </w:r>
            <w:hyperlink r:id="rId169" w:history="1">
              <w:r w:rsidRPr="002E0D4E">
                <w:rPr>
                  <w:sz w:val="28"/>
                </w:rPr>
                <w:t>ОКТМО</w:t>
              </w:r>
            </w:hyperlink>
          </w:p>
        </w:tc>
      </w:tr>
      <w:tr w:rsidR="00646799" w:rsidRPr="002E0D4E" w:rsidTr="00D976DD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 xml:space="preserve">ОГРН, </w:t>
            </w:r>
            <w:hyperlink r:id="rId170" w:history="1">
              <w:r w:rsidRPr="002E0D4E">
                <w:rPr>
                  <w:sz w:val="28"/>
                </w:rPr>
                <w:t>ОКТМО</w:t>
              </w:r>
            </w:hyperlink>
          </w:p>
        </w:tc>
        <w:tc>
          <w:tcPr>
            <w:tcW w:w="5244" w:type="dxa"/>
            <w:tcBorders>
              <w:top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</w:p>
        </w:tc>
      </w:tr>
      <w:tr w:rsidR="00646799" w:rsidRPr="002E0D4E" w:rsidTr="00D976DD">
        <w:tblPrEx>
          <w:tblBorders>
            <w:insideH w:val="nil"/>
          </w:tblBorders>
        </w:tblPrEx>
        <w:tc>
          <w:tcPr>
            <w:tcW w:w="5024" w:type="dxa"/>
            <w:tcBorders>
              <w:bottom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>Место нахождения:</w:t>
            </w:r>
          </w:p>
        </w:tc>
        <w:tc>
          <w:tcPr>
            <w:tcW w:w="5244" w:type="dxa"/>
            <w:tcBorders>
              <w:bottom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>Место нахождения:</w:t>
            </w:r>
          </w:p>
        </w:tc>
      </w:tr>
      <w:tr w:rsidR="00646799" w:rsidRPr="002E0D4E" w:rsidTr="00D976DD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</w:p>
        </w:tc>
        <w:tc>
          <w:tcPr>
            <w:tcW w:w="5244" w:type="dxa"/>
            <w:tcBorders>
              <w:top w:val="nil"/>
            </w:tcBorders>
          </w:tcPr>
          <w:p w:rsidR="00646799" w:rsidRPr="002E0D4E" w:rsidRDefault="00646799" w:rsidP="00252EC8">
            <w:pPr>
              <w:spacing w:after="1" w:line="280" w:lineRule="atLeast"/>
            </w:pPr>
          </w:p>
        </w:tc>
      </w:tr>
      <w:tr w:rsidR="00646799" w:rsidRPr="002E0D4E" w:rsidTr="00D976DD">
        <w:tc>
          <w:tcPr>
            <w:tcW w:w="5024" w:type="dxa"/>
          </w:tcPr>
          <w:p w:rsidR="00646799" w:rsidRPr="002E0D4E" w:rsidRDefault="00646799" w:rsidP="00677CA8">
            <w:pPr>
              <w:spacing w:after="1" w:line="280" w:lineRule="atLeast"/>
            </w:pPr>
            <w:r w:rsidRPr="002E0D4E">
              <w:rPr>
                <w:sz w:val="28"/>
              </w:rPr>
              <w:t xml:space="preserve">ИНН/КПП </w:t>
            </w:r>
          </w:p>
        </w:tc>
        <w:tc>
          <w:tcPr>
            <w:tcW w:w="5244" w:type="dxa"/>
          </w:tcPr>
          <w:p w:rsidR="00646799" w:rsidRPr="002E0D4E" w:rsidRDefault="00646799" w:rsidP="00677CA8">
            <w:pPr>
              <w:spacing w:after="1" w:line="280" w:lineRule="atLeast"/>
            </w:pPr>
            <w:r w:rsidRPr="002E0D4E">
              <w:rPr>
                <w:sz w:val="28"/>
              </w:rPr>
              <w:t xml:space="preserve">ИНН/КПП </w:t>
            </w:r>
          </w:p>
        </w:tc>
      </w:tr>
      <w:tr w:rsidR="00646799" w:rsidRPr="002E0D4E" w:rsidTr="00D976DD">
        <w:tc>
          <w:tcPr>
            <w:tcW w:w="5024" w:type="dxa"/>
          </w:tcPr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Платежные реквизиты:</w:t>
            </w:r>
          </w:p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Наименование учреждения Банка Рос</w:t>
            </w:r>
            <w:r w:rsidRPr="002E0D4E">
              <w:rPr>
                <w:sz w:val="28"/>
              </w:rPr>
              <w:lastRenderedPageBreak/>
              <w:t>сии,</w:t>
            </w:r>
          </w:p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БИК</w:t>
            </w:r>
          </w:p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Расчетный счет</w:t>
            </w:r>
          </w:p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>Лицевой счет в Министерстве финансов Республики Татарстан</w:t>
            </w:r>
          </w:p>
        </w:tc>
        <w:tc>
          <w:tcPr>
            <w:tcW w:w="5244" w:type="dxa"/>
          </w:tcPr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lastRenderedPageBreak/>
              <w:t>Платежные реквизиты:</w:t>
            </w:r>
          </w:p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Наименование учреждения Банка России,</w:t>
            </w:r>
          </w:p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lastRenderedPageBreak/>
              <w:t>БИК</w:t>
            </w:r>
          </w:p>
          <w:p w:rsidR="00646799" w:rsidRPr="002E0D4E" w:rsidRDefault="00646799" w:rsidP="00252EC8">
            <w:pPr>
              <w:spacing w:after="1" w:line="280" w:lineRule="atLeast"/>
              <w:rPr>
                <w:sz w:val="28"/>
              </w:rPr>
            </w:pPr>
            <w:r w:rsidRPr="002E0D4E">
              <w:rPr>
                <w:sz w:val="28"/>
              </w:rPr>
              <w:t>Расчетный счет</w:t>
            </w:r>
          </w:p>
          <w:p w:rsidR="00646799" w:rsidRPr="002E0D4E" w:rsidRDefault="00646799" w:rsidP="00252EC8">
            <w:pPr>
              <w:spacing w:after="1" w:line="280" w:lineRule="atLeast"/>
            </w:pPr>
            <w:r w:rsidRPr="002E0D4E">
              <w:rPr>
                <w:sz w:val="28"/>
              </w:rPr>
              <w:t>Лицевой счет в Министерстве финансов Республики Татарстан</w:t>
            </w:r>
          </w:p>
        </w:tc>
      </w:tr>
    </w:tbl>
    <w:p w:rsidR="00646799" w:rsidRPr="002E0D4E" w:rsidRDefault="00646799" w:rsidP="00646799">
      <w:pPr>
        <w:autoSpaceDE w:val="0"/>
        <w:autoSpaceDN w:val="0"/>
        <w:adjustRightInd w:val="0"/>
        <w:jc w:val="both"/>
        <w:outlineLvl w:val="0"/>
      </w:pPr>
    </w:p>
    <w:p w:rsidR="00646799" w:rsidRPr="002E0D4E" w:rsidRDefault="00646799" w:rsidP="00646799">
      <w:pPr>
        <w:spacing w:after="1" w:line="280" w:lineRule="atLeast"/>
        <w:jc w:val="center"/>
        <w:outlineLvl w:val="1"/>
      </w:pPr>
      <w:r w:rsidRPr="002E0D4E">
        <w:rPr>
          <w:sz w:val="28"/>
        </w:rPr>
        <w:t>Подписи Сторон</w:t>
      </w:r>
    </w:p>
    <w:p w:rsidR="00646799" w:rsidRPr="002E0D4E" w:rsidRDefault="00646799" w:rsidP="00646799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5103"/>
      </w:tblGrid>
      <w:tr w:rsidR="00646799" w:rsidRPr="002E0D4E" w:rsidTr="0066577C">
        <w:tc>
          <w:tcPr>
            <w:tcW w:w="5165" w:type="dxa"/>
          </w:tcPr>
          <w:p w:rsidR="00646799" w:rsidRPr="002E0D4E" w:rsidRDefault="00646799" w:rsidP="00252EC8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Сокращенное наименование</w:t>
            </w:r>
          </w:p>
          <w:p w:rsidR="00646799" w:rsidRPr="002E0D4E" w:rsidRDefault="00646799" w:rsidP="00252EC8">
            <w:pPr>
              <w:spacing w:after="1" w:line="280" w:lineRule="atLeast"/>
              <w:jc w:val="center"/>
            </w:pPr>
            <w:r w:rsidRPr="002E0D4E">
              <w:rPr>
                <w:sz w:val="28"/>
              </w:rPr>
              <w:t>____________________________________</w:t>
            </w:r>
          </w:p>
          <w:p w:rsidR="00373A48" w:rsidRPr="002E0D4E" w:rsidRDefault="00373A48" w:rsidP="00373A48">
            <w:pPr>
              <w:spacing w:after="1" w:line="280" w:lineRule="atLeast"/>
              <w:jc w:val="center"/>
            </w:pPr>
            <w:r w:rsidRPr="002E0D4E">
              <w:t xml:space="preserve">(Министерства, Комитета, Агентства, </w:t>
            </w:r>
          </w:p>
          <w:p w:rsidR="00373A48" w:rsidRPr="002E0D4E" w:rsidRDefault="00373A48" w:rsidP="00373A48">
            <w:pPr>
              <w:spacing w:after="1" w:line="200" w:lineRule="atLeast"/>
              <w:jc w:val="both"/>
            </w:pPr>
            <w:r w:rsidRPr="002E0D4E">
              <w:t xml:space="preserve">                иного органа (организации))</w:t>
            </w:r>
          </w:p>
          <w:p w:rsidR="00646799" w:rsidRPr="002E0D4E" w:rsidRDefault="00646799" w:rsidP="00E208DF">
            <w:pPr>
              <w:spacing w:after="1" w:line="200" w:lineRule="atLeast"/>
              <w:jc w:val="both"/>
            </w:pPr>
            <w:r w:rsidRPr="002E0D4E">
              <w:t xml:space="preserve">                       </w:t>
            </w:r>
          </w:p>
        </w:tc>
        <w:tc>
          <w:tcPr>
            <w:tcW w:w="5103" w:type="dxa"/>
          </w:tcPr>
          <w:p w:rsidR="00646799" w:rsidRPr="002E0D4E" w:rsidRDefault="00646799" w:rsidP="00252EC8">
            <w:pPr>
              <w:spacing w:after="1" w:line="280" w:lineRule="atLeast"/>
              <w:jc w:val="center"/>
              <w:rPr>
                <w:sz w:val="28"/>
              </w:rPr>
            </w:pPr>
            <w:r w:rsidRPr="002E0D4E">
              <w:rPr>
                <w:sz w:val="28"/>
              </w:rPr>
              <w:t>Сокращенное наименование Получателя</w:t>
            </w:r>
          </w:p>
          <w:p w:rsidR="0066577C" w:rsidRPr="002E0D4E" w:rsidRDefault="0066577C" w:rsidP="0066577C">
            <w:pPr>
              <w:spacing w:after="1" w:line="280" w:lineRule="atLeast"/>
            </w:pPr>
            <w:r w:rsidRPr="002E0D4E">
              <w:rPr>
                <w:sz w:val="28"/>
              </w:rPr>
              <w:t>___________________________________</w:t>
            </w:r>
          </w:p>
        </w:tc>
      </w:tr>
      <w:tr w:rsidR="00646799" w:rsidRPr="002E0D4E" w:rsidTr="0066577C">
        <w:tc>
          <w:tcPr>
            <w:tcW w:w="5165" w:type="dxa"/>
          </w:tcPr>
          <w:p w:rsidR="00646799" w:rsidRPr="002E0D4E" w:rsidRDefault="00646799" w:rsidP="00252EC8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646799" w:rsidRPr="002E0D4E" w:rsidRDefault="00646799" w:rsidP="00252EC8">
            <w:pPr>
              <w:spacing w:after="1" w:line="200" w:lineRule="atLeast"/>
              <w:jc w:val="both"/>
            </w:pPr>
            <w:r w:rsidRPr="002E0D4E">
              <w:t xml:space="preserve"> (подпись)          (ФИО)</w:t>
            </w:r>
          </w:p>
        </w:tc>
        <w:tc>
          <w:tcPr>
            <w:tcW w:w="5103" w:type="dxa"/>
          </w:tcPr>
          <w:p w:rsidR="00646799" w:rsidRPr="002E0D4E" w:rsidRDefault="00646799" w:rsidP="00252EC8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646799" w:rsidRPr="002E0D4E" w:rsidRDefault="00646799" w:rsidP="00252EC8">
            <w:pPr>
              <w:spacing w:after="1" w:line="200" w:lineRule="atLeast"/>
              <w:jc w:val="both"/>
            </w:pPr>
            <w:r w:rsidRPr="002E0D4E">
              <w:t xml:space="preserve"> (подпись)         (ФИО)</w:t>
            </w:r>
          </w:p>
        </w:tc>
      </w:tr>
    </w:tbl>
    <w:p w:rsidR="00503D40" w:rsidRPr="002E0D4E" w:rsidRDefault="00503D40" w:rsidP="002D5B30">
      <w:pPr>
        <w:spacing w:after="1"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</w:t>
      </w:r>
      <w:r w:rsidR="002D5B30" w:rsidRPr="002E0D4E">
        <w:rPr>
          <w:sz w:val="24"/>
          <w:szCs w:val="24"/>
        </w:rPr>
        <w:t>_____________</w:t>
      </w:r>
      <w:r w:rsidRPr="002E0D4E">
        <w:rPr>
          <w:sz w:val="24"/>
          <w:szCs w:val="24"/>
        </w:rPr>
        <w:t>_</w:t>
      </w:r>
    </w:p>
    <w:p w:rsidR="00373A48" w:rsidRPr="002E0D4E" w:rsidRDefault="00503D40" w:rsidP="00373A48">
      <w:pPr>
        <w:spacing w:line="280" w:lineRule="atLeast"/>
        <w:ind w:firstLine="567"/>
        <w:jc w:val="both"/>
        <w:rPr>
          <w:sz w:val="24"/>
          <w:szCs w:val="24"/>
        </w:rPr>
      </w:pPr>
      <w:bookmarkStart w:id="102" w:name="P2680"/>
      <w:bookmarkStart w:id="103" w:name="P2681"/>
      <w:bookmarkEnd w:id="102"/>
      <w:bookmarkEnd w:id="103"/>
      <w:r w:rsidRPr="002E0D4E">
        <w:rPr>
          <w:sz w:val="24"/>
          <w:szCs w:val="24"/>
          <w:vertAlign w:val="superscript"/>
        </w:rPr>
        <w:t>1</w:t>
      </w:r>
      <w:r w:rsidR="00646799" w:rsidRPr="002E0D4E">
        <w:rPr>
          <w:sz w:val="24"/>
          <w:szCs w:val="24"/>
        </w:rPr>
        <w:t xml:space="preserve"> В случае, если соглашение (договор) о предоставлении из бюджета Республики Татарстан гранта в форме субсидии в соответствии с</w:t>
      </w:r>
      <w:r w:rsidR="00D97FAF" w:rsidRPr="002E0D4E">
        <w:rPr>
          <w:sz w:val="24"/>
          <w:szCs w:val="24"/>
        </w:rPr>
        <w:t xml:space="preserve"> пунктом 4 статьи 78</w:t>
      </w:r>
      <w:r w:rsidR="00D97FAF" w:rsidRPr="002E0D4E">
        <w:rPr>
          <w:sz w:val="24"/>
          <w:szCs w:val="24"/>
          <w:vertAlign w:val="superscript"/>
        </w:rPr>
        <w:t>1</w:t>
      </w:r>
      <w:r w:rsidR="0041175F" w:rsidRPr="002E0D4E">
        <w:rPr>
          <w:sz w:val="24"/>
          <w:szCs w:val="24"/>
          <w:vertAlign w:val="superscript"/>
        </w:rPr>
        <w:t xml:space="preserve"> </w:t>
      </w:r>
      <w:r w:rsidR="00646799" w:rsidRPr="002E0D4E">
        <w:rPr>
          <w:sz w:val="24"/>
          <w:szCs w:val="24"/>
        </w:rPr>
        <w:t>Бюджетного кодекса Российской Федерации в соответствии с настоящей Типовой формой (далее - соглашение),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  <w:bookmarkStart w:id="104" w:name="P2682"/>
      <w:bookmarkStart w:id="105" w:name="P2683"/>
      <w:bookmarkStart w:id="106" w:name="P2688"/>
      <w:bookmarkEnd w:id="104"/>
      <w:bookmarkEnd w:id="105"/>
      <w:bookmarkEnd w:id="106"/>
    </w:p>
    <w:p w:rsidR="007362B4" w:rsidRPr="002E0D4E" w:rsidRDefault="006E7071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B0290" w:rsidRPr="002E0D4E">
        <w:rPr>
          <w:sz w:val="24"/>
          <w:szCs w:val="24"/>
        </w:rPr>
        <w:t xml:space="preserve"> Указывается соответственно </w:t>
      </w:r>
      <w:r w:rsidR="00373A48" w:rsidRPr="002E0D4E">
        <w:rPr>
          <w:sz w:val="24"/>
          <w:szCs w:val="24"/>
        </w:rPr>
        <w:t>Министерство, Комитет, Агентство, иной орган (организация))</w:t>
      </w:r>
      <w:r w:rsidR="000B0290" w:rsidRPr="002E0D4E">
        <w:rPr>
          <w:sz w:val="24"/>
          <w:szCs w:val="24"/>
        </w:rPr>
        <w:t>, осуществляющи</w:t>
      </w:r>
      <w:r w:rsidR="00562F22" w:rsidRPr="002E0D4E">
        <w:rPr>
          <w:sz w:val="24"/>
          <w:szCs w:val="24"/>
        </w:rPr>
        <w:t>е</w:t>
      </w:r>
      <w:r w:rsidR="000B0290" w:rsidRPr="002E0D4E">
        <w:rPr>
          <w:sz w:val="24"/>
          <w:szCs w:val="24"/>
        </w:rPr>
        <w:t xml:space="preserve"> в соответствии с бюджетным законодательством Российской Федерации функции главного распорядителя средств бюджета</w:t>
      </w:r>
      <w:r w:rsidRPr="002E0D4E">
        <w:rPr>
          <w:sz w:val="24"/>
          <w:szCs w:val="24"/>
        </w:rPr>
        <w:t xml:space="preserve"> Республики Татарстан</w:t>
      </w:r>
      <w:r w:rsidR="000B0290" w:rsidRPr="002E0D4E">
        <w:rPr>
          <w:sz w:val="24"/>
          <w:szCs w:val="24"/>
        </w:rPr>
        <w:t>.</w:t>
      </w:r>
    </w:p>
    <w:p w:rsidR="007362B4" w:rsidRPr="002E0D4E" w:rsidRDefault="007362B4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B0290" w:rsidRPr="002E0D4E">
        <w:rPr>
          <w:sz w:val="24"/>
          <w:szCs w:val="24"/>
        </w:rPr>
        <w:t xml:space="preserve"> Указывается срок, на который предоставляется грант.</w:t>
      </w:r>
    </w:p>
    <w:p w:rsidR="008D519A" w:rsidRPr="002E0D4E" w:rsidRDefault="000B0290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 xml:space="preserve"> </w:t>
      </w:r>
      <w:r w:rsidR="00562F22" w:rsidRPr="002E0D4E">
        <w:rPr>
          <w:sz w:val="24"/>
          <w:szCs w:val="24"/>
          <w:vertAlign w:val="superscript"/>
        </w:rPr>
        <w:t>4</w:t>
      </w:r>
      <w:r w:rsidR="00562F22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Указывается цель предоставления гранта в соответствии с Правилами предоставления гранта.</w:t>
      </w:r>
    </w:p>
    <w:p w:rsidR="008D519A" w:rsidRPr="002E0D4E" w:rsidRDefault="008D519A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0B0290" w:rsidRPr="002E0D4E">
        <w:rPr>
          <w:sz w:val="24"/>
          <w:szCs w:val="24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  <w:p w:rsidR="008D519A" w:rsidRPr="002E0D4E" w:rsidRDefault="008D519A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6</w:t>
      </w:r>
      <w:r w:rsidR="000B0290" w:rsidRPr="002E0D4E">
        <w:rPr>
          <w:sz w:val="24"/>
          <w:szCs w:val="24"/>
        </w:rPr>
        <w:t xml:space="preserve"> Приложение, указанное в </w:t>
      </w:r>
      <w:hyperlink r:id="rId171" w:history="1">
        <w:r w:rsidR="000B0290" w:rsidRPr="002E0D4E">
          <w:rPr>
            <w:sz w:val="24"/>
            <w:szCs w:val="24"/>
          </w:rPr>
          <w:t>пункте 1.2</w:t>
        </w:r>
      </w:hyperlink>
      <w:r w:rsidR="000B0290" w:rsidRPr="002E0D4E">
        <w:rPr>
          <w:sz w:val="24"/>
          <w:szCs w:val="24"/>
        </w:rPr>
        <w:t xml:space="preserve"> настоящей Типовой формы, оформляется в соответствии с </w:t>
      </w:r>
      <w:hyperlink r:id="rId172" w:history="1">
        <w:r w:rsidR="000B0290" w:rsidRPr="002E0D4E">
          <w:rPr>
            <w:sz w:val="24"/>
            <w:szCs w:val="24"/>
          </w:rPr>
          <w:t xml:space="preserve">приложением </w:t>
        </w:r>
        <w:r w:rsidRPr="002E0D4E">
          <w:rPr>
            <w:sz w:val="24"/>
            <w:szCs w:val="24"/>
          </w:rPr>
          <w:t>№</w:t>
        </w:r>
        <w:r w:rsidR="000B0290" w:rsidRPr="002E0D4E">
          <w:rPr>
            <w:sz w:val="24"/>
            <w:szCs w:val="24"/>
          </w:rPr>
          <w:t xml:space="preserve"> </w:t>
        </w:r>
        <w:r w:rsidRPr="002E0D4E">
          <w:rPr>
            <w:sz w:val="24"/>
            <w:szCs w:val="24"/>
          </w:rPr>
          <w:t>1</w:t>
        </w:r>
      </w:hyperlink>
      <w:r w:rsidR="000B0290" w:rsidRPr="002E0D4E">
        <w:rPr>
          <w:sz w:val="24"/>
          <w:szCs w:val="24"/>
        </w:rPr>
        <w:t xml:space="preserve"> к настоящей Типовой форме.</w:t>
      </w:r>
    </w:p>
    <w:p w:rsidR="00E77C9B" w:rsidRPr="002E0D4E" w:rsidRDefault="008D519A" w:rsidP="00E77C9B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7</w:t>
      </w:r>
      <w:r w:rsidR="000B0290" w:rsidRPr="002E0D4E">
        <w:rPr>
          <w:sz w:val="24"/>
          <w:szCs w:val="24"/>
        </w:rPr>
        <w:t xml:space="preserve"> Указывается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:rsidR="007F275F" w:rsidRPr="002E0D4E" w:rsidRDefault="0007398D" w:rsidP="00E77C9B">
      <w:pPr>
        <w:spacing w:line="280" w:lineRule="atLeast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sz w:val="24"/>
          <w:szCs w:val="24"/>
          <w:vertAlign w:val="superscript"/>
          <w:lang w:eastAsia="en-US"/>
        </w:rPr>
        <w:t>8</w:t>
      </w:r>
      <w:r w:rsidR="007F275F" w:rsidRPr="002E0D4E">
        <w:rPr>
          <w:rFonts w:eastAsiaTheme="minorHAnsi"/>
          <w:sz w:val="24"/>
          <w:szCs w:val="24"/>
          <w:lang w:eastAsia="en-US"/>
        </w:rPr>
        <w:t xml:space="preserve"> Предусматривается при наличии такого акта </w:t>
      </w:r>
      <w:r w:rsidR="0088564B" w:rsidRPr="002E0D4E">
        <w:rPr>
          <w:rFonts w:eastAsiaTheme="minorHAnsi"/>
          <w:sz w:val="24"/>
          <w:szCs w:val="24"/>
          <w:lang w:eastAsia="en-US"/>
        </w:rPr>
        <w:t>Кабинета Министров Республики Татарстан</w:t>
      </w:r>
      <w:r w:rsidR="00E77C9B" w:rsidRPr="002E0D4E">
        <w:rPr>
          <w:rFonts w:eastAsiaTheme="minorHAnsi"/>
          <w:sz w:val="24"/>
          <w:szCs w:val="24"/>
          <w:lang w:eastAsia="en-US"/>
        </w:rPr>
        <w:t xml:space="preserve"> (</w:t>
      </w:r>
      <w:r w:rsidR="00E77C9B" w:rsidRPr="002E0D4E">
        <w:rPr>
          <w:sz w:val="24"/>
          <w:szCs w:val="24"/>
        </w:rPr>
        <w:t>применяется при заключении соглашений начиная с заключения соглашений на 2021 год).</w:t>
      </w:r>
    </w:p>
    <w:p w:rsidR="007F275F" w:rsidRPr="002E0D4E" w:rsidRDefault="0007398D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rFonts w:eastAsiaTheme="minorHAnsi"/>
          <w:sz w:val="24"/>
          <w:szCs w:val="24"/>
          <w:vertAlign w:val="superscript"/>
          <w:lang w:eastAsia="en-US"/>
        </w:rPr>
        <w:t>9</w:t>
      </w:r>
      <w:r w:rsidR="006649A4" w:rsidRPr="002E0D4E">
        <w:rPr>
          <w:rFonts w:eastAsiaTheme="minorHAnsi"/>
          <w:sz w:val="24"/>
          <w:szCs w:val="24"/>
          <w:vertAlign w:val="superscript"/>
          <w:lang w:eastAsia="en-US"/>
        </w:rPr>
        <w:t xml:space="preserve"> </w:t>
      </w:r>
      <w:r w:rsidR="007F275F" w:rsidRPr="002E0D4E">
        <w:rPr>
          <w:rFonts w:eastAsiaTheme="minorHAnsi"/>
          <w:sz w:val="24"/>
          <w:szCs w:val="24"/>
          <w:lang w:eastAsia="en-US"/>
        </w:rPr>
        <w:t>Указывается ежегодный размер гранта за пределами планового периода</w:t>
      </w:r>
      <w:r w:rsidR="007F275F" w:rsidRPr="002E0D4E">
        <w:rPr>
          <w:rFonts w:eastAsiaTheme="minorHAnsi"/>
          <w:sz w:val="24"/>
          <w:szCs w:val="24"/>
          <w:lang w:eastAsia="en-US"/>
        </w:rPr>
        <w:br/>
        <w:t xml:space="preserve">в пределах средств и сроков, установленных актом </w:t>
      </w:r>
      <w:r w:rsidR="0088564B" w:rsidRPr="002E0D4E">
        <w:rPr>
          <w:rFonts w:eastAsiaTheme="minorHAnsi"/>
          <w:sz w:val="24"/>
          <w:szCs w:val="24"/>
          <w:lang w:eastAsia="en-US"/>
        </w:rPr>
        <w:t>Кабинета Министров Республики Татарстан</w:t>
      </w:r>
      <w:r w:rsidR="007F275F" w:rsidRPr="002E0D4E">
        <w:rPr>
          <w:rFonts w:eastAsiaTheme="minorHAnsi"/>
          <w:sz w:val="24"/>
          <w:szCs w:val="24"/>
          <w:lang w:eastAsia="en-US"/>
        </w:rPr>
        <w:t>, указанным в пункте 2.1.1. настоящей Типовой формы</w:t>
      </w:r>
      <w:r w:rsidR="00E77C9B" w:rsidRPr="002E0D4E">
        <w:rPr>
          <w:rFonts w:eastAsiaTheme="minorHAnsi"/>
          <w:sz w:val="24"/>
          <w:szCs w:val="24"/>
          <w:lang w:eastAsia="en-US"/>
        </w:rPr>
        <w:t xml:space="preserve"> (</w:t>
      </w:r>
      <w:r w:rsidR="00E77C9B" w:rsidRPr="002E0D4E">
        <w:rPr>
          <w:sz w:val="24"/>
          <w:szCs w:val="24"/>
        </w:rPr>
        <w:t>применяется при заключении соглашений начиная с заключения соглашений на 2021 год)</w:t>
      </w:r>
      <w:r w:rsidR="007F275F" w:rsidRPr="002E0D4E">
        <w:rPr>
          <w:rFonts w:eastAsiaTheme="minorHAnsi"/>
          <w:sz w:val="24"/>
          <w:szCs w:val="24"/>
          <w:lang w:eastAsia="en-US"/>
        </w:rPr>
        <w:t>.</w:t>
      </w:r>
    </w:p>
    <w:p w:rsidR="008D519A" w:rsidRPr="002E0D4E" w:rsidRDefault="0007398D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10</w:t>
      </w:r>
      <w:r w:rsidR="008D519A"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>Указываются конкретные документы в случае, если это установлено Правилами предоставления гранта.</w:t>
      </w:r>
    </w:p>
    <w:p w:rsidR="00D865AF" w:rsidRPr="002E0D4E" w:rsidRDefault="0007398D" w:rsidP="00D865AF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11</w:t>
      </w:r>
      <w:r w:rsidR="000B0290" w:rsidRPr="002E0D4E">
        <w:rPr>
          <w:sz w:val="24"/>
          <w:szCs w:val="24"/>
        </w:rPr>
        <w:t xml:space="preserve"> Указываются конкретные условия в случае, если это установлено Правилами предоставления гранта. 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</w:t>
      </w:r>
      <w:r w:rsidR="000B0290" w:rsidRPr="002E0D4E">
        <w:rPr>
          <w:sz w:val="24"/>
          <w:szCs w:val="24"/>
        </w:rPr>
        <w:lastRenderedPageBreak/>
        <w:t xml:space="preserve">счет иных источников оформляются в соответствии с </w:t>
      </w:r>
      <w:hyperlink r:id="rId173" w:history="1">
        <w:r w:rsidR="000B0290" w:rsidRPr="002E0D4E">
          <w:rPr>
            <w:sz w:val="24"/>
            <w:szCs w:val="24"/>
          </w:rPr>
          <w:t xml:space="preserve">приложением </w:t>
        </w:r>
        <w:r w:rsidR="008D519A" w:rsidRPr="002E0D4E">
          <w:rPr>
            <w:sz w:val="24"/>
            <w:szCs w:val="24"/>
          </w:rPr>
          <w:t>№</w:t>
        </w:r>
        <w:r w:rsidR="000B0290" w:rsidRPr="002E0D4E">
          <w:rPr>
            <w:sz w:val="24"/>
            <w:szCs w:val="24"/>
          </w:rPr>
          <w:t xml:space="preserve"> </w:t>
        </w:r>
        <w:r w:rsidR="008D519A" w:rsidRPr="002E0D4E">
          <w:rPr>
            <w:sz w:val="24"/>
            <w:szCs w:val="24"/>
          </w:rPr>
          <w:t>2</w:t>
        </w:r>
      </w:hyperlink>
      <w:r w:rsidR="000B0290" w:rsidRPr="002E0D4E">
        <w:rPr>
          <w:sz w:val="24"/>
          <w:szCs w:val="24"/>
        </w:rPr>
        <w:t xml:space="preserve"> к настоящей Типовой форме, если иная форма указанных сведений не установлена Правилами предоставления гранта.</w:t>
      </w:r>
    </w:p>
    <w:p w:rsidR="000B0290" w:rsidRPr="002E0D4E" w:rsidRDefault="008D519A" w:rsidP="007A0864">
      <w:pPr>
        <w:spacing w:line="28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 xml:space="preserve">2 </w:t>
      </w:r>
      <w:r w:rsidR="000B0290" w:rsidRPr="002E0D4E">
        <w:rPr>
          <w:sz w:val="24"/>
          <w:szCs w:val="24"/>
        </w:rPr>
        <w:t>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  <w:p w:rsidR="003F5E24" w:rsidRPr="002E0D4E" w:rsidRDefault="003F5E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3</w:t>
      </w:r>
      <w:r w:rsidR="000B0290" w:rsidRPr="002E0D4E">
        <w:rPr>
          <w:sz w:val="24"/>
          <w:szCs w:val="24"/>
        </w:rPr>
        <w:t xml:space="preserve"> Предусматривается в случае, если в соответствии с Правилами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  <w:p w:rsidR="003F5E24" w:rsidRPr="002E0D4E" w:rsidRDefault="003F5E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4</w:t>
      </w:r>
      <w:r w:rsidR="000B0290" w:rsidRPr="002E0D4E">
        <w:rPr>
          <w:sz w:val="24"/>
          <w:szCs w:val="24"/>
        </w:rPr>
        <w:t xml:space="preserve"> Приложение, указанное в </w:t>
      </w:r>
      <w:hyperlink r:id="rId174" w:history="1">
        <w:r w:rsidR="000B0290" w:rsidRPr="002E0D4E">
          <w:rPr>
            <w:sz w:val="24"/>
            <w:szCs w:val="24"/>
          </w:rPr>
          <w:t>пункте 3.2.2.1</w:t>
        </w:r>
      </w:hyperlink>
      <w:r w:rsidR="000B0290" w:rsidRPr="002E0D4E">
        <w:rPr>
          <w:sz w:val="24"/>
          <w:szCs w:val="24"/>
        </w:rPr>
        <w:t xml:space="preserve">, оформляется в соответствии с </w:t>
      </w:r>
      <w:hyperlink r:id="rId175" w:history="1">
        <w:r w:rsidR="000B0290" w:rsidRPr="002E0D4E">
          <w:rPr>
            <w:sz w:val="24"/>
            <w:szCs w:val="24"/>
          </w:rPr>
          <w:t xml:space="preserve">приложением </w:t>
        </w:r>
        <w:r w:rsidRPr="002E0D4E">
          <w:rPr>
            <w:sz w:val="24"/>
            <w:szCs w:val="24"/>
          </w:rPr>
          <w:t>№</w:t>
        </w:r>
        <w:r w:rsidR="000B0290" w:rsidRPr="002E0D4E">
          <w:rPr>
            <w:sz w:val="24"/>
            <w:szCs w:val="24"/>
          </w:rPr>
          <w:t xml:space="preserve"> </w:t>
        </w:r>
      </w:hyperlink>
      <w:r w:rsidRPr="002E0D4E">
        <w:rPr>
          <w:sz w:val="24"/>
          <w:szCs w:val="24"/>
        </w:rPr>
        <w:t>3</w:t>
      </w:r>
      <w:r w:rsidR="000B0290" w:rsidRPr="002E0D4E">
        <w:rPr>
          <w:sz w:val="24"/>
          <w:szCs w:val="24"/>
        </w:rPr>
        <w:t xml:space="preserve"> к настоящей Типовой форме, если иная форма не установлена Правилами предоставления гранта.</w:t>
      </w:r>
    </w:p>
    <w:p w:rsidR="003F5E24" w:rsidRPr="002E0D4E" w:rsidRDefault="003F5E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5</w:t>
      </w:r>
      <w:r w:rsidR="000B0290" w:rsidRPr="002E0D4E">
        <w:rPr>
          <w:sz w:val="24"/>
          <w:szCs w:val="24"/>
        </w:rPr>
        <w:t xml:space="preserve"> Указываются конкретные документы в случае, если это установлено Правилами предоставления гранта.</w:t>
      </w:r>
    </w:p>
    <w:p w:rsidR="003F5E24" w:rsidRPr="002E0D4E" w:rsidRDefault="003F5E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6</w:t>
      </w:r>
      <w:r w:rsidR="000B0290"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>Предусматривается в случае, если Правилами предоставления гранта не установлен иной способ выражения согласия Получателя.</w:t>
      </w:r>
    </w:p>
    <w:p w:rsidR="003F5E24" w:rsidRPr="002E0D4E" w:rsidRDefault="003F5E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7</w:t>
      </w:r>
      <w:r w:rsidR="000B0290" w:rsidRPr="002E0D4E">
        <w:rPr>
          <w:sz w:val="24"/>
          <w:szCs w:val="24"/>
        </w:rPr>
        <w:t xml:space="preserve"> Указываются конкретные условия предоставления гранта, предусмотренные Правилами предоставления гранта.</w:t>
      </w:r>
    </w:p>
    <w:p w:rsidR="003F5E24" w:rsidRPr="002E0D4E" w:rsidRDefault="003F5E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8</w:t>
      </w:r>
      <w:r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176" w:history="1">
        <w:r w:rsidR="000B0290" w:rsidRPr="002E0D4E">
          <w:rPr>
            <w:sz w:val="24"/>
            <w:szCs w:val="24"/>
          </w:rPr>
          <w:t>пунктов 3.1.1</w:t>
        </w:r>
      </w:hyperlink>
      <w:r w:rsidR="000B0290" w:rsidRPr="002E0D4E">
        <w:rPr>
          <w:sz w:val="24"/>
          <w:szCs w:val="24"/>
        </w:rPr>
        <w:t xml:space="preserve">, </w:t>
      </w:r>
      <w:hyperlink r:id="rId177" w:history="1">
        <w:r w:rsidR="000B0290" w:rsidRPr="002E0D4E">
          <w:rPr>
            <w:sz w:val="24"/>
            <w:szCs w:val="24"/>
          </w:rPr>
          <w:t>3.2.2.2</w:t>
        </w:r>
      </w:hyperlink>
      <w:r w:rsidR="000B0290" w:rsidRPr="002E0D4E">
        <w:rPr>
          <w:sz w:val="24"/>
          <w:szCs w:val="24"/>
        </w:rPr>
        <w:t xml:space="preserve">, </w:t>
      </w:r>
      <w:hyperlink r:id="rId178" w:history="1">
        <w:r w:rsidR="000B0290" w:rsidRPr="002E0D4E">
          <w:rPr>
            <w:sz w:val="24"/>
            <w:szCs w:val="24"/>
          </w:rPr>
          <w:t>4.2.2</w:t>
        </w:r>
      </w:hyperlink>
      <w:r w:rsidR="000B0290" w:rsidRPr="002E0D4E">
        <w:rPr>
          <w:sz w:val="24"/>
          <w:szCs w:val="24"/>
        </w:rPr>
        <w:t xml:space="preserve"> и (или) иных положений, предусматривающих представление Получателем в </w:t>
      </w:r>
      <w:r w:rsidR="00624CE2" w:rsidRPr="002E0D4E">
        <w:rPr>
          <w:sz w:val="24"/>
          <w:szCs w:val="24"/>
        </w:rPr>
        <w:t>Министерство, Комитет, Агентство, иной орган (организацию))</w:t>
      </w:r>
      <w:r w:rsidR="000B0290" w:rsidRPr="002E0D4E">
        <w:rPr>
          <w:sz w:val="24"/>
          <w:szCs w:val="24"/>
        </w:rPr>
        <w:t xml:space="preserve"> конкретных документов, с указанием таких пунктов.</w:t>
      </w:r>
    </w:p>
    <w:p w:rsidR="0046378B" w:rsidRPr="002E0D4E" w:rsidRDefault="003F5E24" w:rsidP="0046378B">
      <w:pPr>
        <w:autoSpaceDE w:val="0"/>
        <w:autoSpaceDN w:val="0"/>
        <w:adjustRightInd w:val="0"/>
        <w:ind w:right="-143" w:firstLine="540"/>
        <w:jc w:val="both"/>
        <w:rPr>
          <w:sz w:val="24"/>
          <w:szCs w:val="24"/>
          <w:vertAlign w:val="superscript"/>
        </w:rPr>
      </w:pPr>
      <w:r w:rsidRPr="002E0D4E">
        <w:rPr>
          <w:sz w:val="24"/>
          <w:szCs w:val="24"/>
          <w:vertAlign w:val="superscript"/>
        </w:rPr>
        <w:t>1</w:t>
      </w:r>
      <w:r w:rsidR="0007398D" w:rsidRPr="002E0D4E">
        <w:rPr>
          <w:sz w:val="24"/>
          <w:szCs w:val="24"/>
          <w:vertAlign w:val="superscript"/>
        </w:rPr>
        <w:t>9</w:t>
      </w:r>
      <w:r w:rsidR="000B0290" w:rsidRPr="002E0D4E">
        <w:rPr>
          <w:sz w:val="24"/>
          <w:szCs w:val="24"/>
        </w:rPr>
        <w:t xml:space="preserve"> </w:t>
      </w:r>
      <w:r w:rsidR="0046378B" w:rsidRPr="002E0D4E">
        <w:rPr>
          <w:sz w:val="24"/>
          <w:szCs w:val="24"/>
        </w:rPr>
        <w:t xml:space="preserve">Приложение, указанное в </w:t>
      </w:r>
      <w:hyperlink r:id="rId179" w:history="1">
        <w:r w:rsidR="0046378B" w:rsidRPr="002E0D4E">
          <w:rPr>
            <w:sz w:val="24"/>
            <w:szCs w:val="24"/>
          </w:rPr>
          <w:t>пункте 4.1.4.1.</w:t>
        </w:r>
      </w:hyperlink>
      <w:r w:rsidR="0046378B" w:rsidRPr="002E0D4E">
        <w:rPr>
          <w:sz w:val="24"/>
          <w:szCs w:val="24"/>
        </w:rPr>
        <w:t xml:space="preserve">, оформляется в соответствии с </w:t>
      </w:r>
      <w:hyperlink r:id="rId180" w:history="1">
        <w:r w:rsidR="0046378B" w:rsidRPr="002E0D4E">
          <w:rPr>
            <w:sz w:val="24"/>
            <w:szCs w:val="24"/>
          </w:rPr>
          <w:t>приложением № 4</w:t>
        </w:r>
      </w:hyperlink>
      <w:r w:rsidR="0046378B" w:rsidRPr="002E0D4E">
        <w:rPr>
          <w:sz w:val="24"/>
          <w:szCs w:val="24"/>
        </w:rPr>
        <w:t xml:space="preserve"> к настоящей Типовой форме, в случае если грант предоставляется в целях достижения результата, установленного Правилами предоставления гранта.</w:t>
      </w:r>
    </w:p>
    <w:p w:rsidR="00C72C91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20</w:t>
      </w:r>
      <w:r w:rsidR="0030326F"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>Указываются иные конкретные показатели в случае, если это установлено Правилами предоставления гранта.</w:t>
      </w:r>
    </w:p>
    <w:p w:rsidR="00F126F8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4E4FAA" w:rsidRPr="002E0D4E">
        <w:rPr>
          <w:sz w:val="24"/>
          <w:szCs w:val="24"/>
          <w:vertAlign w:val="superscript"/>
        </w:rPr>
        <w:t>1</w:t>
      </w:r>
      <w:r w:rsidR="00C72C91"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181" w:history="1">
        <w:r w:rsidR="0046378B" w:rsidRPr="002E0D4E">
          <w:rPr>
            <w:sz w:val="24"/>
            <w:szCs w:val="24"/>
          </w:rPr>
          <w:t>пункта 4.1.4.</w:t>
        </w:r>
        <w:r w:rsidR="000B0290" w:rsidRPr="002E0D4E">
          <w:rPr>
            <w:sz w:val="24"/>
            <w:szCs w:val="24"/>
          </w:rPr>
          <w:t>1</w:t>
        </w:r>
      </w:hyperlink>
      <w:r w:rsidR="000B0290" w:rsidRPr="002E0D4E">
        <w:rPr>
          <w:sz w:val="24"/>
          <w:szCs w:val="24"/>
        </w:rPr>
        <w:t>, а также в случае, если это установлено Правилами предоставления гранта.</w:t>
      </w:r>
    </w:p>
    <w:p w:rsidR="00012697" w:rsidRPr="002E0D4E" w:rsidRDefault="00F126F8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2</w:t>
      </w:r>
      <w:r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 xml:space="preserve">Отчет, указанный в </w:t>
      </w:r>
      <w:hyperlink r:id="rId182" w:history="1">
        <w:r w:rsidR="000B0290" w:rsidRPr="002E0D4E">
          <w:rPr>
            <w:sz w:val="24"/>
            <w:szCs w:val="24"/>
          </w:rPr>
          <w:t>пункте 4.1.</w:t>
        </w:r>
        <w:r w:rsidRPr="002E0D4E">
          <w:rPr>
            <w:sz w:val="24"/>
            <w:szCs w:val="24"/>
          </w:rPr>
          <w:t>5</w:t>
        </w:r>
        <w:r w:rsidR="000B0290" w:rsidRPr="002E0D4E">
          <w:rPr>
            <w:sz w:val="24"/>
            <w:szCs w:val="24"/>
          </w:rPr>
          <w:t>.1</w:t>
        </w:r>
      </w:hyperlink>
      <w:r w:rsidR="000B0290" w:rsidRPr="002E0D4E">
        <w:rPr>
          <w:sz w:val="24"/>
          <w:szCs w:val="24"/>
        </w:rPr>
        <w:t xml:space="preserve">, оформляется в соответствии с </w:t>
      </w:r>
      <w:hyperlink r:id="rId183" w:history="1">
        <w:r w:rsidR="000B0290" w:rsidRPr="002E0D4E">
          <w:rPr>
            <w:sz w:val="24"/>
            <w:szCs w:val="24"/>
          </w:rPr>
          <w:t xml:space="preserve">приложением </w:t>
        </w:r>
        <w:r w:rsidRPr="002E0D4E">
          <w:rPr>
            <w:sz w:val="24"/>
            <w:szCs w:val="24"/>
          </w:rPr>
          <w:t>№</w:t>
        </w:r>
        <w:r w:rsidR="000B0290" w:rsidRPr="002E0D4E">
          <w:rPr>
            <w:sz w:val="24"/>
            <w:szCs w:val="24"/>
          </w:rPr>
          <w:t xml:space="preserve"> </w:t>
        </w:r>
      </w:hyperlink>
      <w:r w:rsidR="001470FB" w:rsidRPr="002E0D4E">
        <w:rPr>
          <w:sz w:val="24"/>
          <w:szCs w:val="24"/>
        </w:rPr>
        <w:t>5</w:t>
      </w:r>
      <w:r w:rsidR="000B0290" w:rsidRPr="002E0D4E">
        <w:rPr>
          <w:sz w:val="24"/>
          <w:szCs w:val="24"/>
        </w:rPr>
        <w:t xml:space="preserve"> к настоящей Типовой форме или иной формой (в случае, если Правилами предоставления гранта установлена иная форма или отчета или установлено право </w:t>
      </w:r>
      <w:r w:rsidR="00624CE2" w:rsidRPr="002E0D4E">
        <w:rPr>
          <w:sz w:val="24"/>
          <w:szCs w:val="24"/>
        </w:rPr>
        <w:t>Министерства, Комитета, Агентства, иного органа (организации))</w:t>
      </w:r>
      <w:r w:rsidR="00B1296F"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>устанавливать формы представления отчетов в соглашении).</w:t>
      </w:r>
    </w:p>
    <w:p w:rsidR="00012697" w:rsidRPr="002E0D4E" w:rsidRDefault="00012697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3</w:t>
      </w:r>
      <w:r w:rsidR="000B0290"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 xml:space="preserve">Указываются иные конкретные отчеты для осуществления оценки достижения Получателем показателей, установленных Правилами предоставления грантов и (или) соглашением. Предусматривается при наличии в соглашении </w:t>
      </w:r>
      <w:hyperlink r:id="rId184" w:history="1">
        <w:r w:rsidR="000B0290" w:rsidRPr="002E0D4E">
          <w:rPr>
            <w:sz w:val="24"/>
            <w:szCs w:val="24"/>
          </w:rPr>
          <w:t>пункта 4.1.</w:t>
        </w:r>
        <w:r w:rsidR="008D0DF3" w:rsidRPr="002E0D4E">
          <w:rPr>
            <w:sz w:val="24"/>
            <w:szCs w:val="24"/>
          </w:rPr>
          <w:t>4</w:t>
        </w:r>
        <w:r w:rsidR="000B0290" w:rsidRPr="002E0D4E">
          <w:rPr>
            <w:sz w:val="24"/>
            <w:szCs w:val="24"/>
          </w:rPr>
          <w:t>.2</w:t>
        </w:r>
      </w:hyperlink>
      <w:r w:rsidR="000B0290" w:rsidRPr="002E0D4E">
        <w:rPr>
          <w:sz w:val="24"/>
          <w:szCs w:val="24"/>
        </w:rPr>
        <w:t>.</w:t>
      </w:r>
    </w:p>
    <w:p w:rsidR="00012697" w:rsidRPr="002E0D4E" w:rsidRDefault="00012697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4</w:t>
      </w:r>
      <w:r w:rsidR="000B0290" w:rsidRPr="002E0D4E">
        <w:rPr>
          <w:sz w:val="24"/>
          <w:szCs w:val="24"/>
        </w:rPr>
        <w:t xml:space="preserve"> Отчет, указанный в </w:t>
      </w:r>
      <w:hyperlink r:id="rId185" w:history="1">
        <w:r w:rsidR="000B0290" w:rsidRPr="002E0D4E">
          <w:rPr>
            <w:sz w:val="24"/>
            <w:szCs w:val="24"/>
          </w:rPr>
          <w:t>пункте 4.1.</w:t>
        </w:r>
        <w:r w:rsidRPr="002E0D4E">
          <w:rPr>
            <w:sz w:val="24"/>
            <w:szCs w:val="24"/>
          </w:rPr>
          <w:t>6</w:t>
        </w:r>
        <w:r w:rsidR="000B0290" w:rsidRPr="002E0D4E">
          <w:rPr>
            <w:sz w:val="24"/>
            <w:szCs w:val="24"/>
          </w:rPr>
          <w:t>.1.1</w:t>
        </w:r>
      </w:hyperlink>
      <w:r w:rsidR="000B0290" w:rsidRPr="002E0D4E">
        <w:rPr>
          <w:sz w:val="24"/>
          <w:szCs w:val="24"/>
        </w:rPr>
        <w:t xml:space="preserve">, оформляется в соответствии с </w:t>
      </w:r>
      <w:hyperlink r:id="rId186" w:history="1">
        <w:r w:rsidR="000B0290" w:rsidRPr="002E0D4E">
          <w:rPr>
            <w:sz w:val="24"/>
            <w:szCs w:val="24"/>
          </w:rPr>
          <w:t xml:space="preserve">приложением </w:t>
        </w:r>
        <w:r w:rsidRPr="002E0D4E">
          <w:rPr>
            <w:sz w:val="24"/>
            <w:szCs w:val="24"/>
          </w:rPr>
          <w:t>№</w:t>
        </w:r>
        <w:r w:rsidR="000B0290" w:rsidRPr="002E0D4E">
          <w:rPr>
            <w:sz w:val="24"/>
            <w:szCs w:val="24"/>
          </w:rPr>
          <w:t xml:space="preserve"> 6</w:t>
        </w:r>
      </w:hyperlink>
      <w:r w:rsidR="000B0290" w:rsidRPr="002E0D4E">
        <w:rPr>
          <w:sz w:val="24"/>
          <w:szCs w:val="24"/>
        </w:rPr>
        <w:t xml:space="preserve"> к настоящей Типовой форме или иной формой, установленной Правилами предоставления гранта (в случае если Правилами предоставления гранта установлена иная форма представления отчетности или право </w:t>
      </w:r>
      <w:r w:rsidR="00B1296F" w:rsidRPr="002E0D4E">
        <w:rPr>
          <w:sz w:val="24"/>
          <w:szCs w:val="24"/>
        </w:rPr>
        <w:t xml:space="preserve">Министерства, Комитета, Агентства, иного органа (организации)) </w:t>
      </w:r>
      <w:r w:rsidR="000B0290" w:rsidRPr="002E0D4E">
        <w:rPr>
          <w:sz w:val="24"/>
          <w:szCs w:val="24"/>
        </w:rPr>
        <w:t>устанавливать сроки и формы представления отчетности в соглашении).</w:t>
      </w:r>
    </w:p>
    <w:p w:rsidR="00E81A98" w:rsidRPr="002E0D4E" w:rsidRDefault="00012697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5</w:t>
      </w:r>
      <w:r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 xml:space="preserve">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</w:t>
      </w:r>
      <w:r w:rsidR="00B1296F" w:rsidRPr="002E0D4E">
        <w:rPr>
          <w:sz w:val="24"/>
          <w:szCs w:val="24"/>
        </w:rPr>
        <w:t xml:space="preserve">Министерства, Комитета, Агентства, иного органа (организации)) </w:t>
      </w:r>
      <w:r w:rsidR="000B0290" w:rsidRPr="002E0D4E">
        <w:rPr>
          <w:sz w:val="24"/>
          <w:szCs w:val="24"/>
        </w:rPr>
        <w:t>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  <w:p w:rsidR="006E01DB" w:rsidRPr="002E0D4E" w:rsidRDefault="00E81A98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6</w:t>
      </w:r>
      <w:r w:rsidRPr="002E0D4E">
        <w:rPr>
          <w:sz w:val="24"/>
          <w:szCs w:val="24"/>
        </w:rPr>
        <w:t xml:space="preserve"> </w:t>
      </w:r>
      <w:r w:rsidR="000B0290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187" w:history="1">
        <w:r w:rsidR="000B0290" w:rsidRPr="002E0D4E">
          <w:rPr>
            <w:sz w:val="24"/>
            <w:szCs w:val="24"/>
          </w:rPr>
          <w:t>пункта 4.1.</w:t>
        </w:r>
        <w:r w:rsidR="001B185B" w:rsidRPr="002E0D4E">
          <w:rPr>
            <w:sz w:val="24"/>
            <w:szCs w:val="24"/>
          </w:rPr>
          <w:t>4</w:t>
        </w:r>
        <w:r w:rsidR="000B0290" w:rsidRPr="002E0D4E">
          <w:rPr>
            <w:sz w:val="24"/>
            <w:szCs w:val="24"/>
          </w:rPr>
          <w:t>.1</w:t>
        </w:r>
      </w:hyperlink>
      <w:r w:rsidR="000B0290" w:rsidRPr="002E0D4E">
        <w:rPr>
          <w:sz w:val="24"/>
          <w:szCs w:val="24"/>
        </w:rPr>
        <w:t xml:space="preserve">. Рекомендуемый образец приложения, указанного в </w:t>
      </w:r>
      <w:hyperlink r:id="rId188" w:history="1">
        <w:r w:rsidR="000B0290" w:rsidRPr="002E0D4E">
          <w:rPr>
            <w:sz w:val="24"/>
            <w:szCs w:val="24"/>
          </w:rPr>
          <w:t>пункте 4.1.</w:t>
        </w:r>
      </w:hyperlink>
      <w:r w:rsidR="001B185B" w:rsidRPr="002E0D4E">
        <w:rPr>
          <w:sz w:val="24"/>
          <w:szCs w:val="24"/>
        </w:rPr>
        <w:t>8</w:t>
      </w:r>
      <w:r w:rsidR="000B0290" w:rsidRPr="002E0D4E">
        <w:rPr>
          <w:sz w:val="24"/>
          <w:szCs w:val="24"/>
        </w:rPr>
        <w:t xml:space="preserve">, приведен в </w:t>
      </w:r>
      <w:hyperlink r:id="rId189" w:history="1">
        <w:r w:rsidR="000B0290" w:rsidRPr="002E0D4E">
          <w:rPr>
            <w:sz w:val="24"/>
            <w:szCs w:val="24"/>
          </w:rPr>
          <w:t xml:space="preserve">приложении </w:t>
        </w:r>
        <w:r w:rsidRPr="002E0D4E">
          <w:rPr>
            <w:sz w:val="24"/>
            <w:szCs w:val="24"/>
          </w:rPr>
          <w:t>№</w:t>
        </w:r>
        <w:r w:rsidR="000B0290" w:rsidRPr="002E0D4E">
          <w:rPr>
            <w:sz w:val="24"/>
            <w:szCs w:val="24"/>
          </w:rPr>
          <w:t xml:space="preserve"> 7</w:t>
        </w:r>
      </w:hyperlink>
      <w:r w:rsidR="000B0290" w:rsidRPr="002E0D4E">
        <w:rPr>
          <w:sz w:val="24"/>
          <w:szCs w:val="24"/>
        </w:rPr>
        <w:t xml:space="preserve"> к настоящей Типовой форме.</w:t>
      </w:r>
    </w:p>
    <w:p w:rsidR="00EC2324" w:rsidRPr="002E0D4E" w:rsidRDefault="006E01DB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7</w:t>
      </w:r>
      <w:r w:rsidR="000B0290"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  <w:p w:rsidR="00EC2324" w:rsidRPr="002E0D4E" w:rsidRDefault="00EC23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8</w:t>
      </w:r>
      <w:r w:rsidR="000B0290" w:rsidRPr="002E0D4E">
        <w:rPr>
          <w:sz w:val="24"/>
          <w:szCs w:val="24"/>
        </w:rPr>
        <w:t xml:space="preserve"> Изменение размера гранта возможно при наличии неиспользованных лимитов бюджетных обязательств, указанных в </w:t>
      </w:r>
      <w:hyperlink r:id="rId190" w:history="1">
        <w:r w:rsidR="000B0290" w:rsidRPr="002E0D4E">
          <w:rPr>
            <w:sz w:val="24"/>
            <w:szCs w:val="24"/>
          </w:rPr>
          <w:t>пункте 2.1</w:t>
        </w:r>
      </w:hyperlink>
      <w:r w:rsidR="000B0290" w:rsidRPr="002E0D4E">
        <w:rPr>
          <w:sz w:val="24"/>
          <w:szCs w:val="24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EC2324" w:rsidRPr="002E0D4E" w:rsidRDefault="00EC2324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2</w:t>
      </w:r>
      <w:r w:rsidR="0007398D" w:rsidRPr="002E0D4E">
        <w:rPr>
          <w:sz w:val="24"/>
          <w:szCs w:val="24"/>
          <w:vertAlign w:val="superscript"/>
        </w:rPr>
        <w:t>9</w:t>
      </w:r>
      <w:r w:rsidR="004E4FAA"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>Указывается год, следующий за годом предоставления гранта.</w:t>
      </w:r>
    </w:p>
    <w:p w:rsidR="00EC2324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30</w:t>
      </w:r>
      <w:r w:rsidR="000B0290" w:rsidRPr="002E0D4E">
        <w:rPr>
          <w:sz w:val="24"/>
          <w:szCs w:val="24"/>
        </w:rPr>
        <w:t xml:space="preserve"> Указывается год предоставления гранта.</w:t>
      </w:r>
    </w:p>
    <w:p w:rsidR="00F83D72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lastRenderedPageBreak/>
        <w:t>31</w:t>
      </w:r>
      <w:r w:rsidR="000B0290"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 xml:space="preserve">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r:id="rId191" w:history="1">
        <w:r w:rsidR="000B0290" w:rsidRPr="002E0D4E">
          <w:rPr>
            <w:sz w:val="24"/>
            <w:szCs w:val="24"/>
          </w:rPr>
          <w:t>разделе I</w:t>
        </w:r>
      </w:hyperlink>
      <w:r w:rsidR="000B0290" w:rsidRPr="002E0D4E">
        <w:rPr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F83D72" w:rsidRPr="002E0D4E" w:rsidRDefault="00F83D72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2</w:t>
      </w:r>
      <w:r w:rsidRPr="002E0D4E">
        <w:rPr>
          <w:sz w:val="24"/>
          <w:szCs w:val="24"/>
        </w:rPr>
        <w:t xml:space="preserve"> Предусматривается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</w:t>
      </w:r>
      <w:hyperlink r:id="rId192" w:history="1">
        <w:r w:rsidRPr="002E0D4E">
          <w:rPr>
            <w:sz w:val="24"/>
            <w:szCs w:val="24"/>
          </w:rPr>
          <w:t>разделе I</w:t>
        </w:r>
      </w:hyperlink>
      <w:r w:rsidRPr="002E0D4E">
        <w:rPr>
          <w:sz w:val="24"/>
          <w:szCs w:val="24"/>
        </w:rPr>
        <w:t xml:space="preserve"> соглашения.</w:t>
      </w:r>
    </w:p>
    <w:p w:rsidR="00DB55EE" w:rsidRPr="002E0D4E" w:rsidRDefault="00F83D72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3</w:t>
      </w:r>
      <w:r w:rsidR="000B0290"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грантов.</w:t>
      </w:r>
    </w:p>
    <w:p w:rsidR="003C1959" w:rsidRPr="002E0D4E" w:rsidRDefault="00DB55EE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4</w:t>
      </w:r>
      <w:r w:rsidR="000B0290" w:rsidRPr="002E0D4E">
        <w:rPr>
          <w:sz w:val="24"/>
          <w:szCs w:val="24"/>
        </w:rPr>
        <w:t xml:space="preserve"> Предусматривается в случае, если это установлено Правилами предоставления гранта. </w:t>
      </w:r>
      <w:r w:rsidRPr="002E0D4E">
        <w:rPr>
          <w:sz w:val="24"/>
          <w:szCs w:val="24"/>
        </w:rPr>
        <w:t>У</w:t>
      </w:r>
      <w:r w:rsidR="000B0290" w:rsidRPr="002E0D4E">
        <w:rPr>
          <w:sz w:val="24"/>
          <w:szCs w:val="24"/>
        </w:rPr>
        <w:t>казываются иные конкретные права, установленные Правилами предоставления гранта.</w:t>
      </w:r>
    </w:p>
    <w:p w:rsidR="003C1959" w:rsidRPr="002E0D4E" w:rsidRDefault="003C1959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5</w:t>
      </w:r>
      <w:r w:rsidR="000B0290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193" w:history="1">
        <w:r w:rsidR="000B0290" w:rsidRPr="002E0D4E">
          <w:rPr>
            <w:sz w:val="24"/>
            <w:szCs w:val="24"/>
          </w:rPr>
          <w:t>пункта 3.1.1</w:t>
        </w:r>
      </w:hyperlink>
      <w:r w:rsidR="000B0290" w:rsidRPr="002E0D4E">
        <w:rPr>
          <w:sz w:val="24"/>
          <w:szCs w:val="24"/>
        </w:rPr>
        <w:t>.</w:t>
      </w:r>
    </w:p>
    <w:p w:rsidR="005A411E" w:rsidRPr="002E0D4E" w:rsidRDefault="003C1959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6</w:t>
      </w:r>
      <w:r w:rsidR="000B0290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194" w:history="1">
        <w:r w:rsidR="000B0290" w:rsidRPr="002E0D4E">
          <w:rPr>
            <w:sz w:val="24"/>
            <w:szCs w:val="24"/>
          </w:rPr>
          <w:t>пункта 4.2.2</w:t>
        </w:r>
      </w:hyperlink>
      <w:r w:rsidR="000B0290" w:rsidRPr="002E0D4E">
        <w:rPr>
          <w:sz w:val="24"/>
          <w:szCs w:val="24"/>
        </w:rPr>
        <w:t>.</w:t>
      </w:r>
    </w:p>
    <w:p w:rsidR="005A411E" w:rsidRPr="002E0D4E" w:rsidRDefault="005A411E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7</w:t>
      </w:r>
      <w:r w:rsidR="000B0290"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 xml:space="preserve">Предусматривается в случае отсутствия у Получателя лицевого счета при наличии в соглашении </w:t>
      </w:r>
      <w:hyperlink r:id="rId195" w:history="1">
        <w:r w:rsidR="000B0290" w:rsidRPr="002E0D4E">
          <w:rPr>
            <w:sz w:val="24"/>
            <w:szCs w:val="24"/>
          </w:rPr>
          <w:t>пункта 3.2.1</w:t>
        </w:r>
      </w:hyperlink>
      <w:r w:rsidR="000B0290" w:rsidRPr="002E0D4E">
        <w:rPr>
          <w:sz w:val="24"/>
          <w:szCs w:val="24"/>
        </w:rPr>
        <w:t>.</w:t>
      </w:r>
    </w:p>
    <w:p w:rsidR="00660D5E" w:rsidRPr="002E0D4E" w:rsidRDefault="00660D5E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8</w:t>
      </w:r>
      <w:r w:rsidR="006F30B7" w:rsidRPr="002E0D4E">
        <w:rPr>
          <w:sz w:val="24"/>
          <w:szCs w:val="24"/>
          <w:vertAlign w:val="superscript"/>
        </w:rPr>
        <w:t xml:space="preserve"> </w:t>
      </w:r>
      <w:r w:rsidR="000B0290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196" w:history="1">
        <w:r w:rsidR="000B0290" w:rsidRPr="002E0D4E">
          <w:rPr>
            <w:sz w:val="24"/>
            <w:szCs w:val="24"/>
          </w:rPr>
          <w:t>пункта 4.1.</w:t>
        </w:r>
        <w:r w:rsidR="008D0DF3" w:rsidRPr="002E0D4E">
          <w:rPr>
            <w:sz w:val="24"/>
            <w:szCs w:val="24"/>
          </w:rPr>
          <w:t>4</w:t>
        </w:r>
        <w:r w:rsidR="000B0290" w:rsidRPr="002E0D4E">
          <w:rPr>
            <w:sz w:val="24"/>
            <w:szCs w:val="24"/>
          </w:rPr>
          <w:t>.1</w:t>
        </w:r>
      </w:hyperlink>
      <w:r w:rsidR="000B0290" w:rsidRPr="002E0D4E">
        <w:rPr>
          <w:sz w:val="24"/>
          <w:szCs w:val="24"/>
        </w:rPr>
        <w:t>, а также в случае, если это установлено Правилами предоставления гранта.</w:t>
      </w:r>
    </w:p>
    <w:p w:rsidR="00886A60" w:rsidRPr="002E0D4E" w:rsidRDefault="00660D5E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3</w:t>
      </w:r>
      <w:r w:rsidR="0007398D" w:rsidRPr="002E0D4E">
        <w:rPr>
          <w:sz w:val="24"/>
          <w:szCs w:val="24"/>
          <w:vertAlign w:val="superscript"/>
        </w:rPr>
        <w:t>9</w:t>
      </w:r>
      <w:r w:rsidR="000B0290" w:rsidRPr="002E0D4E">
        <w:rPr>
          <w:sz w:val="24"/>
          <w:szCs w:val="24"/>
        </w:rPr>
        <w:t xml:space="preserve"> Сроки представления отчетов, указанных в </w:t>
      </w:r>
      <w:hyperlink r:id="rId197" w:history="1">
        <w:r w:rsidR="000B0290" w:rsidRPr="002E0D4E">
          <w:rPr>
            <w:sz w:val="24"/>
            <w:szCs w:val="24"/>
          </w:rPr>
          <w:t>пункте 4.3.</w:t>
        </w:r>
      </w:hyperlink>
      <w:r w:rsidRPr="002E0D4E">
        <w:rPr>
          <w:sz w:val="24"/>
          <w:szCs w:val="24"/>
        </w:rPr>
        <w:t>8</w:t>
      </w:r>
      <w:r w:rsidR="000B0290" w:rsidRPr="002E0D4E">
        <w:rPr>
          <w:sz w:val="24"/>
          <w:szCs w:val="24"/>
        </w:rPr>
        <w:t xml:space="preserve">, должны соответствовать срокам, установленным Правилами предоставления гранта, за исключением случаев, когда Правилами предоставления гранта установлено право </w:t>
      </w:r>
      <w:r w:rsidR="00B1296F" w:rsidRPr="002E0D4E">
        <w:rPr>
          <w:sz w:val="24"/>
          <w:szCs w:val="24"/>
        </w:rPr>
        <w:t xml:space="preserve">Министерства, Комитета, Агентства, иного органа (организации)) </w:t>
      </w:r>
      <w:r w:rsidR="000B0290" w:rsidRPr="002E0D4E">
        <w:rPr>
          <w:sz w:val="24"/>
          <w:szCs w:val="24"/>
        </w:rPr>
        <w:t>устанавливать сроки и формы представления отчетности в соглашении.</w:t>
      </w:r>
    </w:p>
    <w:p w:rsidR="00A037B0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40</w:t>
      </w:r>
      <w:r w:rsidR="000B0290" w:rsidRPr="002E0D4E">
        <w:rPr>
          <w:sz w:val="24"/>
          <w:szCs w:val="24"/>
        </w:rPr>
        <w:t xml:space="preserve"> </w:t>
      </w:r>
      <w:r w:rsidR="00886A60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198" w:history="1">
        <w:r w:rsidR="00886A60" w:rsidRPr="002E0D4E">
          <w:rPr>
            <w:sz w:val="24"/>
            <w:szCs w:val="24"/>
          </w:rPr>
          <w:t>пункта 4.1.</w:t>
        </w:r>
        <w:r w:rsidR="008D0DF3" w:rsidRPr="002E0D4E">
          <w:rPr>
            <w:sz w:val="24"/>
            <w:szCs w:val="24"/>
          </w:rPr>
          <w:t>5</w:t>
        </w:r>
        <w:r w:rsidR="00886A60" w:rsidRPr="002E0D4E">
          <w:rPr>
            <w:sz w:val="24"/>
            <w:szCs w:val="24"/>
          </w:rPr>
          <w:t>.1</w:t>
        </w:r>
      </w:hyperlink>
      <w:r w:rsidR="00886A60" w:rsidRPr="002E0D4E">
        <w:rPr>
          <w:sz w:val="24"/>
          <w:szCs w:val="24"/>
        </w:rPr>
        <w:t>.</w:t>
      </w:r>
    </w:p>
    <w:p w:rsidR="00D1709F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41</w:t>
      </w:r>
      <w:r w:rsidR="00886A60" w:rsidRPr="002E0D4E">
        <w:rPr>
          <w:sz w:val="24"/>
          <w:szCs w:val="24"/>
          <w:vertAlign w:val="superscript"/>
        </w:rPr>
        <w:t xml:space="preserve"> </w:t>
      </w:r>
      <w:r w:rsidR="00886A60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199" w:history="1">
        <w:r w:rsidR="00886A60" w:rsidRPr="002E0D4E">
          <w:rPr>
            <w:sz w:val="24"/>
            <w:szCs w:val="24"/>
          </w:rPr>
          <w:t>пункта 4.1.</w:t>
        </w:r>
        <w:r w:rsidR="008D0DF3" w:rsidRPr="002E0D4E">
          <w:rPr>
            <w:sz w:val="24"/>
            <w:szCs w:val="24"/>
          </w:rPr>
          <w:t>6</w:t>
        </w:r>
        <w:r w:rsidR="00886A60" w:rsidRPr="002E0D4E">
          <w:rPr>
            <w:sz w:val="24"/>
            <w:szCs w:val="24"/>
          </w:rPr>
          <w:t>.1.2</w:t>
        </w:r>
      </w:hyperlink>
      <w:r w:rsidR="00886A60" w:rsidRPr="002E0D4E">
        <w:rPr>
          <w:sz w:val="24"/>
          <w:szCs w:val="24"/>
        </w:rPr>
        <w:t>.</w:t>
      </w:r>
    </w:p>
    <w:p w:rsidR="002F5A42" w:rsidRPr="002E0D4E" w:rsidRDefault="00D1709F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2</w:t>
      </w:r>
      <w:r w:rsidR="0020044C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200" w:history="1">
        <w:r w:rsidR="0020044C" w:rsidRPr="002E0D4E">
          <w:rPr>
            <w:sz w:val="24"/>
            <w:szCs w:val="24"/>
          </w:rPr>
          <w:t>пункта 4.1.</w:t>
        </w:r>
      </w:hyperlink>
      <w:r w:rsidR="008D0DF3" w:rsidRPr="002E0D4E">
        <w:rPr>
          <w:sz w:val="24"/>
          <w:szCs w:val="24"/>
        </w:rPr>
        <w:t>8</w:t>
      </w:r>
      <w:r w:rsidR="0020044C" w:rsidRPr="002E0D4E">
        <w:rPr>
          <w:sz w:val="24"/>
          <w:szCs w:val="24"/>
        </w:rPr>
        <w:t>.</w:t>
      </w:r>
    </w:p>
    <w:p w:rsidR="002F5A42" w:rsidRPr="002E0D4E" w:rsidRDefault="002F5A42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3</w:t>
      </w:r>
      <w:r w:rsidR="0020044C" w:rsidRPr="002E0D4E">
        <w:rPr>
          <w:sz w:val="24"/>
          <w:szCs w:val="24"/>
        </w:rPr>
        <w:t xml:space="preserve"> Указывается год предоставления гранта.</w:t>
      </w:r>
    </w:p>
    <w:p w:rsidR="00EA27CA" w:rsidRPr="002E0D4E" w:rsidRDefault="002F5A42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4</w:t>
      </w:r>
      <w:r w:rsidR="0020044C" w:rsidRPr="002E0D4E">
        <w:rPr>
          <w:sz w:val="24"/>
          <w:szCs w:val="24"/>
          <w:vertAlign w:val="superscript"/>
        </w:rPr>
        <w:t xml:space="preserve"> </w:t>
      </w:r>
      <w:r w:rsidR="0020044C" w:rsidRPr="002E0D4E">
        <w:rPr>
          <w:sz w:val="24"/>
          <w:szCs w:val="24"/>
        </w:rPr>
        <w:t xml:space="preserve">Предусматривается при наличии в соглашении </w:t>
      </w:r>
      <w:hyperlink r:id="rId201" w:history="1">
        <w:r w:rsidR="0020044C" w:rsidRPr="002E0D4E">
          <w:rPr>
            <w:sz w:val="24"/>
            <w:szCs w:val="24"/>
          </w:rPr>
          <w:t>пункта 4.2.2</w:t>
        </w:r>
      </w:hyperlink>
      <w:r w:rsidR="0020044C" w:rsidRPr="002E0D4E">
        <w:rPr>
          <w:sz w:val="24"/>
          <w:szCs w:val="24"/>
        </w:rPr>
        <w:t xml:space="preserve">. Указывается конкретный срок возврата Получателем остатка гранта или его части, не использованных на цели, указанные в </w:t>
      </w:r>
      <w:hyperlink r:id="rId202" w:history="1">
        <w:r w:rsidR="0020044C" w:rsidRPr="002E0D4E">
          <w:rPr>
            <w:sz w:val="24"/>
            <w:szCs w:val="24"/>
          </w:rPr>
          <w:t>разделе I</w:t>
        </w:r>
      </w:hyperlink>
      <w:r w:rsidR="0020044C" w:rsidRPr="002E0D4E">
        <w:rPr>
          <w:sz w:val="24"/>
          <w:szCs w:val="24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EA27CA" w:rsidRPr="002E0D4E" w:rsidRDefault="00EA27CA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5</w:t>
      </w:r>
      <w:r w:rsidR="0020044C" w:rsidRPr="002E0D4E">
        <w:rPr>
          <w:sz w:val="24"/>
          <w:szCs w:val="24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  <w:p w:rsidR="00EA27CA" w:rsidRPr="002E0D4E" w:rsidRDefault="00EA27CA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6</w:t>
      </w:r>
      <w:r w:rsidR="0020044C" w:rsidRPr="002E0D4E">
        <w:rPr>
          <w:sz w:val="24"/>
          <w:szCs w:val="24"/>
        </w:rPr>
        <w:t xml:space="preserve"> Указывается год, следующий за годом предоставления гранта.</w:t>
      </w:r>
    </w:p>
    <w:p w:rsidR="00EA27CA" w:rsidRPr="002E0D4E" w:rsidRDefault="00EA27CA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7</w:t>
      </w:r>
      <w:r w:rsidR="0020044C" w:rsidRPr="002E0D4E">
        <w:rPr>
          <w:sz w:val="24"/>
          <w:szCs w:val="24"/>
        </w:rPr>
        <w:t xml:space="preserve"> Предусматривается при наличии в соглашении </w:t>
      </w:r>
      <w:hyperlink r:id="rId203" w:history="1">
        <w:r w:rsidR="0020044C" w:rsidRPr="002E0D4E">
          <w:rPr>
            <w:sz w:val="24"/>
            <w:szCs w:val="24"/>
          </w:rPr>
          <w:t>пункта 4.2.2</w:t>
        </w:r>
      </w:hyperlink>
      <w:r w:rsidR="0020044C" w:rsidRPr="002E0D4E">
        <w:rPr>
          <w:sz w:val="24"/>
          <w:szCs w:val="24"/>
        </w:rPr>
        <w:t>.</w:t>
      </w:r>
    </w:p>
    <w:p w:rsidR="00EA27CA" w:rsidRPr="002E0D4E" w:rsidRDefault="00EA27CA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8</w:t>
      </w:r>
      <w:r w:rsidR="0020044C" w:rsidRPr="002E0D4E">
        <w:rPr>
          <w:sz w:val="24"/>
          <w:szCs w:val="24"/>
        </w:rPr>
        <w:t xml:space="preserve"> Указываются иные конкретные права в случае, если это установлено Правилами предоставления гранта.</w:t>
      </w:r>
    </w:p>
    <w:p w:rsidR="00EA27CA" w:rsidRPr="002E0D4E" w:rsidRDefault="00EA27CA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4</w:t>
      </w:r>
      <w:r w:rsidR="0007398D" w:rsidRPr="002E0D4E">
        <w:rPr>
          <w:sz w:val="24"/>
          <w:szCs w:val="24"/>
          <w:vertAlign w:val="superscript"/>
        </w:rPr>
        <w:t>9</w:t>
      </w:r>
      <w:r w:rsidR="0020044C" w:rsidRPr="002E0D4E">
        <w:rPr>
          <w:sz w:val="24"/>
          <w:szCs w:val="24"/>
        </w:rPr>
        <w:t xml:space="preserve"> Указываются иные конкретные положения в случае, если это установлено Правилами предоставления гранта.</w:t>
      </w:r>
    </w:p>
    <w:p w:rsidR="00BB4A3F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50</w:t>
      </w:r>
      <w:r w:rsidR="0020044C" w:rsidRPr="002E0D4E">
        <w:rPr>
          <w:sz w:val="24"/>
          <w:szCs w:val="24"/>
        </w:rPr>
        <w:t xml:space="preserve"> </w:t>
      </w:r>
      <w:r w:rsidR="00BB4A3F" w:rsidRPr="002E0D4E">
        <w:rPr>
          <w:sz w:val="24"/>
          <w:szCs w:val="24"/>
        </w:rPr>
        <w:t>Указываются иные конкретные условия, в том числе установленные Правилами предоставления гранта (при необходимости).</w:t>
      </w:r>
    </w:p>
    <w:p w:rsidR="00AE4C9A" w:rsidRPr="002E0D4E" w:rsidRDefault="0007398D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51</w:t>
      </w:r>
      <w:r w:rsidR="00AE4C9A" w:rsidRPr="002E0D4E">
        <w:rPr>
          <w:sz w:val="24"/>
          <w:szCs w:val="24"/>
        </w:rPr>
        <w:t xml:space="preserve"> Дополнительное соглашение, указанное в </w:t>
      </w:r>
      <w:hyperlink r:id="rId204" w:history="1">
        <w:r w:rsidR="00AE4C9A" w:rsidRPr="002E0D4E">
          <w:rPr>
            <w:sz w:val="24"/>
            <w:szCs w:val="24"/>
          </w:rPr>
          <w:t>пункте 7.3</w:t>
        </w:r>
      </w:hyperlink>
      <w:r w:rsidR="00AE4C9A" w:rsidRPr="002E0D4E">
        <w:rPr>
          <w:sz w:val="24"/>
          <w:szCs w:val="24"/>
        </w:rPr>
        <w:t xml:space="preserve">, оформляется в соответствии с </w:t>
      </w:r>
      <w:hyperlink r:id="rId205" w:history="1">
        <w:r w:rsidR="00AE4C9A" w:rsidRPr="002E0D4E">
          <w:rPr>
            <w:sz w:val="24"/>
            <w:szCs w:val="24"/>
          </w:rPr>
          <w:t xml:space="preserve">приложением </w:t>
        </w:r>
        <w:r w:rsidR="00AD1B29" w:rsidRPr="002E0D4E">
          <w:rPr>
            <w:sz w:val="24"/>
            <w:szCs w:val="24"/>
          </w:rPr>
          <w:t>№</w:t>
        </w:r>
        <w:r w:rsidR="00AE4C9A" w:rsidRPr="002E0D4E">
          <w:rPr>
            <w:sz w:val="24"/>
            <w:szCs w:val="24"/>
          </w:rPr>
          <w:t xml:space="preserve"> 8</w:t>
        </w:r>
      </w:hyperlink>
      <w:r w:rsidR="00AE4C9A" w:rsidRPr="002E0D4E">
        <w:rPr>
          <w:sz w:val="24"/>
          <w:szCs w:val="24"/>
        </w:rPr>
        <w:t xml:space="preserve"> к настоящей Типовой форме.</w:t>
      </w:r>
    </w:p>
    <w:p w:rsidR="007B0D62" w:rsidRPr="002E0D4E" w:rsidRDefault="00AE4C9A" w:rsidP="007A086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07398D" w:rsidRPr="002E0D4E">
        <w:rPr>
          <w:sz w:val="24"/>
          <w:szCs w:val="24"/>
          <w:vertAlign w:val="superscript"/>
        </w:rPr>
        <w:t>2</w:t>
      </w:r>
      <w:r w:rsidR="0020044C" w:rsidRPr="002E0D4E">
        <w:rPr>
          <w:sz w:val="24"/>
          <w:szCs w:val="24"/>
        </w:rPr>
        <w:t xml:space="preserve"> Соглашение о расторжении соглашения оформляется в соответствии с </w:t>
      </w:r>
      <w:hyperlink r:id="rId206" w:history="1">
        <w:r w:rsidR="0020044C" w:rsidRPr="002E0D4E">
          <w:rPr>
            <w:sz w:val="24"/>
            <w:szCs w:val="24"/>
          </w:rPr>
          <w:t xml:space="preserve">приложением </w:t>
        </w:r>
        <w:r w:rsidR="00AD1B29" w:rsidRPr="002E0D4E">
          <w:rPr>
            <w:sz w:val="24"/>
            <w:szCs w:val="24"/>
          </w:rPr>
          <w:t>№</w:t>
        </w:r>
        <w:r w:rsidR="0020044C" w:rsidRPr="002E0D4E">
          <w:rPr>
            <w:sz w:val="24"/>
            <w:szCs w:val="24"/>
          </w:rPr>
          <w:t xml:space="preserve"> 9</w:t>
        </w:r>
      </w:hyperlink>
      <w:r w:rsidR="0020044C" w:rsidRPr="002E0D4E">
        <w:rPr>
          <w:sz w:val="24"/>
          <w:szCs w:val="24"/>
        </w:rPr>
        <w:t xml:space="preserve"> к настоящей Типовой форме.</w:t>
      </w:r>
    </w:p>
    <w:p w:rsidR="001E3E25" w:rsidRPr="002E0D4E" w:rsidRDefault="0007398D" w:rsidP="001E3E2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53</w:t>
      </w:r>
      <w:r w:rsidR="007B0D62" w:rsidRPr="002E0D4E">
        <w:rPr>
          <w:sz w:val="24"/>
          <w:szCs w:val="24"/>
        </w:rPr>
        <w:t xml:space="preserve"> </w:t>
      </w:r>
      <w:r w:rsidR="0020044C" w:rsidRPr="002E0D4E">
        <w:rPr>
          <w:sz w:val="24"/>
          <w:szCs w:val="24"/>
        </w:rPr>
        <w:t>Предусматривается в случае, если это установлено Правилами предоставления гранта.</w:t>
      </w:r>
    </w:p>
    <w:p w:rsidR="001E3E25" w:rsidRPr="002E0D4E" w:rsidRDefault="006F1C0A" w:rsidP="001E3E2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07398D" w:rsidRPr="002E0D4E">
        <w:rPr>
          <w:sz w:val="24"/>
          <w:szCs w:val="24"/>
          <w:vertAlign w:val="superscript"/>
        </w:rPr>
        <w:t>4</w:t>
      </w:r>
      <w:r w:rsidR="0020044C" w:rsidRPr="002E0D4E">
        <w:rPr>
          <w:sz w:val="24"/>
          <w:szCs w:val="24"/>
          <w:vertAlign w:val="superscript"/>
        </w:rPr>
        <w:t xml:space="preserve"> </w:t>
      </w:r>
      <w:r w:rsidR="0020044C" w:rsidRPr="002E0D4E">
        <w:rPr>
          <w:sz w:val="24"/>
          <w:szCs w:val="24"/>
        </w:rPr>
        <w:t>Указываются иные конкретные случаи, если это установлено Правилами предоставления гранта.</w:t>
      </w:r>
    </w:p>
    <w:p w:rsidR="0020044C" w:rsidRPr="002E0D4E" w:rsidRDefault="007A0864" w:rsidP="001E3E2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07398D" w:rsidRPr="002E0D4E">
        <w:rPr>
          <w:sz w:val="24"/>
          <w:szCs w:val="24"/>
          <w:vertAlign w:val="superscript"/>
        </w:rPr>
        <w:t>5</w:t>
      </w:r>
      <w:r w:rsidR="0020044C" w:rsidRPr="002E0D4E">
        <w:rPr>
          <w:sz w:val="24"/>
          <w:szCs w:val="24"/>
          <w:vertAlign w:val="superscript"/>
        </w:rPr>
        <w:t xml:space="preserve"> </w:t>
      </w:r>
      <w:r w:rsidR="0020044C" w:rsidRPr="002E0D4E">
        <w:rPr>
          <w:sz w:val="24"/>
          <w:szCs w:val="24"/>
        </w:rPr>
        <w:t xml:space="preserve">Соглашение о расторжении соглашения оформляется в соответствии с </w:t>
      </w:r>
      <w:hyperlink r:id="rId207" w:history="1">
        <w:r w:rsidR="0020044C" w:rsidRPr="002E0D4E">
          <w:rPr>
            <w:sz w:val="24"/>
            <w:szCs w:val="24"/>
          </w:rPr>
          <w:t xml:space="preserve">приложением </w:t>
        </w:r>
        <w:r w:rsidR="00AD1B29" w:rsidRPr="002E0D4E">
          <w:rPr>
            <w:sz w:val="24"/>
            <w:szCs w:val="24"/>
          </w:rPr>
          <w:t>№</w:t>
        </w:r>
        <w:r w:rsidR="0020044C" w:rsidRPr="002E0D4E">
          <w:rPr>
            <w:sz w:val="24"/>
            <w:szCs w:val="24"/>
          </w:rPr>
          <w:t xml:space="preserve"> 9</w:t>
        </w:r>
      </w:hyperlink>
      <w:r w:rsidR="0020044C" w:rsidRPr="002E0D4E">
        <w:rPr>
          <w:sz w:val="24"/>
          <w:szCs w:val="24"/>
        </w:rPr>
        <w:t xml:space="preserve"> к настоящей Типовой форме.</w:t>
      </w:r>
    </w:p>
    <w:p w:rsidR="00967695" w:rsidRPr="002E0D4E" w:rsidRDefault="00967695" w:rsidP="00967695">
      <w:pPr>
        <w:spacing w:after="1" w:line="280" w:lineRule="atLeast"/>
        <w:ind w:right="-143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07398D" w:rsidRPr="002E0D4E">
        <w:rPr>
          <w:sz w:val="24"/>
          <w:szCs w:val="24"/>
          <w:vertAlign w:val="superscript"/>
        </w:rPr>
        <w:t>6</w:t>
      </w:r>
      <w:r w:rsidRPr="002E0D4E">
        <w:rPr>
          <w:sz w:val="24"/>
          <w:szCs w:val="24"/>
        </w:rPr>
        <w:t xml:space="preserve"> Указывается способ(ы) направления документов по выбору Сторон.</w:t>
      </w:r>
    </w:p>
    <w:p w:rsidR="00F86F32" w:rsidRPr="002E0D4E" w:rsidRDefault="00967695" w:rsidP="003940A4">
      <w:pPr>
        <w:spacing w:after="1" w:line="280" w:lineRule="atLeast"/>
        <w:ind w:right="-143" w:firstLine="540"/>
        <w:jc w:val="both"/>
        <w:rPr>
          <w:sz w:val="24"/>
          <w:szCs w:val="24"/>
        </w:rPr>
      </w:pPr>
      <w:r w:rsidRPr="002E0D4E">
        <w:rPr>
          <w:sz w:val="24"/>
          <w:szCs w:val="24"/>
          <w:vertAlign w:val="superscript"/>
        </w:rPr>
        <w:t>5</w:t>
      </w:r>
      <w:r w:rsidR="0007398D" w:rsidRPr="002E0D4E">
        <w:rPr>
          <w:sz w:val="24"/>
          <w:szCs w:val="24"/>
          <w:vertAlign w:val="superscript"/>
        </w:rPr>
        <w:t>7</w:t>
      </w:r>
      <w:r w:rsidR="006F30B7" w:rsidRPr="002E0D4E">
        <w:rPr>
          <w:sz w:val="24"/>
          <w:szCs w:val="24"/>
          <w:vertAlign w:val="superscript"/>
        </w:rPr>
        <w:t xml:space="preserve"> </w:t>
      </w:r>
      <w:r w:rsidRPr="002E0D4E">
        <w:rPr>
          <w:sz w:val="24"/>
          <w:szCs w:val="24"/>
        </w:rPr>
        <w:t>Указывается иной способ направления документов (при необходимости).</w:t>
      </w:r>
    </w:p>
    <w:p w:rsidR="004C28E5" w:rsidRPr="002E0D4E" w:rsidRDefault="004C28E5" w:rsidP="002460A1">
      <w:pPr>
        <w:tabs>
          <w:tab w:val="left" w:pos="9072"/>
        </w:tabs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1</w:t>
      </w:r>
    </w:p>
    <w:p w:rsidR="004C28E5" w:rsidRPr="002E0D4E" w:rsidRDefault="004C28E5" w:rsidP="004C28E5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к Типовой форме соглашения (договора) о предоставлении из бюджета Республики Татарстан грантов в форме субсидий в соответствии с пунктом </w:t>
      </w:r>
      <w:r w:rsidR="00930B50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 xml:space="preserve"> статьи 78</w:t>
      </w:r>
      <w:r w:rsidR="00930B50"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4C28E5" w:rsidRPr="002E0D4E" w:rsidRDefault="004C28E5" w:rsidP="004C28E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4C28E5" w:rsidRPr="002E0D4E" w:rsidRDefault="004C28E5" w:rsidP="004C28E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4C28E5" w:rsidRPr="002E0D4E" w:rsidRDefault="004C28E5" w:rsidP="004C28E5">
      <w:pPr>
        <w:spacing w:after="1" w:line="280" w:lineRule="atLeast"/>
        <w:jc w:val="right"/>
        <w:rPr>
          <w:sz w:val="24"/>
          <w:szCs w:val="24"/>
        </w:rPr>
      </w:pPr>
    </w:p>
    <w:p w:rsidR="004C28E5" w:rsidRPr="002E0D4E" w:rsidRDefault="004C28E5" w:rsidP="004C28E5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4C28E5" w:rsidRPr="002E0D4E" w:rsidRDefault="004C28E5" w:rsidP="004C28E5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Перечень</w:t>
      </w:r>
    </w:p>
    <w:p w:rsidR="004C28E5" w:rsidRPr="002E0D4E" w:rsidRDefault="004C28E5" w:rsidP="004C28E5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затрат, источником финансового обеспечения которых</w:t>
      </w:r>
    </w:p>
    <w:p w:rsidR="004C28E5" w:rsidRPr="002E0D4E" w:rsidRDefault="004C28E5" w:rsidP="004C28E5">
      <w:pPr>
        <w:spacing w:after="1" w:line="280" w:lineRule="atLeast"/>
        <w:jc w:val="center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 xml:space="preserve">является грант </w:t>
      </w:r>
      <w:r w:rsidR="00A02293" w:rsidRPr="002E0D4E">
        <w:rPr>
          <w:sz w:val="24"/>
          <w:szCs w:val="24"/>
          <w:vertAlign w:val="superscript"/>
        </w:rPr>
        <w:t>1</w:t>
      </w:r>
    </w:p>
    <w:p w:rsidR="004C28E5" w:rsidRPr="002E0D4E" w:rsidRDefault="004C28E5" w:rsidP="004C28E5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567"/>
        <w:gridCol w:w="2952"/>
        <w:gridCol w:w="340"/>
        <w:gridCol w:w="2434"/>
        <w:gridCol w:w="1082"/>
      </w:tblGrid>
      <w:tr w:rsidR="004C28E5" w:rsidRPr="002E0D4E" w:rsidTr="00457934">
        <w:tc>
          <w:tcPr>
            <w:tcW w:w="6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4C28E5" w:rsidRPr="002E0D4E" w:rsidTr="00457934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28E5" w:rsidRPr="002E0D4E" w:rsidRDefault="004C28E5" w:rsidP="0008719A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C28E5" w:rsidRPr="002E0D4E" w:rsidTr="00457934">
        <w:tc>
          <w:tcPr>
            <w:tcW w:w="3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28E5" w:rsidRPr="002E0D4E" w:rsidRDefault="004C28E5" w:rsidP="0008719A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C28E5" w:rsidRPr="002E0D4E" w:rsidTr="00457934">
        <w:tc>
          <w:tcPr>
            <w:tcW w:w="6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Единица измерения: </w:t>
            </w:r>
            <w:proofErr w:type="spellStart"/>
            <w:r w:rsidRPr="002E0D4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C28E5" w:rsidRPr="002E0D4E" w:rsidRDefault="004C28E5" w:rsidP="0008719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28E5" w:rsidRPr="002E0D4E" w:rsidRDefault="004C28E5" w:rsidP="0008719A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16001D" w:rsidP="0008719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208" w:history="1">
              <w:r w:rsidR="004C28E5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4C28E5" w:rsidRPr="002E0D4E" w:rsidRDefault="004C28E5" w:rsidP="004C28E5">
      <w:pPr>
        <w:spacing w:after="1" w:line="280" w:lineRule="atLeast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1134"/>
        <w:gridCol w:w="850"/>
        <w:gridCol w:w="1418"/>
        <w:gridCol w:w="1559"/>
        <w:gridCol w:w="1276"/>
        <w:gridCol w:w="1417"/>
      </w:tblGrid>
      <w:tr w:rsidR="004C28E5" w:rsidRPr="002E0D4E" w:rsidTr="0008719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Код строки</w:t>
            </w:r>
            <w:r w:rsidR="00457934" w:rsidRPr="002E0D4E">
              <w:rPr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Код направления расходования гранта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Сумма</w:t>
            </w:r>
          </w:p>
        </w:tc>
      </w:tr>
      <w:tr w:rsidR="004C28E5" w:rsidRPr="002E0D4E" w:rsidTr="0008719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итого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в том числе</w:t>
            </w:r>
            <w:r w:rsidR="009951CA" w:rsidRPr="002E0D4E">
              <w:t xml:space="preserve"> </w:t>
            </w:r>
            <w:r w:rsidR="009951CA" w:rsidRPr="002E0D4E">
              <w:rPr>
                <w:vertAlign w:val="superscript"/>
              </w:rPr>
              <w:t>3</w:t>
            </w:r>
            <w:r w:rsidRPr="002E0D4E">
              <w:t>:</w:t>
            </w:r>
          </w:p>
        </w:tc>
      </w:tr>
      <w:tr w:rsidR="004C28E5" w:rsidRPr="002E0D4E" w:rsidTr="0008719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на 01.04.20__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на 01.07.20__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на 01.10.20__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на 01.01.20__</w:t>
            </w: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8</w:t>
            </w: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начало года,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потребность в котором подтверждена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подлежащий возврату в бюджет Республики Татарстан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Поступило средств,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 бюджета Республики Татарстан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из них:</w:t>
            </w:r>
          </w:p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по расходам, всего</w:t>
            </w:r>
            <w:r w:rsidR="00F4743B" w:rsidRPr="002E0D4E">
              <w:t xml:space="preserve"> </w:t>
            </w:r>
            <w:r w:rsidR="00F4743B" w:rsidRPr="002E0D4E">
              <w:rPr>
                <w:vertAlign w:val="superscript"/>
              </w:rPr>
              <w:t>4</w:t>
            </w:r>
            <w:r w:rsidRPr="002E0D4E"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персоналу,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закупка работ и услуг,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иные выплаты,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Возвращено в бюджет Республики Татарстан,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израсходованных не по целевому назначению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результате применения штрафных санкций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сумме остатка гранта на начало года, потребность в которой не подтверждена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конец отчетного периода,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требуется в направлении на те же цели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  <w:tr w:rsidR="004C28E5" w:rsidRPr="002E0D4E" w:rsidTr="0008719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both"/>
            </w:pPr>
            <w:r w:rsidRPr="002E0D4E">
              <w:t>подлежит возврату в бюджет Республики Татарстан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  <w:r w:rsidRPr="002E0D4E">
              <w:t>0520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  <w:jc w:val="center"/>
            </w:pPr>
            <w:r w:rsidRPr="002E0D4E"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8E5" w:rsidRPr="002E0D4E" w:rsidRDefault="004C28E5" w:rsidP="0008719A">
            <w:pPr>
              <w:autoSpaceDE w:val="0"/>
              <w:autoSpaceDN w:val="0"/>
              <w:adjustRightInd w:val="0"/>
            </w:pPr>
          </w:p>
        </w:tc>
      </w:tr>
    </w:tbl>
    <w:p w:rsidR="004C28E5" w:rsidRPr="002E0D4E" w:rsidRDefault="00E7629B" w:rsidP="009D6F6B">
      <w:pPr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</w:t>
      </w:r>
    </w:p>
    <w:p w:rsidR="00E7629B" w:rsidRPr="002E0D4E" w:rsidRDefault="00E7629B" w:rsidP="009D6F6B">
      <w:pPr>
        <w:autoSpaceDE w:val="0"/>
        <w:autoSpaceDN w:val="0"/>
        <w:adjustRightInd w:val="0"/>
        <w:ind w:firstLine="567"/>
        <w:jc w:val="both"/>
      </w:pPr>
      <w:r w:rsidRPr="002E0D4E">
        <w:rPr>
          <w:vertAlign w:val="superscript"/>
        </w:rPr>
        <w:t>1</w:t>
      </w:r>
      <w:r w:rsidRPr="002E0D4E">
        <w:t xml:space="preserve"> В случае, если соглашение (договор) о предоставлении из бюджета Республики Татарстан гранта в форме субсидии в соответствии с </w:t>
      </w:r>
      <w:hyperlink r:id="rId209" w:history="1">
        <w:r w:rsidRPr="002E0D4E">
          <w:t>пунктом 4 статьи 78</w:t>
        </w:r>
      </w:hyperlink>
      <w:r w:rsidRPr="002E0D4E">
        <w:rPr>
          <w:vertAlign w:val="superscript"/>
        </w:rPr>
        <w:t>1</w:t>
      </w:r>
      <w:r w:rsidRPr="002E0D4E">
        <w:t xml:space="preserve"> Бюджетного кодекса Российской Федерации в соответствии с настоящей Типовой формой (далее - соглашение),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</w:p>
    <w:p w:rsidR="00E7629B" w:rsidRPr="002E0D4E" w:rsidRDefault="00E7629B" w:rsidP="009D6F6B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2</w:t>
      </w:r>
      <w:r w:rsidRPr="002E0D4E">
        <w:t xml:space="preserve"> Показатели </w:t>
      </w:r>
      <w:hyperlink r:id="rId210" w:history="1">
        <w:r w:rsidRPr="002E0D4E">
          <w:t>строк 0100</w:t>
        </w:r>
      </w:hyperlink>
      <w:r w:rsidRPr="002E0D4E">
        <w:t xml:space="preserve"> - </w:t>
      </w:r>
      <w:hyperlink r:id="rId211" w:history="1">
        <w:r w:rsidRPr="002E0D4E">
          <w:t>0120</w:t>
        </w:r>
      </w:hyperlink>
      <w:r w:rsidRPr="002E0D4E">
        <w:t xml:space="preserve">, </w:t>
      </w:r>
      <w:hyperlink r:id="rId212" w:history="1">
        <w:r w:rsidRPr="002E0D4E">
          <w:t>0500</w:t>
        </w:r>
      </w:hyperlink>
      <w:r w:rsidRPr="002E0D4E">
        <w:t xml:space="preserve"> - </w:t>
      </w:r>
      <w:hyperlink r:id="rId213" w:history="1">
        <w:r w:rsidRPr="002E0D4E">
          <w:t>0520</w:t>
        </w:r>
      </w:hyperlink>
      <w:r w:rsidRPr="002E0D4E"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E7629B" w:rsidRPr="002E0D4E" w:rsidRDefault="00E7629B" w:rsidP="009D6F6B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3</w:t>
      </w:r>
      <w:r w:rsidRPr="002E0D4E">
        <w:t xml:space="preserve"> Показатели формируются в случае необходимости осуществления контроля за расходованием средств гранта ежеквартально.</w:t>
      </w:r>
    </w:p>
    <w:p w:rsidR="00E7629B" w:rsidRPr="002E0D4E" w:rsidRDefault="00E7629B" w:rsidP="009D6F6B">
      <w:pPr>
        <w:autoSpaceDE w:val="0"/>
        <w:autoSpaceDN w:val="0"/>
        <w:adjustRightInd w:val="0"/>
        <w:ind w:firstLine="540"/>
        <w:jc w:val="both"/>
      </w:pPr>
      <w:r w:rsidRPr="002E0D4E">
        <w:rPr>
          <w:vertAlign w:val="superscript"/>
        </w:rPr>
        <w:t>4</w:t>
      </w:r>
      <w:r w:rsidRPr="002E0D4E">
        <w:t xml:space="preserve"> Указываются направления расходования, определенные Правилами предоставления гранта.</w:t>
      </w:r>
    </w:p>
    <w:p w:rsidR="006C2EC1" w:rsidRPr="002E0D4E" w:rsidRDefault="006C2EC1" w:rsidP="009B5588">
      <w:pPr>
        <w:spacing w:after="1" w:line="280" w:lineRule="atLeast"/>
        <w:jc w:val="right"/>
      </w:pPr>
    </w:p>
    <w:p w:rsidR="009B5588" w:rsidRPr="002E0D4E" w:rsidRDefault="009B5588" w:rsidP="009B5588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2</w:t>
      </w:r>
    </w:p>
    <w:p w:rsidR="009B5588" w:rsidRPr="002E0D4E" w:rsidRDefault="009B5588" w:rsidP="009B5588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9B5588" w:rsidRPr="002E0D4E" w:rsidRDefault="009B5588" w:rsidP="009B5588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9B5588" w:rsidRPr="002E0D4E" w:rsidRDefault="009B5588" w:rsidP="009B5588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9B5588" w:rsidRPr="002E0D4E" w:rsidRDefault="009B5588" w:rsidP="009B5588">
      <w:pPr>
        <w:spacing w:after="1" w:line="280" w:lineRule="atLeast"/>
        <w:jc w:val="right"/>
        <w:rPr>
          <w:sz w:val="24"/>
          <w:szCs w:val="24"/>
        </w:rPr>
      </w:pPr>
    </w:p>
    <w:p w:rsidR="00F21765" w:rsidRPr="002E0D4E" w:rsidRDefault="00F21765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402837" w:rsidRPr="002E0D4E" w:rsidRDefault="00402837" w:rsidP="00402837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Сведения</w:t>
      </w:r>
    </w:p>
    <w:p w:rsidR="00402837" w:rsidRPr="002E0D4E" w:rsidRDefault="00402837" w:rsidP="00402837">
      <w:pPr>
        <w:autoSpaceDE w:val="0"/>
        <w:autoSpaceDN w:val="0"/>
        <w:adjustRightInd w:val="0"/>
        <w:jc w:val="center"/>
        <w:outlineLvl w:val="0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>о финансовом обеспечении мероп</w:t>
      </w:r>
      <w:r w:rsidR="00B20B09" w:rsidRPr="002E0D4E">
        <w:rPr>
          <w:sz w:val="24"/>
          <w:szCs w:val="24"/>
        </w:rPr>
        <w:t>риятий</w:t>
      </w:r>
      <w:r w:rsidR="0067668B" w:rsidRPr="002E0D4E">
        <w:rPr>
          <w:sz w:val="24"/>
          <w:szCs w:val="24"/>
        </w:rPr>
        <w:t xml:space="preserve"> </w:t>
      </w:r>
      <w:r w:rsidR="0067668B" w:rsidRPr="002E0D4E">
        <w:rPr>
          <w:sz w:val="24"/>
          <w:szCs w:val="24"/>
          <w:vertAlign w:val="superscript"/>
        </w:rPr>
        <w:t>1</w:t>
      </w:r>
    </w:p>
    <w:p w:rsidR="00402837" w:rsidRPr="002E0D4E" w:rsidRDefault="00402837" w:rsidP="00402837">
      <w:pPr>
        <w:spacing w:after="1" w:line="280" w:lineRule="atLeast"/>
        <w:jc w:val="center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567"/>
        <w:gridCol w:w="2952"/>
        <w:gridCol w:w="340"/>
        <w:gridCol w:w="2434"/>
        <w:gridCol w:w="1082"/>
      </w:tblGrid>
      <w:tr w:rsidR="00402837" w:rsidRPr="002E0D4E" w:rsidTr="006760B1">
        <w:tc>
          <w:tcPr>
            <w:tcW w:w="6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402837" w:rsidRPr="002E0D4E" w:rsidTr="006760B1">
        <w:tc>
          <w:tcPr>
            <w:tcW w:w="6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6760B1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 «__» 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Дата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02837" w:rsidRPr="002E0D4E" w:rsidTr="006760B1"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37" w:rsidRPr="002E0D4E" w:rsidRDefault="00402837" w:rsidP="003C0959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02837" w:rsidRPr="002E0D4E" w:rsidTr="006760B1">
        <w:tc>
          <w:tcPr>
            <w:tcW w:w="3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402837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37" w:rsidRPr="002E0D4E" w:rsidRDefault="00402837" w:rsidP="003C0959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02837" w:rsidRPr="002E0D4E" w:rsidTr="006760B1">
        <w:tc>
          <w:tcPr>
            <w:tcW w:w="6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02837" w:rsidRPr="002E0D4E" w:rsidTr="006760B1">
        <w:tc>
          <w:tcPr>
            <w:tcW w:w="64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Единица измерения: </w:t>
            </w:r>
            <w:proofErr w:type="spellStart"/>
            <w:r w:rsidRPr="002E0D4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16001D" w:rsidP="003C0959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214" w:history="1">
              <w:r w:rsidR="00402837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402837" w:rsidRPr="002E0D4E" w:rsidRDefault="00402837" w:rsidP="00402837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276"/>
        <w:gridCol w:w="1134"/>
        <w:gridCol w:w="1559"/>
        <w:gridCol w:w="1276"/>
        <w:gridCol w:w="1275"/>
        <w:gridCol w:w="1134"/>
      </w:tblGrid>
      <w:tr w:rsidR="00402837" w:rsidRPr="002E0D4E" w:rsidTr="00042E6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проекта (мероприятия)</w:t>
            </w:r>
            <w:r w:rsidR="0067668B" w:rsidRPr="002E0D4E">
              <w:t xml:space="preserve"> </w:t>
            </w:r>
            <w:r w:rsidR="0067668B" w:rsidRPr="002E0D4E">
              <w:rPr>
                <w:vertAlign w:val="superscript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Код строки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Объем средств, привлеченных в целях реализации проекта (мероприятия)</w:t>
            </w:r>
          </w:p>
        </w:tc>
      </w:tr>
      <w:tr w:rsidR="00402837" w:rsidRPr="002E0D4E" w:rsidTr="00042E6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всего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из них</w:t>
            </w:r>
          </w:p>
        </w:tc>
      </w:tr>
      <w:tr w:rsidR="00042E64" w:rsidRPr="002E0D4E" w:rsidTr="00042E6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E64" w:rsidRPr="002E0D4E" w:rsidRDefault="00042E64" w:rsidP="00042E64">
            <w:pPr>
              <w:autoSpaceDE w:val="0"/>
              <w:autoSpaceDN w:val="0"/>
              <w:adjustRightInd w:val="0"/>
              <w:jc w:val="center"/>
            </w:pPr>
            <w:r w:rsidRPr="002E0D4E">
              <w:t>из бюджета Республики Татарстан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из местного бюджета</w:t>
            </w:r>
            <w:r w:rsidR="0060566E" w:rsidRPr="002E0D4E">
              <w:t xml:space="preserve"> </w:t>
            </w:r>
            <w:r w:rsidR="0060566E" w:rsidRPr="002E0D4E">
              <w:rPr>
                <w:vertAlign w:val="superscript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иные источники</w:t>
            </w:r>
          </w:p>
        </w:tc>
      </w:tr>
      <w:tr w:rsidR="00042E64" w:rsidRPr="002E0D4E" w:rsidTr="00042E6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уровень </w:t>
            </w:r>
            <w:proofErr w:type="spellStart"/>
            <w:r w:rsidRPr="002E0D4E">
              <w:t>софинансирования</w:t>
            </w:r>
            <w:proofErr w:type="spellEnd"/>
            <w:r w:rsidRPr="002E0D4E"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сумма</w:t>
            </w:r>
          </w:p>
        </w:tc>
      </w:tr>
      <w:tr w:rsidR="00042E64" w:rsidRPr="002E0D4E" w:rsidTr="00042E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042E64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042E64">
            <w:pPr>
              <w:autoSpaceDE w:val="0"/>
              <w:autoSpaceDN w:val="0"/>
              <w:adjustRightInd w:val="0"/>
              <w:jc w:val="center"/>
            </w:pPr>
            <w:r w:rsidRPr="002E0D4E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042E64">
            <w:pPr>
              <w:autoSpaceDE w:val="0"/>
              <w:autoSpaceDN w:val="0"/>
              <w:adjustRightInd w:val="0"/>
              <w:jc w:val="center"/>
            </w:pPr>
            <w:r w:rsidRPr="002E0D4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042E64">
            <w:pPr>
              <w:autoSpaceDE w:val="0"/>
              <w:autoSpaceDN w:val="0"/>
              <w:adjustRightInd w:val="0"/>
              <w:jc w:val="center"/>
            </w:pPr>
            <w:r w:rsidRPr="002E0D4E">
              <w:t>8</w:t>
            </w:r>
          </w:p>
        </w:tc>
      </w:tr>
      <w:tr w:rsidR="00042E64" w:rsidRPr="002E0D4E" w:rsidTr="00042E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</w:tr>
      <w:tr w:rsidR="00042E64" w:rsidRPr="002E0D4E" w:rsidTr="00042E6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64" w:rsidRPr="002E0D4E" w:rsidRDefault="00042E64" w:rsidP="00402837">
            <w:pPr>
              <w:autoSpaceDE w:val="0"/>
              <w:autoSpaceDN w:val="0"/>
              <w:adjustRightInd w:val="0"/>
            </w:pPr>
          </w:p>
        </w:tc>
      </w:tr>
    </w:tbl>
    <w:p w:rsidR="00F21765" w:rsidRPr="002E0D4E" w:rsidRDefault="00F21765">
      <w:pPr>
        <w:spacing w:after="1" w:line="280" w:lineRule="atLeast"/>
        <w:jc w:val="right"/>
        <w:outlineLvl w:val="1"/>
      </w:pPr>
    </w:p>
    <w:p w:rsidR="00012EAB" w:rsidRPr="002E0D4E" w:rsidRDefault="0067668B" w:rsidP="004F077E">
      <w:pPr>
        <w:autoSpaceDE w:val="0"/>
        <w:autoSpaceDN w:val="0"/>
        <w:adjustRightInd w:val="0"/>
        <w:ind w:firstLine="539"/>
        <w:jc w:val="both"/>
        <w:rPr>
          <w:vertAlign w:val="superscript"/>
        </w:rPr>
      </w:pPr>
      <w:r w:rsidRPr="002E0D4E">
        <w:rPr>
          <w:vertAlign w:val="superscript"/>
        </w:rPr>
        <w:t>________________________________________________</w:t>
      </w:r>
      <w:r w:rsidR="004A0208" w:rsidRPr="002E0D4E">
        <w:rPr>
          <w:vertAlign w:val="superscript"/>
        </w:rPr>
        <w:t>_____</w:t>
      </w:r>
      <w:r w:rsidRPr="002E0D4E">
        <w:rPr>
          <w:vertAlign w:val="superscript"/>
        </w:rPr>
        <w:t>___</w:t>
      </w:r>
    </w:p>
    <w:p w:rsidR="00071F42" w:rsidRPr="002E0D4E" w:rsidRDefault="00071F42" w:rsidP="004F077E">
      <w:pPr>
        <w:autoSpaceDE w:val="0"/>
        <w:autoSpaceDN w:val="0"/>
        <w:adjustRightInd w:val="0"/>
        <w:ind w:firstLine="539"/>
        <w:jc w:val="both"/>
      </w:pPr>
      <w:r w:rsidRPr="002E0D4E">
        <w:rPr>
          <w:vertAlign w:val="superscript"/>
        </w:rPr>
        <w:t>1</w:t>
      </w:r>
      <w:r w:rsidRPr="002E0D4E">
        <w:t xml:space="preserve"> Заполняется в случае, если условиями предоставления гранта предусмотрено финансовое обеспечение мероприятий, предусмотренных Соглашением за счет иных источников: из собственных средств Получателя, из средств бюджета </w:t>
      </w:r>
      <w:r w:rsidR="00996600" w:rsidRPr="002E0D4E">
        <w:t>Республики Татарстан</w:t>
      </w:r>
      <w:r w:rsidRPr="002E0D4E">
        <w:t xml:space="preserve">, местного бюджета. </w:t>
      </w:r>
    </w:p>
    <w:p w:rsidR="00071F42" w:rsidRPr="002E0D4E" w:rsidRDefault="00071F42" w:rsidP="004F077E">
      <w:pPr>
        <w:autoSpaceDE w:val="0"/>
        <w:autoSpaceDN w:val="0"/>
        <w:adjustRightInd w:val="0"/>
        <w:ind w:firstLine="539"/>
        <w:jc w:val="both"/>
      </w:pPr>
      <w:r w:rsidRPr="002E0D4E">
        <w:rPr>
          <w:vertAlign w:val="superscript"/>
        </w:rPr>
        <w:t>2</w:t>
      </w:r>
      <w:r w:rsidRPr="002E0D4E">
        <w:t xml:space="preserve"> Заполняется в случаях, если Правилами предоставления гранта предусмотрено установление показателей результата(</w:t>
      </w:r>
      <w:proofErr w:type="spellStart"/>
      <w:r w:rsidRPr="002E0D4E">
        <w:t>ов</w:t>
      </w:r>
      <w:proofErr w:type="spellEnd"/>
      <w:r w:rsidRPr="002E0D4E">
        <w:t xml:space="preserve">) предоставления гранта, в разрезе конкретных мероприятий, и если данные мероприятия указаны в </w:t>
      </w:r>
      <w:hyperlink r:id="rId215" w:history="1">
        <w:r w:rsidRPr="002E0D4E">
          <w:t>пункте 1.1.1.</w:t>
        </w:r>
      </w:hyperlink>
      <w:r w:rsidRPr="002E0D4E">
        <w:t xml:space="preserve"> Соглашения.</w:t>
      </w:r>
    </w:p>
    <w:p w:rsidR="00071F42" w:rsidRPr="002E0D4E" w:rsidRDefault="00071F42" w:rsidP="00071F42">
      <w:pPr>
        <w:spacing w:after="1" w:line="280" w:lineRule="atLeast"/>
        <w:jc w:val="center"/>
        <w:rPr>
          <w:sz w:val="24"/>
          <w:szCs w:val="24"/>
        </w:rPr>
      </w:pPr>
    </w:p>
    <w:p w:rsidR="009451A5" w:rsidRPr="002E0D4E" w:rsidRDefault="009451A5" w:rsidP="006056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  <w:sectPr w:rsidR="009451A5" w:rsidRPr="002E0D4E" w:rsidSect="006B370A">
          <w:headerReference w:type="default" r:id="rId216"/>
          <w:pgSz w:w="11905" w:h="16838"/>
          <w:pgMar w:top="1135" w:right="567" w:bottom="851" w:left="1134" w:header="227" w:footer="0" w:gutter="0"/>
          <w:cols w:space="720"/>
          <w:docGrid w:linePitch="272"/>
        </w:sectPr>
      </w:pPr>
    </w:p>
    <w:p w:rsidR="0067668B" w:rsidRPr="002E0D4E" w:rsidRDefault="0067668B" w:rsidP="006056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12EAB" w:rsidRPr="002E0D4E" w:rsidRDefault="00012EAB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A21AD2" w:rsidRPr="002E0D4E" w:rsidRDefault="00A21AD2" w:rsidP="00A21AD2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ab/>
        <w:t xml:space="preserve">Приложение № </w:t>
      </w:r>
      <w:r w:rsidR="00262A67" w:rsidRPr="002E0D4E">
        <w:rPr>
          <w:sz w:val="24"/>
          <w:szCs w:val="24"/>
        </w:rPr>
        <w:t>3</w:t>
      </w:r>
    </w:p>
    <w:p w:rsidR="00A21AD2" w:rsidRPr="002E0D4E" w:rsidRDefault="00A21AD2" w:rsidP="00A21AD2">
      <w:pPr>
        <w:spacing w:after="1" w:line="280" w:lineRule="atLeast"/>
        <w:ind w:left="9639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A21AD2" w:rsidRPr="002E0D4E" w:rsidRDefault="00A21AD2" w:rsidP="00A21AD2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A21AD2" w:rsidRPr="002E0D4E" w:rsidRDefault="00A21AD2" w:rsidP="00A21AD2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A21AD2" w:rsidRPr="002E0D4E" w:rsidRDefault="00A21AD2" w:rsidP="00A21AD2">
      <w:pPr>
        <w:tabs>
          <w:tab w:val="left" w:pos="13734"/>
        </w:tabs>
        <w:spacing w:after="1" w:line="280" w:lineRule="atLeast"/>
        <w:rPr>
          <w:sz w:val="24"/>
          <w:szCs w:val="24"/>
        </w:rPr>
      </w:pPr>
    </w:p>
    <w:p w:rsidR="00A21AD2" w:rsidRPr="002E0D4E" w:rsidRDefault="00A21AD2" w:rsidP="00402837">
      <w:pPr>
        <w:spacing w:after="1" w:line="280" w:lineRule="atLeast"/>
        <w:jc w:val="center"/>
        <w:rPr>
          <w:sz w:val="24"/>
          <w:szCs w:val="24"/>
        </w:rPr>
      </w:pPr>
    </w:p>
    <w:p w:rsidR="00402837" w:rsidRPr="002E0D4E" w:rsidRDefault="00402837" w:rsidP="00402837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План-график перечисления гранта </w:t>
      </w:r>
    </w:p>
    <w:p w:rsidR="00402837" w:rsidRPr="002E0D4E" w:rsidRDefault="00402837" w:rsidP="00402837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(Изменения в график перечисления гранта) </w:t>
      </w:r>
    </w:p>
    <w:p w:rsidR="00402837" w:rsidRPr="002E0D4E" w:rsidRDefault="00402837" w:rsidP="00402837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1551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78"/>
        <w:gridCol w:w="3816"/>
        <w:gridCol w:w="340"/>
        <w:gridCol w:w="5330"/>
        <w:gridCol w:w="1276"/>
      </w:tblGrid>
      <w:tr w:rsidR="00402837" w:rsidRPr="002E0D4E" w:rsidTr="009343C1">
        <w:tc>
          <w:tcPr>
            <w:tcW w:w="8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837" w:rsidRPr="002E0D4E" w:rsidRDefault="00402837" w:rsidP="003C0959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C55B09">
            <w:pPr>
              <w:tabs>
                <w:tab w:val="left" w:pos="935"/>
              </w:tabs>
              <w:spacing w:after="1" w:line="280" w:lineRule="atLeast"/>
              <w:ind w:right="225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402837" w:rsidRPr="002E0D4E" w:rsidTr="009343C1"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A51CA3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2837" w:rsidRPr="002E0D4E" w:rsidRDefault="00402837" w:rsidP="00124B13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124B13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7F23" w:rsidRPr="002E0D4E" w:rsidRDefault="00197F23" w:rsidP="00124B13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  <w:p w:rsidR="00402837" w:rsidRPr="002E0D4E" w:rsidRDefault="00C55B09" w:rsidP="00C55B09">
            <w:pPr>
              <w:spacing w:after="1" w:line="280" w:lineRule="atLeast"/>
              <w:ind w:left="567" w:firstLine="567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                                                        </w:t>
            </w:r>
            <w:r w:rsidR="00402837" w:rsidRPr="002E0D4E">
              <w:rPr>
                <w:sz w:val="24"/>
                <w:szCs w:val="24"/>
              </w:rPr>
              <w:t>ИНН</w:t>
            </w:r>
            <w:r w:rsidRPr="002E0D4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37" w:rsidRPr="002E0D4E" w:rsidRDefault="00402837" w:rsidP="00A51CA3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402837" w:rsidRPr="002E0D4E" w:rsidTr="009343C1"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A51CA3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исполнительного органа государственной власти - главного распорядителя средств бюджета Республики Татарстан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2837" w:rsidRPr="002E0D4E" w:rsidRDefault="00402837" w:rsidP="00124B13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124B13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02837" w:rsidRPr="002E0D4E" w:rsidRDefault="0035519B" w:rsidP="0035519B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</w:t>
            </w:r>
            <w:r w:rsidR="00402837" w:rsidRPr="002E0D4E">
              <w:rPr>
                <w:sz w:val="24"/>
                <w:szCs w:val="24"/>
              </w:rPr>
              <w:t>о</w:t>
            </w:r>
            <w:r w:rsidRPr="002E0D4E">
              <w:rPr>
                <w:sz w:val="24"/>
                <w:szCs w:val="24"/>
              </w:rPr>
              <w:t xml:space="preserve">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837" w:rsidRPr="002E0D4E" w:rsidRDefault="00402837" w:rsidP="00124B13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</w:tr>
      <w:tr w:rsidR="00402837" w:rsidRPr="002E0D4E" w:rsidTr="009343C1">
        <w:tc>
          <w:tcPr>
            <w:tcW w:w="8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1CA3" w:rsidRPr="002E0D4E" w:rsidRDefault="00A51CA3" w:rsidP="00A51CA3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Вид документа                  ____________________________________________</w:t>
            </w:r>
          </w:p>
          <w:p w:rsidR="00A51CA3" w:rsidRPr="002E0D4E" w:rsidRDefault="00A51CA3" w:rsidP="00A51CA3">
            <w:pPr>
              <w:spacing w:after="1" w:line="280" w:lineRule="atLeast"/>
              <w:ind w:left="426"/>
              <w:rPr>
                <w:vertAlign w:val="superscript"/>
              </w:rPr>
            </w:pPr>
            <w:r w:rsidRPr="002E0D4E">
              <w:t xml:space="preserve">                                                                 (первичный - «0», уточненный - «1», «2», «3», «…»)</w:t>
            </w:r>
            <w:r w:rsidR="001B39E1" w:rsidRPr="002E0D4E">
              <w:t xml:space="preserve"> </w:t>
            </w:r>
            <w:r w:rsidR="001B39E1" w:rsidRPr="002E0D4E">
              <w:rPr>
                <w:vertAlign w:val="superscript"/>
              </w:rPr>
              <w:t>2</w:t>
            </w:r>
          </w:p>
          <w:p w:rsidR="00402837" w:rsidRPr="002E0D4E" w:rsidRDefault="00402837" w:rsidP="00A51CA3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Единица измерения: </w:t>
            </w:r>
            <w:proofErr w:type="spellStart"/>
            <w:r w:rsidRPr="002E0D4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02837" w:rsidRPr="002E0D4E" w:rsidRDefault="00402837" w:rsidP="00124B13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2E90" w:rsidRPr="002E0D4E" w:rsidRDefault="009E2E90" w:rsidP="00124B13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9E2E90" w:rsidRPr="002E0D4E" w:rsidRDefault="009E2E90" w:rsidP="00124B13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402837" w:rsidRPr="002E0D4E" w:rsidRDefault="00402837" w:rsidP="00124B13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E90" w:rsidRPr="002E0D4E" w:rsidRDefault="009E2E90" w:rsidP="003B49B8">
            <w:pPr>
              <w:spacing w:after="1" w:line="280" w:lineRule="atLeast"/>
              <w:ind w:firstLine="567"/>
              <w:jc w:val="center"/>
            </w:pPr>
          </w:p>
          <w:p w:rsidR="009E2E90" w:rsidRPr="002E0D4E" w:rsidRDefault="009E2E90" w:rsidP="003B49B8">
            <w:pPr>
              <w:spacing w:after="1" w:line="280" w:lineRule="atLeast"/>
              <w:ind w:firstLine="567"/>
              <w:jc w:val="center"/>
            </w:pPr>
          </w:p>
          <w:p w:rsidR="00402837" w:rsidRPr="002E0D4E" w:rsidRDefault="0016001D" w:rsidP="003B49B8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  <w:hyperlink r:id="rId217" w:history="1">
              <w:r w:rsidR="00402837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A51CA3" w:rsidRPr="002E0D4E" w:rsidRDefault="00A51CA3" w:rsidP="00124B13">
      <w:pPr>
        <w:spacing w:line="280" w:lineRule="atLeast"/>
        <w:ind w:left="567" w:firstLine="567"/>
        <w:jc w:val="both"/>
        <w:rPr>
          <w:vertAlign w:val="superscript"/>
        </w:rPr>
      </w:pPr>
    </w:p>
    <w:tbl>
      <w:tblPr>
        <w:tblStyle w:val="12"/>
        <w:tblW w:w="15025" w:type="dxa"/>
        <w:tblInd w:w="534" w:type="dxa"/>
        <w:tblLook w:val="04A0" w:firstRow="1" w:lastRow="0" w:firstColumn="1" w:lastColumn="0" w:noHBand="0" w:noVBand="1"/>
      </w:tblPr>
      <w:tblGrid>
        <w:gridCol w:w="2171"/>
        <w:gridCol w:w="797"/>
        <w:gridCol w:w="941"/>
        <w:gridCol w:w="1172"/>
        <w:gridCol w:w="1719"/>
        <w:gridCol w:w="1316"/>
        <w:gridCol w:w="1664"/>
        <w:gridCol w:w="1843"/>
        <w:gridCol w:w="1701"/>
        <w:gridCol w:w="1701"/>
      </w:tblGrid>
      <w:tr w:rsidR="00A51CA3" w:rsidRPr="002E0D4E" w:rsidTr="00CB2B1E">
        <w:trPr>
          <w:trHeight w:val="525"/>
        </w:trPr>
        <w:tc>
          <w:tcPr>
            <w:tcW w:w="2171" w:type="dxa"/>
            <w:vMerge w:val="restart"/>
            <w:hideMark/>
          </w:tcPr>
          <w:p w:rsidR="00A51CA3" w:rsidRPr="002E0D4E" w:rsidRDefault="00A51CA3" w:rsidP="00747B5F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2E0D4E">
              <w:rPr>
                <w:rFonts w:ascii="Times New Roman" w:hAnsi="Times New Roman"/>
                <w:sz w:val="20"/>
                <w:szCs w:val="20"/>
              </w:rPr>
              <w:br/>
              <w:t>направления расходов</w:t>
            </w:r>
            <w:r w:rsidR="00747B5F" w:rsidRPr="002E0D4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97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Код строки</w:t>
            </w:r>
          </w:p>
        </w:tc>
        <w:tc>
          <w:tcPr>
            <w:tcW w:w="6812" w:type="dxa"/>
            <w:gridSpan w:val="5"/>
            <w:hideMark/>
          </w:tcPr>
          <w:p w:rsidR="00A51CA3" w:rsidRPr="002E0D4E" w:rsidRDefault="00A51CA3" w:rsidP="00072187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Код по бюджетной классификации бюджета</w:t>
            </w:r>
            <w:r w:rsidR="00072187" w:rsidRPr="002E0D4E">
              <w:rPr>
                <w:rFonts w:ascii="Times New Roman" w:hAnsi="Times New Roman"/>
                <w:sz w:val="20"/>
                <w:szCs w:val="20"/>
              </w:rPr>
              <w:t xml:space="preserve"> РТ</w:t>
            </w:r>
          </w:p>
        </w:tc>
        <w:tc>
          <w:tcPr>
            <w:tcW w:w="3544" w:type="dxa"/>
            <w:gridSpan w:val="2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Сроки перечисления</w:t>
            </w:r>
            <w:r w:rsidRPr="002E0D4E">
              <w:rPr>
                <w:rFonts w:ascii="Times New Roman" w:hAnsi="Times New Roman"/>
                <w:sz w:val="20"/>
                <w:szCs w:val="20"/>
              </w:rPr>
              <w:br/>
              <w:t>гранта</w:t>
            </w:r>
          </w:p>
        </w:tc>
        <w:tc>
          <w:tcPr>
            <w:tcW w:w="1701" w:type="dxa"/>
            <w:vMerge w:val="restart"/>
            <w:hideMark/>
          </w:tcPr>
          <w:p w:rsidR="00A51CA3" w:rsidRPr="002E0D4E" w:rsidRDefault="00A51CA3" w:rsidP="00AC6EA7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Сумма</w:t>
            </w:r>
            <w:r w:rsidR="00AC6EA7" w:rsidRPr="002E0D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6EA7" w:rsidRPr="002E0D4E"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A51CA3" w:rsidRPr="002E0D4E" w:rsidTr="00CB2B1E">
        <w:trPr>
          <w:trHeight w:val="330"/>
        </w:trPr>
        <w:tc>
          <w:tcPr>
            <w:tcW w:w="217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главы</w:t>
            </w:r>
          </w:p>
        </w:tc>
        <w:tc>
          <w:tcPr>
            <w:tcW w:w="1172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раздела, подраздела</w:t>
            </w:r>
          </w:p>
        </w:tc>
        <w:tc>
          <w:tcPr>
            <w:tcW w:w="3035" w:type="dxa"/>
            <w:gridSpan w:val="2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664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вида</w:t>
            </w:r>
            <w:r w:rsidRPr="002E0D4E">
              <w:rPr>
                <w:rFonts w:ascii="Times New Roman" w:hAnsi="Times New Roman"/>
                <w:sz w:val="20"/>
                <w:szCs w:val="20"/>
              </w:rPr>
              <w:br/>
              <w:t xml:space="preserve"> расходов</w:t>
            </w:r>
          </w:p>
        </w:tc>
        <w:tc>
          <w:tcPr>
            <w:tcW w:w="1843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не ранее</w:t>
            </w:r>
            <w:r w:rsidRPr="002E0D4E">
              <w:rPr>
                <w:rFonts w:ascii="Times New Roman" w:hAnsi="Times New Roman"/>
                <w:sz w:val="20"/>
                <w:szCs w:val="20"/>
              </w:rPr>
              <w:br/>
              <w:t>(</w:t>
            </w:r>
            <w:proofErr w:type="spellStart"/>
            <w:r w:rsidRPr="002E0D4E">
              <w:rPr>
                <w:rFonts w:ascii="Times New Roman" w:hAnsi="Times New Roman"/>
                <w:sz w:val="20"/>
                <w:szCs w:val="20"/>
              </w:rPr>
              <w:t>дд.мм.гггг</w:t>
            </w:r>
            <w:proofErr w:type="spellEnd"/>
            <w:r w:rsidRPr="002E0D4E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не позднее</w:t>
            </w:r>
            <w:r w:rsidRPr="002E0D4E">
              <w:rPr>
                <w:rFonts w:ascii="Times New Roman" w:hAnsi="Times New Roman"/>
                <w:sz w:val="20"/>
                <w:szCs w:val="20"/>
              </w:rPr>
              <w:br/>
              <w:t>(</w:t>
            </w:r>
            <w:proofErr w:type="spellStart"/>
            <w:r w:rsidRPr="002E0D4E">
              <w:rPr>
                <w:rFonts w:ascii="Times New Roman" w:hAnsi="Times New Roman"/>
                <w:sz w:val="20"/>
                <w:szCs w:val="20"/>
              </w:rPr>
              <w:t>дд.мм.гггг</w:t>
            </w:r>
            <w:proofErr w:type="spellEnd"/>
            <w:r w:rsidRPr="002E0D4E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CA3" w:rsidRPr="002E0D4E" w:rsidTr="00CB2B1E">
        <w:trPr>
          <w:trHeight w:val="525"/>
        </w:trPr>
        <w:tc>
          <w:tcPr>
            <w:tcW w:w="217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программной (непрограммной) статьи</w:t>
            </w:r>
          </w:p>
        </w:tc>
        <w:tc>
          <w:tcPr>
            <w:tcW w:w="1316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направления расходов</w:t>
            </w:r>
          </w:p>
        </w:tc>
        <w:tc>
          <w:tcPr>
            <w:tcW w:w="1664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1CA3" w:rsidRPr="002E0D4E" w:rsidTr="00CB2B1E">
        <w:trPr>
          <w:trHeight w:val="255"/>
        </w:trPr>
        <w:tc>
          <w:tcPr>
            <w:tcW w:w="217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7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72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19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4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51CA3" w:rsidRPr="002E0D4E" w:rsidTr="00CB2B1E">
        <w:trPr>
          <w:trHeight w:val="405"/>
        </w:trPr>
        <w:tc>
          <w:tcPr>
            <w:tcW w:w="2171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7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41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19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4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51CA3" w:rsidRPr="002E0D4E" w:rsidTr="00CB2B1E">
        <w:trPr>
          <w:trHeight w:val="390"/>
        </w:trPr>
        <w:tc>
          <w:tcPr>
            <w:tcW w:w="217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4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51CA3" w:rsidRPr="002E0D4E" w:rsidTr="00CB2B1E">
        <w:trPr>
          <w:trHeight w:val="330"/>
        </w:trPr>
        <w:tc>
          <w:tcPr>
            <w:tcW w:w="217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4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51CA3" w:rsidRPr="002E0D4E" w:rsidTr="00CB2B1E">
        <w:trPr>
          <w:trHeight w:val="360"/>
        </w:trPr>
        <w:tc>
          <w:tcPr>
            <w:tcW w:w="2171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7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41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72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19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16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664" w:type="dxa"/>
            <w:vMerge w:val="restart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51CA3" w:rsidRPr="002E0D4E" w:rsidTr="00CB2B1E">
        <w:trPr>
          <w:trHeight w:val="345"/>
        </w:trPr>
        <w:tc>
          <w:tcPr>
            <w:tcW w:w="217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51CA3" w:rsidRPr="002E0D4E" w:rsidTr="00CB2B1E">
        <w:trPr>
          <w:trHeight w:val="360"/>
        </w:trPr>
        <w:tc>
          <w:tcPr>
            <w:tcW w:w="217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4" w:type="dxa"/>
            <w:vMerge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51CA3" w:rsidRPr="002E0D4E" w:rsidTr="00CB2B1E">
        <w:trPr>
          <w:trHeight w:val="390"/>
        </w:trPr>
        <w:tc>
          <w:tcPr>
            <w:tcW w:w="217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9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6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4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hideMark/>
          </w:tcPr>
          <w:p w:rsidR="00A51CA3" w:rsidRPr="002E0D4E" w:rsidRDefault="00A51CA3" w:rsidP="00A51CA3">
            <w:pPr>
              <w:rPr>
                <w:rFonts w:ascii="Times New Roman" w:hAnsi="Times New Roman"/>
                <w:sz w:val="20"/>
                <w:szCs w:val="20"/>
              </w:rPr>
            </w:pPr>
            <w:r w:rsidRPr="002E0D4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A51CA3" w:rsidRPr="002E0D4E" w:rsidRDefault="00A51CA3" w:rsidP="00124B13">
      <w:pPr>
        <w:spacing w:line="280" w:lineRule="atLeast"/>
        <w:ind w:left="567" w:firstLine="567"/>
        <w:jc w:val="both"/>
        <w:rPr>
          <w:vertAlign w:val="superscript"/>
        </w:rPr>
      </w:pPr>
    </w:p>
    <w:p w:rsidR="00582117" w:rsidRPr="002E0D4E" w:rsidRDefault="00582117" w:rsidP="009B76B2">
      <w:pPr>
        <w:ind w:left="567" w:firstLine="567"/>
        <w:jc w:val="both"/>
        <w:rPr>
          <w:vertAlign w:val="superscript"/>
        </w:rPr>
      </w:pPr>
      <w:r w:rsidRPr="002E0D4E">
        <w:rPr>
          <w:vertAlign w:val="superscript"/>
        </w:rPr>
        <w:t>_________________________________________________</w:t>
      </w:r>
      <w:r w:rsidR="008B271E" w:rsidRPr="002E0D4E">
        <w:rPr>
          <w:vertAlign w:val="superscript"/>
        </w:rPr>
        <w:t>________________________________________</w:t>
      </w:r>
    </w:p>
    <w:p w:rsidR="00C55B09" w:rsidRPr="002E0D4E" w:rsidRDefault="00582117" w:rsidP="009B76B2">
      <w:pPr>
        <w:autoSpaceDE w:val="0"/>
        <w:autoSpaceDN w:val="0"/>
        <w:adjustRightInd w:val="0"/>
        <w:ind w:firstLine="1134"/>
        <w:jc w:val="both"/>
      </w:pPr>
      <w:proofErr w:type="gramStart"/>
      <w:r w:rsidRPr="002E0D4E">
        <w:rPr>
          <w:vertAlign w:val="superscript"/>
        </w:rPr>
        <w:t>1</w:t>
      </w:r>
      <w:r w:rsidR="002A16E1" w:rsidRPr="002E0D4E">
        <w:rPr>
          <w:vertAlign w:val="superscript"/>
        </w:rPr>
        <w:t xml:space="preserve"> </w:t>
      </w:r>
      <w:r w:rsidR="00C55B09" w:rsidRPr="002E0D4E">
        <w:rPr>
          <w:vertAlign w:val="superscript"/>
        </w:rPr>
        <w:t xml:space="preserve"> </w:t>
      </w:r>
      <w:r w:rsidR="00C55B09" w:rsidRPr="002E0D4E">
        <w:t>Заполняется</w:t>
      </w:r>
      <w:proofErr w:type="gramEnd"/>
      <w:r w:rsidR="00C55B09" w:rsidRPr="002E0D4E">
        <w:t xml:space="preserve"> в случае, если Получателем является физическое лицо.</w:t>
      </w:r>
    </w:p>
    <w:p w:rsidR="001B39E1" w:rsidRPr="002E0D4E" w:rsidRDefault="003D12BD" w:rsidP="009B76B2">
      <w:pPr>
        <w:ind w:left="567" w:firstLine="567"/>
        <w:jc w:val="both"/>
      </w:pPr>
      <w:r w:rsidRPr="002E0D4E">
        <w:rPr>
          <w:vertAlign w:val="superscript"/>
        </w:rPr>
        <w:t>2</w:t>
      </w:r>
      <w:r w:rsidR="00F64655" w:rsidRPr="002E0D4E">
        <w:t xml:space="preserve"> </w:t>
      </w:r>
      <w:r w:rsidR="001B39E1" w:rsidRPr="002E0D4E">
        <w:t>При представлении уточненного плана-графика указывается номер очередного внесения изменения в приложение (например, «1», «2», «3», «…»).</w:t>
      </w:r>
    </w:p>
    <w:p w:rsidR="00261096" w:rsidRPr="002E0D4E" w:rsidRDefault="00261096" w:rsidP="009B76B2">
      <w:pPr>
        <w:ind w:left="567" w:firstLine="567"/>
        <w:jc w:val="both"/>
      </w:pPr>
      <w:r w:rsidRPr="002E0D4E">
        <w:rPr>
          <w:vertAlign w:val="superscript"/>
        </w:rPr>
        <w:t>3</w:t>
      </w:r>
      <w:r w:rsidRPr="002E0D4E">
        <w:t xml:space="preserve"> Указывается наименование направления расходов целевой статьи расходов бюджета</w:t>
      </w:r>
      <w:r w:rsidR="00747B5F" w:rsidRPr="002E0D4E">
        <w:t xml:space="preserve"> Республики Татарстан</w:t>
      </w:r>
      <w:r w:rsidRPr="002E0D4E">
        <w:t xml:space="preserve"> на предоставление гранта, указанного в графе 6.</w:t>
      </w:r>
    </w:p>
    <w:p w:rsidR="00C51302" w:rsidRPr="002E0D4E" w:rsidRDefault="00C51302" w:rsidP="009B76B2">
      <w:pPr>
        <w:ind w:left="567" w:firstLine="567"/>
        <w:jc w:val="both"/>
      </w:pPr>
      <w:r w:rsidRPr="002E0D4E">
        <w:rPr>
          <w:vertAlign w:val="superscript"/>
        </w:rPr>
        <w:t>4</w:t>
      </w:r>
      <w:r w:rsidRPr="002E0D4E">
        <w:t xml:space="preserve"> Указывается сумма, подлежащая перечислению. В случае внесения изменения в план-график перечисления гранта указывается величина изменения (со знаком «плюс» - при увеличении; со знаком «минус» - при уменьшении).</w:t>
      </w:r>
    </w:p>
    <w:p w:rsidR="00ED0C50" w:rsidRPr="002E0D4E" w:rsidRDefault="00ED0C50" w:rsidP="00124B13">
      <w:pPr>
        <w:spacing w:after="1" w:line="280" w:lineRule="atLeast"/>
        <w:ind w:left="567" w:firstLine="567"/>
        <w:jc w:val="both"/>
      </w:pPr>
    </w:p>
    <w:p w:rsidR="00851E65" w:rsidRPr="002E0D4E" w:rsidRDefault="00851E65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851E65" w:rsidRPr="002E0D4E" w:rsidRDefault="00851E65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851E65" w:rsidRPr="002E0D4E" w:rsidRDefault="00851E65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9451A5" w:rsidRPr="002E0D4E" w:rsidRDefault="009451A5">
      <w:pPr>
        <w:spacing w:after="1" w:line="280" w:lineRule="atLeast"/>
        <w:jc w:val="right"/>
        <w:outlineLvl w:val="1"/>
        <w:rPr>
          <w:sz w:val="24"/>
          <w:szCs w:val="24"/>
        </w:rPr>
        <w:sectPr w:rsidR="009451A5" w:rsidRPr="002E0D4E" w:rsidSect="009451A5">
          <w:pgSz w:w="16838" w:h="11905" w:orient="landscape"/>
          <w:pgMar w:top="567" w:right="851" w:bottom="1134" w:left="709" w:header="144" w:footer="0" w:gutter="0"/>
          <w:cols w:space="720"/>
          <w:docGrid w:linePitch="272"/>
        </w:sectPr>
      </w:pPr>
    </w:p>
    <w:p w:rsidR="00851E65" w:rsidRPr="002E0D4E" w:rsidRDefault="00851E65">
      <w:pPr>
        <w:spacing w:after="1" w:line="280" w:lineRule="atLeast"/>
        <w:jc w:val="right"/>
        <w:outlineLvl w:val="1"/>
        <w:rPr>
          <w:sz w:val="24"/>
          <w:szCs w:val="24"/>
        </w:rPr>
      </w:pPr>
    </w:p>
    <w:p w:rsidR="00F554C8" w:rsidRPr="002E0D4E" w:rsidRDefault="00F554C8" w:rsidP="00F554C8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4</w:t>
      </w:r>
    </w:p>
    <w:p w:rsidR="00F554C8" w:rsidRPr="002E0D4E" w:rsidRDefault="00F554C8" w:rsidP="00F554C8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F554C8" w:rsidRPr="002E0D4E" w:rsidRDefault="00F554C8" w:rsidP="00F554C8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407794" w:rsidRPr="002E0D4E" w:rsidRDefault="00F554C8" w:rsidP="00F554C8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F554C8" w:rsidRPr="002E0D4E" w:rsidRDefault="00F554C8" w:rsidP="00FC6CB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C6CBF" w:rsidRPr="002E0D4E" w:rsidRDefault="00FC2802" w:rsidP="00FC6CBF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>Значения результатов предоставления гранта</w:t>
      </w:r>
      <w:r w:rsidR="00FC6CBF" w:rsidRPr="002E0D4E">
        <w:rPr>
          <w:sz w:val="24"/>
          <w:szCs w:val="24"/>
        </w:rPr>
        <w:t xml:space="preserve"> </w:t>
      </w:r>
    </w:p>
    <w:p w:rsidR="00FC6CBF" w:rsidRPr="002E0D4E" w:rsidRDefault="00FC6CBF" w:rsidP="00FC6CB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7"/>
        <w:gridCol w:w="567"/>
        <w:gridCol w:w="2951"/>
        <w:gridCol w:w="340"/>
        <w:gridCol w:w="2239"/>
        <w:gridCol w:w="1134"/>
      </w:tblGrid>
      <w:tr w:rsidR="00FC6CBF" w:rsidRPr="002E0D4E" w:rsidTr="009227FB">
        <w:tc>
          <w:tcPr>
            <w:tcW w:w="6555" w:type="dxa"/>
            <w:gridSpan w:val="3"/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BF" w:rsidRPr="002E0D4E" w:rsidRDefault="00FC6CBF" w:rsidP="009317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  <w:r w:rsidR="008D4E54" w:rsidRPr="002E0D4E">
              <w:rPr>
                <w:sz w:val="24"/>
                <w:szCs w:val="24"/>
              </w:rPr>
              <w:t xml:space="preserve"> </w:t>
            </w:r>
          </w:p>
        </w:tc>
      </w:tr>
      <w:tr w:rsidR="00FC6CBF" w:rsidRPr="002E0D4E" w:rsidTr="009227FB">
        <w:tc>
          <w:tcPr>
            <w:tcW w:w="3037" w:type="dxa"/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8" w:type="dxa"/>
            <w:gridSpan w:val="2"/>
            <w:tcBorders>
              <w:bottom w:val="single" w:sz="4" w:space="0" w:color="auto"/>
            </w:tcBorders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  <w:vAlign w:val="bottom"/>
          </w:tcPr>
          <w:p w:rsidR="003F4ED9" w:rsidRPr="002E0D4E" w:rsidRDefault="003F4ED9" w:rsidP="003F4ED9">
            <w:pPr>
              <w:autoSpaceDE w:val="0"/>
              <w:autoSpaceDN w:val="0"/>
              <w:adjustRightInd w:val="0"/>
              <w:ind w:left="-519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  <w:p w:rsidR="00FC6CBF" w:rsidRPr="002E0D4E" w:rsidRDefault="009317E8" w:rsidP="009317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                        </w:t>
            </w:r>
            <w:r w:rsidR="00FC6CBF" w:rsidRPr="002E0D4E">
              <w:rPr>
                <w:sz w:val="24"/>
                <w:szCs w:val="24"/>
              </w:rPr>
              <w:t>ИНН</w:t>
            </w:r>
            <w:r w:rsidRPr="002E0D4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C6CBF" w:rsidRPr="002E0D4E" w:rsidTr="009227FB">
        <w:tc>
          <w:tcPr>
            <w:tcW w:w="3604" w:type="dxa"/>
            <w:gridSpan w:val="2"/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исполнительного органа государственной власти - главного распорядителя средств бюджета Республики Татарстан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right w:val="single" w:sz="4" w:space="0" w:color="auto"/>
            </w:tcBorders>
            <w:vAlign w:val="bottom"/>
          </w:tcPr>
          <w:p w:rsidR="00FC6CBF" w:rsidRPr="002E0D4E" w:rsidRDefault="007B36A7" w:rsidP="007B36A7">
            <w:pPr>
              <w:autoSpaceDE w:val="0"/>
              <w:autoSpaceDN w:val="0"/>
              <w:adjustRightInd w:val="0"/>
              <w:ind w:left="-94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BF" w:rsidRPr="002E0D4E" w:rsidRDefault="00FC6C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FC6CBF" w:rsidRPr="002E0D4E" w:rsidRDefault="00295F5C" w:rsidP="00FC6C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Вид документа _________________________________________</w:t>
      </w:r>
    </w:p>
    <w:p w:rsidR="00910780" w:rsidRPr="002E0D4E" w:rsidRDefault="00295F5C" w:rsidP="00FC6CBF">
      <w:pPr>
        <w:autoSpaceDE w:val="0"/>
        <w:autoSpaceDN w:val="0"/>
        <w:adjustRightInd w:val="0"/>
        <w:jc w:val="both"/>
      </w:pPr>
      <w:r w:rsidRPr="002E0D4E">
        <w:rPr>
          <w:sz w:val="24"/>
          <w:szCs w:val="24"/>
        </w:rPr>
        <w:t xml:space="preserve">                                </w:t>
      </w:r>
      <w:r w:rsidRPr="002E0D4E">
        <w:t xml:space="preserve">(первичный - «0», уточненный - «1», «2», «3», «…») </w:t>
      </w:r>
      <w:r w:rsidRPr="002E0D4E">
        <w:rPr>
          <w:vertAlign w:val="superscript"/>
        </w:rPr>
        <w:t>2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63"/>
        <w:gridCol w:w="376"/>
        <w:gridCol w:w="939"/>
        <w:gridCol w:w="864"/>
        <w:gridCol w:w="507"/>
        <w:gridCol w:w="527"/>
        <w:gridCol w:w="779"/>
        <w:gridCol w:w="807"/>
        <w:gridCol w:w="779"/>
        <w:gridCol w:w="807"/>
        <w:gridCol w:w="779"/>
        <w:gridCol w:w="807"/>
        <w:gridCol w:w="779"/>
        <w:gridCol w:w="807"/>
      </w:tblGrid>
      <w:tr w:rsidR="00910780" w:rsidRPr="002E0D4E" w:rsidTr="0059693D">
        <w:trPr>
          <w:trHeight w:val="435"/>
        </w:trPr>
        <w:tc>
          <w:tcPr>
            <w:tcW w:w="1285" w:type="dxa"/>
            <w:gridSpan w:val="2"/>
            <w:vMerge w:val="restart"/>
            <w:hideMark/>
          </w:tcPr>
          <w:p w:rsidR="00910780" w:rsidRPr="002E0D4E" w:rsidRDefault="00910780" w:rsidP="00853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 w:rsidR="008535D2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4" w:type="dxa"/>
            <w:vMerge w:val="restart"/>
            <w:hideMark/>
          </w:tcPr>
          <w:p w:rsidR="00910780" w:rsidRPr="002E0D4E" w:rsidRDefault="00910780" w:rsidP="008535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предоставления гранта</w:t>
            </w:r>
            <w:r w:rsidR="008535D2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365" w:type="dxa"/>
            <w:gridSpan w:val="2"/>
            <w:vMerge w:val="restart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524" w:type="dxa"/>
            <w:vMerge w:val="restart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строки</w:t>
            </w:r>
          </w:p>
        </w:tc>
        <w:tc>
          <w:tcPr>
            <w:tcW w:w="6312" w:type="dxa"/>
            <w:gridSpan w:val="8"/>
            <w:noWrap/>
            <w:hideMark/>
          </w:tcPr>
          <w:p w:rsidR="00910780" w:rsidRPr="002E0D4E" w:rsidRDefault="00910780" w:rsidP="00663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Плановые значения результатов предоставления гранта по годам (срокам) реализации Соглашения</w:t>
            </w:r>
            <w:r w:rsidR="00663003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3003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</w:tr>
      <w:tr w:rsidR="00910780" w:rsidRPr="002E0D4E" w:rsidTr="0059693D">
        <w:trPr>
          <w:trHeight w:val="360"/>
        </w:trPr>
        <w:tc>
          <w:tcPr>
            <w:tcW w:w="1285" w:type="dxa"/>
            <w:gridSpan w:val="2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gridSpan w:val="2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578" w:type="dxa"/>
            <w:gridSpan w:val="2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578" w:type="dxa"/>
            <w:gridSpan w:val="2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1578" w:type="dxa"/>
            <w:gridSpan w:val="2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910780" w:rsidRPr="002E0D4E" w:rsidTr="0059693D">
        <w:trPr>
          <w:trHeight w:val="1275"/>
        </w:trPr>
        <w:tc>
          <w:tcPr>
            <w:tcW w:w="5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51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по БК</w:t>
            </w:r>
          </w:p>
        </w:tc>
        <w:tc>
          <w:tcPr>
            <w:tcW w:w="93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по ОКЕИ</w:t>
            </w:r>
          </w:p>
        </w:tc>
        <w:tc>
          <w:tcPr>
            <w:tcW w:w="52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</w:tr>
      <w:tr w:rsidR="00910780" w:rsidRPr="002E0D4E" w:rsidTr="0059693D">
        <w:trPr>
          <w:trHeight w:val="255"/>
        </w:trPr>
        <w:tc>
          <w:tcPr>
            <w:tcW w:w="5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10780" w:rsidRPr="002E0D4E" w:rsidTr="0059693D">
        <w:trPr>
          <w:trHeight w:val="315"/>
        </w:trPr>
        <w:tc>
          <w:tcPr>
            <w:tcW w:w="534" w:type="dxa"/>
            <w:vMerge w:val="restart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vMerge w:val="restart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0780" w:rsidRPr="002E0D4E" w:rsidTr="0059693D">
        <w:trPr>
          <w:trHeight w:val="285"/>
        </w:trPr>
        <w:tc>
          <w:tcPr>
            <w:tcW w:w="53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0780" w:rsidRPr="002E0D4E" w:rsidTr="0059693D">
        <w:trPr>
          <w:trHeight w:val="360"/>
        </w:trPr>
        <w:tc>
          <w:tcPr>
            <w:tcW w:w="53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0780" w:rsidRPr="002E0D4E" w:rsidTr="0059693D">
        <w:trPr>
          <w:trHeight w:val="375"/>
        </w:trPr>
        <w:tc>
          <w:tcPr>
            <w:tcW w:w="534" w:type="dxa"/>
            <w:vMerge w:val="restart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1" w:type="dxa"/>
            <w:vMerge w:val="restart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0780" w:rsidRPr="002E0D4E" w:rsidTr="0059693D">
        <w:trPr>
          <w:trHeight w:val="240"/>
        </w:trPr>
        <w:tc>
          <w:tcPr>
            <w:tcW w:w="53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10780" w:rsidRPr="002E0D4E" w:rsidTr="0059693D">
        <w:trPr>
          <w:trHeight w:val="360"/>
        </w:trPr>
        <w:tc>
          <w:tcPr>
            <w:tcW w:w="534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vMerge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0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24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5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3" w:type="dxa"/>
            <w:hideMark/>
          </w:tcPr>
          <w:p w:rsidR="00910780" w:rsidRPr="002E0D4E" w:rsidRDefault="00910780" w:rsidP="00910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C6CBF" w:rsidRPr="002E0D4E" w:rsidRDefault="00FC6CBF" w:rsidP="00FC6C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</w:t>
      </w:r>
      <w:r w:rsidR="00765EC9" w:rsidRPr="002E0D4E">
        <w:rPr>
          <w:sz w:val="24"/>
          <w:szCs w:val="24"/>
        </w:rPr>
        <w:t>__</w:t>
      </w:r>
      <w:r w:rsidRPr="002E0D4E">
        <w:rPr>
          <w:sz w:val="24"/>
          <w:szCs w:val="24"/>
        </w:rPr>
        <w:t>___</w:t>
      </w:r>
      <w:bookmarkStart w:id="107" w:name="Par68"/>
      <w:bookmarkEnd w:id="107"/>
    </w:p>
    <w:p w:rsidR="007A224D" w:rsidRPr="002E0D4E" w:rsidRDefault="007A224D" w:rsidP="007A224D">
      <w:pPr>
        <w:autoSpaceDE w:val="0"/>
        <w:autoSpaceDN w:val="0"/>
        <w:adjustRightInd w:val="0"/>
        <w:ind w:right="-456" w:firstLine="567"/>
        <w:jc w:val="both"/>
      </w:pPr>
      <w:r w:rsidRPr="002E0D4E">
        <w:rPr>
          <w:vertAlign w:val="superscript"/>
        </w:rPr>
        <w:t>1</w:t>
      </w:r>
      <w:r w:rsidRPr="002E0D4E">
        <w:t xml:space="preserve"> Заполняется в случае, если Получателем является физическое лицо</w:t>
      </w:r>
    </w:p>
    <w:p w:rsidR="00895D72" w:rsidRPr="002E0D4E" w:rsidRDefault="00910780" w:rsidP="00F75B45">
      <w:pPr>
        <w:ind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 xml:space="preserve">2 </w:t>
      </w:r>
      <w:r w:rsidR="00BE05C0" w:rsidRPr="002E0D4E">
        <w:rPr>
          <w:rFonts w:eastAsiaTheme="minorHAnsi"/>
          <w:lang w:eastAsia="en-US"/>
        </w:rPr>
        <w:t>Указывается номер очередного внесения изменения в приложение.</w:t>
      </w:r>
      <w:r w:rsidR="00895D72" w:rsidRPr="002E0D4E">
        <w:rPr>
          <w:rFonts w:eastAsiaTheme="minorHAnsi"/>
          <w:lang w:eastAsia="en-US"/>
        </w:rPr>
        <w:tab/>
      </w:r>
      <w:r w:rsidR="00895D72" w:rsidRPr="002E0D4E">
        <w:rPr>
          <w:rFonts w:eastAsiaTheme="minorHAnsi"/>
          <w:lang w:eastAsia="en-US"/>
        </w:rPr>
        <w:tab/>
      </w:r>
      <w:r w:rsidR="00895D72" w:rsidRPr="002E0D4E">
        <w:rPr>
          <w:rFonts w:eastAsiaTheme="minorHAnsi"/>
          <w:lang w:eastAsia="en-US"/>
        </w:rPr>
        <w:tab/>
      </w:r>
      <w:r w:rsidR="00895D72" w:rsidRPr="002E0D4E">
        <w:rPr>
          <w:rFonts w:eastAsiaTheme="minorHAnsi"/>
          <w:lang w:eastAsia="en-US"/>
        </w:rPr>
        <w:tab/>
      </w:r>
    </w:p>
    <w:p w:rsidR="008535D2" w:rsidRPr="002E0D4E" w:rsidRDefault="00895D72" w:rsidP="00F75B45">
      <w:pPr>
        <w:ind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 xml:space="preserve">3 </w:t>
      </w:r>
      <w:r w:rsidRPr="002E0D4E">
        <w:rPr>
          <w:rFonts w:eastAsiaTheme="minorHAnsi"/>
          <w:lang w:eastAsia="en-US"/>
        </w:rPr>
        <w:t xml:space="preserve">Указывается наименование направления расходов целевой статьи расходов бюджета </w:t>
      </w:r>
      <w:r w:rsidR="00F83CBF" w:rsidRPr="002E0D4E">
        <w:rPr>
          <w:rFonts w:eastAsiaTheme="minorHAnsi"/>
          <w:lang w:eastAsia="en-US"/>
        </w:rPr>
        <w:t xml:space="preserve">Республики Татарстан </w:t>
      </w:r>
      <w:r w:rsidRPr="002E0D4E">
        <w:rPr>
          <w:rFonts w:eastAsiaTheme="minorHAnsi"/>
          <w:lang w:eastAsia="en-US"/>
        </w:rPr>
        <w:t>и соответствующий ему код</w:t>
      </w:r>
      <w:r w:rsidR="00F83CBF" w:rsidRPr="002E0D4E">
        <w:rPr>
          <w:rFonts w:eastAsiaTheme="minorHAnsi"/>
          <w:lang w:eastAsia="en-US"/>
        </w:rPr>
        <w:t>.</w:t>
      </w:r>
      <w:r w:rsidR="00910780" w:rsidRPr="002E0D4E">
        <w:rPr>
          <w:rFonts w:eastAsiaTheme="minorHAnsi"/>
          <w:lang w:eastAsia="en-US"/>
        </w:rPr>
        <w:tab/>
      </w:r>
    </w:p>
    <w:p w:rsidR="00BF41B9" w:rsidRPr="002E0D4E" w:rsidRDefault="008535D2" w:rsidP="00F75B45">
      <w:pPr>
        <w:ind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4</w:t>
      </w:r>
      <w:r w:rsidRPr="002E0D4E">
        <w:rPr>
          <w:rFonts w:eastAsiaTheme="minorHAnsi"/>
          <w:lang w:eastAsia="en-US"/>
        </w:rPr>
        <w:t xml:space="preserve"> Указывается наименование результатов предоставления гранта в соответствии с Правилами предоставления гранта, а также наименование показателя, необходимого для достижения результатов предоставления гранта, если это предусмотрено Правилами предоставления гранта.</w:t>
      </w:r>
    </w:p>
    <w:p w:rsidR="003C0959" w:rsidRPr="002E0D4E" w:rsidRDefault="00BF41B9" w:rsidP="00BC5782">
      <w:pPr>
        <w:ind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 xml:space="preserve">5 </w:t>
      </w:r>
      <w:r w:rsidRPr="002E0D4E">
        <w:rPr>
          <w:rFonts w:eastAsiaTheme="minorHAnsi"/>
          <w:lang w:eastAsia="en-US"/>
        </w:rPr>
        <w:t>Указываются плановые значения результатов предоставления гранта,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BC5782" w:rsidRPr="002E0D4E" w:rsidRDefault="00BC5782" w:rsidP="00BC5782">
      <w:pPr>
        <w:ind w:firstLine="567"/>
        <w:jc w:val="both"/>
        <w:rPr>
          <w:sz w:val="28"/>
          <w:szCs w:val="28"/>
        </w:rPr>
        <w:sectPr w:rsidR="00BC5782" w:rsidRPr="002E0D4E" w:rsidSect="008213B6">
          <w:pgSz w:w="11905" w:h="16838"/>
          <w:pgMar w:top="709" w:right="567" w:bottom="851" w:left="1134" w:header="144" w:footer="0" w:gutter="0"/>
          <w:cols w:space="720"/>
        </w:sectPr>
      </w:pPr>
    </w:p>
    <w:p w:rsidR="007824ED" w:rsidRPr="002E0D4E" w:rsidRDefault="007824ED" w:rsidP="007824ED">
      <w:pPr>
        <w:spacing w:after="1" w:line="280" w:lineRule="atLeast"/>
        <w:jc w:val="right"/>
        <w:rPr>
          <w:sz w:val="24"/>
          <w:szCs w:val="24"/>
        </w:rPr>
      </w:pPr>
      <w:bookmarkStart w:id="108" w:name="P3448"/>
      <w:bookmarkEnd w:id="108"/>
      <w:r w:rsidRPr="002E0D4E">
        <w:rPr>
          <w:sz w:val="24"/>
          <w:szCs w:val="24"/>
        </w:rPr>
        <w:lastRenderedPageBreak/>
        <w:t>Приложение № 5</w:t>
      </w:r>
    </w:p>
    <w:p w:rsidR="007824ED" w:rsidRPr="002E0D4E" w:rsidRDefault="007824ED" w:rsidP="007824ED">
      <w:pPr>
        <w:spacing w:after="1" w:line="280" w:lineRule="atLeast"/>
        <w:ind w:left="9639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7824ED" w:rsidRPr="002E0D4E" w:rsidRDefault="007824ED" w:rsidP="007824ED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7824ED" w:rsidRPr="002E0D4E" w:rsidRDefault="007824ED" w:rsidP="007824ED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C04F53" w:rsidRPr="002E0D4E" w:rsidRDefault="00C04F53" w:rsidP="00C04F53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04F53" w:rsidRPr="002E0D4E" w:rsidRDefault="00C04F53" w:rsidP="00C04F53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C04F53" w:rsidRPr="002E0D4E" w:rsidRDefault="00C04F53" w:rsidP="00C04F53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Отчет о достижении значений результатов предоставления гранта</w:t>
      </w:r>
    </w:p>
    <w:p w:rsidR="00C04F53" w:rsidRPr="002E0D4E" w:rsidRDefault="00C04F53" w:rsidP="00C04F53">
      <w:pPr>
        <w:spacing w:after="1" w:line="280" w:lineRule="atLeast"/>
        <w:jc w:val="center"/>
      </w:pPr>
      <w:r w:rsidRPr="002E0D4E">
        <w:t xml:space="preserve"> по состоянию на «__» _______ 20__ года</w:t>
      </w:r>
    </w:p>
    <w:p w:rsidR="00C04F53" w:rsidRPr="002E0D4E" w:rsidRDefault="00C04F53" w:rsidP="00C04F53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1551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78"/>
        <w:gridCol w:w="3816"/>
        <w:gridCol w:w="340"/>
        <w:gridCol w:w="5330"/>
        <w:gridCol w:w="1276"/>
      </w:tblGrid>
      <w:tr w:rsidR="00C167FC" w:rsidRPr="002E0D4E" w:rsidTr="00CB7EC1">
        <w:tc>
          <w:tcPr>
            <w:tcW w:w="8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67FC" w:rsidRPr="002E0D4E" w:rsidRDefault="00C167FC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FC" w:rsidRPr="002E0D4E" w:rsidRDefault="00C167FC" w:rsidP="00397B32">
            <w:pPr>
              <w:tabs>
                <w:tab w:val="left" w:pos="935"/>
              </w:tabs>
              <w:spacing w:after="1" w:line="280" w:lineRule="atLeast"/>
              <w:ind w:right="225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  <w:r w:rsidR="00397B32" w:rsidRPr="002E0D4E">
              <w:rPr>
                <w:sz w:val="24"/>
                <w:szCs w:val="24"/>
              </w:rPr>
              <w:t xml:space="preserve"> </w:t>
            </w:r>
          </w:p>
        </w:tc>
      </w:tr>
      <w:tr w:rsidR="00C167FC" w:rsidRPr="002E0D4E" w:rsidTr="00CB7EC1"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  <w:r w:rsidR="00397B32" w:rsidRPr="002E0D4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FC" w:rsidRPr="002E0D4E" w:rsidRDefault="00C167FC" w:rsidP="00CB7EC1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C167FC" w:rsidRPr="002E0D4E" w:rsidTr="00CB7EC1"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исполнительного органа государственной власти - главного распорядителя средств бюджета Республики Татарстан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</w:tr>
      <w:tr w:rsidR="00C167FC" w:rsidRPr="002E0D4E" w:rsidTr="00CB7EC1">
        <w:tc>
          <w:tcPr>
            <w:tcW w:w="8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Вид документа                  ____________________________________________</w:t>
            </w:r>
          </w:p>
          <w:p w:rsidR="00C167FC" w:rsidRPr="002E0D4E" w:rsidRDefault="00C167FC" w:rsidP="00C167FC">
            <w:pPr>
              <w:spacing w:after="1" w:line="280" w:lineRule="atLeast"/>
              <w:ind w:left="426"/>
              <w:rPr>
                <w:vertAlign w:val="superscript"/>
              </w:rPr>
            </w:pPr>
            <w:r w:rsidRPr="002E0D4E">
              <w:t xml:space="preserve">                                                                 (первичный - «0», уточненный - «1», «2», «3», «…») </w:t>
            </w:r>
            <w:r w:rsidRPr="002E0D4E">
              <w:rPr>
                <w:vertAlign w:val="superscript"/>
              </w:rPr>
              <w:t>2</w:t>
            </w:r>
          </w:p>
          <w:p w:rsidR="00C167FC" w:rsidRPr="002E0D4E" w:rsidRDefault="00C167FC" w:rsidP="00C167FC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Периодичность: месячная; квартальная; годовая</w:t>
            </w:r>
          </w:p>
          <w:p w:rsidR="00C167FC" w:rsidRPr="002E0D4E" w:rsidRDefault="00C167FC" w:rsidP="00CB7EC1">
            <w:pPr>
              <w:spacing w:after="1" w:line="280" w:lineRule="atLeast"/>
              <w:ind w:left="426"/>
              <w:rPr>
                <w:vertAlign w:val="superscript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left="426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</w:t>
            </w:r>
            <w:r w:rsidR="004C4252" w:rsidRPr="002E0D4E">
              <w:rPr>
                <w:sz w:val="24"/>
                <w:szCs w:val="24"/>
              </w:rPr>
              <w:t>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rPr>
                <w:sz w:val="24"/>
                <w:szCs w:val="24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left="567" w:firstLine="567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FC" w:rsidRPr="002E0D4E" w:rsidRDefault="00C167FC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C167FC" w:rsidRPr="002E0D4E" w:rsidRDefault="00C167FC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</w:p>
          <w:p w:rsidR="00C167FC" w:rsidRPr="002E0D4E" w:rsidRDefault="0016001D" w:rsidP="00CB7EC1">
            <w:pPr>
              <w:spacing w:after="1" w:line="280" w:lineRule="atLeast"/>
              <w:ind w:firstLine="567"/>
              <w:jc w:val="center"/>
              <w:rPr>
                <w:sz w:val="24"/>
                <w:szCs w:val="24"/>
              </w:rPr>
            </w:pPr>
            <w:hyperlink r:id="rId218" w:history="1">
              <w:r w:rsidR="00C167FC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C167FC" w:rsidRPr="002E0D4E" w:rsidRDefault="00C167FC" w:rsidP="00C04F53">
      <w:pPr>
        <w:spacing w:after="1" w:line="280" w:lineRule="atLeast"/>
        <w:ind w:left="567"/>
        <w:jc w:val="center"/>
        <w:rPr>
          <w:sz w:val="24"/>
          <w:szCs w:val="24"/>
        </w:rPr>
      </w:pPr>
    </w:p>
    <w:p w:rsidR="00C04F53" w:rsidRPr="002E0D4E" w:rsidRDefault="00C04F53" w:rsidP="00CB7EC1">
      <w:pPr>
        <w:pStyle w:val="af"/>
        <w:numPr>
          <w:ilvl w:val="0"/>
          <w:numId w:val="6"/>
        </w:numPr>
        <w:autoSpaceDE w:val="0"/>
        <w:autoSpaceDN w:val="0"/>
        <w:adjustRightInd w:val="0"/>
        <w:spacing w:after="1" w:line="280" w:lineRule="atLeast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Информация о достижении значений результатов предоставления гранта и обязательствах, принятых в целях их достижения</w:t>
      </w:r>
    </w:p>
    <w:p w:rsidR="009B3337" w:rsidRPr="002E0D4E" w:rsidRDefault="009B3337" w:rsidP="009B3337">
      <w:pPr>
        <w:pStyle w:val="af"/>
        <w:autoSpaceDE w:val="0"/>
        <w:autoSpaceDN w:val="0"/>
        <w:adjustRightInd w:val="0"/>
        <w:spacing w:after="1" w:line="280" w:lineRule="atLeast"/>
        <w:ind w:left="927"/>
        <w:outlineLvl w:val="0"/>
        <w:rPr>
          <w:sz w:val="24"/>
          <w:szCs w:val="24"/>
        </w:rPr>
      </w:pPr>
    </w:p>
    <w:p w:rsidR="00C04F53" w:rsidRPr="002E0D4E" w:rsidRDefault="00C04F53" w:rsidP="00C04F53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tbl>
      <w:tblPr>
        <w:tblStyle w:val="af0"/>
        <w:tblW w:w="0" w:type="auto"/>
        <w:tblInd w:w="675" w:type="dxa"/>
        <w:tblLook w:val="04A0" w:firstRow="1" w:lastRow="0" w:firstColumn="1" w:lastColumn="0" w:noHBand="0" w:noVBand="1"/>
      </w:tblPr>
      <w:tblGrid>
        <w:gridCol w:w="940"/>
        <w:gridCol w:w="394"/>
        <w:gridCol w:w="1023"/>
        <w:gridCol w:w="939"/>
        <w:gridCol w:w="541"/>
        <w:gridCol w:w="602"/>
        <w:gridCol w:w="845"/>
        <w:gridCol w:w="876"/>
        <w:gridCol w:w="1138"/>
        <w:gridCol w:w="845"/>
        <w:gridCol w:w="876"/>
        <w:gridCol w:w="848"/>
        <w:gridCol w:w="745"/>
        <w:gridCol w:w="394"/>
        <w:gridCol w:w="939"/>
        <w:gridCol w:w="938"/>
        <w:gridCol w:w="911"/>
        <w:gridCol w:w="1198"/>
      </w:tblGrid>
      <w:tr w:rsidR="00F45633" w:rsidRPr="002E0D4E" w:rsidTr="00396728">
        <w:trPr>
          <w:trHeight w:val="495"/>
        </w:trPr>
        <w:tc>
          <w:tcPr>
            <w:tcW w:w="1309" w:type="dxa"/>
            <w:gridSpan w:val="2"/>
            <w:vMerge w:val="restart"/>
            <w:noWrap/>
            <w:hideMark/>
          </w:tcPr>
          <w:p w:rsidR="00AD44D4" w:rsidRPr="002E0D4E" w:rsidRDefault="00AD44D4" w:rsidP="0024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 w:rsidR="0024155F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9" w:type="dxa"/>
            <w:vMerge w:val="restart"/>
            <w:hideMark/>
          </w:tcPr>
          <w:p w:rsidR="00AD44D4" w:rsidRPr="002E0D4E" w:rsidRDefault="00AD44D4" w:rsidP="0024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гранта</w:t>
            </w:r>
            <w:r w:rsidR="0024155F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50" w:type="dxa"/>
            <w:gridSpan w:val="2"/>
            <w:vMerge w:val="restart"/>
            <w:hideMark/>
          </w:tcPr>
          <w:p w:rsidR="00AD44D4" w:rsidRPr="002E0D4E" w:rsidRDefault="00AD44D4" w:rsidP="0024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 w:rsidR="0024155F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90" w:type="dxa"/>
            <w:vMerge w:val="restart"/>
            <w:hideMark/>
          </w:tcPr>
          <w:p w:rsidR="00AD44D4" w:rsidRPr="002E0D4E" w:rsidRDefault="00AD44D4" w:rsidP="002415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строки</w:t>
            </w:r>
            <w:r w:rsidR="0024155F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82" w:type="dxa"/>
            <w:gridSpan w:val="2"/>
            <w:vMerge w:val="restart"/>
            <w:hideMark/>
          </w:tcPr>
          <w:p w:rsidR="00AD44D4" w:rsidRPr="002E0D4E" w:rsidRDefault="00AD44D4" w:rsidP="00946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  <w:r w:rsidR="00946E40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6E40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11" w:type="dxa"/>
            <w:vMerge w:val="restart"/>
            <w:hideMark/>
          </w:tcPr>
          <w:p w:rsidR="00AD44D4" w:rsidRPr="002E0D4E" w:rsidRDefault="00AD44D4" w:rsidP="00003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Размер гранта, предусмотренный Соглашени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ем</w:t>
            </w:r>
            <w:r w:rsidR="00003D41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4548" w:type="dxa"/>
            <w:gridSpan w:val="6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Фактически достигнутые значения</w:t>
            </w:r>
          </w:p>
        </w:tc>
        <w:tc>
          <w:tcPr>
            <w:tcW w:w="2203" w:type="dxa"/>
            <w:gridSpan w:val="2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гранта</w:t>
            </w:r>
          </w:p>
        </w:tc>
        <w:tc>
          <w:tcPr>
            <w:tcW w:w="786" w:type="dxa"/>
            <w:hideMark/>
          </w:tcPr>
          <w:p w:rsidR="00AD44D4" w:rsidRPr="002E0D4E" w:rsidRDefault="00AD44D4" w:rsidP="00CA5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Неиспользованный объем финансового обеспечения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(гр. 9 - гр. 16)</w:t>
            </w:r>
            <w:r w:rsidR="00CA5159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159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</w:t>
            </w:r>
          </w:p>
        </w:tc>
      </w:tr>
      <w:tr w:rsidR="0024155F" w:rsidRPr="002E0D4E" w:rsidTr="00396728">
        <w:trPr>
          <w:trHeight w:val="690"/>
        </w:trPr>
        <w:tc>
          <w:tcPr>
            <w:tcW w:w="1309" w:type="dxa"/>
            <w:gridSpan w:val="2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hideMark/>
          </w:tcPr>
          <w:p w:rsidR="00AD44D4" w:rsidRPr="002E0D4E" w:rsidRDefault="00AD44D4" w:rsidP="00003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  <w:r w:rsidR="00003D41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9" w:type="dxa"/>
            <w:gridSpan w:val="2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отклонение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от планового значения</w:t>
            </w:r>
          </w:p>
        </w:tc>
        <w:tc>
          <w:tcPr>
            <w:tcW w:w="1307" w:type="dxa"/>
            <w:gridSpan w:val="2"/>
            <w:hideMark/>
          </w:tcPr>
          <w:p w:rsidR="00AD44D4" w:rsidRPr="002E0D4E" w:rsidRDefault="00AD44D4" w:rsidP="00FD6D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отклонения</w:t>
            </w:r>
            <w:r w:rsidR="00FD6D51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2203" w:type="dxa"/>
            <w:gridSpan w:val="2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300"/>
        </w:trPr>
        <w:tc>
          <w:tcPr>
            <w:tcW w:w="919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90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99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32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по ОКЕИ</w:t>
            </w:r>
          </w:p>
        </w:tc>
        <w:tc>
          <w:tcPr>
            <w:tcW w:w="5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56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56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  <w:tc>
          <w:tcPr>
            <w:tcW w:w="829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(гр. 7 - гр. 10)</w:t>
            </w:r>
          </w:p>
        </w:tc>
        <w:tc>
          <w:tcPr>
            <w:tcW w:w="730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(гр. 12 / гр. 7) 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× 100%)</w:t>
            </w:r>
          </w:p>
        </w:tc>
        <w:tc>
          <w:tcPr>
            <w:tcW w:w="389" w:type="dxa"/>
            <w:vMerge w:val="restart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18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91" w:type="dxa"/>
            <w:vMerge w:val="restart"/>
            <w:hideMark/>
          </w:tcPr>
          <w:p w:rsidR="00AD44D4" w:rsidRPr="002E0D4E" w:rsidRDefault="00F45633" w:rsidP="00F4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D44D4" w:rsidRPr="002E0D4E">
              <w:rPr>
                <w:rFonts w:ascii="Times New Roman" w:hAnsi="Times New Roman" w:cs="Times New Roman"/>
                <w:sz w:val="20"/>
                <w:szCs w:val="20"/>
              </w:rPr>
              <w:t>бязательств</w:t>
            </w:r>
            <w:r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312" w:type="dxa"/>
            <w:vMerge w:val="restart"/>
            <w:hideMark/>
          </w:tcPr>
          <w:p w:rsidR="00AD44D4" w:rsidRPr="002E0D4E" w:rsidRDefault="00AD44D4" w:rsidP="00F4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денежных обязательств</w:t>
            </w:r>
            <w:r w:rsidR="00F45633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78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1095"/>
        </w:trPr>
        <w:tc>
          <w:tcPr>
            <w:tcW w:w="91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315"/>
        </w:trPr>
        <w:tc>
          <w:tcPr>
            <w:tcW w:w="91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1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1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12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8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45633" w:rsidRPr="002E0D4E" w:rsidTr="00396728">
        <w:trPr>
          <w:trHeight w:val="300"/>
        </w:trPr>
        <w:tc>
          <w:tcPr>
            <w:tcW w:w="919" w:type="dxa"/>
            <w:vMerge w:val="restart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2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vMerge w:val="restart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45633" w:rsidRPr="002E0D4E" w:rsidTr="00396728">
        <w:trPr>
          <w:trHeight w:val="690"/>
        </w:trPr>
        <w:tc>
          <w:tcPr>
            <w:tcW w:w="91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300"/>
        </w:trPr>
        <w:tc>
          <w:tcPr>
            <w:tcW w:w="91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300"/>
        </w:trPr>
        <w:tc>
          <w:tcPr>
            <w:tcW w:w="919" w:type="dxa"/>
            <w:vMerge w:val="restart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2" w:type="dxa"/>
            <w:vMerge w:val="restart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vMerge w:val="restart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45633" w:rsidRPr="002E0D4E" w:rsidTr="00396728">
        <w:trPr>
          <w:trHeight w:val="570"/>
        </w:trPr>
        <w:tc>
          <w:tcPr>
            <w:tcW w:w="91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18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315"/>
        </w:trPr>
        <w:tc>
          <w:tcPr>
            <w:tcW w:w="919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1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633" w:rsidRPr="002E0D4E" w:rsidTr="00396728">
        <w:trPr>
          <w:trHeight w:val="315"/>
        </w:trPr>
        <w:tc>
          <w:tcPr>
            <w:tcW w:w="91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0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11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30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9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8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91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12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" w:type="dxa"/>
            <w:noWrap/>
            <w:hideMark/>
          </w:tcPr>
          <w:p w:rsidR="00AD44D4" w:rsidRPr="002E0D4E" w:rsidRDefault="00AD44D4" w:rsidP="006169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D7224" w:rsidRPr="002E0D4E" w:rsidRDefault="00CD7224" w:rsidP="00CD7224">
      <w:pPr>
        <w:spacing w:line="276" w:lineRule="auto"/>
        <w:ind w:left="567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sz w:val="24"/>
          <w:szCs w:val="24"/>
          <w:lang w:eastAsia="en-US"/>
        </w:rPr>
        <w:t xml:space="preserve">Руководитель                     ______________________________                       _________________________         ______________________________                                                     </w:t>
      </w:r>
    </w:p>
    <w:p w:rsidR="00CD7224" w:rsidRPr="002E0D4E" w:rsidRDefault="00CD7224" w:rsidP="00CD7224">
      <w:pPr>
        <w:spacing w:after="200" w:line="276" w:lineRule="auto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 (уполномоченное </w:t>
      </w:r>
      <w:proofErr w:type="gramStart"/>
      <w:r w:rsidRPr="002E0D4E">
        <w:rPr>
          <w:rFonts w:eastAsiaTheme="minorHAnsi"/>
          <w:lang w:eastAsia="en-US"/>
        </w:rPr>
        <w:t xml:space="preserve">лицо)   </w:t>
      </w:r>
      <w:proofErr w:type="gramEnd"/>
      <w:r w:rsidRPr="002E0D4E">
        <w:rPr>
          <w:rFonts w:eastAsiaTheme="minorHAnsi"/>
          <w:lang w:eastAsia="en-US"/>
        </w:rPr>
        <w:t xml:space="preserve">                (должность)                                                                                (подпись)                                           (расшифровка подписи)</w:t>
      </w:r>
    </w:p>
    <w:p w:rsidR="00CD7224" w:rsidRPr="002E0D4E" w:rsidRDefault="00CD7224" w:rsidP="00CD7224">
      <w:pPr>
        <w:spacing w:line="276" w:lineRule="auto"/>
        <w:ind w:left="567"/>
        <w:rPr>
          <w:rFonts w:eastAsiaTheme="minorHAnsi"/>
          <w:lang w:eastAsia="en-US"/>
        </w:rPr>
      </w:pPr>
      <w:proofErr w:type="gramStart"/>
      <w:r w:rsidRPr="002E0D4E">
        <w:rPr>
          <w:rFonts w:eastAsiaTheme="minorHAnsi"/>
          <w:lang w:eastAsia="en-US"/>
        </w:rPr>
        <w:t>Исполнитель  _</w:t>
      </w:r>
      <w:proofErr w:type="gramEnd"/>
      <w:r w:rsidRPr="002E0D4E">
        <w:rPr>
          <w:rFonts w:eastAsiaTheme="minorHAnsi"/>
          <w:lang w:eastAsia="en-US"/>
        </w:rPr>
        <w:t xml:space="preserve">_____________________________                        ________________________________         ________________________________                                                         </w:t>
      </w:r>
    </w:p>
    <w:p w:rsidR="009B3337" w:rsidRPr="002E0D4E" w:rsidRDefault="00CD7224" w:rsidP="00CD7224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                                    (</w:t>
      </w:r>
      <w:proofErr w:type="gramStart"/>
      <w:r w:rsidRPr="002E0D4E">
        <w:rPr>
          <w:rFonts w:eastAsiaTheme="minorHAnsi"/>
          <w:lang w:eastAsia="en-US"/>
        </w:rPr>
        <w:t xml:space="preserve">должность)   </w:t>
      </w:r>
      <w:proofErr w:type="gramEnd"/>
      <w:r w:rsidRPr="002E0D4E">
        <w:rPr>
          <w:rFonts w:eastAsiaTheme="minorHAnsi"/>
          <w:lang w:eastAsia="en-US"/>
        </w:rPr>
        <w:t xml:space="preserve">                                           (фамилия, инициалы)                                           (телефон</w:t>
      </w:r>
      <w:r w:rsidR="00924DFB" w:rsidRPr="002E0D4E">
        <w:rPr>
          <w:rFonts w:eastAsiaTheme="minorHAnsi"/>
          <w:lang w:eastAsia="en-US"/>
        </w:rPr>
        <w:t>)</w:t>
      </w:r>
    </w:p>
    <w:p w:rsidR="00CD7224" w:rsidRPr="002E0D4E" w:rsidRDefault="00CD7224" w:rsidP="00CD7224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>«__</w:t>
      </w:r>
      <w:proofErr w:type="gramStart"/>
      <w:r w:rsidRPr="002E0D4E">
        <w:rPr>
          <w:rFonts w:eastAsiaTheme="minorHAnsi"/>
          <w:lang w:eastAsia="en-US"/>
        </w:rPr>
        <w:t>_»_</w:t>
      </w:r>
      <w:proofErr w:type="gramEnd"/>
      <w:r w:rsidRPr="002E0D4E">
        <w:rPr>
          <w:rFonts w:eastAsiaTheme="minorHAnsi"/>
          <w:lang w:eastAsia="en-US"/>
        </w:rPr>
        <w:t>__________ 20____ г.</w:t>
      </w:r>
    </w:p>
    <w:p w:rsidR="009B3337" w:rsidRPr="002E0D4E" w:rsidRDefault="009B3337" w:rsidP="00CD7224">
      <w:pPr>
        <w:spacing w:after="200" w:line="276" w:lineRule="auto"/>
        <w:ind w:left="567"/>
        <w:rPr>
          <w:sz w:val="28"/>
          <w:szCs w:val="28"/>
        </w:rPr>
      </w:pPr>
    </w:p>
    <w:p w:rsidR="00F313D5" w:rsidRPr="002E0D4E" w:rsidRDefault="00F313D5" w:rsidP="00CD7224">
      <w:pPr>
        <w:spacing w:after="200" w:line="276" w:lineRule="auto"/>
        <w:ind w:left="567"/>
        <w:rPr>
          <w:sz w:val="28"/>
          <w:szCs w:val="28"/>
        </w:rPr>
      </w:pPr>
    </w:p>
    <w:p w:rsidR="0040090C" w:rsidRPr="002E0D4E" w:rsidRDefault="00E962F2" w:rsidP="00C04F53">
      <w:pPr>
        <w:pStyle w:val="af"/>
        <w:numPr>
          <w:ilvl w:val="0"/>
          <w:numId w:val="6"/>
        </w:numPr>
        <w:autoSpaceDE w:val="0"/>
        <w:autoSpaceDN w:val="0"/>
        <w:adjustRightInd w:val="0"/>
        <w:ind w:hanging="863"/>
        <w:jc w:val="center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Сведения о принятии отчета о достижении значений результатов предоставления гранта</w:t>
      </w:r>
      <w:r w:rsidRPr="002E0D4E">
        <w:rPr>
          <w:sz w:val="24"/>
          <w:szCs w:val="24"/>
          <w:vertAlign w:val="superscript"/>
        </w:rPr>
        <w:t>1</w:t>
      </w:r>
      <w:r w:rsidR="00CA5159" w:rsidRPr="002E0D4E">
        <w:rPr>
          <w:sz w:val="24"/>
          <w:szCs w:val="24"/>
          <w:vertAlign w:val="superscript"/>
        </w:rPr>
        <w:t>1</w:t>
      </w:r>
    </w:p>
    <w:p w:rsidR="0040090C" w:rsidRPr="002E0D4E" w:rsidRDefault="0040090C" w:rsidP="0040090C"/>
    <w:tbl>
      <w:tblPr>
        <w:tblStyle w:val="af0"/>
        <w:tblW w:w="15026" w:type="dxa"/>
        <w:tblInd w:w="675" w:type="dxa"/>
        <w:tblLook w:val="04A0" w:firstRow="1" w:lastRow="0" w:firstColumn="1" w:lastColumn="0" w:noHBand="0" w:noVBand="1"/>
      </w:tblPr>
      <w:tblGrid>
        <w:gridCol w:w="3229"/>
        <w:gridCol w:w="788"/>
        <w:gridCol w:w="807"/>
        <w:gridCol w:w="839"/>
        <w:gridCol w:w="807"/>
        <w:gridCol w:w="905"/>
        <w:gridCol w:w="1111"/>
        <w:gridCol w:w="2352"/>
        <w:gridCol w:w="4188"/>
      </w:tblGrid>
      <w:tr w:rsidR="0040090C" w:rsidRPr="002E0D4E" w:rsidTr="00D00242">
        <w:trPr>
          <w:trHeight w:val="540"/>
        </w:trPr>
        <w:tc>
          <w:tcPr>
            <w:tcW w:w="3229" w:type="dxa"/>
            <w:vMerge w:val="restart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46" w:type="dxa"/>
            <w:gridSpan w:val="5"/>
            <w:vMerge w:val="restart"/>
            <w:hideMark/>
          </w:tcPr>
          <w:p w:rsidR="0040090C" w:rsidRPr="002E0D4E" w:rsidRDefault="0040090C" w:rsidP="00A46D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бюджета</w:t>
            </w:r>
            <w:r w:rsidR="00A46D5D" w:rsidRPr="002E0D4E">
              <w:rPr>
                <w:rFonts w:ascii="Times New Roman" w:hAnsi="Times New Roman" w:cs="Times New Roman"/>
                <w:sz w:val="20"/>
                <w:szCs w:val="20"/>
              </w:rPr>
              <w:t xml:space="preserve"> РТ</w:t>
            </w:r>
          </w:p>
        </w:tc>
        <w:tc>
          <w:tcPr>
            <w:tcW w:w="1111" w:type="dxa"/>
            <w:vMerge w:val="restart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6540" w:type="dxa"/>
            <w:gridSpan w:val="2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</w:tr>
      <w:tr w:rsidR="0040090C" w:rsidRPr="002E0D4E" w:rsidTr="00D00242">
        <w:trPr>
          <w:trHeight w:val="975"/>
        </w:trPr>
        <w:tc>
          <w:tcPr>
            <w:tcW w:w="3229" w:type="dxa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6" w:type="dxa"/>
            <w:gridSpan w:val="5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4188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Pr="002E0D4E">
              <w:rPr>
                <w:rFonts w:ascii="Times New Roman" w:hAnsi="Times New Roman" w:cs="Times New Roman"/>
                <w:sz w:val="20"/>
                <w:szCs w:val="20"/>
              </w:rPr>
              <w:br/>
              <w:t>с начала текущего финансового года</w:t>
            </w:r>
          </w:p>
        </w:tc>
      </w:tr>
      <w:tr w:rsidR="0040090C" w:rsidRPr="002E0D4E" w:rsidTr="00D00242">
        <w:trPr>
          <w:trHeight w:val="315"/>
        </w:trPr>
        <w:tc>
          <w:tcPr>
            <w:tcW w:w="3229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6" w:type="dxa"/>
            <w:gridSpan w:val="5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1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090C" w:rsidRPr="002E0D4E" w:rsidTr="00D00242">
        <w:trPr>
          <w:trHeight w:val="300"/>
        </w:trPr>
        <w:tc>
          <w:tcPr>
            <w:tcW w:w="3229" w:type="dxa"/>
            <w:vMerge w:val="restart"/>
            <w:hideMark/>
          </w:tcPr>
          <w:p w:rsidR="0040090C" w:rsidRPr="002E0D4E" w:rsidRDefault="0040090C" w:rsidP="00400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гранта, направленного на достижение результатов</w:t>
            </w:r>
            <w:r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4146" w:type="dxa"/>
            <w:gridSpan w:val="5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 w:val="restart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0090C" w:rsidRPr="002E0D4E" w:rsidTr="00D00242">
        <w:trPr>
          <w:trHeight w:val="300"/>
        </w:trPr>
        <w:tc>
          <w:tcPr>
            <w:tcW w:w="3229" w:type="dxa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6" w:type="dxa"/>
            <w:gridSpan w:val="5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0090C" w:rsidRPr="002E0D4E" w:rsidTr="00D00242">
        <w:trPr>
          <w:trHeight w:val="300"/>
        </w:trPr>
        <w:tc>
          <w:tcPr>
            <w:tcW w:w="3229" w:type="dxa"/>
            <w:vMerge w:val="restart"/>
            <w:hideMark/>
          </w:tcPr>
          <w:p w:rsidR="0040090C" w:rsidRPr="002E0D4E" w:rsidRDefault="0040090C" w:rsidP="00400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гранта, потребность в котором не подтверждена</w:t>
            </w:r>
            <w:r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788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 w:val="restart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0090C" w:rsidRPr="002E0D4E" w:rsidTr="00D00242">
        <w:trPr>
          <w:trHeight w:val="300"/>
        </w:trPr>
        <w:tc>
          <w:tcPr>
            <w:tcW w:w="3229" w:type="dxa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vMerge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0090C" w:rsidRPr="002E0D4E" w:rsidTr="00D00242">
        <w:trPr>
          <w:trHeight w:val="300"/>
        </w:trPr>
        <w:tc>
          <w:tcPr>
            <w:tcW w:w="3229" w:type="dxa"/>
            <w:hideMark/>
          </w:tcPr>
          <w:p w:rsidR="0040090C" w:rsidRPr="002E0D4E" w:rsidRDefault="0040090C" w:rsidP="00431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Объем гранта, подлежащий возврату в бюджет</w:t>
            </w:r>
            <w:r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431D7C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88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0090C" w:rsidRPr="002E0D4E" w:rsidTr="00D00242">
        <w:trPr>
          <w:trHeight w:val="315"/>
        </w:trPr>
        <w:tc>
          <w:tcPr>
            <w:tcW w:w="3229" w:type="dxa"/>
            <w:hideMark/>
          </w:tcPr>
          <w:p w:rsidR="0040090C" w:rsidRPr="002E0D4E" w:rsidRDefault="0040090C" w:rsidP="00431D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Сумма штрафных санкций (пени), подлежащих перечислению в бюджет</w:t>
            </w:r>
            <w:r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431D7C" w:rsidRPr="002E0D4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88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9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2" w:type="dxa"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8" w:type="dxa"/>
            <w:noWrap/>
            <w:hideMark/>
          </w:tcPr>
          <w:p w:rsidR="0040090C" w:rsidRPr="002E0D4E" w:rsidRDefault="0040090C" w:rsidP="00EA5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4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93099" w:rsidRPr="002E0D4E" w:rsidRDefault="00293099" w:rsidP="008F76B7">
      <w:pPr>
        <w:spacing w:after="1" w:line="280" w:lineRule="atLeast"/>
        <w:ind w:left="567"/>
        <w:jc w:val="both"/>
      </w:pPr>
    </w:p>
    <w:p w:rsidR="00293099" w:rsidRPr="002E0D4E" w:rsidRDefault="00293099" w:rsidP="00293099">
      <w:pPr>
        <w:spacing w:line="276" w:lineRule="auto"/>
        <w:ind w:left="567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sz w:val="24"/>
          <w:szCs w:val="24"/>
          <w:lang w:eastAsia="en-US"/>
        </w:rPr>
        <w:t xml:space="preserve">Руководитель                     ___________________________                       _________________________         ______________________________                                                   </w:t>
      </w:r>
    </w:p>
    <w:p w:rsidR="00293099" w:rsidRPr="002E0D4E" w:rsidRDefault="00293099" w:rsidP="00293099">
      <w:pPr>
        <w:spacing w:after="200" w:line="276" w:lineRule="auto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 (уполномоченное </w:t>
      </w:r>
      <w:proofErr w:type="gramStart"/>
      <w:r w:rsidRPr="002E0D4E">
        <w:rPr>
          <w:rFonts w:eastAsiaTheme="minorHAnsi"/>
          <w:lang w:eastAsia="en-US"/>
        </w:rPr>
        <w:t xml:space="preserve">лицо)   </w:t>
      </w:r>
      <w:proofErr w:type="gramEnd"/>
      <w:r w:rsidRPr="002E0D4E">
        <w:rPr>
          <w:rFonts w:eastAsiaTheme="minorHAnsi"/>
          <w:lang w:eastAsia="en-US"/>
        </w:rPr>
        <w:t xml:space="preserve">                (должность)                                                                                (подпись)                                           (расшифровка подписи)</w:t>
      </w:r>
    </w:p>
    <w:p w:rsidR="00293099" w:rsidRPr="002E0D4E" w:rsidRDefault="00293099" w:rsidP="00293099">
      <w:pPr>
        <w:spacing w:line="276" w:lineRule="auto"/>
        <w:ind w:left="567"/>
        <w:rPr>
          <w:rFonts w:eastAsiaTheme="minorHAnsi"/>
          <w:lang w:eastAsia="en-US"/>
        </w:rPr>
      </w:pPr>
      <w:proofErr w:type="gramStart"/>
      <w:r w:rsidRPr="002E0D4E">
        <w:rPr>
          <w:rFonts w:eastAsiaTheme="minorHAnsi"/>
          <w:lang w:eastAsia="en-US"/>
        </w:rPr>
        <w:t>Исполнитель  _</w:t>
      </w:r>
      <w:proofErr w:type="gramEnd"/>
      <w:r w:rsidRPr="002E0D4E">
        <w:rPr>
          <w:rFonts w:eastAsiaTheme="minorHAnsi"/>
          <w:lang w:eastAsia="en-US"/>
        </w:rPr>
        <w:t xml:space="preserve">_____________________________                        ________________________________         ________________________________                                                         </w:t>
      </w:r>
    </w:p>
    <w:p w:rsidR="002874C7" w:rsidRPr="002E0D4E" w:rsidRDefault="00293099" w:rsidP="00293099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 xml:space="preserve">                                             (</w:t>
      </w:r>
      <w:proofErr w:type="gramStart"/>
      <w:r w:rsidRPr="002E0D4E">
        <w:rPr>
          <w:rFonts w:eastAsiaTheme="minorHAnsi"/>
          <w:lang w:eastAsia="en-US"/>
        </w:rPr>
        <w:t xml:space="preserve">должность)   </w:t>
      </w:r>
      <w:proofErr w:type="gramEnd"/>
      <w:r w:rsidRPr="002E0D4E">
        <w:rPr>
          <w:rFonts w:eastAsiaTheme="minorHAnsi"/>
          <w:lang w:eastAsia="en-US"/>
        </w:rPr>
        <w:t xml:space="preserve">                                           (фамилия, инициалы)                                           (телефон)</w:t>
      </w:r>
    </w:p>
    <w:p w:rsidR="00293099" w:rsidRPr="002E0D4E" w:rsidRDefault="00293099" w:rsidP="00293099">
      <w:pPr>
        <w:spacing w:after="200" w:line="276" w:lineRule="auto"/>
        <w:ind w:left="567"/>
        <w:rPr>
          <w:rFonts w:eastAsiaTheme="minorHAnsi"/>
          <w:lang w:eastAsia="en-US"/>
        </w:rPr>
      </w:pPr>
      <w:r w:rsidRPr="002E0D4E">
        <w:rPr>
          <w:rFonts w:eastAsiaTheme="minorHAnsi"/>
          <w:lang w:eastAsia="en-US"/>
        </w:rPr>
        <w:t>«__</w:t>
      </w:r>
      <w:proofErr w:type="gramStart"/>
      <w:r w:rsidRPr="002E0D4E">
        <w:rPr>
          <w:rFonts w:eastAsiaTheme="minorHAnsi"/>
          <w:lang w:eastAsia="en-US"/>
        </w:rPr>
        <w:t>_»_</w:t>
      </w:r>
      <w:proofErr w:type="gramEnd"/>
      <w:r w:rsidRPr="002E0D4E">
        <w:rPr>
          <w:rFonts w:eastAsiaTheme="minorHAnsi"/>
          <w:lang w:eastAsia="en-US"/>
        </w:rPr>
        <w:t>__________ 20____ г.</w:t>
      </w:r>
    </w:p>
    <w:p w:rsidR="00C72475" w:rsidRPr="002E0D4E" w:rsidRDefault="008F76B7" w:rsidP="008A796D">
      <w:pPr>
        <w:spacing w:after="1" w:line="280" w:lineRule="atLeast"/>
        <w:ind w:left="567" w:firstLine="567"/>
        <w:jc w:val="both"/>
      </w:pPr>
      <w:r w:rsidRPr="002E0D4E">
        <w:t>___________________________________________________________________</w:t>
      </w:r>
    </w:p>
    <w:p w:rsidR="00CE34D5" w:rsidRPr="002E0D4E" w:rsidRDefault="0069574A" w:rsidP="00F46908">
      <w:pPr>
        <w:autoSpaceDE w:val="0"/>
        <w:autoSpaceDN w:val="0"/>
        <w:adjustRightInd w:val="0"/>
        <w:ind w:left="567" w:right="-456" w:firstLine="567"/>
        <w:jc w:val="both"/>
      </w:pPr>
      <w:r w:rsidRPr="002E0D4E">
        <w:rPr>
          <w:vertAlign w:val="superscript"/>
        </w:rPr>
        <w:t>1</w:t>
      </w:r>
      <w:r w:rsidR="008F76B7" w:rsidRPr="002E0D4E">
        <w:t xml:space="preserve"> </w:t>
      </w:r>
      <w:r w:rsidR="00CE34D5" w:rsidRPr="002E0D4E">
        <w:t>Заполняется в случае, если Получателем является физическое лицо</w:t>
      </w:r>
    </w:p>
    <w:p w:rsidR="00BD5EDA" w:rsidRPr="002E0D4E" w:rsidRDefault="00CD520D" w:rsidP="00BD5EDA">
      <w:pPr>
        <w:autoSpaceDE w:val="0"/>
        <w:autoSpaceDN w:val="0"/>
        <w:adjustRightInd w:val="0"/>
        <w:ind w:left="567" w:right="-456" w:firstLine="567"/>
        <w:jc w:val="both"/>
      </w:pPr>
      <w:r w:rsidRPr="002E0D4E">
        <w:rPr>
          <w:vertAlign w:val="superscript"/>
        </w:rPr>
        <w:t xml:space="preserve">2 </w:t>
      </w:r>
      <w:r w:rsidRPr="002E0D4E">
        <w:t>При представлении уточненного отчета указывается номер корректировки (например, «1», «2», «3», «…»).</w:t>
      </w:r>
      <w:bookmarkStart w:id="109" w:name="P3303"/>
      <w:bookmarkEnd w:id="109"/>
    </w:p>
    <w:p w:rsidR="00F46908" w:rsidRPr="002E0D4E" w:rsidRDefault="0024155F" w:rsidP="00BD5EDA">
      <w:pPr>
        <w:autoSpaceDE w:val="0"/>
        <w:autoSpaceDN w:val="0"/>
        <w:adjustRightInd w:val="0"/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vertAlign w:val="superscript"/>
        </w:rPr>
        <w:t>3</w:t>
      </w:r>
      <w:r w:rsidR="006A6D5E" w:rsidRPr="002E0D4E">
        <w:rPr>
          <w:rFonts w:eastAsiaTheme="minorHAnsi"/>
          <w:lang w:eastAsia="en-US"/>
        </w:rPr>
        <w:t xml:space="preserve"> Показатели граф 1 - 5 форми</w:t>
      </w:r>
      <w:r w:rsidRPr="002E0D4E">
        <w:rPr>
          <w:rFonts w:eastAsiaTheme="minorHAnsi"/>
          <w:lang w:eastAsia="en-US"/>
        </w:rPr>
        <w:t>руются на основании показателей</w:t>
      </w:r>
      <w:r w:rsidR="006A6D5E" w:rsidRPr="002E0D4E">
        <w:rPr>
          <w:rFonts w:eastAsiaTheme="minorHAnsi"/>
          <w:lang w:eastAsia="en-US"/>
        </w:rPr>
        <w:t xml:space="preserve">, </w:t>
      </w:r>
      <w:hyperlink r:id="rId219" w:history="1">
        <w:r w:rsidR="00BD5EDA" w:rsidRPr="002E0D4E">
          <w:t>граф 1</w:t>
        </w:r>
      </w:hyperlink>
      <w:r w:rsidR="00BD5EDA" w:rsidRPr="002E0D4E">
        <w:t xml:space="preserve"> - </w:t>
      </w:r>
      <w:hyperlink r:id="rId220" w:history="1">
        <w:r w:rsidR="00BD5EDA" w:rsidRPr="002E0D4E">
          <w:t>5</w:t>
        </w:r>
      </w:hyperlink>
      <w:r w:rsidR="00BD5EDA" w:rsidRPr="002E0D4E">
        <w:t xml:space="preserve">, указанных в приложении к Соглашению, оформленному в соответствии с приложением </w:t>
      </w:r>
      <w:r w:rsidR="006A6D5E" w:rsidRPr="002E0D4E">
        <w:rPr>
          <w:rFonts w:eastAsiaTheme="minorHAnsi"/>
          <w:lang w:eastAsia="en-US"/>
        </w:rPr>
        <w:t xml:space="preserve">№ </w:t>
      </w:r>
      <w:r w:rsidRPr="002E0D4E">
        <w:rPr>
          <w:rFonts w:eastAsiaTheme="minorHAnsi"/>
          <w:lang w:eastAsia="en-US"/>
        </w:rPr>
        <w:t>4</w:t>
      </w:r>
      <w:r w:rsidR="006A6D5E" w:rsidRPr="002E0D4E">
        <w:rPr>
          <w:rFonts w:eastAsiaTheme="minorHAnsi"/>
          <w:lang w:eastAsia="en-US"/>
        </w:rPr>
        <w:t xml:space="preserve"> к настоящей Типовой форме. </w:t>
      </w:r>
    </w:p>
    <w:p w:rsidR="006A6D5E" w:rsidRPr="002E0D4E" w:rsidRDefault="00F46908" w:rsidP="00F46908">
      <w:pPr>
        <w:autoSpaceDE w:val="0"/>
        <w:autoSpaceDN w:val="0"/>
        <w:adjustRightInd w:val="0"/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4</w:t>
      </w:r>
      <w:r w:rsidRPr="002E0D4E">
        <w:rPr>
          <w:rFonts w:eastAsiaTheme="minorHAnsi"/>
          <w:lang w:eastAsia="en-US"/>
        </w:rPr>
        <w:t xml:space="preserve"> </w:t>
      </w:r>
      <w:r w:rsidR="006A6D5E" w:rsidRPr="002E0D4E">
        <w:rPr>
          <w:rFonts w:eastAsiaTheme="minorHAnsi"/>
          <w:lang w:eastAsia="en-US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приложением № </w:t>
      </w:r>
      <w:r w:rsidR="0024155F" w:rsidRPr="002E0D4E">
        <w:rPr>
          <w:rFonts w:eastAsiaTheme="minorHAnsi"/>
          <w:lang w:eastAsia="en-US"/>
        </w:rPr>
        <w:t>4</w:t>
      </w:r>
      <w:r w:rsidR="006A6D5E" w:rsidRPr="002E0D4E">
        <w:rPr>
          <w:rFonts w:eastAsiaTheme="minorHAnsi"/>
          <w:lang w:eastAsia="en-US"/>
        </w:rPr>
        <w:t xml:space="preserve"> к настоящей Типовой форме, на соответствующую дату.</w:t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</w:p>
    <w:p w:rsidR="006A6D5E" w:rsidRPr="002E0D4E" w:rsidRDefault="00003D41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5</w:t>
      </w:r>
      <w:r w:rsidR="006A6D5E" w:rsidRPr="002E0D4E">
        <w:rPr>
          <w:rFonts w:eastAsiaTheme="minorHAnsi"/>
          <w:lang w:eastAsia="en-US"/>
        </w:rPr>
        <w:t xml:space="preserve"> Заполняется в соответствии с пунк</w:t>
      </w:r>
      <w:r w:rsidR="00594ECE" w:rsidRPr="002E0D4E">
        <w:rPr>
          <w:rFonts w:eastAsiaTheme="minorHAnsi"/>
          <w:lang w:eastAsia="en-US"/>
        </w:rPr>
        <w:t xml:space="preserve">том 2.1 Соглашения на отчетный </w:t>
      </w:r>
      <w:r w:rsidR="006A6D5E" w:rsidRPr="002E0D4E">
        <w:rPr>
          <w:rFonts w:eastAsiaTheme="minorHAnsi"/>
          <w:lang w:eastAsia="en-US"/>
        </w:rPr>
        <w:t>финансовый год.</w:t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</w:p>
    <w:p w:rsidR="006A6D5E" w:rsidRPr="002E0D4E" w:rsidRDefault="00FD6D51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6</w:t>
      </w:r>
      <w:r w:rsidR="006A6D5E" w:rsidRPr="002E0D4E">
        <w:rPr>
          <w:rFonts w:eastAsiaTheme="minorHAnsi"/>
          <w:lang w:eastAsia="en-US"/>
        </w:rPr>
        <w:t xml:space="preserve"> Указываются значения показателей, отраженных в графе 3,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</w:p>
    <w:p w:rsidR="006A6D5E" w:rsidRPr="002E0D4E" w:rsidRDefault="00FD6D51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7</w:t>
      </w:r>
      <w:r w:rsidRPr="002E0D4E">
        <w:rPr>
          <w:rFonts w:eastAsiaTheme="minorHAnsi"/>
          <w:lang w:eastAsia="en-US"/>
        </w:rPr>
        <w:t xml:space="preserve"> </w:t>
      </w:r>
      <w:r w:rsidR="006A6D5E" w:rsidRPr="002E0D4E">
        <w:rPr>
          <w:rFonts w:eastAsiaTheme="minorHAnsi"/>
          <w:lang w:eastAsia="en-US"/>
        </w:rPr>
        <w:t>Перечень причин отклонений устанавливается финансовым органом.</w:t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</w:p>
    <w:p w:rsidR="00F46908" w:rsidRPr="002E0D4E" w:rsidRDefault="00F45633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lastRenderedPageBreak/>
        <w:t>8</w:t>
      </w:r>
      <w:r w:rsidR="006A6D5E" w:rsidRPr="002E0D4E">
        <w:rPr>
          <w:rFonts w:eastAsiaTheme="minorHAnsi"/>
          <w:lang w:eastAsia="en-US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грант. </w:t>
      </w:r>
    </w:p>
    <w:p w:rsidR="006A6D5E" w:rsidRPr="002E0D4E" w:rsidRDefault="00F45633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9</w:t>
      </w:r>
      <w:r w:rsidR="006A6D5E" w:rsidRPr="002E0D4E">
        <w:rPr>
          <w:rFonts w:eastAsiaTheme="minorHAnsi"/>
          <w:lang w:eastAsia="en-US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гранта, отраженным в графе 11. </w:t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  <w:r w:rsidR="006A6D5E" w:rsidRPr="002E0D4E">
        <w:rPr>
          <w:rFonts w:eastAsiaTheme="minorHAnsi"/>
          <w:lang w:eastAsia="en-US"/>
        </w:rPr>
        <w:tab/>
      </w:r>
    </w:p>
    <w:p w:rsidR="006A6D5E" w:rsidRPr="002E0D4E" w:rsidRDefault="006A6D5E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</w:t>
      </w:r>
      <w:r w:rsidR="00CA5159" w:rsidRPr="002E0D4E">
        <w:rPr>
          <w:rFonts w:eastAsiaTheme="minorHAnsi"/>
          <w:vertAlign w:val="superscript"/>
          <w:lang w:eastAsia="en-US"/>
        </w:rPr>
        <w:t>0</w:t>
      </w:r>
      <w:r w:rsidRPr="002E0D4E">
        <w:rPr>
          <w:rFonts w:eastAsiaTheme="minorHAnsi"/>
          <w:lang w:eastAsia="en-US"/>
        </w:rPr>
        <w:t xml:space="preserve"> Показатель формируется на 1 января года, следующего за отчетным (по окончанию срока действия соглашения).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6A6D5E" w:rsidRPr="002E0D4E" w:rsidRDefault="006A6D5E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</w:t>
      </w:r>
      <w:r w:rsidR="00CA5159" w:rsidRPr="002E0D4E">
        <w:rPr>
          <w:rFonts w:eastAsiaTheme="minorHAnsi"/>
          <w:vertAlign w:val="superscript"/>
          <w:lang w:eastAsia="en-US"/>
        </w:rPr>
        <w:t>1</w:t>
      </w:r>
      <w:r w:rsidR="00E97ECD" w:rsidRPr="002E0D4E">
        <w:rPr>
          <w:rFonts w:eastAsiaTheme="minorHAnsi"/>
          <w:lang w:eastAsia="en-US"/>
        </w:rPr>
        <w:t xml:space="preserve"> </w:t>
      </w:r>
      <w:r w:rsidRPr="002E0D4E">
        <w:rPr>
          <w:rFonts w:eastAsiaTheme="minorHAnsi"/>
          <w:lang w:eastAsia="en-US"/>
        </w:rPr>
        <w:t xml:space="preserve">Раздел 2 формируется </w:t>
      </w:r>
      <w:r w:rsidR="00B1296F" w:rsidRPr="002E0D4E">
        <w:t>Министерством, Комитетом, Агентством, иным органом (организацией</w:t>
      </w:r>
      <w:r w:rsidR="003416BF" w:rsidRPr="002E0D4E">
        <w:t xml:space="preserve">) </w:t>
      </w:r>
      <w:r w:rsidRPr="002E0D4E">
        <w:rPr>
          <w:rFonts w:eastAsiaTheme="minorHAnsi"/>
          <w:lang w:eastAsia="en-US"/>
        </w:rPr>
        <w:t>по состоянию на 1 января года, следующего за отчетным (по окончании срока действия Соглашения).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6A6D5E" w:rsidRPr="002E0D4E" w:rsidRDefault="006A6D5E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</w:t>
      </w:r>
      <w:r w:rsidR="0040090C" w:rsidRPr="002E0D4E">
        <w:rPr>
          <w:rFonts w:eastAsiaTheme="minorHAnsi"/>
          <w:vertAlign w:val="superscript"/>
          <w:lang w:eastAsia="en-US"/>
        </w:rPr>
        <w:t>2</w:t>
      </w:r>
      <w:r w:rsidRPr="002E0D4E">
        <w:rPr>
          <w:rFonts w:eastAsiaTheme="minorHAnsi"/>
          <w:vertAlign w:val="superscript"/>
          <w:lang w:eastAsia="en-US"/>
        </w:rPr>
        <w:t xml:space="preserve"> </w:t>
      </w:r>
      <w:r w:rsidRPr="002E0D4E">
        <w:rPr>
          <w:rFonts w:eastAsiaTheme="minorHAnsi"/>
          <w:lang w:eastAsia="en-US"/>
        </w:rPr>
        <w:t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EA5C74" w:rsidRPr="002E0D4E" w:rsidRDefault="006A6D5E" w:rsidP="00F46908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</w:t>
      </w:r>
      <w:r w:rsidR="0040090C" w:rsidRPr="002E0D4E">
        <w:rPr>
          <w:rFonts w:eastAsiaTheme="minorHAnsi"/>
          <w:vertAlign w:val="superscript"/>
          <w:lang w:eastAsia="en-US"/>
        </w:rPr>
        <w:t>3</w:t>
      </w:r>
      <w:r w:rsidRPr="002E0D4E">
        <w:rPr>
          <w:rFonts w:eastAsiaTheme="minorHAnsi"/>
          <w:lang w:eastAsia="en-US"/>
        </w:rPr>
        <w:t xml:space="preserve"> Указывается сумма, на которую подлежит уменьшению объем гранта (графа 1</w:t>
      </w:r>
      <w:r w:rsidR="00D667BC" w:rsidRPr="002E0D4E">
        <w:rPr>
          <w:rFonts w:eastAsiaTheme="minorHAnsi"/>
          <w:lang w:eastAsia="en-US"/>
        </w:rPr>
        <w:t>8</w:t>
      </w:r>
      <w:r w:rsidRPr="002E0D4E">
        <w:rPr>
          <w:rFonts w:eastAsiaTheme="minorHAnsi"/>
          <w:lang w:eastAsia="en-US"/>
        </w:rPr>
        <w:t xml:space="preserve"> раздела 1).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</w:p>
    <w:p w:rsidR="00EA5C74" w:rsidRPr="002E0D4E" w:rsidRDefault="006A6D5E" w:rsidP="008C6E7E">
      <w:pPr>
        <w:ind w:left="567" w:right="-456" w:firstLine="567"/>
        <w:jc w:val="both"/>
        <w:rPr>
          <w:rFonts w:eastAsiaTheme="minorHAnsi"/>
          <w:lang w:eastAsia="en-US"/>
        </w:rPr>
      </w:pPr>
      <w:r w:rsidRPr="002E0D4E">
        <w:rPr>
          <w:rFonts w:eastAsiaTheme="minorHAnsi"/>
          <w:vertAlign w:val="superscript"/>
          <w:lang w:eastAsia="en-US"/>
        </w:rPr>
        <w:t>1</w:t>
      </w:r>
      <w:r w:rsidR="00AC07F7" w:rsidRPr="002E0D4E">
        <w:rPr>
          <w:rFonts w:eastAsiaTheme="minorHAnsi"/>
          <w:vertAlign w:val="superscript"/>
          <w:lang w:eastAsia="en-US"/>
        </w:rPr>
        <w:t>4</w:t>
      </w:r>
      <w:r w:rsidRPr="002E0D4E">
        <w:rPr>
          <w:rFonts w:eastAsiaTheme="minorHAnsi"/>
          <w:vertAlign w:val="superscript"/>
          <w:lang w:eastAsia="en-US"/>
        </w:rPr>
        <w:t xml:space="preserve"> </w:t>
      </w:r>
      <w:r w:rsidRPr="002E0D4E">
        <w:rPr>
          <w:rFonts w:eastAsiaTheme="minorHAnsi"/>
          <w:lang w:eastAsia="en-US"/>
        </w:rPr>
        <w:t>Указывается объем перечисленного Получателю гранта, подлежащего возврату в бюджет</w:t>
      </w:r>
      <w:r w:rsidR="00AC07F7" w:rsidRPr="002E0D4E">
        <w:rPr>
          <w:rFonts w:eastAsiaTheme="minorHAnsi"/>
          <w:lang w:eastAsia="en-US"/>
        </w:rPr>
        <w:t xml:space="preserve"> Республики Татарстан</w:t>
      </w:r>
      <w:r w:rsidRPr="002E0D4E">
        <w:rPr>
          <w:rFonts w:eastAsiaTheme="minorHAnsi"/>
          <w:lang w:eastAsia="en-US"/>
        </w:rPr>
        <w:t xml:space="preserve">. </w:t>
      </w:r>
      <w:r w:rsidRPr="002E0D4E">
        <w:rPr>
          <w:rFonts w:eastAsiaTheme="minorHAnsi"/>
          <w:lang w:eastAsia="en-US"/>
        </w:rPr>
        <w:tab/>
      </w:r>
    </w:p>
    <w:p w:rsidR="003C0959" w:rsidRPr="002E0D4E" w:rsidRDefault="006A6D5E" w:rsidP="008C6E7E">
      <w:pPr>
        <w:ind w:left="567" w:right="-456" w:firstLine="567"/>
        <w:jc w:val="both"/>
        <w:rPr>
          <w:sz w:val="24"/>
          <w:szCs w:val="24"/>
        </w:rPr>
        <w:sectPr w:rsidR="003C0959" w:rsidRPr="002E0D4E" w:rsidSect="00D00242">
          <w:pgSz w:w="16838" w:h="11905" w:orient="landscape"/>
          <w:pgMar w:top="1134" w:right="820" w:bottom="567" w:left="567" w:header="0" w:footer="0" w:gutter="0"/>
          <w:cols w:space="720"/>
          <w:docGrid w:linePitch="272"/>
        </w:sectPr>
      </w:pPr>
      <w:r w:rsidRPr="002E0D4E">
        <w:rPr>
          <w:rFonts w:eastAsiaTheme="minorHAnsi"/>
          <w:vertAlign w:val="superscript"/>
          <w:lang w:eastAsia="en-US"/>
        </w:rPr>
        <w:t>1</w:t>
      </w:r>
      <w:r w:rsidR="0014719B" w:rsidRPr="002E0D4E">
        <w:rPr>
          <w:rFonts w:eastAsiaTheme="minorHAnsi"/>
          <w:vertAlign w:val="superscript"/>
          <w:lang w:eastAsia="en-US"/>
        </w:rPr>
        <w:t>5</w:t>
      </w:r>
      <w:r w:rsidRPr="002E0D4E">
        <w:rPr>
          <w:rFonts w:eastAsiaTheme="minorHAnsi"/>
          <w:lang w:eastAsia="en-US"/>
        </w:rPr>
        <w:t xml:space="preserve"> Указывается сумма штрафных санкций (пени), подлежащих перечислению в бюджет, в случае, если Правилами предоставления гранта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гранта.</w:t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  <w:r w:rsidRPr="002E0D4E">
        <w:rPr>
          <w:rFonts w:eastAsiaTheme="minorHAnsi"/>
          <w:sz w:val="24"/>
          <w:szCs w:val="24"/>
          <w:lang w:eastAsia="en-US"/>
        </w:rPr>
        <w:tab/>
      </w:r>
    </w:p>
    <w:p w:rsidR="0089222B" w:rsidRPr="002E0D4E" w:rsidRDefault="0089222B" w:rsidP="0089222B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6</w:t>
      </w:r>
    </w:p>
    <w:p w:rsidR="0089222B" w:rsidRPr="002E0D4E" w:rsidRDefault="0089222B" w:rsidP="0089222B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89222B" w:rsidRPr="002E0D4E" w:rsidRDefault="0089222B" w:rsidP="0089222B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89222B" w:rsidRPr="002E0D4E" w:rsidRDefault="0089222B" w:rsidP="0089222B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 w:rsidP="003C0959">
      <w:pPr>
        <w:spacing w:after="1" w:line="200" w:lineRule="atLeast"/>
        <w:jc w:val="center"/>
        <w:rPr>
          <w:sz w:val="24"/>
          <w:szCs w:val="24"/>
        </w:rPr>
      </w:pPr>
      <w:bookmarkStart w:id="110" w:name="P3672"/>
      <w:bookmarkEnd w:id="110"/>
      <w:r w:rsidRPr="002E0D4E">
        <w:rPr>
          <w:sz w:val="24"/>
          <w:szCs w:val="24"/>
        </w:rPr>
        <w:t>Отчет</w:t>
      </w:r>
    </w:p>
    <w:p w:rsidR="00ED0C50" w:rsidRPr="002E0D4E" w:rsidRDefault="00ED0C50" w:rsidP="003C0959">
      <w:pPr>
        <w:spacing w:after="1" w:line="20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 расходах, источником финансового обеспечения которых</w:t>
      </w:r>
    </w:p>
    <w:p w:rsidR="00ED0C50" w:rsidRPr="002E0D4E" w:rsidRDefault="00ED0C50" w:rsidP="003C0959">
      <w:pPr>
        <w:spacing w:after="1" w:line="200" w:lineRule="atLeast"/>
        <w:jc w:val="center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>является грант</w:t>
      </w:r>
      <w:r w:rsidR="001E6803" w:rsidRPr="002E0D4E">
        <w:rPr>
          <w:sz w:val="24"/>
          <w:szCs w:val="24"/>
        </w:rPr>
        <w:t xml:space="preserve"> </w:t>
      </w:r>
    </w:p>
    <w:p w:rsidR="00ED0C50" w:rsidRPr="002E0D4E" w:rsidRDefault="00ED0C50" w:rsidP="003C0959">
      <w:pPr>
        <w:spacing w:after="1" w:line="280" w:lineRule="atLeast"/>
        <w:jc w:val="center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41"/>
        <w:gridCol w:w="340"/>
        <w:gridCol w:w="571"/>
        <w:gridCol w:w="2948"/>
        <w:gridCol w:w="340"/>
        <w:gridCol w:w="2436"/>
        <w:gridCol w:w="992"/>
      </w:tblGrid>
      <w:tr w:rsidR="00ED0C50" w:rsidRPr="002E0D4E" w:rsidTr="001E6803"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ED0C50" w:rsidRPr="002E0D4E" w:rsidTr="001E6803"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331A3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на </w:t>
            </w:r>
            <w:r w:rsidR="00480AC6" w:rsidRPr="002E0D4E">
              <w:rPr>
                <w:sz w:val="24"/>
                <w:szCs w:val="24"/>
              </w:rPr>
              <w:t>«__»</w:t>
            </w:r>
            <w:r w:rsidRPr="002E0D4E">
              <w:rPr>
                <w:sz w:val="24"/>
                <w:szCs w:val="24"/>
              </w:rPr>
              <w:t xml:space="preserve"> ______ 20__ г. </w:t>
            </w:r>
            <w:r w:rsidR="00331A3A" w:rsidRPr="002E0D4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1E6803"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1E6803">
        <w:tc>
          <w:tcPr>
            <w:tcW w:w="3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3C0959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Наименование </w:t>
            </w:r>
            <w:r w:rsidR="00480AC6" w:rsidRPr="002E0D4E">
              <w:rPr>
                <w:sz w:val="24"/>
                <w:szCs w:val="24"/>
              </w:rPr>
              <w:t>главного распорядителя средств бюджета Республики Татарстан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1E6803"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Периодичность (годовая, квартальная)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1E6803"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Единица измерения: </w:t>
            </w:r>
            <w:proofErr w:type="spellStart"/>
            <w:r w:rsidRPr="002E0D4E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16001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221" w:history="1">
              <w:r w:rsidR="00ED0C50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3C0959" w:rsidRPr="002E0D4E" w:rsidRDefault="003C0959" w:rsidP="003C095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248"/>
        <w:gridCol w:w="1559"/>
        <w:gridCol w:w="1418"/>
        <w:gridCol w:w="1842"/>
      </w:tblGrid>
      <w:tr w:rsidR="003C0959" w:rsidRPr="002E0D4E" w:rsidTr="001E6803"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 w:rsidP="00331A3A">
            <w:pPr>
              <w:autoSpaceDE w:val="0"/>
              <w:autoSpaceDN w:val="0"/>
              <w:adjustRightInd w:val="0"/>
              <w:jc w:val="center"/>
            </w:pPr>
            <w:r w:rsidRPr="002E0D4E">
              <w:t>Код строки</w:t>
            </w:r>
            <w:r w:rsidR="001E6803" w:rsidRPr="002E0D4E">
              <w:t xml:space="preserve"> </w:t>
            </w:r>
            <w:r w:rsidR="00331A3A" w:rsidRPr="002E0D4E">
              <w:rPr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Код направления расходования гранта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Сумма</w:t>
            </w:r>
          </w:p>
        </w:tc>
      </w:tr>
      <w:tr w:rsidR="003C0959" w:rsidRPr="002E0D4E" w:rsidTr="001E6803"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отчетный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нарастающим итогом с начала года</w:t>
            </w: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начало года,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потребность в котором подтверждена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 w:rsidP="003C0959">
            <w:pPr>
              <w:autoSpaceDE w:val="0"/>
              <w:autoSpaceDN w:val="0"/>
              <w:adjustRightInd w:val="0"/>
              <w:jc w:val="both"/>
            </w:pPr>
            <w:r w:rsidRPr="002E0D4E">
              <w:t>подлежащий возврату в бюджет Республики Татарстан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Поступило средств,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3C0959" w:rsidRPr="002E0D4E" w:rsidRDefault="003C0959" w:rsidP="00281083">
            <w:pPr>
              <w:autoSpaceDE w:val="0"/>
              <w:autoSpaceDN w:val="0"/>
              <w:adjustRightInd w:val="0"/>
              <w:jc w:val="both"/>
            </w:pPr>
            <w:r w:rsidRPr="002E0D4E">
              <w:t>из бюджета</w:t>
            </w:r>
            <w:r w:rsidR="00281083" w:rsidRPr="002E0D4E">
              <w:t xml:space="preserve"> Республики Татарстан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0221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 xml:space="preserve">возврат дебиторской задолженности прошлых </w:t>
            </w:r>
            <w:r w:rsidRPr="002E0D4E">
              <w:lastRenderedPageBreak/>
              <w:t>лет, решение об использовании которой не принято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lastRenderedPageBreak/>
              <w:t>0222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по расходам,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выплаты персоналу,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закупка работ и услуг,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иные выплаты,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820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 них: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 w:rsidP="003C0959">
            <w:pPr>
              <w:autoSpaceDE w:val="0"/>
              <w:autoSpaceDN w:val="0"/>
              <w:adjustRightInd w:val="0"/>
              <w:jc w:val="both"/>
            </w:pPr>
            <w:r w:rsidRPr="002E0D4E">
              <w:t>Возвращено в бюджет Республики Татарстан,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израсходованных не по целевому назначению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результате применения штрафных санкций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сумме остатка гранта на начало года, потребность в которой не подтверждена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1E6803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Остаток гранта на конец отчетного периода, всего: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8B10B0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t>в том числе:</w:t>
            </w:r>
          </w:p>
          <w:p w:rsidR="003C0959" w:rsidRPr="002E0D4E" w:rsidRDefault="003C0959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требуется в направлении на те же цели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lastRenderedPageBreak/>
              <w:t>0510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  <w:tr w:rsidR="003C0959" w:rsidRPr="002E0D4E" w:rsidTr="008B10B0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 w:rsidP="003C0959">
            <w:pPr>
              <w:autoSpaceDE w:val="0"/>
              <w:autoSpaceDN w:val="0"/>
              <w:adjustRightInd w:val="0"/>
              <w:jc w:val="both"/>
            </w:pPr>
            <w:r w:rsidRPr="002E0D4E">
              <w:lastRenderedPageBreak/>
              <w:t>подлежит возврату в бюджет Республики Татарстан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0520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  <w:r w:rsidRPr="002E0D4E"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59" w:rsidRPr="002E0D4E" w:rsidRDefault="003C0959">
            <w:pPr>
              <w:autoSpaceDE w:val="0"/>
              <w:autoSpaceDN w:val="0"/>
              <w:adjustRightInd w:val="0"/>
            </w:pPr>
          </w:p>
        </w:tc>
      </w:tr>
    </w:tbl>
    <w:p w:rsidR="00ED0C50" w:rsidRPr="002E0D4E" w:rsidRDefault="00ED0C50">
      <w:pPr>
        <w:spacing w:after="1" w:line="280" w:lineRule="atLeast"/>
        <w:jc w:val="both"/>
      </w:pPr>
    </w:p>
    <w:p w:rsidR="006847D4" w:rsidRPr="002E0D4E" w:rsidRDefault="00ED0C50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Руководитель Получателя </w:t>
      </w:r>
      <w:r w:rsidR="00331A3A" w:rsidRPr="002E0D4E">
        <w:rPr>
          <w:sz w:val="24"/>
          <w:szCs w:val="24"/>
        </w:rPr>
        <w:t xml:space="preserve">  </w:t>
      </w:r>
      <w:r w:rsidRPr="002E0D4E">
        <w:rPr>
          <w:sz w:val="24"/>
          <w:szCs w:val="24"/>
        </w:rPr>
        <w:t xml:space="preserve">  ___________ </w:t>
      </w:r>
      <w:r w:rsidR="00332669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 xml:space="preserve"> _________  </w:t>
      </w:r>
      <w:r w:rsidR="00332669" w:rsidRPr="002E0D4E">
        <w:rPr>
          <w:sz w:val="24"/>
          <w:szCs w:val="24"/>
        </w:rPr>
        <w:t xml:space="preserve">  </w:t>
      </w:r>
      <w:r w:rsidRPr="002E0D4E">
        <w:rPr>
          <w:sz w:val="24"/>
          <w:szCs w:val="24"/>
        </w:rPr>
        <w:t xml:space="preserve"> _____________________</w:t>
      </w:r>
    </w:p>
    <w:p w:rsidR="00ED0C50" w:rsidRPr="002E0D4E" w:rsidRDefault="001E6803">
      <w:pPr>
        <w:spacing w:after="1" w:line="200" w:lineRule="atLeast"/>
        <w:jc w:val="both"/>
      </w:pPr>
      <w:r w:rsidRPr="002E0D4E">
        <w:t xml:space="preserve"> </w:t>
      </w:r>
      <w:r w:rsidR="00ED0C50" w:rsidRPr="002E0D4E">
        <w:t xml:space="preserve">(уполномоченное </w:t>
      </w:r>
      <w:proofErr w:type="gramStart"/>
      <w:r w:rsidR="00ED0C50" w:rsidRPr="002E0D4E">
        <w:t xml:space="preserve">лицо)   </w:t>
      </w:r>
      <w:proofErr w:type="gramEnd"/>
      <w:r w:rsidR="003C0959" w:rsidRPr="002E0D4E">
        <w:t xml:space="preserve">  </w:t>
      </w:r>
      <w:r w:rsidR="00ED0C50" w:rsidRPr="002E0D4E">
        <w:t xml:space="preserve"> </w:t>
      </w:r>
      <w:r w:rsidR="00331A3A" w:rsidRPr="002E0D4E">
        <w:t xml:space="preserve">                </w:t>
      </w:r>
      <w:r w:rsidR="00ED0C50" w:rsidRPr="002E0D4E">
        <w:t xml:space="preserve"> (должность) </w:t>
      </w:r>
      <w:r w:rsidR="006847D4" w:rsidRPr="002E0D4E">
        <w:t xml:space="preserve">  </w:t>
      </w:r>
      <w:r w:rsidR="003C0959" w:rsidRPr="002E0D4E">
        <w:t xml:space="preserve"> </w:t>
      </w:r>
      <w:r w:rsidR="00ED0C50" w:rsidRPr="002E0D4E">
        <w:t xml:space="preserve"> (подпись)  </w:t>
      </w:r>
      <w:r w:rsidR="003C0959" w:rsidRPr="002E0D4E">
        <w:t xml:space="preserve">  </w:t>
      </w:r>
      <w:r w:rsidRPr="002E0D4E">
        <w:t>(</w:t>
      </w:r>
      <w:r w:rsidR="00ED0C50" w:rsidRPr="002E0D4E">
        <w:t>расшифровка подписи)</w:t>
      </w:r>
    </w:p>
    <w:p w:rsidR="00ED0C50" w:rsidRPr="002E0D4E" w:rsidRDefault="00ED0C50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Исполнитель ___________ </w:t>
      </w:r>
      <w:r w:rsidR="00331A3A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 xml:space="preserve"> __________________</w:t>
      </w:r>
      <w:proofErr w:type="gramStart"/>
      <w:r w:rsidRPr="002E0D4E">
        <w:rPr>
          <w:sz w:val="24"/>
          <w:szCs w:val="24"/>
        </w:rPr>
        <w:t>_  _</w:t>
      </w:r>
      <w:proofErr w:type="gramEnd"/>
      <w:r w:rsidRPr="002E0D4E">
        <w:rPr>
          <w:sz w:val="24"/>
          <w:szCs w:val="24"/>
        </w:rPr>
        <w:t>____________</w:t>
      </w:r>
    </w:p>
    <w:p w:rsidR="00ED0C50" w:rsidRPr="002E0D4E" w:rsidRDefault="00ED0C50">
      <w:pPr>
        <w:spacing w:after="1" w:line="200" w:lineRule="atLeast"/>
        <w:jc w:val="both"/>
      </w:pPr>
      <w:r w:rsidRPr="002E0D4E">
        <w:t xml:space="preserve">            </w:t>
      </w:r>
      <w:r w:rsidR="00BA6B31" w:rsidRPr="002E0D4E">
        <w:t xml:space="preserve">               </w:t>
      </w:r>
      <w:r w:rsidR="00331A3A" w:rsidRPr="002E0D4E">
        <w:t xml:space="preserve"> </w:t>
      </w:r>
      <w:r w:rsidR="007806A8" w:rsidRPr="002E0D4E">
        <w:t xml:space="preserve"> </w:t>
      </w:r>
      <w:r w:rsidRPr="002E0D4E">
        <w:t>(</w:t>
      </w:r>
      <w:proofErr w:type="gramStart"/>
      <w:r w:rsidRPr="002E0D4E">
        <w:t xml:space="preserve">должность) </w:t>
      </w:r>
      <w:r w:rsidR="007806A8" w:rsidRPr="002E0D4E">
        <w:t xml:space="preserve">  </w:t>
      </w:r>
      <w:proofErr w:type="gramEnd"/>
      <w:r w:rsidR="007806A8" w:rsidRPr="002E0D4E">
        <w:t xml:space="preserve">       </w:t>
      </w:r>
      <w:r w:rsidRPr="002E0D4E">
        <w:t xml:space="preserve"> (фамилия, инициалы)    </w:t>
      </w:r>
      <w:r w:rsidR="007806A8" w:rsidRPr="002E0D4E">
        <w:t xml:space="preserve">             </w:t>
      </w:r>
      <w:r w:rsidRPr="002E0D4E">
        <w:t>(телефон)</w:t>
      </w:r>
    </w:p>
    <w:p w:rsidR="00ED0C50" w:rsidRPr="002E0D4E" w:rsidRDefault="00ED0C50">
      <w:pPr>
        <w:spacing w:after="1" w:line="200" w:lineRule="atLeast"/>
        <w:jc w:val="both"/>
      </w:pPr>
    </w:p>
    <w:p w:rsidR="00ED0C50" w:rsidRPr="002E0D4E" w:rsidRDefault="005267DD">
      <w:pPr>
        <w:spacing w:after="1" w:line="200" w:lineRule="atLeast"/>
        <w:jc w:val="both"/>
      </w:pPr>
      <w:r w:rsidRPr="002E0D4E">
        <w:t>«</w:t>
      </w:r>
      <w:r w:rsidR="00ED0C50" w:rsidRPr="002E0D4E">
        <w:t>__</w:t>
      </w:r>
      <w:r w:rsidRPr="002E0D4E">
        <w:t>»</w:t>
      </w:r>
      <w:r w:rsidR="00ED0C50" w:rsidRPr="002E0D4E">
        <w:t xml:space="preserve"> _______ 20__ г.</w:t>
      </w:r>
    </w:p>
    <w:p w:rsidR="00BA6B31" w:rsidRPr="002E0D4E" w:rsidRDefault="001E6803" w:rsidP="00331A3A">
      <w:pPr>
        <w:spacing w:after="1" w:line="200" w:lineRule="atLeast"/>
        <w:ind w:firstLine="567"/>
        <w:jc w:val="both"/>
      </w:pPr>
      <w:r w:rsidRPr="002E0D4E">
        <w:t>________________________________________</w:t>
      </w:r>
    </w:p>
    <w:p w:rsidR="00281083" w:rsidRPr="002E0D4E" w:rsidRDefault="00331A3A" w:rsidP="00C02DB8">
      <w:pPr>
        <w:ind w:firstLine="567"/>
        <w:jc w:val="both"/>
      </w:pPr>
      <w:r w:rsidRPr="002E0D4E">
        <w:rPr>
          <w:vertAlign w:val="superscript"/>
        </w:rPr>
        <w:t>1</w:t>
      </w:r>
      <w:r w:rsidR="001E6803" w:rsidRPr="002E0D4E">
        <w:t xml:space="preserve"> Отчет составляется нарастающим итогом с начала текущего финансового года.</w:t>
      </w:r>
    </w:p>
    <w:p w:rsidR="001E6803" w:rsidRPr="002E0D4E" w:rsidRDefault="00331A3A" w:rsidP="00C02DB8">
      <w:pPr>
        <w:ind w:firstLine="567"/>
        <w:jc w:val="both"/>
      </w:pPr>
      <w:r w:rsidRPr="002E0D4E">
        <w:rPr>
          <w:vertAlign w:val="superscript"/>
        </w:rPr>
        <w:t>2</w:t>
      </w:r>
      <w:r w:rsidR="001E6803" w:rsidRPr="002E0D4E">
        <w:t xml:space="preserve"> Показатели </w:t>
      </w:r>
      <w:hyperlink r:id="rId222" w:history="1">
        <w:r w:rsidR="001E6803" w:rsidRPr="002E0D4E">
          <w:t>строк 0100</w:t>
        </w:r>
      </w:hyperlink>
      <w:r w:rsidR="001E6803" w:rsidRPr="002E0D4E">
        <w:t xml:space="preserve"> - </w:t>
      </w:r>
      <w:hyperlink r:id="rId223" w:history="1">
        <w:r w:rsidR="001E6803" w:rsidRPr="002E0D4E">
          <w:t>0120</w:t>
        </w:r>
      </w:hyperlink>
      <w:r w:rsidR="001E6803" w:rsidRPr="002E0D4E">
        <w:t xml:space="preserve">, </w:t>
      </w:r>
      <w:hyperlink r:id="rId224" w:history="1">
        <w:r w:rsidR="001E6803" w:rsidRPr="002E0D4E">
          <w:t>0500</w:t>
        </w:r>
      </w:hyperlink>
      <w:r w:rsidR="001E6803" w:rsidRPr="002E0D4E">
        <w:t xml:space="preserve"> - </w:t>
      </w:r>
      <w:hyperlink r:id="rId225" w:history="1">
        <w:r w:rsidR="001E6803" w:rsidRPr="002E0D4E">
          <w:t>0520</w:t>
        </w:r>
      </w:hyperlink>
      <w:r w:rsidR="001E6803" w:rsidRPr="002E0D4E"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6B032C" w:rsidRPr="002E0D4E" w:rsidRDefault="006B032C" w:rsidP="006B032C">
      <w:pPr>
        <w:spacing w:line="280" w:lineRule="atLeast"/>
        <w:ind w:firstLine="567"/>
        <w:jc w:val="both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1E6803" w:rsidRPr="002E0D4E" w:rsidRDefault="001E6803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7F159A" w:rsidRPr="002E0D4E" w:rsidRDefault="007F159A">
      <w:pPr>
        <w:spacing w:after="1" w:line="280" w:lineRule="atLeast"/>
        <w:jc w:val="right"/>
        <w:outlineLvl w:val="1"/>
        <w:rPr>
          <w:sz w:val="28"/>
        </w:rPr>
      </w:pPr>
    </w:p>
    <w:p w:rsidR="002B6465" w:rsidRPr="002E0D4E" w:rsidRDefault="002B6465">
      <w:pPr>
        <w:spacing w:after="1" w:line="280" w:lineRule="atLeast"/>
        <w:jc w:val="right"/>
        <w:outlineLvl w:val="1"/>
        <w:rPr>
          <w:sz w:val="28"/>
        </w:rPr>
      </w:pPr>
    </w:p>
    <w:p w:rsidR="002B6465" w:rsidRPr="002E0D4E" w:rsidRDefault="002B6465">
      <w:pPr>
        <w:spacing w:after="1" w:line="280" w:lineRule="atLeast"/>
        <w:jc w:val="right"/>
        <w:outlineLvl w:val="1"/>
        <w:rPr>
          <w:sz w:val="28"/>
        </w:rPr>
      </w:pPr>
    </w:p>
    <w:p w:rsidR="00880080" w:rsidRPr="002E0D4E" w:rsidRDefault="00880080" w:rsidP="002B6465">
      <w:pPr>
        <w:spacing w:after="1" w:line="280" w:lineRule="atLeast"/>
        <w:jc w:val="right"/>
        <w:rPr>
          <w:sz w:val="24"/>
          <w:szCs w:val="24"/>
        </w:rPr>
      </w:pPr>
    </w:p>
    <w:p w:rsidR="002B6465" w:rsidRPr="002E0D4E" w:rsidRDefault="002B6465" w:rsidP="002B646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7</w:t>
      </w:r>
    </w:p>
    <w:p w:rsidR="002B6465" w:rsidRPr="002E0D4E" w:rsidRDefault="002B6465" w:rsidP="002B6465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2B6465" w:rsidRPr="002E0D4E" w:rsidRDefault="002B6465" w:rsidP="002B646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2B6465" w:rsidRPr="002E0D4E" w:rsidRDefault="002B6465" w:rsidP="002B646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2B6465" w:rsidRPr="002E0D4E" w:rsidRDefault="002B6465" w:rsidP="002B6465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bookmarkStart w:id="111" w:name="P3927"/>
      <w:bookmarkEnd w:id="111"/>
      <w:r w:rsidRPr="002E0D4E">
        <w:rPr>
          <w:sz w:val="24"/>
          <w:szCs w:val="24"/>
        </w:rPr>
        <w:t xml:space="preserve">Расчет размера штрафных санкций </w:t>
      </w:r>
      <w:r w:rsidR="00281083" w:rsidRPr="002E0D4E">
        <w:rPr>
          <w:sz w:val="24"/>
          <w:szCs w:val="24"/>
          <w:vertAlign w:val="superscript"/>
        </w:rPr>
        <w:t>1</w:t>
      </w:r>
    </w:p>
    <w:p w:rsidR="00ED0C50" w:rsidRPr="002E0D4E" w:rsidRDefault="00ED0C50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1"/>
        <w:gridCol w:w="571"/>
        <w:gridCol w:w="2948"/>
        <w:gridCol w:w="340"/>
        <w:gridCol w:w="2576"/>
        <w:gridCol w:w="992"/>
      </w:tblGrid>
      <w:tr w:rsidR="00ED0C50" w:rsidRPr="002E0D4E" w:rsidTr="00E45428">
        <w:tc>
          <w:tcPr>
            <w:tcW w:w="6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КОДЫ</w:t>
            </w:r>
          </w:p>
        </w:tc>
      </w:tr>
      <w:tr w:rsidR="00ED0C50" w:rsidRPr="002E0D4E" w:rsidTr="00E45428">
        <w:tc>
          <w:tcPr>
            <w:tcW w:w="6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 w:rsidP="00281083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на </w:t>
            </w:r>
            <w:r w:rsidR="005267DD" w:rsidRPr="002E0D4E">
              <w:rPr>
                <w:sz w:val="24"/>
                <w:szCs w:val="24"/>
              </w:rPr>
              <w:t>«</w:t>
            </w:r>
            <w:r w:rsidRPr="002E0D4E">
              <w:rPr>
                <w:sz w:val="24"/>
                <w:szCs w:val="24"/>
              </w:rPr>
              <w:t>__</w:t>
            </w:r>
            <w:r w:rsidR="005267DD" w:rsidRPr="002E0D4E">
              <w:rPr>
                <w:sz w:val="24"/>
                <w:szCs w:val="24"/>
              </w:rPr>
              <w:t>»</w:t>
            </w:r>
            <w:r w:rsidRPr="002E0D4E">
              <w:rPr>
                <w:sz w:val="24"/>
                <w:szCs w:val="24"/>
              </w:rPr>
              <w:t xml:space="preserve"> 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45428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3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45428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5267DD" w:rsidP="00795522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главного распорядителя средств бюджета Республики Татарстан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Глава по БК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D0C50" w:rsidRPr="002E0D4E" w:rsidTr="00E45428"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Единица измерения: руб</w:t>
            </w:r>
            <w:r w:rsidR="00E5640D" w:rsidRPr="002E0D4E">
              <w:rPr>
                <w:sz w:val="24"/>
                <w:szCs w:val="24"/>
              </w:rPr>
              <w:t>.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0C50" w:rsidRPr="002E0D4E" w:rsidRDefault="00ED0C50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0C50" w:rsidRPr="002E0D4E" w:rsidRDefault="00ED0C50">
            <w:pPr>
              <w:spacing w:after="1" w:line="280" w:lineRule="atLeast"/>
              <w:jc w:val="righ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50" w:rsidRPr="002E0D4E" w:rsidRDefault="0016001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hyperlink r:id="rId226" w:history="1">
              <w:r w:rsidR="00ED0C50" w:rsidRPr="002E0D4E">
                <w:rPr>
                  <w:sz w:val="24"/>
                  <w:szCs w:val="24"/>
                </w:rPr>
                <w:t>383</w:t>
              </w:r>
            </w:hyperlink>
          </w:p>
        </w:tc>
      </w:tr>
    </w:tbl>
    <w:p w:rsidR="00795522" w:rsidRPr="002E0D4E" w:rsidRDefault="00795522" w:rsidP="00795522">
      <w:pPr>
        <w:autoSpaceDE w:val="0"/>
        <w:autoSpaceDN w:val="0"/>
        <w:adjustRightInd w:val="0"/>
        <w:outlineLvl w:val="0"/>
      </w:pPr>
    </w:p>
    <w:tbl>
      <w:tblPr>
        <w:tblW w:w="111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992"/>
        <w:gridCol w:w="680"/>
        <w:gridCol w:w="738"/>
        <w:gridCol w:w="680"/>
        <w:gridCol w:w="879"/>
        <w:gridCol w:w="680"/>
        <w:gridCol w:w="1021"/>
        <w:gridCol w:w="624"/>
        <w:gridCol w:w="794"/>
        <w:gridCol w:w="1275"/>
        <w:gridCol w:w="936"/>
      </w:tblGrid>
      <w:tr w:rsidR="00795522" w:rsidRPr="002E0D4E" w:rsidTr="00E45428">
        <w:trPr>
          <w:gridAfter w:val="1"/>
          <w:wAfter w:w="936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 w:rsidP="00B24851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проекта (мероприятия)</w:t>
            </w:r>
            <w:r w:rsidR="00416F25" w:rsidRPr="002E0D4E">
              <w:rPr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 w:rsidP="00416F25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 показателя</w:t>
            </w:r>
            <w:r w:rsidR="00416F25" w:rsidRPr="002E0D4E">
              <w:rPr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Код строки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 xml:space="preserve">Единица измерения по </w:t>
            </w:r>
            <w:hyperlink r:id="rId227" w:history="1">
              <w:r w:rsidRPr="002E0D4E">
                <w:t>ОКЕИ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Значение показателя результата (иного показателя)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Объем гранта,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Корректирующие коэффициенты</w:t>
            </w:r>
            <w:r w:rsidR="005C6C22" w:rsidRPr="002E0D4E">
              <w:t xml:space="preserve"> </w:t>
            </w:r>
            <w:r w:rsidR="005C6C22" w:rsidRPr="002E0D4E">
              <w:rPr>
                <w:vertAlign w:val="superscript"/>
              </w:rPr>
              <w:t>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Размер штрафных санкций, руб. (1 - гр. 7 / гр. 6) x гр. 8 (гр. 10) x гр. 11 (гр. 12)</w:t>
            </w:r>
          </w:p>
        </w:tc>
      </w:tr>
      <w:tr w:rsidR="00795522" w:rsidRPr="002E0D4E" w:rsidTr="00E45428">
        <w:trPr>
          <w:gridAfter w:val="1"/>
          <w:wAfter w:w="936" w:type="dxa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наименование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код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B24851" w:rsidP="00416F25">
            <w:pPr>
              <w:autoSpaceDE w:val="0"/>
              <w:autoSpaceDN w:val="0"/>
              <w:adjustRightInd w:val="0"/>
              <w:jc w:val="center"/>
            </w:pPr>
            <w:r w:rsidRPr="002E0D4E">
              <w:t>П</w:t>
            </w:r>
            <w:r w:rsidR="00795522" w:rsidRPr="002E0D4E">
              <w:t>лановое</w:t>
            </w:r>
            <w:r w:rsidR="00416F25" w:rsidRPr="002E0D4E">
              <w:rPr>
                <w:vertAlign w:val="superscript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FF440F" w:rsidP="005C6C22">
            <w:pPr>
              <w:autoSpaceDE w:val="0"/>
              <w:autoSpaceDN w:val="0"/>
              <w:adjustRightInd w:val="0"/>
              <w:jc w:val="center"/>
            </w:pPr>
            <w:r w:rsidRPr="002E0D4E">
              <w:t>Д</w:t>
            </w:r>
            <w:r w:rsidR="00795522" w:rsidRPr="002E0D4E">
              <w:t>остигнутое</w:t>
            </w:r>
            <w:r w:rsidR="005C6C22" w:rsidRPr="002E0D4E">
              <w:rPr>
                <w:vertAlign w:val="superscript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из них израсходовано получателем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K1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K2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</w:p>
        </w:tc>
      </w:tr>
      <w:tr w:rsidR="00795522" w:rsidRPr="002E0D4E" w:rsidTr="00E45428">
        <w:trPr>
          <w:gridAfter w:val="1"/>
          <w:wAfter w:w="93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  <w:jc w:val="center"/>
            </w:pPr>
            <w:r w:rsidRPr="002E0D4E">
              <w:t>12</w:t>
            </w:r>
          </w:p>
        </w:tc>
      </w:tr>
      <w:tr w:rsidR="00795522" w:rsidRPr="002E0D4E" w:rsidTr="00E45428">
        <w:trPr>
          <w:gridAfter w:val="1"/>
          <w:wAfter w:w="93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</w:tr>
      <w:tr w:rsidR="00795522" w:rsidRPr="002E0D4E" w:rsidTr="00E45428">
        <w:trPr>
          <w:gridAfter w:val="1"/>
          <w:wAfter w:w="936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22" w:rsidRPr="002E0D4E" w:rsidRDefault="00795522">
            <w:pPr>
              <w:autoSpaceDE w:val="0"/>
              <w:autoSpaceDN w:val="0"/>
              <w:adjustRightInd w:val="0"/>
            </w:pPr>
          </w:p>
        </w:tc>
      </w:tr>
      <w:tr w:rsidR="00E5640D" w:rsidRPr="002E0D4E" w:rsidTr="00E45428"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  <w:r w:rsidRPr="002E0D4E"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</w:p>
        </w:tc>
        <w:tc>
          <w:tcPr>
            <w:tcW w:w="936" w:type="dxa"/>
          </w:tcPr>
          <w:p w:rsidR="00E5640D" w:rsidRPr="002E0D4E" w:rsidRDefault="00E5640D">
            <w:pPr>
              <w:autoSpaceDE w:val="0"/>
              <w:autoSpaceDN w:val="0"/>
              <w:adjustRightInd w:val="0"/>
            </w:pPr>
          </w:p>
        </w:tc>
      </w:tr>
    </w:tbl>
    <w:p w:rsidR="00281083" w:rsidRPr="002E0D4E" w:rsidRDefault="00281083" w:rsidP="00281083">
      <w:pPr>
        <w:tabs>
          <w:tab w:val="left" w:pos="545"/>
        </w:tabs>
        <w:spacing w:after="1" w:line="280" w:lineRule="atLeast"/>
        <w:outlineLvl w:val="1"/>
        <w:rPr>
          <w:sz w:val="28"/>
        </w:rPr>
      </w:pPr>
      <w:bookmarkStart w:id="112" w:name="P4024"/>
      <w:bookmarkEnd w:id="112"/>
      <w:r w:rsidRPr="002E0D4E">
        <w:rPr>
          <w:sz w:val="28"/>
        </w:rPr>
        <w:tab/>
        <w:t>_________________________________</w:t>
      </w:r>
    </w:p>
    <w:p w:rsidR="00281083" w:rsidRPr="002E0D4E" w:rsidRDefault="00281083" w:rsidP="00880080">
      <w:pPr>
        <w:tabs>
          <w:tab w:val="left" w:pos="545"/>
        </w:tabs>
        <w:ind w:firstLine="567"/>
        <w:jc w:val="both"/>
        <w:outlineLvl w:val="1"/>
      </w:pPr>
      <w:r w:rsidRPr="002E0D4E">
        <w:rPr>
          <w:vertAlign w:val="superscript"/>
        </w:rPr>
        <w:t>1</w:t>
      </w:r>
      <w:r w:rsidRPr="002E0D4E">
        <w:t xml:space="preserve"> </w:t>
      </w:r>
      <w:r w:rsidR="007F159A" w:rsidRPr="002E0D4E">
        <w:t>Заполняется в случае, если правилами предоставления гранта предусмотрено применение штрафных санкций за нарушение условий предоставления гранта.</w:t>
      </w:r>
    </w:p>
    <w:p w:rsidR="00416F25" w:rsidRPr="002E0D4E" w:rsidRDefault="00281083" w:rsidP="00880080">
      <w:pPr>
        <w:tabs>
          <w:tab w:val="left" w:pos="545"/>
        </w:tabs>
        <w:ind w:firstLine="567"/>
        <w:jc w:val="both"/>
        <w:outlineLvl w:val="1"/>
      </w:pPr>
      <w:r w:rsidRPr="002E0D4E">
        <w:rPr>
          <w:vertAlign w:val="superscript"/>
        </w:rPr>
        <w:t>2</w:t>
      </w:r>
      <w:r w:rsidR="00416F25" w:rsidRPr="002E0D4E">
        <w:t xml:space="preserve"> Указывается в случаях, если Правилами предоставления гранта предусмотрены конкретные мероприятия.</w:t>
      </w:r>
    </w:p>
    <w:p w:rsidR="00C339A6" w:rsidRPr="002E0D4E" w:rsidRDefault="00416F25" w:rsidP="00880080">
      <w:pPr>
        <w:tabs>
          <w:tab w:val="left" w:pos="545"/>
        </w:tabs>
        <w:ind w:firstLine="567"/>
        <w:jc w:val="both"/>
        <w:outlineLvl w:val="1"/>
      </w:pPr>
      <w:r w:rsidRPr="002E0D4E">
        <w:rPr>
          <w:vertAlign w:val="superscript"/>
        </w:rPr>
        <w:t>3</w:t>
      </w:r>
      <w:r w:rsidR="007F159A" w:rsidRPr="002E0D4E">
        <w:t xml:space="preserve"> Наименование показателя и плановое значение показателя должно соответствовать наименованию показателя и плановому значению, указанным в </w:t>
      </w:r>
      <w:hyperlink r:id="rId228" w:history="1">
        <w:r w:rsidR="007F159A" w:rsidRPr="002E0D4E">
          <w:t xml:space="preserve">приложении </w:t>
        </w:r>
        <w:r w:rsidR="00281083" w:rsidRPr="002E0D4E">
          <w:t>№</w:t>
        </w:r>
        <w:r w:rsidR="007F159A" w:rsidRPr="002E0D4E">
          <w:t xml:space="preserve"> </w:t>
        </w:r>
      </w:hyperlink>
      <w:r w:rsidRPr="002E0D4E">
        <w:t>5</w:t>
      </w:r>
      <w:r w:rsidR="007F159A" w:rsidRPr="002E0D4E">
        <w:t xml:space="preserve"> к настоящей Типовой форме.</w:t>
      </w:r>
    </w:p>
    <w:p w:rsidR="005C6C22" w:rsidRPr="002E0D4E" w:rsidRDefault="005C6C22" w:rsidP="00880080">
      <w:pPr>
        <w:tabs>
          <w:tab w:val="left" w:pos="545"/>
        </w:tabs>
        <w:ind w:firstLine="567"/>
        <w:jc w:val="both"/>
        <w:outlineLvl w:val="1"/>
      </w:pPr>
      <w:r w:rsidRPr="002E0D4E">
        <w:rPr>
          <w:vertAlign w:val="superscript"/>
        </w:rPr>
        <w:t xml:space="preserve">4 </w:t>
      </w:r>
      <w:r w:rsidR="007F159A" w:rsidRPr="002E0D4E">
        <w:t xml:space="preserve">Достигнутое значение показателя должно соответствовать достигнутому значению показателя, указанного в </w:t>
      </w:r>
      <w:hyperlink r:id="rId229" w:history="1">
        <w:r w:rsidR="007F159A" w:rsidRPr="002E0D4E">
          <w:t xml:space="preserve">графе </w:t>
        </w:r>
      </w:hyperlink>
      <w:r w:rsidR="006359D8" w:rsidRPr="002E0D4E">
        <w:t>10</w:t>
      </w:r>
      <w:r w:rsidR="007F159A" w:rsidRPr="002E0D4E">
        <w:t xml:space="preserve"> приложения </w:t>
      </w:r>
      <w:r w:rsidR="006359D8" w:rsidRPr="002E0D4E">
        <w:t>№</w:t>
      </w:r>
      <w:r w:rsidR="007F159A" w:rsidRPr="002E0D4E">
        <w:t xml:space="preserve"> </w:t>
      </w:r>
      <w:r w:rsidR="006359D8" w:rsidRPr="002E0D4E">
        <w:t>5</w:t>
      </w:r>
      <w:r w:rsidR="007F159A" w:rsidRPr="002E0D4E">
        <w:t xml:space="preserve"> к настоящей Типовой форме.</w:t>
      </w:r>
    </w:p>
    <w:p w:rsidR="00DB7EDD" w:rsidRPr="002E0D4E" w:rsidRDefault="00C339A6" w:rsidP="00880080">
      <w:pPr>
        <w:tabs>
          <w:tab w:val="left" w:pos="545"/>
        </w:tabs>
        <w:ind w:firstLine="567"/>
        <w:jc w:val="both"/>
        <w:outlineLvl w:val="1"/>
      </w:pPr>
      <w:r w:rsidRPr="002E0D4E">
        <w:rPr>
          <w:vertAlign w:val="superscript"/>
        </w:rPr>
        <w:t>5</w:t>
      </w:r>
      <w:r w:rsidR="007F159A" w:rsidRPr="002E0D4E">
        <w:t xml:space="preserve"> Заполняется в случае, если Правилами предоставления гранта при расчете штрафных санкций предусмотрено применение корректирующих коэффициентов.</w:t>
      </w:r>
    </w:p>
    <w:p w:rsidR="00880080" w:rsidRPr="002E0D4E" w:rsidRDefault="00880080" w:rsidP="00E16E35">
      <w:pPr>
        <w:spacing w:after="1" w:line="280" w:lineRule="atLeast"/>
        <w:jc w:val="right"/>
        <w:rPr>
          <w:sz w:val="24"/>
          <w:szCs w:val="24"/>
        </w:rPr>
      </w:pPr>
    </w:p>
    <w:p w:rsidR="00880080" w:rsidRPr="002E0D4E" w:rsidRDefault="00880080" w:rsidP="00E16E35">
      <w:pPr>
        <w:spacing w:after="1" w:line="280" w:lineRule="atLeast"/>
        <w:jc w:val="right"/>
        <w:rPr>
          <w:sz w:val="24"/>
          <w:szCs w:val="24"/>
        </w:rPr>
      </w:pPr>
    </w:p>
    <w:p w:rsidR="00880080" w:rsidRPr="002E0D4E" w:rsidRDefault="00880080" w:rsidP="00E16E35">
      <w:pPr>
        <w:spacing w:after="1" w:line="280" w:lineRule="atLeast"/>
        <w:jc w:val="right"/>
        <w:rPr>
          <w:sz w:val="24"/>
          <w:szCs w:val="24"/>
        </w:rPr>
      </w:pPr>
    </w:p>
    <w:p w:rsidR="00E16E35" w:rsidRPr="002E0D4E" w:rsidRDefault="00E16E35" w:rsidP="00E16E3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8</w:t>
      </w:r>
    </w:p>
    <w:p w:rsidR="00E16E35" w:rsidRPr="002E0D4E" w:rsidRDefault="00E16E35" w:rsidP="00E16E35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E16E35" w:rsidRPr="002E0D4E" w:rsidRDefault="00E16E35" w:rsidP="00E16E3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E16E35" w:rsidRPr="002E0D4E" w:rsidRDefault="00E16E35" w:rsidP="00E16E35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E16E35" w:rsidRPr="002E0D4E" w:rsidRDefault="00E16E35" w:rsidP="00E16E35">
      <w:pPr>
        <w:spacing w:after="1" w:line="280" w:lineRule="atLeast"/>
        <w:jc w:val="both"/>
      </w:pP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bookmarkStart w:id="113" w:name="P4042"/>
      <w:bookmarkEnd w:id="113"/>
      <w:r w:rsidRPr="002E0D4E">
        <w:rPr>
          <w:sz w:val="24"/>
          <w:szCs w:val="24"/>
        </w:rPr>
        <w:t>Дополнительное соглашение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к соглашению (договору) о предоставлении из </w:t>
      </w:r>
    </w:p>
    <w:p w:rsidR="008A3307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бюджета </w:t>
      </w:r>
      <w:r w:rsidR="008A3307" w:rsidRPr="002E0D4E">
        <w:rPr>
          <w:sz w:val="24"/>
          <w:szCs w:val="24"/>
        </w:rPr>
        <w:t xml:space="preserve">Республики Татарстан </w:t>
      </w:r>
      <w:r w:rsidRPr="002E0D4E">
        <w:rPr>
          <w:sz w:val="24"/>
          <w:szCs w:val="24"/>
        </w:rPr>
        <w:t xml:space="preserve">грантов в форме субсидий в соответствии с 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пунктом 4</w:t>
      </w:r>
      <w:r w:rsidR="008A3307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 xml:space="preserve">от </w:t>
      </w:r>
      <w:r w:rsidR="008A3307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</w:t>
      </w:r>
      <w:r w:rsidR="008A3307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________ 20__ г. </w:t>
      </w:r>
      <w:r w:rsidR="008A3307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______</w:t>
      </w:r>
      <w:r w:rsidR="00DC75C9" w:rsidRPr="002E0D4E">
        <w:rPr>
          <w:sz w:val="24"/>
          <w:szCs w:val="24"/>
        </w:rPr>
        <w:t xml:space="preserve"> </w:t>
      </w:r>
      <w:r w:rsidR="00A206BF" w:rsidRPr="002E0D4E">
        <w:rPr>
          <w:sz w:val="24"/>
          <w:szCs w:val="24"/>
          <w:vertAlign w:val="superscript"/>
        </w:rPr>
        <w:t>1</w:t>
      </w:r>
    </w:p>
    <w:p w:rsidR="00ED0C50" w:rsidRPr="002E0D4E" w:rsidRDefault="00ED0C50" w:rsidP="008A3307">
      <w:pPr>
        <w:spacing w:after="1" w:line="200" w:lineRule="atLeast"/>
        <w:jc w:val="center"/>
      </w:pPr>
      <w:r w:rsidRPr="002E0D4E">
        <w:t>г. ____________________________________________</w:t>
      </w:r>
    </w:p>
    <w:p w:rsidR="00ED0C50" w:rsidRPr="002E0D4E" w:rsidRDefault="00ED0C50" w:rsidP="008A3307">
      <w:pPr>
        <w:spacing w:after="1" w:line="200" w:lineRule="atLeast"/>
        <w:jc w:val="center"/>
      </w:pPr>
      <w:r w:rsidRPr="002E0D4E">
        <w:t>(место заключения дополнительного соглашения)</w:t>
      </w:r>
    </w:p>
    <w:p w:rsidR="00ED0C50" w:rsidRPr="002E0D4E" w:rsidRDefault="00ED0C50">
      <w:pPr>
        <w:spacing w:after="1" w:line="200" w:lineRule="atLeast"/>
        <w:jc w:val="both"/>
      </w:pPr>
    </w:p>
    <w:p w:rsidR="00ED0C50" w:rsidRPr="002E0D4E" w:rsidRDefault="008A3307">
      <w:pPr>
        <w:spacing w:after="1" w:line="200" w:lineRule="atLeast"/>
        <w:jc w:val="both"/>
      </w:pPr>
      <w:r w:rsidRPr="002E0D4E">
        <w:t>«</w:t>
      </w:r>
      <w:r w:rsidR="00ED0C50" w:rsidRPr="002E0D4E">
        <w:t>__</w:t>
      </w:r>
      <w:r w:rsidRPr="002E0D4E">
        <w:t>»</w:t>
      </w:r>
      <w:r w:rsidR="00ED0C50" w:rsidRPr="002E0D4E">
        <w:t xml:space="preserve"> _________________________ 20__ г.       </w:t>
      </w:r>
      <w:r w:rsidRPr="002E0D4E">
        <w:t xml:space="preserve">                                                                №</w:t>
      </w:r>
      <w:r w:rsidR="00ED0C50" w:rsidRPr="002E0D4E">
        <w:t xml:space="preserve"> ____________________________</w:t>
      </w:r>
    </w:p>
    <w:p w:rsidR="00ED0C50" w:rsidRPr="002E0D4E" w:rsidRDefault="00ED0C50">
      <w:pPr>
        <w:spacing w:after="1" w:line="200" w:lineRule="atLeast"/>
        <w:jc w:val="both"/>
      </w:pPr>
      <w:r w:rsidRPr="002E0D4E">
        <w:t xml:space="preserve">   (дата заключения дополнительного              </w:t>
      </w:r>
      <w:r w:rsidR="008A3307" w:rsidRPr="002E0D4E">
        <w:t xml:space="preserve">                                            </w:t>
      </w:r>
      <w:r w:rsidRPr="002E0D4E">
        <w:t xml:space="preserve"> </w:t>
      </w:r>
      <w:r w:rsidR="008A3307" w:rsidRPr="002E0D4E">
        <w:t xml:space="preserve">                       </w:t>
      </w:r>
      <w:proofErr w:type="gramStart"/>
      <w:r w:rsidR="008A3307" w:rsidRPr="002E0D4E">
        <w:t xml:space="preserve">   </w:t>
      </w:r>
      <w:r w:rsidRPr="002E0D4E">
        <w:t>(</w:t>
      </w:r>
      <w:proofErr w:type="gramEnd"/>
      <w:r w:rsidRPr="002E0D4E">
        <w:t>номер дополнительного</w:t>
      </w:r>
    </w:p>
    <w:p w:rsidR="00ED0C50" w:rsidRPr="002E0D4E" w:rsidRDefault="00ED0C50">
      <w:pPr>
        <w:spacing w:after="1" w:line="200" w:lineRule="atLeast"/>
        <w:jc w:val="both"/>
      </w:pPr>
      <w:r w:rsidRPr="002E0D4E">
        <w:t xml:space="preserve">              </w:t>
      </w:r>
      <w:proofErr w:type="gramStart"/>
      <w:r w:rsidRPr="002E0D4E">
        <w:t xml:space="preserve">соглашения)   </w:t>
      </w:r>
      <w:proofErr w:type="gramEnd"/>
      <w:r w:rsidRPr="002E0D4E">
        <w:t xml:space="preserve">                           </w:t>
      </w:r>
      <w:r w:rsidR="008A3307" w:rsidRPr="002E0D4E">
        <w:t xml:space="preserve">                                                                               </w:t>
      </w:r>
      <w:r w:rsidRPr="002E0D4E">
        <w:t xml:space="preserve"> </w:t>
      </w:r>
      <w:r w:rsidR="008A3307" w:rsidRPr="002E0D4E">
        <w:t xml:space="preserve">                       </w:t>
      </w:r>
      <w:r w:rsidRPr="002E0D4E">
        <w:t>соглашения)</w:t>
      </w:r>
    </w:p>
    <w:p w:rsidR="00ED0C50" w:rsidRPr="002E0D4E" w:rsidRDefault="00ED0C50">
      <w:pPr>
        <w:spacing w:after="1" w:line="200" w:lineRule="atLeast"/>
        <w:jc w:val="both"/>
      </w:pPr>
    </w:p>
    <w:p w:rsidR="00702114" w:rsidRPr="002E0D4E" w:rsidRDefault="00702114" w:rsidP="00702114">
      <w:pPr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____________________________________________________________________________________,</w:t>
      </w:r>
    </w:p>
    <w:p w:rsidR="00702114" w:rsidRPr="002E0D4E" w:rsidRDefault="00702114" w:rsidP="00702114">
      <w:pPr>
        <w:autoSpaceDE w:val="0"/>
        <w:autoSpaceDN w:val="0"/>
        <w:adjustRightInd w:val="0"/>
        <w:jc w:val="center"/>
        <w:outlineLvl w:val="0"/>
      </w:pPr>
      <w:r w:rsidRPr="002E0D4E">
        <w:t>(наименование исполнительного органа государственной власти Республики</w:t>
      </w:r>
    </w:p>
    <w:p w:rsidR="00702114" w:rsidRPr="002E0D4E" w:rsidRDefault="00702114" w:rsidP="00702114">
      <w:pPr>
        <w:autoSpaceDE w:val="0"/>
        <w:autoSpaceDN w:val="0"/>
        <w:adjustRightInd w:val="0"/>
        <w:jc w:val="center"/>
        <w:outlineLvl w:val="0"/>
      </w:pPr>
      <w:r w:rsidRPr="002E0D4E">
        <w:t>Татарстан (государственного органа), осуществляющего функции главного</w:t>
      </w:r>
    </w:p>
    <w:p w:rsidR="00702114" w:rsidRPr="002E0D4E" w:rsidRDefault="00702114" w:rsidP="00702114">
      <w:pPr>
        <w:autoSpaceDE w:val="0"/>
        <w:autoSpaceDN w:val="0"/>
        <w:adjustRightInd w:val="0"/>
        <w:jc w:val="center"/>
        <w:outlineLvl w:val="0"/>
      </w:pPr>
      <w:r w:rsidRPr="002E0D4E">
        <w:t>распорядителя средств бюджета Республики Татарстан)</w:t>
      </w:r>
    </w:p>
    <w:p w:rsidR="00702114" w:rsidRPr="002E0D4E" w:rsidRDefault="00702114" w:rsidP="00702114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которому(ой)  как  получателю  средств бюджета Республики  Татарстан доведены лимиты бюджетных  обязательств  на  предоставление  гранта  в  форме  субсидии  в соответствии  с </w:t>
      </w:r>
      <w:hyperlink r:id="rId230" w:history="1">
        <w:r w:rsidRPr="002E0D4E">
          <w:rPr>
            <w:sz w:val="24"/>
            <w:szCs w:val="24"/>
          </w:rPr>
          <w:t>пунктом 4 статьи 78</w:t>
        </w:r>
      </w:hyperlink>
      <w:r w:rsidR="00D77257"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Федерации, именуемый в дальнейшем___________________________________________________________________</w:t>
      </w:r>
      <w:r w:rsidR="007D1ACC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__,</w:t>
      </w:r>
    </w:p>
    <w:p w:rsidR="00702114" w:rsidRPr="002E0D4E" w:rsidRDefault="00702114" w:rsidP="00702114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                       (Министерство, Комитет, Агентство, иной орган (организация))</w:t>
      </w:r>
    </w:p>
    <w:p w:rsidR="00702114" w:rsidRPr="002E0D4E" w:rsidRDefault="00702114" w:rsidP="00702114">
      <w:pPr>
        <w:spacing w:line="200" w:lineRule="atLeast"/>
        <w:jc w:val="both"/>
        <w:rPr>
          <w:rFonts w:ascii="SL_Times New Roman" w:hAnsi="SL_Times New Roman"/>
          <w:sz w:val="24"/>
        </w:rPr>
      </w:pPr>
      <w:r w:rsidRPr="002E0D4E">
        <w:rPr>
          <w:sz w:val="24"/>
          <w:szCs w:val="24"/>
        </w:rPr>
        <w:t>в лице ________________________________________________________</w:t>
      </w:r>
      <w:r w:rsidR="007D1ACC" w:rsidRPr="002E0D4E">
        <w:rPr>
          <w:sz w:val="24"/>
          <w:szCs w:val="24"/>
        </w:rPr>
        <w:t>______________________</w:t>
      </w:r>
      <w:r w:rsidRPr="002E0D4E">
        <w:rPr>
          <w:sz w:val="24"/>
          <w:szCs w:val="24"/>
        </w:rPr>
        <w:t xml:space="preserve">,                  </w:t>
      </w:r>
      <w:r w:rsidRPr="002E0D4E">
        <w:rPr>
          <w:rFonts w:ascii="SL_Times New Roman" w:hAnsi="SL_Times New Roman"/>
          <w:sz w:val="24"/>
        </w:rPr>
        <w:t xml:space="preserve">         </w:t>
      </w:r>
    </w:p>
    <w:p w:rsidR="00702114" w:rsidRPr="002E0D4E" w:rsidRDefault="00702114" w:rsidP="00702114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</w:rPr>
        <w:t xml:space="preserve">              </w:t>
      </w:r>
      <w:r w:rsidRPr="002E0D4E">
        <w:rPr>
          <w:rFonts w:ascii="Times New Roman" w:hAnsi="Times New Roman"/>
          <w:b w:val="0"/>
          <w:sz w:val="20"/>
        </w:rPr>
        <w:t xml:space="preserve">(наименование должности, а также фамилия, имя, отчество (при наличии) руководителя Министерства </w:t>
      </w:r>
    </w:p>
    <w:p w:rsidR="00702114" w:rsidRPr="002E0D4E" w:rsidRDefault="00702114" w:rsidP="00702114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(Комитета, Агентства, иного органа (организации) или уполномоченного им лица)</w:t>
      </w:r>
    </w:p>
    <w:p w:rsidR="00702114" w:rsidRPr="002E0D4E" w:rsidRDefault="00702114" w:rsidP="007D1ACC">
      <w:pPr>
        <w:spacing w:line="200" w:lineRule="atLeast"/>
        <w:jc w:val="both"/>
      </w:pPr>
      <w:r w:rsidRPr="002E0D4E">
        <w:rPr>
          <w:sz w:val="24"/>
          <w:szCs w:val="24"/>
        </w:rPr>
        <w:t xml:space="preserve"> действующего(ей) на основании</w:t>
      </w:r>
      <w:r w:rsidR="007D1ACC" w:rsidRPr="002E0D4E">
        <w:rPr>
          <w:sz w:val="24"/>
          <w:szCs w:val="24"/>
        </w:rPr>
        <w:t>________________________________________________________ __</w:t>
      </w:r>
      <w:r w:rsidRPr="002E0D4E">
        <w:rPr>
          <w:sz w:val="24"/>
          <w:szCs w:val="24"/>
        </w:rPr>
        <w:t>__________________________________________________________________________________,</w:t>
      </w:r>
    </w:p>
    <w:p w:rsidR="00702114" w:rsidRPr="002E0D4E" w:rsidRDefault="00702114" w:rsidP="00702114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(положения) Министерства (Комитета, Агентства, иного органа (организации)), доверенности, приказа или иного документа, удостоверяющего полномочия)</w:t>
      </w:r>
    </w:p>
    <w:p w:rsidR="00702114" w:rsidRPr="002E0D4E" w:rsidRDefault="00702114" w:rsidP="00702114">
      <w:pPr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с одной стороны, и_____________________________________________________________</w:t>
      </w:r>
      <w:r w:rsidR="0018788E" w:rsidRPr="002E0D4E">
        <w:rPr>
          <w:sz w:val="24"/>
          <w:szCs w:val="24"/>
        </w:rPr>
        <w:t>______</w:t>
      </w:r>
      <w:r w:rsidRPr="002E0D4E">
        <w:rPr>
          <w:sz w:val="24"/>
          <w:szCs w:val="24"/>
        </w:rPr>
        <w:t>,</w:t>
      </w:r>
    </w:p>
    <w:p w:rsidR="00702114" w:rsidRPr="002E0D4E" w:rsidRDefault="00702114" w:rsidP="00702114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sz w:val="20"/>
        </w:rPr>
        <w:t xml:space="preserve">                                               </w:t>
      </w:r>
      <w:r w:rsidRPr="002E0D4E">
        <w:rPr>
          <w:rFonts w:ascii="Times New Roman" w:hAnsi="Times New Roman"/>
          <w:b w:val="0"/>
          <w:sz w:val="20"/>
        </w:rPr>
        <w:t>(наименование некоммерческой организации, не являющейся казенным учреждением)</w:t>
      </w:r>
    </w:p>
    <w:p w:rsidR="00702114" w:rsidRPr="002E0D4E" w:rsidRDefault="00702114" w:rsidP="00702114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именуемый в дальнейшем «Получатель», в лице __________________________________________</w:t>
      </w:r>
    </w:p>
    <w:p w:rsidR="00702114" w:rsidRPr="002E0D4E" w:rsidRDefault="00702114" w:rsidP="00702114">
      <w:pPr>
        <w:spacing w:after="1" w:line="200" w:lineRule="atLeast"/>
        <w:jc w:val="both"/>
      </w:pPr>
      <w:r w:rsidRPr="002E0D4E">
        <w:rPr>
          <w:sz w:val="24"/>
          <w:szCs w:val="24"/>
        </w:rPr>
        <w:t>_________________________________________________</w:t>
      </w:r>
      <w:r w:rsidR="00360C48" w:rsidRPr="002E0D4E">
        <w:rPr>
          <w:sz w:val="24"/>
          <w:szCs w:val="24"/>
        </w:rPr>
        <w:t>___________________________________</w:t>
      </w:r>
      <w:r w:rsidRPr="002E0D4E">
        <w:rPr>
          <w:sz w:val="24"/>
          <w:szCs w:val="24"/>
        </w:rPr>
        <w:t>,</w:t>
      </w:r>
    </w:p>
    <w:p w:rsidR="00702114" w:rsidRPr="002E0D4E" w:rsidRDefault="00702114" w:rsidP="00702114">
      <w:pPr>
        <w:spacing w:after="1" w:line="200" w:lineRule="atLeast"/>
        <w:jc w:val="center"/>
      </w:pPr>
      <w:r w:rsidRPr="002E0D4E"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702114" w:rsidRPr="002E0D4E" w:rsidRDefault="00702114" w:rsidP="00702114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действующего(ей) на основании</w:t>
      </w:r>
      <w:r w:rsidR="00360C48" w:rsidRPr="002E0D4E">
        <w:rPr>
          <w:sz w:val="24"/>
          <w:szCs w:val="24"/>
        </w:rPr>
        <w:t>__</w:t>
      </w:r>
      <w:r w:rsidRPr="002E0D4E">
        <w:rPr>
          <w:sz w:val="24"/>
          <w:szCs w:val="24"/>
        </w:rPr>
        <w:t>_______________________________________________________</w:t>
      </w:r>
    </w:p>
    <w:p w:rsidR="00702114" w:rsidRPr="002E0D4E" w:rsidRDefault="00702114" w:rsidP="00702114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</w:t>
      </w:r>
      <w:r w:rsidR="00360C48" w:rsidRPr="002E0D4E">
        <w:rPr>
          <w:sz w:val="24"/>
          <w:szCs w:val="24"/>
        </w:rPr>
        <w:t>____________________________________</w:t>
      </w:r>
      <w:r w:rsidRPr="002E0D4E">
        <w:rPr>
          <w:sz w:val="24"/>
          <w:szCs w:val="24"/>
        </w:rPr>
        <w:t>,</w:t>
      </w:r>
    </w:p>
    <w:p w:rsidR="00702114" w:rsidRPr="002E0D4E" w:rsidRDefault="00702114" w:rsidP="00702114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некоммерческой организации)</w:t>
      </w:r>
    </w:p>
    <w:p w:rsidR="00ED0C50" w:rsidRPr="002E0D4E" w:rsidRDefault="00702114" w:rsidP="00702114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с  другой  стороны</w:t>
      </w:r>
      <w:r w:rsidRPr="002E0D4E">
        <w:rPr>
          <w:sz w:val="28"/>
          <w:szCs w:val="28"/>
        </w:rPr>
        <w:t>,</w:t>
      </w:r>
      <w:r w:rsidR="007F2108" w:rsidRPr="002E0D4E">
        <w:rPr>
          <w:sz w:val="28"/>
          <w:szCs w:val="28"/>
        </w:rPr>
        <w:t xml:space="preserve"> </w:t>
      </w:r>
      <w:r w:rsidR="008A3307" w:rsidRPr="002E0D4E">
        <w:rPr>
          <w:sz w:val="24"/>
          <w:szCs w:val="24"/>
        </w:rPr>
        <w:t>далее  именуемые «Стороны», в соответствии с</w:t>
      </w:r>
      <w:r w:rsidR="00ED0C50" w:rsidRPr="002E0D4E">
        <w:rPr>
          <w:rFonts w:ascii="Courier New" w:hAnsi="Courier New" w:cs="Courier New"/>
          <w:sz w:val="24"/>
          <w:szCs w:val="24"/>
        </w:rPr>
        <w:t xml:space="preserve"> </w:t>
      </w:r>
      <w:hyperlink w:anchor="P2612" w:history="1">
        <w:r w:rsidR="00ED0C50" w:rsidRPr="002E0D4E">
          <w:rPr>
            <w:sz w:val="24"/>
            <w:szCs w:val="24"/>
          </w:rPr>
          <w:t>пунктом 7.3</w:t>
        </w:r>
      </w:hyperlink>
      <w:r w:rsidR="008A3307" w:rsidRPr="002E0D4E">
        <w:rPr>
          <w:sz w:val="24"/>
          <w:szCs w:val="24"/>
        </w:rPr>
        <w:t xml:space="preserve"> </w:t>
      </w:r>
      <w:r w:rsidR="00ED0C50" w:rsidRPr="002E0D4E">
        <w:rPr>
          <w:sz w:val="24"/>
          <w:szCs w:val="24"/>
        </w:rPr>
        <w:t>Соглашения  (договора)  о  предоставлении из бюджета</w:t>
      </w:r>
      <w:r w:rsidR="008A3307" w:rsidRPr="002E0D4E">
        <w:rPr>
          <w:sz w:val="24"/>
          <w:szCs w:val="24"/>
        </w:rPr>
        <w:t xml:space="preserve"> Республики Татарстан</w:t>
      </w:r>
      <w:r w:rsidR="00ED0C50" w:rsidRPr="002E0D4E">
        <w:rPr>
          <w:sz w:val="24"/>
          <w:szCs w:val="24"/>
        </w:rPr>
        <w:t xml:space="preserve"> грантов в</w:t>
      </w:r>
      <w:r w:rsidR="008A3307" w:rsidRPr="002E0D4E">
        <w:rPr>
          <w:sz w:val="24"/>
          <w:szCs w:val="24"/>
        </w:rPr>
        <w:t xml:space="preserve"> </w:t>
      </w:r>
      <w:r w:rsidR="00ED0C50" w:rsidRPr="002E0D4E">
        <w:rPr>
          <w:sz w:val="24"/>
          <w:szCs w:val="24"/>
        </w:rPr>
        <w:t xml:space="preserve">форме  субсидий  в  соответствии с </w:t>
      </w:r>
      <w:hyperlink r:id="rId231" w:history="1">
        <w:r w:rsidR="00ED0C50" w:rsidRPr="002E0D4E">
          <w:rPr>
            <w:sz w:val="24"/>
            <w:szCs w:val="24"/>
          </w:rPr>
          <w:t>пунктом 4 статьи 78</w:t>
        </w:r>
        <w:r w:rsidR="00ED0C50" w:rsidRPr="002E0D4E">
          <w:rPr>
            <w:sz w:val="24"/>
            <w:szCs w:val="24"/>
            <w:vertAlign w:val="superscript"/>
          </w:rPr>
          <w:t>1</w:t>
        </w:r>
      </w:hyperlink>
      <w:r w:rsidR="00ED0C50" w:rsidRPr="002E0D4E">
        <w:rPr>
          <w:sz w:val="24"/>
          <w:szCs w:val="24"/>
        </w:rPr>
        <w:t xml:space="preserve"> Бюджетного кодекса</w:t>
      </w:r>
      <w:r w:rsidR="008A3307" w:rsidRPr="002E0D4E">
        <w:rPr>
          <w:sz w:val="24"/>
          <w:szCs w:val="24"/>
        </w:rPr>
        <w:t xml:space="preserve"> Российской</w:t>
      </w:r>
      <w:r w:rsidR="000143E8" w:rsidRPr="002E0D4E">
        <w:rPr>
          <w:sz w:val="24"/>
          <w:szCs w:val="24"/>
        </w:rPr>
        <w:t xml:space="preserve"> </w:t>
      </w:r>
      <w:r w:rsidR="008A3307" w:rsidRPr="002E0D4E">
        <w:rPr>
          <w:sz w:val="24"/>
          <w:szCs w:val="24"/>
        </w:rPr>
        <w:t>Федерации  от «</w:t>
      </w:r>
      <w:r w:rsidR="00ED0C50" w:rsidRPr="002E0D4E">
        <w:rPr>
          <w:sz w:val="24"/>
          <w:szCs w:val="24"/>
        </w:rPr>
        <w:t>__</w:t>
      </w:r>
      <w:r w:rsidR="008A3307" w:rsidRPr="002E0D4E">
        <w:rPr>
          <w:sz w:val="24"/>
          <w:szCs w:val="24"/>
        </w:rPr>
        <w:t>»</w:t>
      </w:r>
      <w:r w:rsidR="00ED0C50" w:rsidRPr="002E0D4E">
        <w:rPr>
          <w:sz w:val="24"/>
          <w:szCs w:val="24"/>
        </w:rPr>
        <w:t xml:space="preserve">  ________  </w:t>
      </w:r>
      <w:r w:rsidR="008A3307" w:rsidRPr="002E0D4E">
        <w:rPr>
          <w:sz w:val="24"/>
          <w:szCs w:val="24"/>
        </w:rPr>
        <w:t>№</w:t>
      </w:r>
      <w:r w:rsidR="00ED0C50" w:rsidRPr="002E0D4E">
        <w:rPr>
          <w:sz w:val="24"/>
          <w:szCs w:val="24"/>
        </w:rPr>
        <w:t xml:space="preserve">  _____  (далее  - Соглашение)</w:t>
      </w:r>
      <w:r w:rsidR="008A3307" w:rsidRPr="002E0D4E">
        <w:rPr>
          <w:sz w:val="24"/>
          <w:szCs w:val="24"/>
        </w:rPr>
        <w:t xml:space="preserve"> </w:t>
      </w:r>
      <w:r w:rsidR="00ED0C50" w:rsidRPr="002E0D4E">
        <w:rPr>
          <w:sz w:val="24"/>
          <w:szCs w:val="24"/>
        </w:rPr>
        <w:t>заключили настоящее Дополнительное соглашение к Соглашению о нижеследующем.</w:t>
      </w:r>
    </w:p>
    <w:p w:rsidR="00C11DF8" w:rsidRPr="002E0D4E" w:rsidRDefault="00ED0C50" w:rsidP="00C11DF8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 Внести в Соглашение следующие изменения</w:t>
      </w:r>
      <w:r w:rsidR="00DC75C9" w:rsidRPr="002E0D4E">
        <w:rPr>
          <w:sz w:val="24"/>
          <w:szCs w:val="24"/>
        </w:rPr>
        <w:t xml:space="preserve"> </w:t>
      </w:r>
      <w:r w:rsidR="00A206BF" w:rsidRPr="002E0D4E">
        <w:rPr>
          <w:sz w:val="24"/>
          <w:szCs w:val="24"/>
          <w:vertAlign w:val="superscript"/>
        </w:rPr>
        <w:t>2</w:t>
      </w:r>
      <w:r w:rsidRPr="002E0D4E">
        <w:rPr>
          <w:sz w:val="24"/>
          <w:szCs w:val="24"/>
        </w:rPr>
        <w:t>:</w:t>
      </w:r>
    </w:p>
    <w:p w:rsidR="00DC75C9" w:rsidRPr="002E0D4E" w:rsidRDefault="007F159A" w:rsidP="00DC75C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1.1. в преамбуле:</w:t>
      </w:r>
    </w:p>
    <w:p w:rsidR="00DC75C9" w:rsidRPr="002E0D4E" w:rsidRDefault="007F159A" w:rsidP="00DC75C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1.1.1. _________________________________________</w:t>
      </w:r>
      <w:r w:rsidR="00C94524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______________________;</w:t>
      </w:r>
    </w:p>
    <w:p w:rsidR="007F159A" w:rsidRPr="002E0D4E" w:rsidRDefault="007F159A" w:rsidP="00DC75C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1.1.2. __________________________________________</w:t>
      </w:r>
      <w:r w:rsidR="00C94524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_____________________;</w:t>
      </w:r>
    </w:p>
    <w:p w:rsidR="00C94524" w:rsidRPr="002E0D4E" w:rsidRDefault="007F159A" w:rsidP="00C945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 xml:space="preserve">1.2. в </w:t>
      </w:r>
      <w:hyperlink r:id="rId232" w:history="1">
        <w:r w:rsidRPr="002E0D4E">
          <w:rPr>
            <w:sz w:val="24"/>
            <w:szCs w:val="24"/>
          </w:rPr>
          <w:t>разделе I</w:t>
        </w:r>
      </w:hyperlink>
      <w:r w:rsidR="00DC75C9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Предмет Соглашения</w:t>
      </w:r>
      <w:r w:rsidR="00DC75C9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7F159A" w:rsidRPr="002E0D4E" w:rsidRDefault="007F159A" w:rsidP="00637B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1.2.1. в </w:t>
      </w:r>
      <w:hyperlink r:id="rId233" w:history="1">
        <w:r w:rsidRPr="002E0D4E">
          <w:rPr>
            <w:sz w:val="24"/>
            <w:szCs w:val="24"/>
          </w:rPr>
          <w:t>пункте 1.1</w:t>
        </w:r>
      </w:hyperlink>
      <w:r w:rsidRPr="002E0D4E">
        <w:rPr>
          <w:sz w:val="24"/>
          <w:szCs w:val="24"/>
        </w:rPr>
        <w:t xml:space="preserve"> слова </w:t>
      </w:r>
      <w:r w:rsidR="00DC75C9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_______</w:t>
      </w:r>
      <w:r w:rsidR="00637B62" w:rsidRPr="002E0D4E">
        <w:rPr>
          <w:sz w:val="24"/>
          <w:szCs w:val="24"/>
        </w:rPr>
        <w:t>__________________________________</w:t>
      </w:r>
      <w:r w:rsidR="00DC75C9" w:rsidRPr="002E0D4E">
        <w:rPr>
          <w:sz w:val="24"/>
          <w:szCs w:val="24"/>
        </w:rPr>
        <w:t>»</w:t>
      </w:r>
      <w:r w:rsidR="00637B62" w:rsidRPr="002E0D4E">
        <w:rPr>
          <w:sz w:val="24"/>
          <w:szCs w:val="24"/>
        </w:rPr>
        <w:t xml:space="preserve"> заменить словами</w:t>
      </w:r>
    </w:p>
    <w:p w:rsidR="007F159A" w:rsidRPr="002E0D4E" w:rsidRDefault="00C94524" w:rsidP="00C94524">
      <w:pPr>
        <w:autoSpaceDE w:val="0"/>
        <w:autoSpaceDN w:val="0"/>
        <w:adjustRightInd w:val="0"/>
        <w:jc w:val="center"/>
        <w:outlineLvl w:val="0"/>
      </w:pPr>
      <w:r w:rsidRPr="002E0D4E">
        <w:t xml:space="preserve">    </w:t>
      </w:r>
      <w:r w:rsidR="00555DB7" w:rsidRPr="002E0D4E">
        <w:t xml:space="preserve">                          </w:t>
      </w:r>
      <w:r w:rsidRPr="002E0D4E">
        <w:t xml:space="preserve"> </w:t>
      </w:r>
      <w:r w:rsidR="007F159A" w:rsidRPr="002E0D4E">
        <w:t>(указание цели(ей) предоставления гранта)</w:t>
      </w:r>
    </w:p>
    <w:p w:rsidR="007F159A" w:rsidRPr="002E0D4E" w:rsidRDefault="007F159A" w:rsidP="007F159A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 </w:t>
      </w:r>
      <w:r w:rsidR="000973C2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___________________</w:t>
      </w:r>
      <w:r w:rsidR="00637B62" w:rsidRPr="002E0D4E">
        <w:rPr>
          <w:sz w:val="24"/>
          <w:szCs w:val="24"/>
        </w:rPr>
        <w:t>_____________</w:t>
      </w:r>
      <w:r w:rsidR="000973C2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7F159A" w:rsidRPr="002E0D4E" w:rsidRDefault="007F159A" w:rsidP="00637B62">
      <w:pPr>
        <w:autoSpaceDE w:val="0"/>
        <w:autoSpaceDN w:val="0"/>
        <w:adjustRightInd w:val="0"/>
        <w:outlineLvl w:val="0"/>
      </w:pPr>
      <w:r w:rsidRPr="002E0D4E">
        <w:rPr>
          <w:rFonts w:ascii="Courier New" w:hAnsi="Courier New" w:cs="Courier New"/>
        </w:rPr>
        <w:t>(</w:t>
      </w:r>
      <w:r w:rsidRPr="002E0D4E">
        <w:t>указание цели(ей) предоставления гранта)</w:t>
      </w:r>
    </w:p>
    <w:p w:rsidR="007F159A" w:rsidRPr="002E0D4E" w:rsidRDefault="007F159A" w:rsidP="000973C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1.2.2. </w:t>
      </w:r>
      <w:hyperlink r:id="rId234" w:history="1">
        <w:r w:rsidRPr="002E0D4E">
          <w:rPr>
            <w:sz w:val="24"/>
            <w:szCs w:val="24"/>
          </w:rPr>
          <w:t>пункт 1.1.1.</w:t>
        </w:r>
      </w:hyperlink>
      <w:r w:rsidRPr="002E0D4E">
        <w:rPr>
          <w:sz w:val="24"/>
          <w:szCs w:val="24"/>
        </w:rPr>
        <w:t xml:space="preserve"> изложить в следующей редакции:</w:t>
      </w:r>
      <w:r w:rsidR="000973C2" w:rsidRPr="002E0D4E">
        <w:rPr>
          <w:sz w:val="24"/>
          <w:szCs w:val="24"/>
        </w:rPr>
        <w:t xml:space="preserve"> «_</w:t>
      </w:r>
      <w:r w:rsidRPr="002E0D4E">
        <w:rPr>
          <w:sz w:val="24"/>
          <w:szCs w:val="24"/>
        </w:rPr>
        <w:t>___</w:t>
      </w:r>
      <w:r w:rsidR="000973C2" w:rsidRPr="002E0D4E">
        <w:rPr>
          <w:sz w:val="24"/>
          <w:szCs w:val="24"/>
        </w:rPr>
        <w:t>__</w:t>
      </w:r>
      <w:r w:rsidRPr="002E0D4E">
        <w:rPr>
          <w:sz w:val="24"/>
          <w:szCs w:val="24"/>
        </w:rPr>
        <w:t>_____________</w:t>
      </w:r>
      <w:r w:rsidR="000973C2" w:rsidRPr="002E0D4E">
        <w:rPr>
          <w:sz w:val="24"/>
          <w:szCs w:val="24"/>
        </w:rPr>
        <w:t>_____________»</w:t>
      </w:r>
      <w:r w:rsidRPr="002E0D4E">
        <w:rPr>
          <w:sz w:val="24"/>
          <w:szCs w:val="24"/>
        </w:rPr>
        <w:t>;</w:t>
      </w:r>
    </w:p>
    <w:p w:rsidR="00A206BF" w:rsidRPr="002E0D4E" w:rsidRDefault="007F159A" w:rsidP="00A206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1.3. в </w:t>
      </w:r>
      <w:hyperlink r:id="rId235" w:history="1">
        <w:r w:rsidRPr="002E0D4E">
          <w:rPr>
            <w:sz w:val="24"/>
            <w:szCs w:val="24"/>
          </w:rPr>
          <w:t>разделе II</w:t>
        </w:r>
      </w:hyperlink>
      <w:r w:rsidR="000973C2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Финансовое обеспечение предоставления гранта</w:t>
      </w:r>
      <w:r w:rsidR="000973C2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A206BF" w:rsidRPr="002E0D4E" w:rsidRDefault="007F159A" w:rsidP="00A206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1.3.1. в </w:t>
      </w:r>
      <w:hyperlink r:id="rId236" w:history="1">
        <w:r w:rsidRPr="002E0D4E">
          <w:rPr>
            <w:sz w:val="24"/>
            <w:szCs w:val="24"/>
          </w:rPr>
          <w:t>пункт</w:t>
        </w:r>
        <w:r w:rsidR="00C4135C" w:rsidRPr="002E0D4E">
          <w:rPr>
            <w:sz w:val="24"/>
            <w:szCs w:val="24"/>
          </w:rPr>
          <w:t>е</w:t>
        </w:r>
        <w:r w:rsidRPr="002E0D4E">
          <w:rPr>
            <w:sz w:val="24"/>
            <w:szCs w:val="24"/>
          </w:rPr>
          <w:t xml:space="preserve"> 2.1</w:t>
        </w:r>
      </w:hyperlink>
      <w:r w:rsidR="00DC7F3E" w:rsidRPr="002E0D4E">
        <w:rPr>
          <w:sz w:val="24"/>
          <w:szCs w:val="24"/>
        </w:rPr>
        <w:t xml:space="preserve">. </w:t>
      </w:r>
      <w:r w:rsidR="003A5A55" w:rsidRPr="002E0D4E">
        <w:rPr>
          <w:sz w:val="24"/>
          <w:szCs w:val="24"/>
        </w:rPr>
        <w:t xml:space="preserve">1. </w:t>
      </w:r>
      <w:r w:rsidR="00A206BF" w:rsidRPr="002E0D4E">
        <w:rPr>
          <w:sz w:val="24"/>
          <w:szCs w:val="24"/>
        </w:rPr>
        <w:t xml:space="preserve"> сумму гранта в 20__ году __________ (__________________) рублей – </w:t>
      </w:r>
    </w:p>
    <w:p w:rsidR="00A206BF" w:rsidRPr="002E0D4E" w:rsidRDefault="00A206BF" w:rsidP="00A206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bCs/>
          <w:lang w:eastAsia="en-US"/>
        </w:rPr>
        <w:t xml:space="preserve">                                                                                                (сумма </w:t>
      </w:r>
      <w:proofErr w:type="gramStart"/>
      <w:r w:rsidRPr="002E0D4E">
        <w:rPr>
          <w:rFonts w:eastAsiaTheme="minorHAnsi"/>
          <w:bCs/>
          <w:lang w:eastAsia="en-US"/>
        </w:rPr>
        <w:t xml:space="preserve">цифрам)   </w:t>
      </w:r>
      <w:proofErr w:type="gramEnd"/>
      <w:r w:rsidRPr="002E0D4E">
        <w:rPr>
          <w:rFonts w:eastAsiaTheme="minorHAnsi"/>
          <w:bCs/>
          <w:lang w:eastAsia="en-US"/>
        </w:rPr>
        <w:t xml:space="preserve">   (сумма прописью)</w:t>
      </w:r>
    </w:p>
    <w:p w:rsidR="00A206BF" w:rsidRPr="002E0D4E" w:rsidRDefault="00A206BF" w:rsidP="00A206B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по коду БК ___________ увеличить/уменьшить на____________________ рублей </w:t>
      </w:r>
      <w:hyperlink r:id="rId237" w:history="1">
        <w:r w:rsidRPr="002E0D4E">
          <w:rPr>
            <w:sz w:val="24"/>
            <w:szCs w:val="24"/>
            <w:vertAlign w:val="superscript"/>
          </w:rPr>
          <w:t>3</w:t>
        </w:r>
      </w:hyperlink>
    </w:p>
    <w:p w:rsidR="00A206BF" w:rsidRPr="002E0D4E" w:rsidRDefault="00A206BF" w:rsidP="00A206B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                     (код БК)</w:t>
      </w:r>
    </w:p>
    <w:p w:rsidR="00A206BF" w:rsidRPr="002E0D4E" w:rsidRDefault="00DC7F3E" w:rsidP="00A206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1.3.1.3. в пункте 2.1.2. </w:t>
      </w:r>
      <w:r w:rsidR="00A206BF" w:rsidRPr="002E0D4E">
        <w:rPr>
          <w:sz w:val="24"/>
          <w:szCs w:val="24"/>
        </w:rPr>
        <w:t xml:space="preserve">сумму гранта в 20__ году __________ (__________________) рублей – </w:t>
      </w:r>
    </w:p>
    <w:p w:rsidR="00A206BF" w:rsidRPr="002E0D4E" w:rsidRDefault="00A206BF" w:rsidP="00A206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2E0D4E">
        <w:rPr>
          <w:rFonts w:eastAsiaTheme="minorHAnsi"/>
          <w:bCs/>
          <w:lang w:eastAsia="en-US"/>
        </w:rPr>
        <w:t xml:space="preserve">                                                                                                (сумма </w:t>
      </w:r>
      <w:proofErr w:type="gramStart"/>
      <w:r w:rsidRPr="002E0D4E">
        <w:rPr>
          <w:rFonts w:eastAsiaTheme="minorHAnsi"/>
          <w:bCs/>
          <w:lang w:eastAsia="en-US"/>
        </w:rPr>
        <w:t xml:space="preserve">цифрам)   </w:t>
      </w:r>
      <w:proofErr w:type="gramEnd"/>
      <w:r w:rsidRPr="002E0D4E">
        <w:rPr>
          <w:rFonts w:eastAsiaTheme="minorHAnsi"/>
          <w:bCs/>
          <w:lang w:eastAsia="en-US"/>
        </w:rPr>
        <w:t xml:space="preserve">   (сумма прописью)</w:t>
      </w:r>
    </w:p>
    <w:p w:rsidR="00A206BF" w:rsidRPr="002E0D4E" w:rsidRDefault="00A206BF" w:rsidP="00A206B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по коду БК ___________ увеличить/уменьшить на____________________ рублей </w:t>
      </w:r>
      <w:hyperlink r:id="rId238" w:history="1">
        <w:r w:rsidRPr="002E0D4E">
          <w:rPr>
            <w:sz w:val="24"/>
            <w:szCs w:val="24"/>
            <w:vertAlign w:val="superscript"/>
          </w:rPr>
          <w:t>3</w:t>
        </w:r>
      </w:hyperlink>
    </w:p>
    <w:p w:rsidR="00A206BF" w:rsidRPr="002E0D4E" w:rsidRDefault="00A206BF" w:rsidP="00A206BF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                     (код БК)</w:t>
      </w:r>
    </w:p>
    <w:p w:rsidR="000973C2" w:rsidRPr="002E0D4E" w:rsidRDefault="007F159A" w:rsidP="00A206B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1.4. в </w:t>
      </w:r>
      <w:hyperlink r:id="rId239" w:history="1">
        <w:r w:rsidRPr="002E0D4E">
          <w:rPr>
            <w:sz w:val="24"/>
            <w:szCs w:val="24"/>
          </w:rPr>
          <w:t>разделе III</w:t>
        </w:r>
      </w:hyperlink>
      <w:r w:rsidR="000973C2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Условия предоставления гранта</w:t>
      </w:r>
      <w:r w:rsidR="000973C2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0973C2" w:rsidRPr="002E0D4E" w:rsidRDefault="007F159A" w:rsidP="000973C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1.4.1. в </w:t>
      </w:r>
      <w:hyperlink r:id="rId240" w:history="1">
        <w:r w:rsidRPr="002E0D4E">
          <w:rPr>
            <w:sz w:val="24"/>
            <w:szCs w:val="24"/>
          </w:rPr>
          <w:t>пункте 3.1.1.</w:t>
        </w:r>
      </w:hyperlink>
      <w:r w:rsidR="000973C2" w:rsidRPr="002E0D4E">
        <w:rPr>
          <w:sz w:val="24"/>
          <w:szCs w:val="24"/>
        </w:rPr>
        <w:t xml:space="preserve"> слова «в срок до «</w:t>
      </w:r>
      <w:r w:rsidRPr="002E0D4E">
        <w:rPr>
          <w:sz w:val="24"/>
          <w:szCs w:val="24"/>
        </w:rPr>
        <w:t>__</w:t>
      </w:r>
      <w:r w:rsidR="000973C2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________ 20__ г.</w:t>
      </w:r>
      <w:r w:rsidR="000973C2" w:rsidRPr="002E0D4E">
        <w:rPr>
          <w:sz w:val="24"/>
          <w:szCs w:val="24"/>
        </w:rPr>
        <w:t>» заменить словами «в срок до «</w:t>
      </w:r>
      <w:r w:rsidRPr="002E0D4E">
        <w:rPr>
          <w:sz w:val="24"/>
          <w:szCs w:val="24"/>
        </w:rPr>
        <w:t>__</w:t>
      </w:r>
      <w:r w:rsidR="000973C2" w:rsidRPr="002E0D4E">
        <w:rPr>
          <w:sz w:val="24"/>
          <w:szCs w:val="24"/>
        </w:rPr>
        <w:t>» ______ 20__ г.»</w:t>
      </w:r>
      <w:r w:rsidRPr="002E0D4E">
        <w:rPr>
          <w:sz w:val="24"/>
          <w:szCs w:val="24"/>
        </w:rPr>
        <w:t>;</w:t>
      </w:r>
    </w:p>
    <w:p w:rsidR="007F159A" w:rsidRPr="002E0D4E" w:rsidRDefault="007F159A" w:rsidP="00A82BF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1.4.</w:t>
      </w:r>
      <w:r w:rsidR="0086605E" w:rsidRPr="002E0D4E">
        <w:rPr>
          <w:sz w:val="24"/>
          <w:szCs w:val="24"/>
        </w:rPr>
        <w:t>2</w:t>
      </w:r>
      <w:r w:rsidRPr="002E0D4E">
        <w:rPr>
          <w:sz w:val="24"/>
          <w:szCs w:val="24"/>
        </w:rPr>
        <w:t xml:space="preserve">. в </w:t>
      </w:r>
      <w:hyperlink r:id="rId241" w:history="1">
        <w:r w:rsidRPr="002E0D4E">
          <w:rPr>
            <w:sz w:val="24"/>
            <w:szCs w:val="24"/>
          </w:rPr>
          <w:t>пункте 3.2.2</w:t>
        </w:r>
      </w:hyperlink>
      <w:r w:rsidR="00A82BFE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___________________________</w:t>
      </w:r>
      <w:r w:rsidR="00A82BFE" w:rsidRPr="002E0D4E">
        <w:rPr>
          <w:sz w:val="24"/>
          <w:szCs w:val="24"/>
        </w:rPr>
        <w:t>____________</w:t>
      </w:r>
      <w:r w:rsidRPr="002E0D4E">
        <w:rPr>
          <w:sz w:val="24"/>
          <w:szCs w:val="24"/>
        </w:rPr>
        <w:t>______________</w:t>
      </w:r>
      <w:r w:rsidR="00A82BFE" w:rsidRPr="002E0D4E">
        <w:rPr>
          <w:sz w:val="24"/>
          <w:szCs w:val="24"/>
        </w:rPr>
        <w:t>__»</w:t>
      </w:r>
    </w:p>
    <w:p w:rsidR="00A82BFE" w:rsidRPr="002E0D4E" w:rsidRDefault="00A82BFE" w:rsidP="00A82BFE">
      <w:pPr>
        <w:autoSpaceDE w:val="0"/>
        <w:autoSpaceDN w:val="0"/>
        <w:adjustRightInd w:val="0"/>
        <w:jc w:val="center"/>
        <w:outlineLvl w:val="0"/>
      </w:pPr>
      <w:r w:rsidRPr="002E0D4E">
        <w:t xml:space="preserve">                                                                       </w:t>
      </w:r>
      <w:r w:rsidR="007F159A" w:rsidRPr="002E0D4E">
        <w:t>(наименование учреждения Центрального</w:t>
      </w:r>
      <w:r w:rsidRPr="002E0D4E">
        <w:t xml:space="preserve"> </w:t>
      </w:r>
      <w:r w:rsidR="007F159A" w:rsidRPr="002E0D4E">
        <w:t>банка Российской Федерации или</w:t>
      </w:r>
    </w:p>
    <w:p w:rsidR="007F159A" w:rsidRPr="002E0D4E" w:rsidRDefault="007F159A" w:rsidP="00A82BFE">
      <w:pPr>
        <w:autoSpaceDE w:val="0"/>
        <w:autoSpaceDN w:val="0"/>
        <w:adjustRightInd w:val="0"/>
        <w:jc w:val="center"/>
        <w:outlineLvl w:val="0"/>
      </w:pPr>
      <w:r w:rsidRPr="002E0D4E">
        <w:t xml:space="preserve"> </w:t>
      </w:r>
      <w:r w:rsidR="00A82BFE" w:rsidRPr="002E0D4E">
        <w:t xml:space="preserve">                                                                            </w:t>
      </w:r>
      <w:proofErr w:type="gramStart"/>
      <w:r w:rsidRPr="002E0D4E">
        <w:t>кредитной</w:t>
      </w:r>
      <w:r w:rsidR="00A82BFE" w:rsidRPr="002E0D4E">
        <w:t xml:space="preserve">  </w:t>
      </w:r>
      <w:r w:rsidRPr="002E0D4E">
        <w:t>организации</w:t>
      </w:r>
      <w:proofErr w:type="gramEnd"/>
      <w:r w:rsidRPr="002E0D4E">
        <w:t>)</w:t>
      </w:r>
    </w:p>
    <w:p w:rsidR="007F159A" w:rsidRPr="002E0D4E" w:rsidRDefault="007F159A" w:rsidP="007F159A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заменить словами </w:t>
      </w:r>
      <w:r w:rsidR="00A82BFE" w:rsidRPr="002E0D4E">
        <w:rPr>
          <w:sz w:val="24"/>
          <w:szCs w:val="24"/>
        </w:rPr>
        <w:t>«___________</w:t>
      </w:r>
      <w:r w:rsidRPr="002E0D4E">
        <w:rPr>
          <w:sz w:val="24"/>
          <w:szCs w:val="24"/>
        </w:rPr>
        <w:t>_______________________________________________________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82BFE" w:rsidRPr="002E0D4E" w:rsidRDefault="007F159A" w:rsidP="007F159A">
      <w:pPr>
        <w:autoSpaceDE w:val="0"/>
        <w:autoSpaceDN w:val="0"/>
        <w:adjustRightInd w:val="0"/>
        <w:jc w:val="both"/>
        <w:outlineLvl w:val="0"/>
      </w:pPr>
      <w:r w:rsidRPr="002E0D4E">
        <w:t xml:space="preserve">                  </w:t>
      </w:r>
      <w:r w:rsidR="00A82BFE" w:rsidRPr="002E0D4E">
        <w:t xml:space="preserve">                        </w:t>
      </w:r>
      <w:r w:rsidRPr="002E0D4E">
        <w:t>(наименование учреждения Центрального банка Российской</w:t>
      </w:r>
      <w:r w:rsidR="00A82BFE" w:rsidRPr="002E0D4E">
        <w:t xml:space="preserve"> </w:t>
      </w:r>
      <w:r w:rsidRPr="002E0D4E">
        <w:t xml:space="preserve">Федерации или кредитной </w:t>
      </w:r>
    </w:p>
    <w:p w:rsidR="007F159A" w:rsidRPr="002E0D4E" w:rsidRDefault="00A82BFE" w:rsidP="007F159A">
      <w:pPr>
        <w:autoSpaceDE w:val="0"/>
        <w:autoSpaceDN w:val="0"/>
        <w:adjustRightInd w:val="0"/>
        <w:jc w:val="both"/>
        <w:outlineLvl w:val="0"/>
      </w:pPr>
      <w:r w:rsidRPr="002E0D4E">
        <w:t xml:space="preserve">                                                                                                                                           </w:t>
      </w:r>
      <w:r w:rsidR="007F159A" w:rsidRPr="002E0D4E">
        <w:t>организации)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1.4.</w:t>
      </w:r>
      <w:r w:rsidR="0086605E" w:rsidRPr="002E0D4E">
        <w:rPr>
          <w:sz w:val="24"/>
          <w:szCs w:val="24"/>
        </w:rPr>
        <w:t>3</w:t>
      </w:r>
      <w:r w:rsidRPr="002E0D4E">
        <w:rPr>
          <w:sz w:val="24"/>
          <w:szCs w:val="24"/>
        </w:rPr>
        <w:t xml:space="preserve">. в </w:t>
      </w:r>
      <w:hyperlink r:id="rId242" w:history="1">
        <w:r w:rsidRPr="002E0D4E">
          <w:rPr>
            <w:sz w:val="24"/>
            <w:szCs w:val="24"/>
          </w:rPr>
          <w:t>пункте 3.2.2.1</w:t>
        </w:r>
      </w:hyperlink>
      <w:r w:rsidRPr="002E0D4E">
        <w:rPr>
          <w:sz w:val="24"/>
          <w:szCs w:val="24"/>
        </w:rPr>
        <w:t xml:space="preserve"> слова </w:t>
      </w:r>
      <w:r w:rsidR="00A82BFE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приложении </w:t>
      </w:r>
      <w:r w:rsidR="00A82BFE" w:rsidRPr="002E0D4E">
        <w:rPr>
          <w:sz w:val="24"/>
          <w:szCs w:val="24"/>
        </w:rPr>
        <w:t>№ __»</w:t>
      </w:r>
      <w:r w:rsidRPr="002E0D4E">
        <w:rPr>
          <w:sz w:val="24"/>
          <w:szCs w:val="24"/>
        </w:rPr>
        <w:t xml:space="preserve"> заменить словами </w:t>
      </w:r>
      <w:r w:rsidR="00A82BFE" w:rsidRPr="002E0D4E">
        <w:rPr>
          <w:sz w:val="24"/>
          <w:szCs w:val="24"/>
        </w:rPr>
        <w:t>«приложении №</w:t>
      </w:r>
      <w:r w:rsidRPr="002E0D4E">
        <w:rPr>
          <w:sz w:val="24"/>
          <w:szCs w:val="24"/>
        </w:rPr>
        <w:t xml:space="preserve"> 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82BFE" w:rsidRPr="002E0D4E" w:rsidRDefault="007F159A" w:rsidP="00AD187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1.4.</w:t>
      </w:r>
      <w:r w:rsidR="0086605E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 xml:space="preserve">. в </w:t>
      </w:r>
      <w:hyperlink r:id="rId243" w:history="1">
        <w:r w:rsidRPr="002E0D4E">
          <w:rPr>
            <w:sz w:val="24"/>
            <w:szCs w:val="24"/>
          </w:rPr>
          <w:t>пункте 3.2.2.2</w:t>
        </w:r>
      </w:hyperlink>
      <w:r w:rsidR="00A82BFE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не позднее ___ рабочего дня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</w:t>
      </w:r>
      <w:r w:rsidR="00A82BFE" w:rsidRPr="002E0D4E">
        <w:rPr>
          <w:sz w:val="24"/>
          <w:szCs w:val="24"/>
        </w:rPr>
        <w:t xml:space="preserve"> словами «</w:t>
      </w:r>
      <w:r w:rsidRPr="002E0D4E">
        <w:rPr>
          <w:sz w:val="24"/>
          <w:szCs w:val="24"/>
        </w:rPr>
        <w:t>не позднее ___ рабо</w:t>
      </w:r>
      <w:r w:rsidR="00A82BFE" w:rsidRPr="002E0D4E">
        <w:rPr>
          <w:sz w:val="24"/>
          <w:szCs w:val="24"/>
        </w:rPr>
        <w:t>чего дня»</w:t>
      </w:r>
      <w:r w:rsidRPr="002E0D4E">
        <w:rPr>
          <w:sz w:val="24"/>
          <w:szCs w:val="24"/>
        </w:rPr>
        <w:t>;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 в </w:t>
      </w:r>
      <w:hyperlink r:id="rId244" w:history="1">
        <w:r w:rsidRPr="002E0D4E">
          <w:rPr>
            <w:sz w:val="24"/>
            <w:szCs w:val="24"/>
          </w:rPr>
          <w:t>разделе IV</w:t>
        </w:r>
      </w:hyperlink>
      <w:r w:rsidR="00A82BFE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Взаимодействие Сторон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1.5.1. в </w:t>
      </w:r>
      <w:hyperlink r:id="rId245" w:history="1">
        <w:r w:rsidRPr="002E0D4E">
          <w:rPr>
            <w:sz w:val="24"/>
            <w:szCs w:val="24"/>
          </w:rPr>
          <w:t>пункте 4.1.2</w:t>
        </w:r>
      </w:hyperlink>
      <w:r w:rsidRPr="002E0D4E">
        <w:rPr>
          <w:sz w:val="24"/>
          <w:szCs w:val="24"/>
        </w:rPr>
        <w:t xml:space="preserve">: слова </w:t>
      </w:r>
      <w:r w:rsidR="00A82BFE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пунктах ___</w:t>
      </w:r>
      <w:r w:rsidR="00A82BFE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>пунктах 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82BFE" w:rsidRPr="002E0D4E" w:rsidRDefault="00A82BFE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1.5.2. слова «</w:t>
      </w:r>
      <w:r w:rsidR="007F159A" w:rsidRPr="002E0D4E">
        <w:rPr>
          <w:sz w:val="24"/>
          <w:szCs w:val="24"/>
        </w:rPr>
        <w:t>не позднее ___ рабочего дня</w:t>
      </w:r>
      <w:r w:rsidRPr="002E0D4E">
        <w:rPr>
          <w:sz w:val="24"/>
          <w:szCs w:val="24"/>
        </w:rPr>
        <w:t>» заменить словами «</w:t>
      </w:r>
      <w:r w:rsidR="007F159A" w:rsidRPr="002E0D4E">
        <w:rPr>
          <w:sz w:val="24"/>
          <w:szCs w:val="24"/>
        </w:rPr>
        <w:t>не позднее ___ рабочего дня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>;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1.5.3. в </w:t>
      </w:r>
      <w:hyperlink r:id="rId246" w:history="1">
        <w:r w:rsidRPr="002E0D4E">
          <w:rPr>
            <w:sz w:val="24"/>
            <w:szCs w:val="24"/>
          </w:rPr>
          <w:t>пункте 4.1.</w:t>
        </w:r>
        <w:r w:rsidR="0086605E" w:rsidRPr="002E0D4E">
          <w:rPr>
            <w:sz w:val="24"/>
            <w:szCs w:val="24"/>
          </w:rPr>
          <w:t>4</w:t>
        </w:r>
        <w:r w:rsidRPr="002E0D4E">
          <w:rPr>
            <w:sz w:val="24"/>
            <w:szCs w:val="24"/>
          </w:rPr>
          <w:t>.1</w:t>
        </w:r>
      </w:hyperlink>
      <w:r w:rsidRPr="002E0D4E">
        <w:rPr>
          <w:sz w:val="24"/>
          <w:szCs w:val="24"/>
        </w:rPr>
        <w:t xml:space="preserve"> слова </w:t>
      </w:r>
      <w:r w:rsidR="00A82BFE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приложении </w:t>
      </w:r>
      <w:r w:rsidR="00A82BFE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A82BFE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приложении </w:t>
      </w:r>
      <w:r w:rsidR="00A82BFE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1.5.4. в </w:t>
      </w:r>
      <w:hyperlink r:id="rId247" w:history="1">
        <w:r w:rsidRPr="002E0D4E">
          <w:rPr>
            <w:sz w:val="24"/>
            <w:szCs w:val="24"/>
          </w:rPr>
          <w:t>пункте 4.1.</w:t>
        </w:r>
        <w:r w:rsidR="0086605E" w:rsidRPr="002E0D4E">
          <w:rPr>
            <w:sz w:val="24"/>
            <w:szCs w:val="24"/>
          </w:rPr>
          <w:t>5</w:t>
        </w:r>
        <w:r w:rsidRPr="002E0D4E">
          <w:rPr>
            <w:sz w:val="24"/>
            <w:szCs w:val="24"/>
          </w:rPr>
          <w:t>.1</w:t>
        </w:r>
      </w:hyperlink>
      <w:r w:rsidRPr="002E0D4E">
        <w:rPr>
          <w:sz w:val="24"/>
          <w:szCs w:val="24"/>
        </w:rPr>
        <w:t xml:space="preserve"> слова </w:t>
      </w:r>
      <w:r w:rsidR="00A82BFE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приложению </w:t>
      </w:r>
      <w:r w:rsidR="00A82BFE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A82BFE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 xml:space="preserve">приложению </w:t>
      </w:r>
      <w:r w:rsidR="00A82BFE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1.5.5. в </w:t>
      </w:r>
      <w:hyperlink r:id="rId248" w:history="1">
        <w:r w:rsidRPr="002E0D4E">
          <w:rPr>
            <w:sz w:val="24"/>
            <w:szCs w:val="24"/>
          </w:rPr>
          <w:t>пункте 4.1.</w:t>
        </w:r>
        <w:r w:rsidR="0086605E" w:rsidRPr="002E0D4E">
          <w:rPr>
            <w:sz w:val="24"/>
            <w:szCs w:val="24"/>
          </w:rPr>
          <w:t>6</w:t>
        </w:r>
        <w:r w:rsidRPr="002E0D4E">
          <w:rPr>
            <w:sz w:val="24"/>
            <w:szCs w:val="24"/>
          </w:rPr>
          <w:t>.1.1</w:t>
        </w:r>
      </w:hyperlink>
      <w:r w:rsidR="00A82BFE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приложению </w:t>
      </w:r>
      <w:r w:rsidR="00A82BFE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A82BFE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 xml:space="preserve">приложению </w:t>
      </w:r>
      <w:r w:rsidR="00A82BFE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A82BFE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82BFE" w:rsidRPr="002E0D4E" w:rsidRDefault="007F159A" w:rsidP="00A82B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1.5.6. в </w:t>
      </w:r>
      <w:hyperlink r:id="rId249" w:history="1">
        <w:r w:rsidRPr="002E0D4E">
          <w:rPr>
            <w:sz w:val="24"/>
            <w:szCs w:val="24"/>
          </w:rPr>
          <w:t>пункте 4.1.9</w:t>
        </w:r>
      </w:hyperlink>
      <w:r w:rsidRPr="002E0D4E">
        <w:rPr>
          <w:sz w:val="24"/>
          <w:szCs w:val="24"/>
        </w:rPr>
        <w:t>:</w:t>
      </w:r>
    </w:p>
    <w:p w:rsidR="00A21666" w:rsidRPr="002E0D4E" w:rsidRDefault="007F159A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1.5.7. в </w:t>
      </w:r>
      <w:hyperlink r:id="rId250" w:history="1">
        <w:r w:rsidRPr="002E0D4E">
          <w:rPr>
            <w:sz w:val="24"/>
            <w:szCs w:val="24"/>
          </w:rPr>
          <w:t>пункте 4.1.10</w:t>
        </w:r>
      </w:hyperlink>
      <w:r w:rsidR="00A21666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течение ___ рабочих дней</w:t>
      </w:r>
      <w:r w:rsidR="00A2166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A21666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в течение ___ рабочих дней</w:t>
      </w:r>
      <w:r w:rsidR="00A2166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21666" w:rsidRPr="002E0D4E" w:rsidRDefault="007F159A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1.5.8. в </w:t>
      </w:r>
      <w:hyperlink r:id="rId251" w:history="1">
        <w:r w:rsidRPr="002E0D4E">
          <w:rPr>
            <w:sz w:val="24"/>
            <w:szCs w:val="24"/>
          </w:rPr>
          <w:t>пункте 4.1.11</w:t>
        </w:r>
      </w:hyperlink>
      <w:r w:rsidR="00A21666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течение ___ рабочих дней</w:t>
      </w:r>
      <w:r w:rsidR="00A21666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>в течение ___ рабочих дней</w:t>
      </w:r>
      <w:r w:rsidR="00A2166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21666" w:rsidRPr="002E0D4E" w:rsidRDefault="007F159A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1.5.9. в </w:t>
      </w:r>
      <w:hyperlink r:id="rId252" w:history="1">
        <w:r w:rsidRPr="002E0D4E">
          <w:rPr>
            <w:sz w:val="24"/>
            <w:szCs w:val="24"/>
          </w:rPr>
          <w:t>пункте 4.2.2</w:t>
        </w:r>
      </w:hyperlink>
      <w:r w:rsidRPr="002E0D4E">
        <w:rPr>
          <w:sz w:val="24"/>
          <w:szCs w:val="24"/>
        </w:rPr>
        <w:t>:</w:t>
      </w:r>
    </w:p>
    <w:p w:rsidR="00A21666" w:rsidRPr="002E0D4E" w:rsidRDefault="00A21666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1.5.9.1. слова «</w:t>
      </w:r>
      <w:r w:rsidR="007F159A" w:rsidRPr="002E0D4E">
        <w:rPr>
          <w:sz w:val="24"/>
          <w:szCs w:val="24"/>
        </w:rPr>
        <w:t>в направлении в 20__ году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 xml:space="preserve"> заменить сло</w:t>
      </w:r>
      <w:r w:rsidRPr="002E0D4E">
        <w:rPr>
          <w:sz w:val="24"/>
          <w:szCs w:val="24"/>
        </w:rPr>
        <w:t>вами «</w:t>
      </w:r>
      <w:r w:rsidR="007F159A" w:rsidRPr="002E0D4E">
        <w:rPr>
          <w:sz w:val="24"/>
          <w:szCs w:val="24"/>
        </w:rPr>
        <w:t>в направлении в 20__ году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>;</w:t>
      </w:r>
    </w:p>
    <w:p w:rsidR="00A21666" w:rsidRPr="002E0D4E" w:rsidRDefault="00A21666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1.5.9.2. слова «</w:t>
      </w:r>
      <w:r w:rsidR="007F159A" w:rsidRPr="002E0D4E">
        <w:rPr>
          <w:sz w:val="24"/>
          <w:szCs w:val="24"/>
        </w:rPr>
        <w:t>не использованного в 20__ году</w:t>
      </w:r>
      <w:r w:rsidRPr="002E0D4E">
        <w:rPr>
          <w:sz w:val="24"/>
          <w:szCs w:val="24"/>
        </w:rPr>
        <w:t>» заменить словами «</w:t>
      </w:r>
      <w:r w:rsidR="007F159A" w:rsidRPr="002E0D4E">
        <w:rPr>
          <w:sz w:val="24"/>
          <w:szCs w:val="24"/>
        </w:rPr>
        <w:t>не использованного в 20__ году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>;</w:t>
      </w:r>
    </w:p>
    <w:p w:rsidR="00A21666" w:rsidRPr="002E0D4E" w:rsidRDefault="007F159A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1.5.9.3. слова </w:t>
      </w:r>
      <w:r w:rsidR="00A21666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не позднее ___ рабочих дней</w:t>
      </w:r>
      <w:r w:rsidR="00A21666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>не позднее ___ рабочих дней</w:t>
      </w:r>
      <w:r w:rsidR="00A2166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A21666" w:rsidRPr="002E0D4E" w:rsidRDefault="007F159A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1.5.10. в </w:t>
      </w:r>
      <w:hyperlink r:id="rId253" w:history="1">
        <w:r w:rsidRPr="002E0D4E">
          <w:rPr>
            <w:sz w:val="24"/>
            <w:szCs w:val="24"/>
          </w:rPr>
          <w:t>пункте 4.2.3</w:t>
        </w:r>
      </w:hyperlink>
      <w:r w:rsidRPr="002E0D4E">
        <w:rPr>
          <w:sz w:val="24"/>
          <w:szCs w:val="24"/>
        </w:rPr>
        <w:t xml:space="preserve"> слова </w:t>
      </w:r>
      <w:r w:rsidR="00A21666" w:rsidRPr="002E0D4E">
        <w:rPr>
          <w:sz w:val="24"/>
          <w:szCs w:val="24"/>
        </w:rPr>
        <w:t xml:space="preserve">«не позднее ____ </w:t>
      </w:r>
      <w:r w:rsidRPr="002E0D4E">
        <w:rPr>
          <w:sz w:val="24"/>
          <w:szCs w:val="24"/>
        </w:rPr>
        <w:t>рабочего дня</w:t>
      </w:r>
      <w:r w:rsidR="00A21666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>не позднее ___ рабочего дня</w:t>
      </w:r>
      <w:r w:rsidR="00A21666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7F159A" w:rsidRPr="002E0D4E" w:rsidRDefault="007F159A" w:rsidP="00A2166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1.5.11. в </w:t>
      </w:r>
      <w:hyperlink r:id="rId254" w:history="1">
        <w:r w:rsidRPr="002E0D4E">
          <w:rPr>
            <w:sz w:val="24"/>
            <w:szCs w:val="24"/>
          </w:rPr>
          <w:t>пункте 4.3.</w:t>
        </w:r>
      </w:hyperlink>
      <w:r w:rsidR="006A4BBC" w:rsidRPr="002E0D4E">
        <w:rPr>
          <w:sz w:val="24"/>
          <w:szCs w:val="24"/>
        </w:rPr>
        <w:t>3</w:t>
      </w:r>
      <w:r w:rsidR="00A21666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срок до _________</w:t>
      </w:r>
      <w:r w:rsidR="00A21666" w:rsidRPr="002E0D4E">
        <w:rPr>
          <w:sz w:val="24"/>
          <w:szCs w:val="24"/>
        </w:rPr>
        <w:t>» заменить словами «в срок до __________»</w:t>
      </w:r>
      <w:r w:rsidRPr="002E0D4E">
        <w:rPr>
          <w:sz w:val="24"/>
          <w:szCs w:val="24"/>
        </w:rPr>
        <w:t>;</w:t>
      </w:r>
    </w:p>
    <w:p w:rsidR="002F67FD" w:rsidRPr="002E0D4E" w:rsidRDefault="007F159A" w:rsidP="002F67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6A4BBC" w:rsidRPr="002E0D4E">
        <w:rPr>
          <w:sz w:val="24"/>
          <w:szCs w:val="24"/>
        </w:rPr>
        <w:t>2</w:t>
      </w:r>
      <w:r w:rsidRPr="002E0D4E">
        <w:rPr>
          <w:sz w:val="24"/>
          <w:szCs w:val="24"/>
        </w:rPr>
        <w:t xml:space="preserve">. в </w:t>
      </w:r>
      <w:hyperlink r:id="rId255" w:history="1">
        <w:r w:rsidRPr="002E0D4E">
          <w:rPr>
            <w:sz w:val="24"/>
            <w:szCs w:val="24"/>
          </w:rPr>
          <w:t>пункте 4.3.4</w:t>
        </w:r>
      </w:hyperlink>
      <w:r w:rsidRPr="002E0D4E">
        <w:rPr>
          <w:sz w:val="24"/>
          <w:szCs w:val="24"/>
        </w:rPr>
        <w:t>:</w:t>
      </w:r>
      <w:r w:rsidR="002F67FD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срок до _________</w:t>
      </w:r>
      <w:r w:rsidR="002F67FD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2F67FD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в срок до _________</w:t>
      </w:r>
      <w:r w:rsidR="002F67FD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2F67FD" w:rsidRPr="002E0D4E" w:rsidRDefault="007F159A" w:rsidP="002F67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6A4BBC" w:rsidRPr="002E0D4E">
        <w:rPr>
          <w:sz w:val="24"/>
          <w:szCs w:val="24"/>
        </w:rPr>
        <w:t>3</w:t>
      </w:r>
      <w:r w:rsidRPr="002E0D4E">
        <w:rPr>
          <w:sz w:val="24"/>
          <w:szCs w:val="24"/>
        </w:rPr>
        <w:t xml:space="preserve">. в </w:t>
      </w:r>
      <w:hyperlink r:id="rId256" w:history="1">
        <w:r w:rsidRPr="002E0D4E">
          <w:rPr>
            <w:sz w:val="24"/>
            <w:szCs w:val="24"/>
          </w:rPr>
          <w:t>пункте 4.3.</w:t>
        </w:r>
        <w:r w:rsidR="006A4BBC" w:rsidRPr="002E0D4E">
          <w:rPr>
            <w:sz w:val="24"/>
            <w:szCs w:val="24"/>
          </w:rPr>
          <w:t>8</w:t>
        </w:r>
        <w:r w:rsidRPr="002E0D4E">
          <w:rPr>
            <w:sz w:val="24"/>
            <w:szCs w:val="24"/>
          </w:rPr>
          <w:t>.1</w:t>
        </w:r>
      </w:hyperlink>
      <w:r w:rsidRPr="002E0D4E">
        <w:rPr>
          <w:sz w:val="24"/>
          <w:szCs w:val="24"/>
        </w:rPr>
        <w:t>:</w:t>
      </w:r>
    </w:p>
    <w:p w:rsidR="002F67FD" w:rsidRPr="002E0D4E" w:rsidRDefault="002F67FD" w:rsidP="002F67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6A4BBC" w:rsidRPr="002E0D4E">
        <w:rPr>
          <w:sz w:val="24"/>
          <w:szCs w:val="24"/>
        </w:rPr>
        <w:t>3</w:t>
      </w:r>
      <w:r w:rsidRPr="002E0D4E">
        <w:rPr>
          <w:sz w:val="24"/>
          <w:szCs w:val="24"/>
        </w:rPr>
        <w:t>.1. слова «</w:t>
      </w:r>
      <w:r w:rsidR="007F159A" w:rsidRPr="002E0D4E">
        <w:rPr>
          <w:sz w:val="24"/>
          <w:szCs w:val="24"/>
        </w:rPr>
        <w:t>не позднее ___ рабочего дня</w:t>
      </w:r>
      <w:r w:rsidRPr="002E0D4E">
        <w:rPr>
          <w:sz w:val="24"/>
          <w:szCs w:val="24"/>
        </w:rPr>
        <w:t>» заменить словами «</w:t>
      </w:r>
      <w:r w:rsidR="007F159A" w:rsidRPr="002E0D4E">
        <w:rPr>
          <w:sz w:val="24"/>
          <w:szCs w:val="24"/>
        </w:rPr>
        <w:t>не позднее ___ рабочего дня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>;</w:t>
      </w:r>
    </w:p>
    <w:p w:rsidR="007F159A" w:rsidRPr="002E0D4E" w:rsidRDefault="002F67FD" w:rsidP="002F67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6A4BBC" w:rsidRPr="002E0D4E">
        <w:rPr>
          <w:sz w:val="24"/>
          <w:szCs w:val="24"/>
        </w:rPr>
        <w:t>3</w:t>
      </w:r>
      <w:r w:rsidRPr="002E0D4E">
        <w:rPr>
          <w:sz w:val="24"/>
          <w:szCs w:val="24"/>
        </w:rPr>
        <w:t>.2. слова «</w:t>
      </w:r>
      <w:r w:rsidR="007F159A" w:rsidRPr="002E0D4E">
        <w:rPr>
          <w:sz w:val="24"/>
          <w:szCs w:val="24"/>
        </w:rPr>
        <w:t>отчетным ______</w:t>
      </w:r>
      <w:r w:rsidRPr="002E0D4E">
        <w:rPr>
          <w:sz w:val="24"/>
          <w:szCs w:val="24"/>
        </w:rPr>
        <w:t xml:space="preserve">___________» заменить словами </w:t>
      </w:r>
      <w:proofErr w:type="gramStart"/>
      <w:r w:rsidRPr="002E0D4E">
        <w:rPr>
          <w:sz w:val="24"/>
          <w:szCs w:val="24"/>
        </w:rPr>
        <w:t>«</w:t>
      </w:r>
      <w:r w:rsidR="007F159A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_</w:t>
      </w:r>
      <w:proofErr w:type="gramEnd"/>
      <w:r w:rsidRPr="002E0D4E">
        <w:rPr>
          <w:sz w:val="24"/>
          <w:szCs w:val="24"/>
        </w:rPr>
        <w:t>__________________</w:t>
      </w:r>
      <w:r w:rsidR="007F159A" w:rsidRPr="002E0D4E">
        <w:rPr>
          <w:sz w:val="24"/>
          <w:szCs w:val="24"/>
        </w:rPr>
        <w:t>_";</w:t>
      </w:r>
    </w:p>
    <w:p w:rsidR="00C16314" w:rsidRPr="002E0D4E" w:rsidRDefault="007F159A" w:rsidP="00C16314">
      <w:pPr>
        <w:autoSpaceDE w:val="0"/>
        <w:autoSpaceDN w:val="0"/>
        <w:adjustRightInd w:val="0"/>
        <w:jc w:val="both"/>
        <w:outlineLvl w:val="0"/>
      </w:pPr>
      <w:r w:rsidRPr="002E0D4E">
        <w:t xml:space="preserve">     </w:t>
      </w:r>
      <w:r w:rsidR="002F67FD" w:rsidRPr="002E0D4E">
        <w:t xml:space="preserve">                                                                </w:t>
      </w:r>
      <w:r w:rsidRPr="002E0D4E">
        <w:t xml:space="preserve">(месяц, квартал, </w:t>
      </w:r>
      <w:proofErr w:type="gramStart"/>
      <w:r w:rsidRPr="002E0D4E">
        <w:t>год)</w:t>
      </w:r>
      <w:r w:rsidR="002F67FD" w:rsidRPr="002E0D4E">
        <w:t xml:space="preserve">   </w:t>
      </w:r>
      <w:proofErr w:type="gramEnd"/>
      <w:r w:rsidR="002F67FD" w:rsidRPr="002E0D4E">
        <w:t xml:space="preserve">                                                   (месяц, квартал, год)</w:t>
      </w:r>
    </w:p>
    <w:p w:rsidR="00C16314" w:rsidRPr="002E0D4E" w:rsidRDefault="007F159A" w:rsidP="00C1631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EF6179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 xml:space="preserve">. в </w:t>
      </w:r>
      <w:hyperlink r:id="rId257" w:history="1">
        <w:r w:rsidRPr="002E0D4E">
          <w:rPr>
            <w:sz w:val="24"/>
            <w:szCs w:val="24"/>
          </w:rPr>
          <w:t>пункте 4.3.</w:t>
        </w:r>
        <w:r w:rsidR="006A4BBC" w:rsidRPr="002E0D4E">
          <w:rPr>
            <w:sz w:val="24"/>
            <w:szCs w:val="24"/>
          </w:rPr>
          <w:t>8</w:t>
        </w:r>
        <w:r w:rsidRPr="002E0D4E">
          <w:rPr>
            <w:sz w:val="24"/>
            <w:szCs w:val="24"/>
          </w:rPr>
          <w:t>.2</w:t>
        </w:r>
      </w:hyperlink>
      <w:r w:rsidRPr="002E0D4E">
        <w:rPr>
          <w:sz w:val="24"/>
          <w:szCs w:val="24"/>
        </w:rPr>
        <w:t>:</w:t>
      </w:r>
    </w:p>
    <w:p w:rsidR="00C16314" w:rsidRPr="002E0D4E" w:rsidRDefault="00C16314" w:rsidP="00C1631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1.5.1</w:t>
      </w:r>
      <w:r w:rsidR="006A4BBC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>.1. слова «</w:t>
      </w:r>
      <w:r w:rsidR="007F159A" w:rsidRPr="002E0D4E">
        <w:rPr>
          <w:sz w:val="24"/>
          <w:szCs w:val="24"/>
        </w:rPr>
        <w:t>не позднее ___ рабочего дня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 xml:space="preserve"> заменить словами </w:t>
      </w:r>
      <w:r w:rsidRPr="002E0D4E">
        <w:rPr>
          <w:sz w:val="24"/>
          <w:szCs w:val="24"/>
        </w:rPr>
        <w:t>«не позднее ___ рабочего дня»</w:t>
      </w:r>
      <w:r w:rsidR="007F159A" w:rsidRPr="002E0D4E">
        <w:rPr>
          <w:sz w:val="24"/>
          <w:szCs w:val="24"/>
        </w:rPr>
        <w:t>;</w:t>
      </w:r>
    </w:p>
    <w:p w:rsidR="00FC41B2" w:rsidRPr="002E0D4E" w:rsidRDefault="00FC41B2" w:rsidP="00C1631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</w:p>
    <w:p w:rsidR="007F159A" w:rsidRPr="002E0D4E" w:rsidRDefault="00C16314" w:rsidP="00C16314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6A4BBC" w:rsidRPr="002E0D4E">
        <w:rPr>
          <w:sz w:val="24"/>
          <w:szCs w:val="24"/>
        </w:rPr>
        <w:t>4</w:t>
      </w:r>
      <w:r w:rsidRPr="002E0D4E">
        <w:rPr>
          <w:sz w:val="24"/>
          <w:szCs w:val="24"/>
        </w:rPr>
        <w:t>.2. слова «</w:t>
      </w:r>
      <w:r w:rsidR="007F159A" w:rsidRPr="002E0D4E">
        <w:rPr>
          <w:sz w:val="24"/>
          <w:szCs w:val="24"/>
        </w:rPr>
        <w:t>отчетным _</w:t>
      </w:r>
      <w:r w:rsidRPr="002E0D4E">
        <w:rPr>
          <w:sz w:val="24"/>
          <w:szCs w:val="24"/>
        </w:rPr>
        <w:t>_</w:t>
      </w:r>
      <w:r w:rsidR="007F159A" w:rsidRPr="002E0D4E">
        <w:rPr>
          <w:sz w:val="24"/>
          <w:szCs w:val="24"/>
        </w:rPr>
        <w:t>_________</w:t>
      </w:r>
      <w:r w:rsidRPr="002E0D4E">
        <w:rPr>
          <w:sz w:val="24"/>
          <w:szCs w:val="24"/>
        </w:rPr>
        <w:t>____</w:t>
      </w:r>
      <w:proofErr w:type="gramStart"/>
      <w:r w:rsidR="007F159A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»заменить</w:t>
      </w:r>
      <w:proofErr w:type="gramEnd"/>
      <w:r w:rsidRPr="002E0D4E">
        <w:rPr>
          <w:sz w:val="24"/>
          <w:szCs w:val="24"/>
        </w:rPr>
        <w:t xml:space="preserve"> словами «</w:t>
      </w:r>
      <w:r w:rsidR="007F159A" w:rsidRPr="002E0D4E">
        <w:rPr>
          <w:sz w:val="24"/>
          <w:szCs w:val="24"/>
        </w:rPr>
        <w:t>отчетным</w:t>
      </w:r>
      <w:r w:rsidRPr="002E0D4E">
        <w:rPr>
          <w:sz w:val="24"/>
          <w:szCs w:val="24"/>
        </w:rPr>
        <w:t>______________»</w:t>
      </w:r>
      <w:r w:rsidR="007F159A" w:rsidRPr="002E0D4E">
        <w:rPr>
          <w:sz w:val="24"/>
          <w:szCs w:val="24"/>
        </w:rPr>
        <w:t>;</w:t>
      </w:r>
    </w:p>
    <w:p w:rsidR="007F159A" w:rsidRPr="002E0D4E" w:rsidRDefault="007F159A" w:rsidP="007F159A">
      <w:pPr>
        <w:autoSpaceDE w:val="0"/>
        <w:autoSpaceDN w:val="0"/>
        <w:adjustRightInd w:val="0"/>
        <w:jc w:val="both"/>
        <w:outlineLvl w:val="0"/>
      </w:pPr>
      <w:r w:rsidRPr="002E0D4E">
        <w:rPr>
          <w:sz w:val="24"/>
          <w:szCs w:val="24"/>
        </w:rPr>
        <w:t xml:space="preserve">     </w:t>
      </w:r>
      <w:r w:rsidR="00C16314" w:rsidRPr="002E0D4E">
        <w:rPr>
          <w:sz w:val="24"/>
          <w:szCs w:val="24"/>
        </w:rPr>
        <w:t xml:space="preserve">                                                    </w:t>
      </w:r>
      <w:r w:rsidRPr="002E0D4E">
        <w:t xml:space="preserve">(месяц, квартал, </w:t>
      </w:r>
      <w:proofErr w:type="gramStart"/>
      <w:r w:rsidRPr="002E0D4E">
        <w:t>год)</w:t>
      </w:r>
      <w:r w:rsidR="00C16314" w:rsidRPr="002E0D4E">
        <w:t xml:space="preserve">   </w:t>
      </w:r>
      <w:proofErr w:type="gramEnd"/>
      <w:r w:rsidR="00C16314" w:rsidRPr="002E0D4E">
        <w:t xml:space="preserve">                                                            (месяц, квартал, год)</w:t>
      </w:r>
    </w:p>
    <w:p w:rsidR="00D0221F" w:rsidRPr="002E0D4E" w:rsidRDefault="007F159A" w:rsidP="00D02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27459E" w:rsidRPr="002E0D4E">
        <w:rPr>
          <w:sz w:val="24"/>
          <w:szCs w:val="24"/>
        </w:rPr>
        <w:t>5</w:t>
      </w:r>
      <w:r w:rsidRPr="002E0D4E">
        <w:rPr>
          <w:sz w:val="24"/>
          <w:szCs w:val="24"/>
        </w:rPr>
        <w:t xml:space="preserve">. в </w:t>
      </w:r>
      <w:hyperlink r:id="rId258" w:history="1">
        <w:r w:rsidRPr="002E0D4E">
          <w:rPr>
            <w:sz w:val="24"/>
            <w:szCs w:val="24"/>
          </w:rPr>
          <w:t>пункте 4.3.</w:t>
        </w:r>
        <w:r w:rsidR="00EF6179" w:rsidRPr="002E0D4E">
          <w:rPr>
            <w:sz w:val="24"/>
            <w:szCs w:val="24"/>
          </w:rPr>
          <w:t>9</w:t>
        </w:r>
      </w:hyperlink>
      <w:r w:rsidRPr="002E0D4E">
        <w:rPr>
          <w:sz w:val="24"/>
          <w:szCs w:val="24"/>
        </w:rPr>
        <w:t xml:space="preserve"> слова </w:t>
      </w:r>
      <w:r w:rsidR="00D0221F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в течение ___ рабочих дней</w:t>
      </w:r>
      <w:r w:rsidR="00D0221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</w:t>
      </w:r>
      <w:proofErr w:type="spellStart"/>
      <w:r w:rsidRPr="002E0D4E">
        <w:rPr>
          <w:sz w:val="24"/>
          <w:szCs w:val="24"/>
        </w:rPr>
        <w:t>словами</w:t>
      </w:r>
      <w:r w:rsidR="00D0221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в</w:t>
      </w:r>
      <w:proofErr w:type="spellEnd"/>
      <w:r w:rsidRPr="002E0D4E">
        <w:rPr>
          <w:sz w:val="24"/>
          <w:szCs w:val="24"/>
        </w:rPr>
        <w:t xml:space="preserve"> течение ___ рабочих дней</w:t>
      </w:r>
      <w:r w:rsidR="00D0221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D0221F" w:rsidRPr="002E0D4E" w:rsidRDefault="007F159A" w:rsidP="00D02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27459E" w:rsidRPr="002E0D4E">
        <w:rPr>
          <w:sz w:val="24"/>
          <w:szCs w:val="24"/>
        </w:rPr>
        <w:t>6</w:t>
      </w:r>
      <w:r w:rsidRPr="002E0D4E">
        <w:rPr>
          <w:sz w:val="24"/>
          <w:szCs w:val="24"/>
        </w:rPr>
        <w:t xml:space="preserve">. в </w:t>
      </w:r>
      <w:hyperlink r:id="rId259" w:history="1">
        <w:r w:rsidRPr="002E0D4E">
          <w:rPr>
            <w:sz w:val="24"/>
            <w:szCs w:val="24"/>
          </w:rPr>
          <w:t>пункте 4.3.1</w:t>
        </w:r>
      </w:hyperlink>
      <w:r w:rsidR="0027459E" w:rsidRPr="002E0D4E">
        <w:rPr>
          <w:sz w:val="24"/>
          <w:szCs w:val="24"/>
        </w:rPr>
        <w:t>1</w:t>
      </w:r>
      <w:r w:rsidR="00D0221F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приложению </w:t>
      </w:r>
      <w:r w:rsidR="00D0221F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D0221F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 xml:space="preserve">приложению </w:t>
      </w:r>
      <w:r w:rsidR="00D0221F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</w:t>
      </w:r>
      <w:r w:rsidR="00D0221F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;</w:t>
      </w:r>
    </w:p>
    <w:p w:rsidR="00D0221F" w:rsidRPr="002E0D4E" w:rsidRDefault="007F159A" w:rsidP="00D02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27459E" w:rsidRPr="002E0D4E">
        <w:rPr>
          <w:sz w:val="24"/>
          <w:szCs w:val="24"/>
        </w:rPr>
        <w:t>7</w:t>
      </w:r>
      <w:r w:rsidRPr="002E0D4E">
        <w:rPr>
          <w:sz w:val="24"/>
          <w:szCs w:val="24"/>
        </w:rPr>
        <w:t xml:space="preserve">. в </w:t>
      </w:r>
      <w:hyperlink r:id="rId260" w:history="1">
        <w:r w:rsidRPr="002E0D4E">
          <w:rPr>
            <w:sz w:val="24"/>
            <w:szCs w:val="24"/>
          </w:rPr>
          <w:t>пункте 4.3.1</w:t>
        </w:r>
      </w:hyperlink>
      <w:r w:rsidR="0027459E" w:rsidRPr="002E0D4E">
        <w:rPr>
          <w:sz w:val="24"/>
          <w:szCs w:val="24"/>
        </w:rPr>
        <w:t>2</w:t>
      </w:r>
      <w:r w:rsidRPr="002E0D4E">
        <w:rPr>
          <w:sz w:val="24"/>
          <w:szCs w:val="24"/>
        </w:rPr>
        <w:t>:</w:t>
      </w:r>
    </w:p>
    <w:p w:rsidR="00D0221F" w:rsidRPr="002E0D4E" w:rsidRDefault="00D0221F" w:rsidP="00D02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1.5.1</w:t>
      </w:r>
      <w:r w:rsidR="0027459E" w:rsidRPr="002E0D4E">
        <w:rPr>
          <w:sz w:val="24"/>
          <w:szCs w:val="24"/>
        </w:rPr>
        <w:t>7</w:t>
      </w:r>
      <w:r w:rsidRPr="002E0D4E">
        <w:rPr>
          <w:sz w:val="24"/>
          <w:szCs w:val="24"/>
        </w:rPr>
        <w:t>.1. слова «</w:t>
      </w:r>
      <w:r w:rsidR="007F159A" w:rsidRPr="002E0D4E">
        <w:rPr>
          <w:sz w:val="24"/>
          <w:szCs w:val="24"/>
        </w:rPr>
        <w:t>в 20__ году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 xml:space="preserve"> заменить словами </w:t>
      </w:r>
      <w:r w:rsidRPr="002E0D4E">
        <w:rPr>
          <w:sz w:val="24"/>
          <w:szCs w:val="24"/>
        </w:rPr>
        <w:t>«</w:t>
      </w:r>
      <w:r w:rsidR="007F159A" w:rsidRPr="002E0D4E">
        <w:rPr>
          <w:sz w:val="24"/>
          <w:szCs w:val="24"/>
        </w:rPr>
        <w:t>в 20__ году</w:t>
      </w:r>
      <w:r w:rsidRPr="002E0D4E">
        <w:rPr>
          <w:sz w:val="24"/>
          <w:szCs w:val="24"/>
        </w:rPr>
        <w:t>»</w:t>
      </w:r>
      <w:r w:rsidR="007F159A" w:rsidRPr="002E0D4E">
        <w:rPr>
          <w:sz w:val="24"/>
          <w:szCs w:val="24"/>
        </w:rPr>
        <w:t>;</w:t>
      </w:r>
    </w:p>
    <w:p w:rsidR="00A73630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1.5.20. в </w:t>
      </w:r>
      <w:hyperlink r:id="rId261" w:history="1">
        <w:r w:rsidRPr="002E0D4E">
          <w:rPr>
            <w:sz w:val="24"/>
            <w:szCs w:val="24"/>
          </w:rPr>
          <w:t>пункте 4.4.3</w:t>
        </w:r>
      </w:hyperlink>
      <w:r w:rsidR="00A73630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>в 20__ году</w:t>
      </w:r>
      <w:r w:rsidR="00A73630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заменить словами </w:t>
      </w:r>
      <w:r w:rsidR="00A73630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в 20__ году</w:t>
      </w:r>
      <w:r w:rsidR="00A73630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.</w:t>
      </w:r>
    </w:p>
    <w:p w:rsidR="00A73630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1.6. в </w:t>
      </w:r>
      <w:hyperlink r:id="rId262" w:history="1">
        <w:r w:rsidRPr="002E0D4E">
          <w:rPr>
            <w:sz w:val="24"/>
            <w:szCs w:val="24"/>
          </w:rPr>
          <w:t>разделе VII</w:t>
        </w:r>
      </w:hyperlink>
      <w:r w:rsidR="00A73630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Заключительные положения</w:t>
      </w:r>
      <w:r w:rsidR="00A73630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:</w:t>
      </w:r>
    </w:p>
    <w:p w:rsidR="00A73630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1.6.1. в </w:t>
      </w:r>
      <w:hyperlink r:id="rId263" w:history="1">
        <w:r w:rsidRPr="002E0D4E">
          <w:rPr>
            <w:sz w:val="24"/>
            <w:szCs w:val="24"/>
          </w:rPr>
          <w:t>пункте 7.3</w:t>
        </w:r>
      </w:hyperlink>
      <w:r w:rsidR="00A73630" w:rsidRPr="002E0D4E">
        <w:rPr>
          <w:sz w:val="24"/>
          <w:szCs w:val="24"/>
        </w:rPr>
        <w:t xml:space="preserve"> слова «</w:t>
      </w:r>
      <w:r w:rsidRPr="002E0D4E">
        <w:rPr>
          <w:sz w:val="24"/>
          <w:szCs w:val="24"/>
        </w:rPr>
        <w:t xml:space="preserve">приложению </w:t>
      </w:r>
      <w:r w:rsidR="00A73630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</w:t>
      </w:r>
      <w:r w:rsidR="00A73630" w:rsidRPr="002E0D4E">
        <w:rPr>
          <w:sz w:val="24"/>
          <w:szCs w:val="24"/>
        </w:rPr>
        <w:t>» заменить словами «</w:t>
      </w:r>
      <w:r w:rsidRPr="002E0D4E">
        <w:rPr>
          <w:sz w:val="24"/>
          <w:szCs w:val="24"/>
        </w:rPr>
        <w:t xml:space="preserve">приложению </w:t>
      </w:r>
      <w:r w:rsidR="00A73630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</w:t>
      </w:r>
      <w:r w:rsidR="00A73630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>.</w:t>
      </w:r>
    </w:p>
    <w:p w:rsidR="00A73630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1.7. Иные положения по настоящему Дополнительному соглашению к Соглашению</w:t>
      </w:r>
      <w:r w:rsidR="00A73630" w:rsidRPr="002E0D4E">
        <w:rPr>
          <w:sz w:val="24"/>
          <w:szCs w:val="24"/>
        </w:rPr>
        <w:t xml:space="preserve"> </w:t>
      </w:r>
      <w:r w:rsidR="00A73630" w:rsidRPr="002E0D4E">
        <w:rPr>
          <w:sz w:val="24"/>
          <w:szCs w:val="24"/>
          <w:vertAlign w:val="superscript"/>
        </w:rPr>
        <w:t>4</w:t>
      </w:r>
      <w:r w:rsidR="00A73630" w:rsidRPr="002E0D4E">
        <w:rPr>
          <w:sz w:val="24"/>
          <w:szCs w:val="24"/>
        </w:rPr>
        <w:t>:</w:t>
      </w:r>
    </w:p>
    <w:p w:rsidR="00A73630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1.7.1. _____________________________________________________________</w:t>
      </w:r>
      <w:r w:rsidR="00A73630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__;</w:t>
      </w:r>
    </w:p>
    <w:p w:rsidR="007F159A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1.7.2. _____________________________________________________________</w:t>
      </w:r>
      <w:r w:rsidR="00A73630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>__.</w:t>
      </w:r>
    </w:p>
    <w:p w:rsidR="00A73630" w:rsidRPr="002E0D4E" w:rsidRDefault="007F159A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1.8. </w:t>
      </w:r>
      <w:hyperlink r:id="rId264" w:history="1">
        <w:r w:rsidRPr="002E0D4E">
          <w:rPr>
            <w:sz w:val="24"/>
            <w:szCs w:val="24"/>
          </w:rPr>
          <w:t>раздел VIII</w:t>
        </w:r>
      </w:hyperlink>
      <w:r w:rsidR="00A73630" w:rsidRPr="002E0D4E">
        <w:rPr>
          <w:sz w:val="24"/>
          <w:szCs w:val="24"/>
        </w:rPr>
        <w:t xml:space="preserve"> «</w:t>
      </w:r>
      <w:r w:rsidRPr="002E0D4E">
        <w:rPr>
          <w:sz w:val="24"/>
          <w:szCs w:val="24"/>
        </w:rPr>
        <w:t>Платежные реквизиты Сторон</w:t>
      </w:r>
      <w:r w:rsidR="00A73630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изложить в следующей редакции:</w:t>
      </w:r>
    </w:p>
    <w:p w:rsidR="00C11DF8" w:rsidRPr="002E0D4E" w:rsidRDefault="00ED0C50" w:rsidP="00A736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1.1. _______________________________</w:t>
      </w:r>
      <w:r w:rsidR="00B25491" w:rsidRPr="002E0D4E">
        <w:rPr>
          <w:sz w:val="24"/>
          <w:szCs w:val="24"/>
        </w:rPr>
        <w:t>____________________________</w:t>
      </w:r>
      <w:r w:rsidR="00A73630" w:rsidRPr="002E0D4E">
        <w:rPr>
          <w:sz w:val="24"/>
          <w:szCs w:val="24"/>
        </w:rPr>
        <w:t>______________</w:t>
      </w:r>
      <w:r w:rsidR="00B25491" w:rsidRPr="002E0D4E">
        <w:rPr>
          <w:sz w:val="24"/>
          <w:szCs w:val="24"/>
        </w:rPr>
        <w:t>___</w:t>
      </w:r>
      <w:r w:rsidR="00C11DF8" w:rsidRPr="002E0D4E">
        <w:rPr>
          <w:sz w:val="24"/>
          <w:szCs w:val="24"/>
        </w:rPr>
        <w:t>;</w:t>
      </w:r>
    </w:p>
    <w:p w:rsidR="00F563EB" w:rsidRPr="002E0D4E" w:rsidRDefault="00ED0C50" w:rsidP="00F563EB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1.2. </w:t>
      </w:r>
      <w:r w:rsidR="00C11DF8" w:rsidRPr="002E0D4E">
        <w:rPr>
          <w:sz w:val="24"/>
          <w:szCs w:val="24"/>
        </w:rPr>
        <w:t>___________________</w:t>
      </w:r>
      <w:r w:rsidR="00A73630" w:rsidRPr="002E0D4E">
        <w:rPr>
          <w:sz w:val="24"/>
          <w:szCs w:val="24"/>
        </w:rPr>
        <w:t>______________</w:t>
      </w:r>
      <w:r w:rsidR="00C11DF8" w:rsidRPr="002E0D4E">
        <w:rPr>
          <w:sz w:val="24"/>
          <w:szCs w:val="24"/>
        </w:rPr>
        <w:t>___________________________________________.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1.9. приложение № ___ к Соглашению изложить в редакции согласно приложению № ___ к настоящему Дополнительному соглашению к Соглашению, которое является его неотъемлемой частью.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1.10. дополнить приложением № ___ к Соглашению согласно приложению № ___ к настоящему Дополнительному соглашению к Соглашению, которое является его неотъемлемой частью.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1.11. внести изменения в приложение № ___ к Соглашению согласно приложению № ___ к настоящему Дополнительному соглашению к Соглашению, которое является его неотъемлемой частью.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2. Настоящее Дополнительное соглашение к Соглашению является неотъемлемой частью Соглашения.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3. Настоящее Дополнительное соглашение к Соглашению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4. Условия Соглашения, не затронутые настоящим Дополнительным соглашением к Соглашению, остаются неизменными.</w:t>
      </w:r>
    </w:p>
    <w:p w:rsidR="00F07526" w:rsidRPr="002E0D4E" w:rsidRDefault="00F07526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 5.  </w:t>
      </w:r>
      <w:proofErr w:type="gramStart"/>
      <w:r w:rsidRPr="002E0D4E">
        <w:rPr>
          <w:sz w:val="24"/>
          <w:szCs w:val="24"/>
        </w:rPr>
        <w:t>Настоящее  Дополнительное</w:t>
      </w:r>
      <w:proofErr w:type="gramEnd"/>
      <w:r w:rsidRPr="002E0D4E">
        <w:rPr>
          <w:sz w:val="24"/>
          <w:szCs w:val="24"/>
        </w:rPr>
        <w:t xml:space="preserve">  соглашение  заключено  Сторонами в форме бумажного документа в двух экземплярах, по одному для каждой из Сторон.</w:t>
      </w:r>
    </w:p>
    <w:p w:rsidR="00020935" w:rsidRPr="002E0D4E" w:rsidRDefault="00020935" w:rsidP="00F075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_______________________________________________________________________________ </w:t>
      </w:r>
      <w:r w:rsidRPr="002E0D4E">
        <w:rPr>
          <w:sz w:val="24"/>
          <w:szCs w:val="24"/>
          <w:vertAlign w:val="superscript"/>
        </w:rPr>
        <w:t>5</w:t>
      </w:r>
    </w:p>
    <w:p w:rsidR="00020935" w:rsidRPr="002E0D4E" w:rsidRDefault="00020935" w:rsidP="00F07526">
      <w:pPr>
        <w:spacing w:after="1" w:line="280" w:lineRule="atLeast"/>
        <w:jc w:val="center"/>
        <w:outlineLvl w:val="1"/>
        <w:rPr>
          <w:sz w:val="24"/>
          <w:szCs w:val="24"/>
        </w:rPr>
      </w:pPr>
    </w:p>
    <w:p w:rsidR="00F07526" w:rsidRPr="002E0D4E" w:rsidRDefault="00CD1C98" w:rsidP="00F07526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>6</w:t>
      </w:r>
      <w:r w:rsidR="00F07526" w:rsidRPr="002E0D4E">
        <w:rPr>
          <w:sz w:val="24"/>
          <w:szCs w:val="24"/>
        </w:rPr>
        <w:t>. Подписи Сторон</w:t>
      </w:r>
    </w:p>
    <w:p w:rsidR="00F07526" w:rsidRPr="002E0D4E" w:rsidRDefault="00F07526" w:rsidP="00F07526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7"/>
        <w:gridCol w:w="4961"/>
      </w:tblGrid>
      <w:tr w:rsidR="00F07526" w:rsidRPr="002E0D4E" w:rsidTr="008F6ECA">
        <w:tc>
          <w:tcPr>
            <w:tcW w:w="5307" w:type="dxa"/>
          </w:tcPr>
          <w:p w:rsidR="00F07526" w:rsidRPr="002E0D4E" w:rsidRDefault="00F07526" w:rsidP="008F6EC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F07526" w:rsidRPr="002E0D4E" w:rsidRDefault="00F07526" w:rsidP="008F6EC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____________________________________</w:t>
            </w:r>
          </w:p>
          <w:p w:rsidR="003569AF" w:rsidRPr="002E0D4E" w:rsidRDefault="003569AF" w:rsidP="003569AF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 xml:space="preserve">  (Министерство, Комитет, Агентство, иной орган (организация))</w:t>
            </w:r>
          </w:p>
          <w:p w:rsidR="00F07526" w:rsidRPr="002E0D4E" w:rsidRDefault="00F07526" w:rsidP="008F6ECA">
            <w:pPr>
              <w:spacing w:after="1" w:line="2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F07526" w:rsidRPr="002E0D4E" w:rsidRDefault="00F07526" w:rsidP="008F6EC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F07526" w:rsidRPr="002E0D4E" w:rsidTr="008F6ECA">
        <w:tc>
          <w:tcPr>
            <w:tcW w:w="5307" w:type="dxa"/>
          </w:tcPr>
          <w:p w:rsidR="00F07526" w:rsidRPr="002E0D4E" w:rsidRDefault="00F07526" w:rsidP="008F6ECA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F07526" w:rsidRPr="002E0D4E" w:rsidRDefault="00F07526" w:rsidP="008F6ECA">
            <w:pPr>
              <w:spacing w:after="1" w:line="200" w:lineRule="atLeast"/>
              <w:jc w:val="both"/>
            </w:pPr>
            <w:r w:rsidRPr="002E0D4E">
              <w:t xml:space="preserve"> (подпись)          (ФИО)</w:t>
            </w:r>
          </w:p>
        </w:tc>
        <w:tc>
          <w:tcPr>
            <w:tcW w:w="4961" w:type="dxa"/>
          </w:tcPr>
          <w:p w:rsidR="00F07526" w:rsidRPr="002E0D4E" w:rsidRDefault="00F07526" w:rsidP="008F6ECA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F07526" w:rsidRPr="002E0D4E" w:rsidRDefault="00F07526" w:rsidP="008F6ECA">
            <w:pPr>
              <w:spacing w:after="1" w:line="200" w:lineRule="atLeast"/>
              <w:jc w:val="both"/>
            </w:pPr>
            <w:r w:rsidRPr="002E0D4E">
              <w:t xml:space="preserve"> (подпись)         (ФИО)</w:t>
            </w:r>
          </w:p>
        </w:tc>
      </w:tr>
    </w:tbl>
    <w:p w:rsidR="00A73630" w:rsidRPr="002E0D4E" w:rsidRDefault="00A73630" w:rsidP="00A736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4" w:name="P4264"/>
      <w:bookmarkEnd w:id="114"/>
      <w:r w:rsidRPr="002E0D4E">
        <w:rPr>
          <w:sz w:val="28"/>
          <w:szCs w:val="28"/>
        </w:rPr>
        <w:t>________________________________</w:t>
      </w:r>
    </w:p>
    <w:p w:rsidR="00020935" w:rsidRPr="002E0D4E" w:rsidRDefault="003C5CC4" w:rsidP="00FC7942">
      <w:pPr>
        <w:ind w:firstLine="567"/>
        <w:jc w:val="both"/>
      </w:pPr>
      <w:r w:rsidRPr="002E0D4E">
        <w:rPr>
          <w:vertAlign w:val="superscript"/>
        </w:rPr>
        <w:t>1</w:t>
      </w:r>
      <w:r w:rsidRPr="002E0D4E">
        <w:t xml:space="preserve"> В случае, если соглашение (договор) о предоставлении из бюджета Республики Татарстан гранта в форме субсидии в соо</w:t>
      </w:r>
      <w:r w:rsidR="00FC7942" w:rsidRPr="002E0D4E">
        <w:t>тветствии с пунктом 4 статьи 78</w:t>
      </w:r>
      <w:r w:rsidRPr="002E0D4E">
        <w:rPr>
          <w:vertAlign w:val="superscript"/>
        </w:rPr>
        <w:t>1</w:t>
      </w:r>
      <w:r w:rsidR="00FC7942" w:rsidRPr="002E0D4E">
        <w:t xml:space="preserve"> </w:t>
      </w:r>
      <w:r w:rsidRPr="002E0D4E">
        <w:t>Бюджетного кодекса Российской Федерации в соответствии с настоящей Типовой формой (далее - соглашение), содержит информацию ограниченного распространения, доступ к которой ограничен органами государственной власти Республики Татарстан в соответствии с федеральными законами, проставляются соответствующий гриф (для «служебного пользования») и номер экземпляра.</w:t>
      </w:r>
    </w:p>
    <w:p w:rsidR="003C5CC4" w:rsidRPr="002E0D4E" w:rsidRDefault="003C5CC4" w:rsidP="00FC7942">
      <w:pPr>
        <w:ind w:firstLine="567"/>
        <w:jc w:val="both"/>
      </w:pPr>
      <w:r w:rsidRPr="002E0D4E">
        <w:rPr>
          <w:vertAlign w:val="superscript"/>
        </w:rPr>
        <w:lastRenderedPageBreak/>
        <w:t>2</w:t>
      </w:r>
      <w:r w:rsidR="007F159A" w:rsidRPr="002E0D4E">
        <w:rPr>
          <w:vertAlign w:val="superscript"/>
        </w:rPr>
        <w:t xml:space="preserve"> </w:t>
      </w:r>
      <w:r w:rsidR="007F159A" w:rsidRPr="002E0D4E">
        <w:t>Указываются пункты и (или) разделы соглашения, в которые вносятся изменения.</w:t>
      </w:r>
    </w:p>
    <w:p w:rsidR="003C5CC4" w:rsidRPr="002E0D4E" w:rsidRDefault="003C5CC4" w:rsidP="00FC7942">
      <w:pPr>
        <w:ind w:firstLine="567"/>
        <w:jc w:val="both"/>
      </w:pPr>
      <w:r w:rsidRPr="002E0D4E">
        <w:rPr>
          <w:vertAlign w:val="superscript"/>
        </w:rPr>
        <w:t>3</w:t>
      </w:r>
      <w:r w:rsidR="007F159A" w:rsidRPr="002E0D4E">
        <w:t>Указываются изменения сумм, подлежащих перечислению: со знак</w:t>
      </w:r>
      <w:r w:rsidRPr="002E0D4E">
        <w:t>ом «</w:t>
      </w:r>
      <w:r w:rsidR="007F159A" w:rsidRPr="002E0D4E">
        <w:t>плюс</w:t>
      </w:r>
      <w:r w:rsidRPr="002E0D4E">
        <w:t>»</w:t>
      </w:r>
      <w:r w:rsidR="007F159A" w:rsidRPr="002E0D4E">
        <w:t xml:space="preserve"> при их увели</w:t>
      </w:r>
      <w:r w:rsidRPr="002E0D4E">
        <w:t>чении и со знаком «</w:t>
      </w:r>
      <w:r w:rsidR="007F159A" w:rsidRPr="002E0D4E">
        <w:t>минус</w:t>
      </w:r>
      <w:r w:rsidRPr="002E0D4E">
        <w:t>»</w:t>
      </w:r>
      <w:r w:rsidR="007F159A" w:rsidRPr="002E0D4E">
        <w:t xml:space="preserve"> при их уменьшении.</w:t>
      </w:r>
    </w:p>
    <w:p w:rsidR="00020935" w:rsidRPr="002E0D4E" w:rsidRDefault="003C5CC4" w:rsidP="00FC7942">
      <w:pPr>
        <w:ind w:firstLine="567"/>
        <w:jc w:val="both"/>
      </w:pPr>
      <w:r w:rsidRPr="002E0D4E">
        <w:rPr>
          <w:vertAlign w:val="superscript"/>
        </w:rPr>
        <w:t>4</w:t>
      </w:r>
      <w:r w:rsidR="007F159A" w:rsidRPr="002E0D4E">
        <w:t xml:space="preserve"> Указываются изменения, вносимые в иные конкретные положения (при наличии).</w:t>
      </w:r>
    </w:p>
    <w:p w:rsidR="005B322D" w:rsidRPr="002E0D4E" w:rsidRDefault="00020935" w:rsidP="00FC7942">
      <w:pPr>
        <w:ind w:firstLine="567"/>
        <w:jc w:val="both"/>
      </w:pPr>
      <w:r w:rsidRPr="002E0D4E">
        <w:rPr>
          <w:vertAlign w:val="superscript"/>
        </w:rPr>
        <w:t>5</w:t>
      </w:r>
      <w:r w:rsidR="007F159A" w:rsidRPr="002E0D4E">
        <w:t xml:space="preserve"> Указываются иные конкретные условия (при необходимости).</w:t>
      </w: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555DB7" w:rsidRPr="002E0D4E" w:rsidRDefault="00555DB7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627854" w:rsidRPr="002E0D4E" w:rsidRDefault="00627854" w:rsidP="00C9029D">
      <w:pPr>
        <w:spacing w:after="1" w:line="280" w:lineRule="atLeast"/>
        <w:jc w:val="right"/>
        <w:rPr>
          <w:sz w:val="24"/>
          <w:szCs w:val="24"/>
        </w:rPr>
      </w:pPr>
    </w:p>
    <w:p w:rsidR="00C9029D" w:rsidRPr="002E0D4E" w:rsidRDefault="00C9029D" w:rsidP="00C9029D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Приложение № 9</w:t>
      </w:r>
    </w:p>
    <w:p w:rsidR="00C9029D" w:rsidRPr="002E0D4E" w:rsidRDefault="00C9029D" w:rsidP="00C9029D">
      <w:pPr>
        <w:spacing w:after="1" w:line="280" w:lineRule="atLeast"/>
        <w:ind w:left="5103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к Типовой форме соглашения (договора) о предоставлении из бюджета Республики Татарстан грантов в форме субсидий 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</w:t>
      </w:r>
    </w:p>
    <w:p w:rsidR="00C9029D" w:rsidRPr="002E0D4E" w:rsidRDefault="00C9029D" w:rsidP="00C9029D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Приложение № ___</w:t>
      </w:r>
    </w:p>
    <w:p w:rsidR="00C9029D" w:rsidRPr="002E0D4E" w:rsidRDefault="00C9029D" w:rsidP="00C9029D">
      <w:pPr>
        <w:spacing w:after="1" w:line="280" w:lineRule="atLeast"/>
        <w:jc w:val="right"/>
        <w:rPr>
          <w:sz w:val="24"/>
          <w:szCs w:val="24"/>
        </w:rPr>
      </w:pPr>
      <w:r w:rsidRPr="002E0D4E">
        <w:rPr>
          <w:sz w:val="24"/>
          <w:szCs w:val="24"/>
        </w:rPr>
        <w:t>к Соглашению от ________ 20__ г. № __</w:t>
      </w:r>
    </w:p>
    <w:p w:rsidR="004B3EDB" w:rsidRPr="002E0D4E" w:rsidRDefault="004B3EDB">
      <w:pPr>
        <w:spacing w:after="1" w:line="280" w:lineRule="atLeast"/>
        <w:jc w:val="center"/>
        <w:rPr>
          <w:sz w:val="24"/>
          <w:szCs w:val="24"/>
        </w:rPr>
      </w:pP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Дополнительное соглашение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о расторжении соглашения (договора) о предоставлении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из бюджета</w:t>
      </w:r>
      <w:r w:rsidR="00B55384" w:rsidRPr="002E0D4E">
        <w:rPr>
          <w:sz w:val="24"/>
          <w:szCs w:val="24"/>
        </w:rPr>
        <w:t xml:space="preserve"> Республики Татарстан</w:t>
      </w:r>
      <w:r w:rsidRPr="002E0D4E">
        <w:rPr>
          <w:sz w:val="24"/>
          <w:szCs w:val="24"/>
        </w:rPr>
        <w:t xml:space="preserve"> грантов в форме субсидий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>в соответствии с пунктом 4 статьи 78</w:t>
      </w:r>
      <w:r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</w:t>
      </w:r>
    </w:p>
    <w:p w:rsidR="0091451F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кодекса Российской Федерации </w:t>
      </w:r>
    </w:p>
    <w:p w:rsidR="00ED0C50" w:rsidRPr="002E0D4E" w:rsidRDefault="00ED0C50">
      <w:pPr>
        <w:spacing w:after="1" w:line="280" w:lineRule="atLeast"/>
        <w:jc w:val="center"/>
        <w:rPr>
          <w:sz w:val="24"/>
          <w:szCs w:val="24"/>
        </w:rPr>
      </w:pPr>
      <w:r w:rsidRPr="002E0D4E">
        <w:rPr>
          <w:sz w:val="24"/>
          <w:szCs w:val="24"/>
        </w:rPr>
        <w:t xml:space="preserve">от </w:t>
      </w:r>
      <w:r w:rsidR="00B55384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</w:t>
      </w:r>
      <w:r w:rsidR="00B55384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___________ </w:t>
      </w:r>
      <w:r w:rsidR="00B55384" w:rsidRPr="002E0D4E">
        <w:rPr>
          <w:sz w:val="24"/>
          <w:szCs w:val="24"/>
        </w:rPr>
        <w:t>№</w:t>
      </w:r>
      <w:r w:rsidRPr="002E0D4E">
        <w:rPr>
          <w:sz w:val="24"/>
          <w:szCs w:val="24"/>
        </w:rPr>
        <w:t xml:space="preserve"> ____</w:t>
      </w:r>
      <w:r w:rsidR="00913186" w:rsidRPr="002E0D4E">
        <w:rPr>
          <w:sz w:val="24"/>
          <w:szCs w:val="24"/>
        </w:rPr>
        <w:t xml:space="preserve"> </w:t>
      </w:r>
    </w:p>
    <w:p w:rsidR="00ED0C50" w:rsidRPr="002E0D4E" w:rsidRDefault="00ED0C50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rFonts w:ascii="Courier New" w:hAnsi="Courier New" w:cs="Courier New"/>
          <w:sz w:val="24"/>
          <w:szCs w:val="24"/>
        </w:rPr>
        <w:t xml:space="preserve">                     </w:t>
      </w:r>
      <w:r w:rsidRPr="002E0D4E">
        <w:rPr>
          <w:sz w:val="24"/>
          <w:szCs w:val="24"/>
        </w:rPr>
        <w:t>г. _____________________________</w:t>
      </w:r>
    </w:p>
    <w:p w:rsidR="00ED0C50" w:rsidRPr="002E0D4E" w:rsidRDefault="00ED0C50">
      <w:pPr>
        <w:spacing w:after="1" w:line="200" w:lineRule="atLeast"/>
        <w:jc w:val="both"/>
      </w:pPr>
      <w:r w:rsidRPr="002E0D4E">
        <w:t xml:space="preserve">                        </w:t>
      </w:r>
      <w:r w:rsidR="00B55384" w:rsidRPr="002E0D4E">
        <w:t xml:space="preserve">                                                </w:t>
      </w:r>
      <w:r w:rsidRPr="002E0D4E">
        <w:t>(место заключения соглашения)</w:t>
      </w:r>
    </w:p>
    <w:p w:rsidR="00ED0C50" w:rsidRPr="002E0D4E" w:rsidRDefault="00ED0C50">
      <w:pPr>
        <w:spacing w:after="1" w:line="200" w:lineRule="atLeast"/>
        <w:jc w:val="both"/>
      </w:pPr>
    </w:p>
    <w:p w:rsidR="00ED0C50" w:rsidRPr="002E0D4E" w:rsidRDefault="00B55384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«</w:t>
      </w:r>
      <w:r w:rsidR="00ED0C50" w:rsidRPr="002E0D4E">
        <w:rPr>
          <w:sz w:val="24"/>
          <w:szCs w:val="24"/>
        </w:rPr>
        <w:t>__</w:t>
      </w:r>
      <w:r w:rsidRPr="002E0D4E">
        <w:rPr>
          <w:sz w:val="24"/>
          <w:szCs w:val="24"/>
        </w:rPr>
        <w:t>»</w:t>
      </w:r>
      <w:r w:rsidR="00ED0C50" w:rsidRPr="002E0D4E">
        <w:rPr>
          <w:sz w:val="24"/>
          <w:szCs w:val="24"/>
        </w:rPr>
        <w:t xml:space="preserve"> _______________ 20__ г.         </w:t>
      </w:r>
      <w:r w:rsidRPr="002E0D4E">
        <w:rPr>
          <w:sz w:val="24"/>
          <w:szCs w:val="24"/>
        </w:rPr>
        <w:t xml:space="preserve">             </w:t>
      </w:r>
      <w:r w:rsidR="00ED0C50" w:rsidRPr="002E0D4E">
        <w:rPr>
          <w:sz w:val="24"/>
          <w:szCs w:val="24"/>
        </w:rPr>
        <w:t xml:space="preserve">     </w:t>
      </w:r>
      <w:r w:rsidR="00A952B8" w:rsidRPr="002E0D4E">
        <w:rPr>
          <w:sz w:val="24"/>
          <w:szCs w:val="24"/>
        </w:rPr>
        <w:t xml:space="preserve">                                                      </w:t>
      </w:r>
      <w:r w:rsidR="00ED0C50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№</w:t>
      </w:r>
      <w:r w:rsidR="00A952B8" w:rsidRPr="002E0D4E">
        <w:rPr>
          <w:sz w:val="24"/>
          <w:szCs w:val="24"/>
        </w:rPr>
        <w:t>______________</w:t>
      </w:r>
      <w:r w:rsidR="00ED0C50" w:rsidRPr="002E0D4E">
        <w:rPr>
          <w:sz w:val="24"/>
          <w:szCs w:val="24"/>
        </w:rPr>
        <w:t>__</w:t>
      </w:r>
      <w:r w:rsidRPr="002E0D4E">
        <w:t xml:space="preserve"> </w:t>
      </w:r>
      <w:r w:rsidR="00ED0C50" w:rsidRPr="002E0D4E">
        <w:t xml:space="preserve">(дата заключения </w:t>
      </w:r>
      <w:proofErr w:type="gramStart"/>
      <w:r w:rsidR="00ED0C50" w:rsidRPr="002E0D4E">
        <w:t xml:space="preserve">соглашения)   </w:t>
      </w:r>
      <w:proofErr w:type="gramEnd"/>
      <w:r w:rsidR="00ED0C50" w:rsidRPr="002E0D4E">
        <w:t xml:space="preserve">                    </w:t>
      </w:r>
      <w:r w:rsidRPr="002E0D4E">
        <w:t xml:space="preserve">                                                 </w:t>
      </w:r>
      <w:r w:rsidR="00A952B8" w:rsidRPr="002E0D4E">
        <w:t xml:space="preserve">                                     </w:t>
      </w:r>
      <w:r w:rsidR="00F444F2" w:rsidRPr="002E0D4E">
        <w:t xml:space="preserve">     </w:t>
      </w:r>
      <w:r w:rsidR="00ED0C50" w:rsidRPr="002E0D4E">
        <w:t xml:space="preserve"> (номер соглашения)</w:t>
      </w:r>
    </w:p>
    <w:p w:rsidR="00ED0C50" w:rsidRPr="002E0D4E" w:rsidRDefault="00ED0C50">
      <w:pPr>
        <w:spacing w:after="1" w:line="200" w:lineRule="atLeast"/>
        <w:jc w:val="both"/>
      </w:pPr>
    </w:p>
    <w:p w:rsidR="00147D28" w:rsidRPr="002E0D4E" w:rsidRDefault="00147D28" w:rsidP="00147D28">
      <w:pPr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____________________________________________________________________________________,</w:t>
      </w:r>
    </w:p>
    <w:p w:rsidR="00147D28" w:rsidRPr="002E0D4E" w:rsidRDefault="00147D28" w:rsidP="00147D28">
      <w:pPr>
        <w:autoSpaceDE w:val="0"/>
        <w:autoSpaceDN w:val="0"/>
        <w:adjustRightInd w:val="0"/>
        <w:jc w:val="center"/>
        <w:outlineLvl w:val="0"/>
      </w:pPr>
      <w:r w:rsidRPr="002E0D4E">
        <w:t>(наименование исполнительного органа государственной власти Республики</w:t>
      </w:r>
    </w:p>
    <w:p w:rsidR="00147D28" w:rsidRPr="002E0D4E" w:rsidRDefault="00147D28" w:rsidP="00147D28">
      <w:pPr>
        <w:autoSpaceDE w:val="0"/>
        <w:autoSpaceDN w:val="0"/>
        <w:adjustRightInd w:val="0"/>
        <w:jc w:val="center"/>
        <w:outlineLvl w:val="0"/>
      </w:pPr>
      <w:r w:rsidRPr="002E0D4E">
        <w:t>Татарстан (государственного органа), осуществляющего функции главного</w:t>
      </w:r>
    </w:p>
    <w:p w:rsidR="00147D28" w:rsidRPr="002E0D4E" w:rsidRDefault="00147D28" w:rsidP="00147D28">
      <w:pPr>
        <w:autoSpaceDE w:val="0"/>
        <w:autoSpaceDN w:val="0"/>
        <w:adjustRightInd w:val="0"/>
        <w:jc w:val="center"/>
        <w:outlineLvl w:val="0"/>
      </w:pPr>
      <w:r w:rsidRPr="002E0D4E">
        <w:t>распорядителя средств бюджета Республики Татарстан)</w:t>
      </w:r>
    </w:p>
    <w:p w:rsidR="00147D28" w:rsidRPr="002E0D4E" w:rsidRDefault="00147D28" w:rsidP="00147D28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2E0D4E">
        <w:rPr>
          <w:sz w:val="24"/>
          <w:szCs w:val="24"/>
        </w:rPr>
        <w:t xml:space="preserve">которому(ой)  как  получателю  средств бюджета Республики  Татарстан доведены лимиты бюджетных  обязательств  на  предоставление  гранта  в  форме  субсидии  в соответствии  с </w:t>
      </w:r>
      <w:hyperlink r:id="rId265" w:history="1">
        <w:r w:rsidRPr="002E0D4E">
          <w:rPr>
            <w:sz w:val="24"/>
            <w:szCs w:val="24"/>
          </w:rPr>
          <w:t>пунктом 4 статьи 78</w:t>
        </w:r>
      </w:hyperlink>
      <w:r w:rsidR="00A0218C" w:rsidRPr="002E0D4E">
        <w:rPr>
          <w:sz w:val="24"/>
          <w:szCs w:val="24"/>
          <w:vertAlign w:val="superscript"/>
        </w:rPr>
        <w:t>1</w:t>
      </w:r>
      <w:r w:rsidRPr="002E0D4E">
        <w:rPr>
          <w:sz w:val="24"/>
          <w:szCs w:val="24"/>
        </w:rPr>
        <w:t xml:space="preserve"> Бюджетного кодекса Российской Федерации, именуемый в дальнейшем________________________________________________________________________________,</w:t>
      </w:r>
    </w:p>
    <w:p w:rsidR="00147D28" w:rsidRPr="002E0D4E" w:rsidRDefault="00147D28" w:rsidP="00147D2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                       (Министерство, Комитет, Агентство, иной орган (организация))</w:t>
      </w:r>
    </w:p>
    <w:p w:rsidR="00147D28" w:rsidRPr="002E0D4E" w:rsidRDefault="00147D28" w:rsidP="00147D28">
      <w:pPr>
        <w:spacing w:line="200" w:lineRule="atLeast"/>
        <w:jc w:val="both"/>
        <w:rPr>
          <w:rFonts w:ascii="SL_Times New Roman" w:hAnsi="SL_Times New Roman"/>
          <w:sz w:val="24"/>
        </w:rPr>
      </w:pPr>
      <w:r w:rsidRPr="002E0D4E">
        <w:rPr>
          <w:sz w:val="24"/>
          <w:szCs w:val="24"/>
        </w:rPr>
        <w:t xml:space="preserve">в лице ______________________________________________________________________________,                  </w:t>
      </w:r>
      <w:r w:rsidRPr="002E0D4E">
        <w:rPr>
          <w:rFonts w:ascii="SL_Times New Roman" w:hAnsi="SL_Times New Roman"/>
          <w:sz w:val="24"/>
        </w:rPr>
        <w:t xml:space="preserve">         </w:t>
      </w:r>
    </w:p>
    <w:p w:rsidR="00147D28" w:rsidRPr="002E0D4E" w:rsidRDefault="00147D28" w:rsidP="00147D2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</w:rPr>
        <w:t xml:space="preserve">              </w:t>
      </w:r>
      <w:r w:rsidRPr="002E0D4E">
        <w:rPr>
          <w:rFonts w:ascii="Times New Roman" w:hAnsi="Times New Roman"/>
          <w:b w:val="0"/>
          <w:sz w:val="20"/>
        </w:rPr>
        <w:t xml:space="preserve">(наименование должности, а также фамилия, имя, отчество (при наличии) руководителя Министерства </w:t>
      </w:r>
    </w:p>
    <w:p w:rsidR="00147D28" w:rsidRPr="002E0D4E" w:rsidRDefault="00147D28" w:rsidP="00147D2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(Комитета, Агентства, иного органа (организации) или уполномоченного им лица)</w:t>
      </w:r>
    </w:p>
    <w:p w:rsidR="00147D28" w:rsidRPr="002E0D4E" w:rsidRDefault="00147D28" w:rsidP="00147D28">
      <w:pPr>
        <w:spacing w:line="200" w:lineRule="atLeast"/>
        <w:jc w:val="both"/>
      </w:pPr>
      <w:r w:rsidRPr="002E0D4E">
        <w:rPr>
          <w:sz w:val="24"/>
          <w:szCs w:val="24"/>
        </w:rPr>
        <w:t xml:space="preserve"> действующего(ей) на основании________________________________________________________ ____________________________________________________________________________________,</w:t>
      </w:r>
    </w:p>
    <w:p w:rsidR="00147D28" w:rsidRPr="002E0D4E" w:rsidRDefault="00147D28" w:rsidP="00147D28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(положения) Министерства (Комитета, Агентства, иного органа (организации)), доверенности, приказа или иного документа, удостоверяющего полномочия)</w:t>
      </w:r>
    </w:p>
    <w:p w:rsidR="00147D28" w:rsidRPr="002E0D4E" w:rsidRDefault="00147D28" w:rsidP="00147D28">
      <w:pPr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с одной стороны, и___________________________________________________________________,</w:t>
      </w:r>
    </w:p>
    <w:p w:rsidR="00147D28" w:rsidRPr="002E0D4E" w:rsidRDefault="00147D28" w:rsidP="00147D28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sz w:val="20"/>
        </w:rPr>
        <w:t xml:space="preserve">                                               </w:t>
      </w:r>
      <w:r w:rsidRPr="002E0D4E">
        <w:rPr>
          <w:rFonts w:ascii="Times New Roman" w:hAnsi="Times New Roman"/>
          <w:b w:val="0"/>
          <w:sz w:val="20"/>
        </w:rPr>
        <w:t>(наименование некоммерческой организации, не являющейся казенным учреждением)</w:t>
      </w:r>
    </w:p>
    <w:p w:rsidR="00147D28" w:rsidRPr="002E0D4E" w:rsidRDefault="00147D28" w:rsidP="00147D2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>именуемый в дальнейшем «Получатель», в лице __________________________________________</w:t>
      </w:r>
    </w:p>
    <w:p w:rsidR="00147D28" w:rsidRPr="002E0D4E" w:rsidRDefault="00147D28" w:rsidP="00147D28">
      <w:pPr>
        <w:spacing w:after="1" w:line="200" w:lineRule="atLeast"/>
        <w:jc w:val="both"/>
      </w:pPr>
      <w:r w:rsidRPr="002E0D4E">
        <w:rPr>
          <w:sz w:val="24"/>
          <w:szCs w:val="24"/>
        </w:rPr>
        <w:t>____________________________________________________________________________________,</w:t>
      </w:r>
    </w:p>
    <w:p w:rsidR="00147D28" w:rsidRPr="002E0D4E" w:rsidRDefault="00147D28" w:rsidP="00147D28">
      <w:pPr>
        <w:spacing w:after="1" w:line="200" w:lineRule="atLeast"/>
        <w:jc w:val="center"/>
      </w:pPr>
      <w:r w:rsidRPr="002E0D4E"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147D28" w:rsidRPr="002E0D4E" w:rsidRDefault="00147D28" w:rsidP="00147D2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действующего(ей) на основании_________________________________________________________</w:t>
      </w:r>
    </w:p>
    <w:p w:rsidR="00147D28" w:rsidRPr="002E0D4E" w:rsidRDefault="00147D28" w:rsidP="00147D28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____________________________________________________________________________________,</w:t>
      </w:r>
    </w:p>
    <w:p w:rsidR="00147D28" w:rsidRPr="002E0D4E" w:rsidRDefault="00147D28" w:rsidP="00147D28">
      <w:pPr>
        <w:autoSpaceDE w:val="0"/>
        <w:autoSpaceDN w:val="0"/>
        <w:adjustRightInd w:val="0"/>
        <w:jc w:val="center"/>
        <w:outlineLvl w:val="0"/>
      </w:pPr>
      <w:r w:rsidRPr="002E0D4E">
        <w:t>(реквизиты учредительного документа некоммерческой организации)</w:t>
      </w:r>
    </w:p>
    <w:p w:rsidR="00ED0C50" w:rsidRPr="002E0D4E" w:rsidRDefault="00147D28" w:rsidP="00147D28">
      <w:pPr>
        <w:spacing w:after="1" w:line="200" w:lineRule="atLeast"/>
        <w:jc w:val="both"/>
        <w:rPr>
          <w:sz w:val="28"/>
          <w:szCs w:val="28"/>
        </w:rPr>
      </w:pPr>
      <w:r w:rsidRPr="002E0D4E">
        <w:rPr>
          <w:sz w:val="28"/>
          <w:szCs w:val="28"/>
        </w:rPr>
        <w:t xml:space="preserve"> </w:t>
      </w:r>
      <w:r w:rsidRPr="002E0D4E">
        <w:rPr>
          <w:sz w:val="24"/>
          <w:szCs w:val="24"/>
        </w:rPr>
        <w:t xml:space="preserve">с другой </w:t>
      </w:r>
      <w:proofErr w:type="gramStart"/>
      <w:r w:rsidRPr="002E0D4E">
        <w:rPr>
          <w:sz w:val="24"/>
          <w:szCs w:val="24"/>
        </w:rPr>
        <w:t>стороны</w:t>
      </w:r>
      <w:r w:rsidR="00B55384" w:rsidRPr="002E0D4E">
        <w:rPr>
          <w:sz w:val="24"/>
          <w:szCs w:val="24"/>
        </w:rPr>
        <w:t>,  далее</w:t>
      </w:r>
      <w:proofErr w:type="gramEnd"/>
      <w:r w:rsidR="00B55384" w:rsidRPr="002E0D4E">
        <w:rPr>
          <w:sz w:val="24"/>
          <w:szCs w:val="24"/>
        </w:rPr>
        <w:t xml:space="preserve">  именуемые «Стороны»</w:t>
      </w:r>
      <w:r w:rsidR="00FE2E6A" w:rsidRPr="002E0D4E">
        <w:rPr>
          <w:sz w:val="24"/>
          <w:szCs w:val="24"/>
        </w:rPr>
        <w:t xml:space="preserve">, </w:t>
      </w:r>
      <w:r w:rsidR="00ED0C50" w:rsidRPr="002E0D4E">
        <w:rPr>
          <w:sz w:val="24"/>
          <w:szCs w:val="24"/>
        </w:rPr>
        <w:t>в  соответствии</w:t>
      </w:r>
      <w:r w:rsidR="005D0CBF" w:rsidRPr="002E0D4E">
        <w:rPr>
          <w:sz w:val="24"/>
          <w:szCs w:val="24"/>
        </w:rPr>
        <w:t xml:space="preserve"> с ____________________________________________________________________________________</w:t>
      </w:r>
      <w:r w:rsidR="00ED0C50" w:rsidRPr="002E0D4E">
        <w:rPr>
          <w:sz w:val="24"/>
          <w:szCs w:val="24"/>
        </w:rPr>
        <w:t>,</w:t>
      </w:r>
    </w:p>
    <w:p w:rsidR="00623049" w:rsidRPr="002E0D4E" w:rsidRDefault="00623049" w:rsidP="00623049">
      <w:pPr>
        <w:autoSpaceDE w:val="0"/>
        <w:autoSpaceDN w:val="0"/>
        <w:adjustRightInd w:val="0"/>
        <w:jc w:val="center"/>
        <w:outlineLvl w:val="0"/>
      </w:pPr>
      <w:r w:rsidRPr="002E0D4E">
        <w:t>(документ, предусматривающий основание для расторжения Соглашения (при</w:t>
      </w:r>
      <w:r w:rsidR="005D0CBF" w:rsidRPr="002E0D4E">
        <w:t xml:space="preserve"> </w:t>
      </w:r>
      <w:r w:rsidRPr="002E0D4E">
        <w:t>наличии) или пункт ____ Соглашения)</w:t>
      </w:r>
    </w:p>
    <w:p w:rsidR="00ED0C50" w:rsidRPr="002E0D4E" w:rsidRDefault="00ED0C50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заключили  настоящее Дополнительное  соглашение  о  расторжении  соглашения</w:t>
      </w:r>
      <w:r w:rsidR="000B62CB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о  предоставлении  из бюджета</w:t>
      </w:r>
      <w:r w:rsidR="000B62CB" w:rsidRPr="002E0D4E">
        <w:rPr>
          <w:sz w:val="24"/>
          <w:szCs w:val="24"/>
        </w:rPr>
        <w:t xml:space="preserve"> Республики Татарстан</w:t>
      </w:r>
      <w:r w:rsidRPr="002E0D4E">
        <w:rPr>
          <w:sz w:val="24"/>
          <w:szCs w:val="24"/>
        </w:rPr>
        <w:t xml:space="preserve">  грантов  в  форме  субсидий в</w:t>
      </w:r>
      <w:r w:rsidR="000B62CB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 xml:space="preserve">соответствии   с  </w:t>
      </w:r>
      <w:hyperlink r:id="rId266" w:history="1">
        <w:r w:rsidR="00F91D47" w:rsidRPr="002E0D4E">
          <w:rPr>
            <w:sz w:val="24"/>
            <w:szCs w:val="24"/>
          </w:rPr>
          <w:t>пунктом  4  статьи  78</w:t>
        </w:r>
        <w:r w:rsidRPr="002E0D4E">
          <w:rPr>
            <w:sz w:val="24"/>
            <w:szCs w:val="24"/>
            <w:vertAlign w:val="superscript"/>
          </w:rPr>
          <w:t>1</w:t>
        </w:r>
      </w:hyperlink>
      <w:r w:rsidRPr="002E0D4E">
        <w:rPr>
          <w:sz w:val="24"/>
          <w:szCs w:val="24"/>
        </w:rPr>
        <w:t xml:space="preserve">  Бюджетного  кодекса  Российской</w:t>
      </w:r>
      <w:r w:rsidR="000B62CB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Федерации (далее - Соглашение).</w:t>
      </w:r>
    </w:p>
    <w:p w:rsidR="000B62CB" w:rsidRPr="002E0D4E" w:rsidRDefault="00ED0C50" w:rsidP="000B62CB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8B295B" w:rsidRPr="002E0D4E" w:rsidRDefault="00ED0C50" w:rsidP="008B295B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2. Состояние расчетов на дату расторжения Соглашения:</w:t>
      </w:r>
      <w:bookmarkStart w:id="115" w:name="P4356"/>
      <w:bookmarkEnd w:id="115"/>
    </w:p>
    <w:p w:rsidR="00ED0C50" w:rsidRPr="002E0D4E" w:rsidRDefault="00ED0C50" w:rsidP="008B295B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lastRenderedPageBreak/>
        <w:t>2.1. бюджетное обязательство __________</w:t>
      </w:r>
      <w:r w:rsidR="001B5DF6" w:rsidRPr="002E0D4E">
        <w:rPr>
          <w:sz w:val="24"/>
          <w:szCs w:val="24"/>
        </w:rPr>
        <w:t>________________________</w:t>
      </w:r>
      <w:r w:rsidR="00A0218C" w:rsidRPr="002E0D4E">
        <w:rPr>
          <w:sz w:val="24"/>
          <w:szCs w:val="24"/>
        </w:rPr>
        <w:t>________</w:t>
      </w:r>
      <w:r w:rsidR="001B5DF6" w:rsidRPr="002E0D4E">
        <w:rPr>
          <w:sz w:val="24"/>
          <w:szCs w:val="24"/>
        </w:rPr>
        <w:t>__</w:t>
      </w:r>
      <w:r w:rsidR="001B5DF6" w:rsidRPr="002E0D4E">
        <w:rPr>
          <w:sz w:val="28"/>
          <w:szCs w:val="28"/>
        </w:rPr>
        <w:t xml:space="preserve"> </w:t>
      </w:r>
      <w:r w:rsidR="001B5DF6" w:rsidRPr="002E0D4E">
        <w:rPr>
          <w:sz w:val="24"/>
          <w:szCs w:val="24"/>
        </w:rPr>
        <w:t xml:space="preserve">исполнено </w:t>
      </w:r>
    </w:p>
    <w:p w:rsidR="003A0EEA" w:rsidRPr="002E0D4E" w:rsidRDefault="003A0EEA" w:rsidP="003A0EEA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                              </w:t>
      </w:r>
      <w:r w:rsidR="00A0218C" w:rsidRPr="002E0D4E">
        <w:rPr>
          <w:rFonts w:ascii="Times New Roman" w:hAnsi="Times New Roman"/>
          <w:b w:val="0"/>
          <w:sz w:val="20"/>
        </w:rPr>
        <w:t xml:space="preserve">       </w:t>
      </w:r>
      <w:r w:rsidRPr="002E0D4E">
        <w:rPr>
          <w:rFonts w:ascii="Times New Roman" w:hAnsi="Times New Roman"/>
          <w:b w:val="0"/>
          <w:sz w:val="20"/>
        </w:rPr>
        <w:t xml:space="preserve">  (Министерства, Комитета, Агентства, иного органа (организации))</w:t>
      </w:r>
    </w:p>
    <w:p w:rsidR="00ED0C50" w:rsidRPr="002E0D4E" w:rsidRDefault="00A0218C" w:rsidP="000B62CB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в размере </w:t>
      </w:r>
      <w:r w:rsidR="001B5DF6" w:rsidRPr="002E0D4E">
        <w:rPr>
          <w:sz w:val="24"/>
          <w:szCs w:val="24"/>
        </w:rPr>
        <w:t>___</w:t>
      </w:r>
      <w:proofErr w:type="gramStart"/>
      <w:r w:rsidR="001B5DF6" w:rsidRPr="002E0D4E">
        <w:rPr>
          <w:sz w:val="24"/>
          <w:szCs w:val="24"/>
        </w:rPr>
        <w:t>_</w:t>
      </w:r>
      <w:r w:rsidR="00ED0C50" w:rsidRPr="002E0D4E">
        <w:rPr>
          <w:sz w:val="24"/>
          <w:szCs w:val="24"/>
        </w:rPr>
        <w:t>(</w:t>
      </w:r>
      <w:proofErr w:type="gramEnd"/>
      <w:r w:rsidR="00ED0C50" w:rsidRPr="002E0D4E">
        <w:rPr>
          <w:sz w:val="24"/>
          <w:szCs w:val="24"/>
        </w:rPr>
        <w:t>_</w:t>
      </w:r>
      <w:r w:rsidR="001B5DF6" w:rsidRPr="002E0D4E">
        <w:rPr>
          <w:sz w:val="24"/>
          <w:szCs w:val="24"/>
        </w:rPr>
        <w:t>____</w:t>
      </w:r>
      <w:r w:rsidR="00ED0C50" w:rsidRPr="002E0D4E">
        <w:rPr>
          <w:sz w:val="24"/>
          <w:szCs w:val="24"/>
        </w:rPr>
        <w:t>_________</w:t>
      </w:r>
      <w:r w:rsidR="001B5DF6" w:rsidRPr="002E0D4E">
        <w:rPr>
          <w:sz w:val="24"/>
          <w:szCs w:val="24"/>
        </w:rPr>
        <w:t>__</w:t>
      </w:r>
      <w:r w:rsidR="00F54B4E" w:rsidRPr="002E0D4E">
        <w:rPr>
          <w:sz w:val="24"/>
          <w:szCs w:val="24"/>
        </w:rPr>
        <w:t>_) рублей по коду БК ________</w:t>
      </w:r>
      <w:r w:rsidR="00ED0C50" w:rsidRPr="002E0D4E">
        <w:rPr>
          <w:sz w:val="24"/>
          <w:szCs w:val="24"/>
        </w:rPr>
        <w:t>;</w:t>
      </w:r>
    </w:p>
    <w:p w:rsidR="00ED0C50" w:rsidRPr="002E0D4E" w:rsidRDefault="001B5DF6" w:rsidP="001B5DF6">
      <w:pPr>
        <w:spacing w:after="1" w:line="200" w:lineRule="atLeast"/>
      </w:pPr>
      <w:r w:rsidRPr="002E0D4E">
        <w:rPr>
          <w:rFonts w:ascii="Courier New" w:hAnsi="Courier New" w:cs="Courier New"/>
        </w:rPr>
        <w:t xml:space="preserve">        </w:t>
      </w:r>
      <w:r w:rsidR="00C0083E" w:rsidRPr="002E0D4E">
        <w:rPr>
          <w:rFonts w:ascii="Courier New" w:hAnsi="Courier New" w:cs="Courier New"/>
        </w:rPr>
        <w:t xml:space="preserve">        </w:t>
      </w:r>
      <w:r w:rsidR="00ED0C50" w:rsidRPr="002E0D4E">
        <w:t xml:space="preserve">(сумма </w:t>
      </w:r>
      <w:proofErr w:type="gramStart"/>
      <w:r w:rsidR="000B62CB" w:rsidRPr="002E0D4E">
        <w:t>прописью)</w:t>
      </w:r>
      <w:r w:rsidR="00ED0C50" w:rsidRPr="002E0D4E">
        <w:t xml:space="preserve">   </w:t>
      </w:r>
      <w:proofErr w:type="gramEnd"/>
      <w:r w:rsidR="00ED0C50" w:rsidRPr="002E0D4E">
        <w:t xml:space="preserve">                   </w:t>
      </w:r>
      <w:r w:rsidRPr="002E0D4E">
        <w:t xml:space="preserve">                     </w:t>
      </w:r>
      <w:r w:rsidR="00F54B4E" w:rsidRPr="002E0D4E">
        <w:t xml:space="preserve">   </w:t>
      </w:r>
      <w:r w:rsidR="00ED0C50" w:rsidRPr="002E0D4E">
        <w:t>(код БК)</w:t>
      </w:r>
      <w:r w:rsidR="00F54B4E" w:rsidRPr="002E0D4E">
        <w:rPr>
          <w:sz w:val="28"/>
        </w:rPr>
        <w:t xml:space="preserve"> </w:t>
      </w:r>
      <w:r w:rsidR="00F54B4E" w:rsidRPr="002E0D4E">
        <w:rPr>
          <w:vertAlign w:val="superscript"/>
        </w:rPr>
        <w:t>1</w:t>
      </w:r>
      <w:r w:rsidR="00ED0C50" w:rsidRPr="002E0D4E">
        <w:rPr>
          <w:rFonts w:ascii="Courier New" w:hAnsi="Courier New" w:cs="Courier New"/>
        </w:rPr>
        <w:t xml:space="preserve">                           </w:t>
      </w:r>
    </w:p>
    <w:p w:rsidR="00F54B4E" w:rsidRPr="002E0D4E" w:rsidRDefault="00ED0C50" w:rsidP="000F3C22">
      <w:pPr>
        <w:spacing w:after="1" w:line="200" w:lineRule="atLeast"/>
        <w:ind w:firstLine="567"/>
        <w:jc w:val="both"/>
        <w:rPr>
          <w:sz w:val="24"/>
          <w:szCs w:val="24"/>
        </w:rPr>
      </w:pPr>
      <w:bookmarkStart w:id="116" w:name="P4362"/>
      <w:bookmarkEnd w:id="116"/>
      <w:r w:rsidRPr="002E0D4E">
        <w:rPr>
          <w:sz w:val="24"/>
          <w:szCs w:val="24"/>
        </w:rPr>
        <w:t>2.2. обязательство       Получателя       исполнено     в       размере____</w:t>
      </w:r>
      <w:r w:rsidR="00F54B4E" w:rsidRPr="002E0D4E">
        <w:rPr>
          <w:sz w:val="24"/>
          <w:szCs w:val="24"/>
        </w:rPr>
        <w:t>________ (_________________</w:t>
      </w:r>
      <w:r w:rsidRPr="002E0D4E">
        <w:rPr>
          <w:sz w:val="24"/>
          <w:szCs w:val="24"/>
        </w:rPr>
        <w:t>) рублей, соответствующем достигнутым</w:t>
      </w:r>
      <w:r w:rsidR="000B62CB" w:rsidRPr="002E0D4E">
        <w:rPr>
          <w:rFonts w:ascii="Courier New" w:hAnsi="Courier New" w:cs="Courier New"/>
          <w:sz w:val="24"/>
          <w:szCs w:val="24"/>
        </w:rPr>
        <w:t xml:space="preserve"> </w:t>
      </w:r>
      <w:r w:rsidR="000B62CB" w:rsidRPr="002E0D4E">
        <w:rPr>
          <w:sz w:val="24"/>
          <w:szCs w:val="24"/>
        </w:rPr>
        <w:t>значениям</w:t>
      </w:r>
      <w:r w:rsidR="00F54B4E" w:rsidRPr="002E0D4E">
        <w:rPr>
          <w:sz w:val="24"/>
          <w:szCs w:val="24"/>
        </w:rPr>
        <w:t xml:space="preserve"> результата;</w:t>
      </w:r>
    </w:p>
    <w:p w:rsidR="00ED0C50" w:rsidRPr="002E0D4E" w:rsidRDefault="000B62CB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rFonts w:ascii="Courier New" w:hAnsi="Courier New" w:cs="Courier New"/>
          <w:sz w:val="24"/>
          <w:szCs w:val="24"/>
        </w:rPr>
        <w:t xml:space="preserve"> </w:t>
      </w:r>
      <w:r w:rsidRPr="002E0D4E">
        <w:t>(</w:t>
      </w:r>
      <w:r w:rsidR="00ED0C50" w:rsidRPr="002E0D4E">
        <w:t>сумма прописью)</w:t>
      </w:r>
    </w:p>
    <w:p w:rsidR="00ED0C50" w:rsidRPr="002E0D4E" w:rsidRDefault="00A952B8" w:rsidP="008B295B">
      <w:pPr>
        <w:spacing w:after="1" w:line="200" w:lineRule="atLeast"/>
        <w:ind w:firstLine="567"/>
        <w:jc w:val="both"/>
        <w:rPr>
          <w:sz w:val="28"/>
          <w:szCs w:val="28"/>
        </w:rPr>
      </w:pPr>
      <w:r w:rsidRPr="002E0D4E">
        <w:rPr>
          <w:sz w:val="24"/>
          <w:szCs w:val="24"/>
        </w:rPr>
        <w:t>2.3. ________________________________</w:t>
      </w:r>
      <w:r w:rsidR="00ED0C50" w:rsidRPr="002E0D4E">
        <w:rPr>
          <w:sz w:val="24"/>
          <w:szCs w:val="24"/>
        </w:rPr>
        <w:t xml:space="preserve"> в течение </w:t>
      </w:r>
      <w:r w:rsidR="000B62CB" w:rsidRPr="002E0D4E">
        <w:rPr>
          <w:sz w:val="24"/>
          <w:szCs w:val="24"/>
        </w:rPr>
        <w:t>«</w:t>
      </w:r>
      <w:r w:rsidR="00ED0C50" w:rsidRPr="002E0D4E">
        <w:rPr>
          <w:sz w:val="24"/>
          <w:szCs w:val="24"/>
        </w:rPr>
        <w:t>__</w:t>
      </w:r>
      <w:r w:rsidR="000B62CB" w:rsidRPr="002E0D4E">
        <w:rPr>
          <w:sz w:val="24"/>
          <w:szCs w:val="24"/>
        </w:rPr>
        <w:t>»</w:t>
      </w:r>
      <w:r w:rsidR="00ED0C50" w:rsidRPr="002E0D4E">
        <w:rPr>
          <w:sz w:val="24"/>
          <w:szCs w:val="24"/>
        </w:rPr>
        <w:t xml:space="preserve"> дней со дня расторжения</w:t>
      </w:r>
      <w:r w:rsidRPr="002E0D4E">
        <w:rPr>
          <w:sz w:val="24"/>
          <w:szCs w:val="24"/>
        </w:rPr>
        <w:t xml:space="preserve"> обязуется</w:t>
      </w:r>
    </w:p>
    <w:p w:rsidR="003A0EEA" w:rsidRPr="002E0D4E" w:rsidRDefault="003A0EEA" w:rsidP="003A0EEA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b w:val="0"/>
        </w:rPr>
        <w:t xml:space="preserve">             </w:t>
      </w:r>
      <w:r w:rsidR="000700D0" w:rsidRPr="002E0D4E">
        <w:rPr>
          <w:b w:val="0"/>
        </w:rPr>
        <w:t xml:space="preserve">     </w:t>
      </w:r>
      <w:r w:rsidRPr="002E0D4E">
        <w:rPr>
          <w:b w:val="0"/>
        </w:rPr>
        <w:t xml:space="preserve"> </w:t>
      </w:r>
      <w:r w:rsidRPr="002E0D4E">
        <w:rPr>
          <w:rFonts w:ascii="Times New Roman" w:hAnsi="Times New Roman"/>
          <w:b w:val="0"/>
          <w:sz w:val="20"/>
        </w:rPr>
        <w:t>(Министерство, Комитет, Агентство,</w:t>
      </w:r>
    </w:p>
    <w:p w:rsidR="003A0EEA" w:rsidRPr="002E0D4E" w:rsidRDefault="003A0EEA" w:rsidP="003A0EEA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           </w:t>
      </w:r>
      <w:r w:rsidR="000700D0" w:rsidRPr="002E0D4E">
        <w:rPr>
          <w:rFonts w:ascii="Times New Roman" w:hAnsi="Times New Roman"/>
          <w:b w:val="0"/>
          <w:sz w:val="20"/>
        </w:rPr>
        <w:t xml:space="preserve">  </w:t>
      </w:r>
      <w:r w:rsidRPr="002E0D4E">
        <w:rPr>
          <w:rFonts w:ascii="Times New Roman" w:hAnsi="Times New Roman"/>
          <w:b w:val="0"/>
          <w:sz w:val="20"/>
        </w:rPr>
        <w:t xml:space="preserve"> иной орган (организация))</w:t>
      </w:r>
    </w:p>
    <w:p w:rsidR="00ED0C50" w:rsidRPr="002E0D4E" w:rsidRDefault="00ED0C50" w:rsidP="00A952B8">
      <w:pPr>
        <w:spacing w:line="200" w:lineRule="atLeast"/>
        <w:rPr>
          <w:sz w:val="24"/>
          <w:szCs w:val="24"/>
        </w:rPr>
      </w:pPr>
      <w:r w:rsidRPr="002E0D4E">
        <w:rPr>
          <w:sz w:val="24"/>
          <w:szCs w:val="24"/>
        </w:rPr>
        <w:t>перечислить      Получателю    сумму   гранта    в   размере:_______ (</w:t>
      </w:r>
      <w:r w:rsidR="00A952B8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>_____</w:t>
      </w:r>
      <w:r w:rsidR="00A952B8" w:rsidRPr="002E0D4E">
        <w:rPr>
          <w:sz w:val="24"/>
          <w:szCs w:val="24"/>
        </w:rPr>
        <w:t>___________</w:t>
      </w:r>
      <w:r w:rsidRPr="002E0D4E">
        <w:rPr>
          <w:sz w:val="24"/>
          <w:szCs w:val="24"/>
        </w:rPr>
        <w:t xml:space="preserve">) рублей </w:t>
      </w:r>
      <w:hyperlink w:anchor="P4440" w:history="1">
        <w:r w:rsidR="002665BC" w:rsidRPr="002E0D4E">
          <w:rPr>
            <w:sz w:val="24"/>
            <w:szCs w:val="24"/>
            <w:vertAlign w:val="superscript"/>
          </w:rPr>
          <w:t>2</w:t>
        </w:r>
      </w:hyperlink>
      <w:r w:rsidRPr="002E0D4E">
        <w:rPr>
          <w:sz w:val="24"/>
          <w:szCs w:val="24"/>
        </w:rPr>
        <w:t>;</w:t>
      </w:r>
    </w:p>
    <w:p w:rsidR="000B62CB" w:rsidRPr="002E0D4E" w:rsidRDefault="00ED0C50">
      <w:pPr>
        <w:spacing w:after="1" w:line="200" w:lineRule="atLeast"/>
        <w:jc w:val="both"/>
      </w:pPr>
      <w:r w:rsidRPr="002E0D4E">
        <w:t xml:space="preserve">                              </w:t>
      </w:r>
      <w:r w:rsidR="000B62CB" w:rsidRPr="002E0D4E">
        <w:t xml:space="preserve">               </w:t>
      </w:r>
      <w:r w:rsidRPr="002E0D4E">
        <w:t xml:space="preserve"> </w:t>
      </w:r>
      <w:r w:rsidR="00A952B8" w:rsidRPr="002E0D4E">
        <w:t xml:space="preserve">                                                                                                  </w:t>
      </w:r>
      <w:r w:rsidRPr="002E0D4E">
        <w:t>(сумма прописью)</w:t>
      </w:r>
    </w:p>
    <w:p w:rsidR="00A952B8" w:rsidRPr="002E0D4E" w:rsidRDefault="00ED0C50" w:rsidP="00A952B8">
      <w:pPr>
        <w:spacing w:after="1" w:line="20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 xml:space="preserve">2.4. </w:t>
      </w:r>
      <w:proofErr w:type="gramStart"/>
      <w:r w:rsidRPr="002E0D4E">
        <w:rPr>
          <w:sz w:val="24"/>
          <w:szCs w:val="24"/>
        </w:rPr>
        <w:t>Получатель  в</w:t>
      </w:r>
      <w:proofErr w:type="gramEnd"/>
      <w:r w:rsidRPr="002E0D4E">
        <w:rPr>
          <w:sz w:val="24"/>
          <w:szCs w:val="24"/>
        </w:rPr>
        <w:t xml:space="preserve">  течение </w:t>
      </w:r>
      <w:r w:rsidR="000B62CB" w:rsidRPr="002E0D4E">
        <w:rPr>
          <w:sz w:val="24"/>
          <w:szCs w:val="24"/>
        </w:rPr>
        <w:t>«</w:t>
      </w:r>
      <w:r w:rsidRPr="002E0D4E">
        <w:rPr>
          <w:sz w:val="24"/>
          <w:szCs w:val="24"/>
        </w:rPr>
        <w:t>__</w:t>
      </w:r>
      <w:r w:rsidR="000B62CB" w:rsidRPr="002E0D4E">
        <w:rPr>
          <w:sz w:val="24"/>
          <w:szCs w:val="24"/>
        </w:rPr>
        <w:t>»</w:t>
      </w:r>
      <w:r w:rsidRPr="002E0D4E">
        <w:rPr>
          <w:sz w:val="24"/>
          <w:szCs w:val="24"/>
        </w:rPr>
        <w:t xml:space="preserve"> дней  со   дня  расторжения  обязуется</w:t>
      </w:r>
      <w:r w:rsidR="000B62CB" w:rsidRPr="002E0D4E">
        <w:rPr>
          <w:sz w:val="24"/>
          <w:szCs w:val="24"/>
        </w:rPr>
        <w:t xml:space="preserve"> </w:t>
      </w:r>
      <w:r w:rsidRPr="002E0D4E">
        <w:rPr>
          <w:sz w:val="24"/>
          <w:szCs w:val="24"/>
        </w:rPr>
        <w:t>возвратит</w:t>
      </w:r>
      <w:r w:rsidR="008B295B" w:rsidRPr="002E0D4E">
        <w:rPr>
          <w:sz w:val="24"/>
          <w:szCs w:val="24"/>
        </w:rPr>
        <w:t>ь __________________________</w:t>
      </w:r>
      <w:r w:rsidR="00A952B8" w:rsidRPr="002E0D4E">
        <w:rPr>
          <w:sz w:val="24"/>
          <w:szCs w:val="24"/>
        </w:rPr>
        <w:t>_______</w:t>
      </w:r>
      <w:r w:rsidR="008B295B" w:rsidRPr="002E0D4E">
        <w:rPr>
          <w:sz w:val="24"/>
          <w:szCs w:val="24"/>
        </w:rPr>
        <w:t>_</w:t>
      </w:r>
      <w:r w:rsidRPr="002E0D4E">
        <w:rPr>
          <w:sz w:val="24"/>
          <w:szCs w:val="24"/>
        </w:rPr>
        <w:t xml:space="preserve"> в  бюджет</w:t>
      </w:r>
      <w:r w:rsidR="008B295B" w:rsidRPr="002E0D4E">
        <w:rPr>
          <w:sz w:val="24"/>
          <w:szCs w:val="24"/>
        </w:rPr>
        <w:t xml:space="preserve"> Республики Татарстан</w:t>
      </w:r>
      <w:r w:rsidRPr="002E0D4E">
        <w:rPr>
          <w:sz w:val="24"/>
          <w:szCs w:val="24"/>
        </w:rPr>
        <w:t xml:space="preserve"> сумму гранта</w:t>
      </w:r>
      <w:r w:rsidR="00A952B8" w:rsidRPr="002E0D4E">
        <w:rPr>
          <w:sz w:val="24"/>
          <w:szCs w:val="24"/>
        </w:rPr>
        <w:t xml:space="preserve"> в размере</w:t>
      </w:r>
    </w:p>
    <w:p w:rsidR="00E676F1" w:rsidRPr="002E0D4E" w:rsidRDefault="00E676F1" w:rsidP="00E676F1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(Министерству, Комитету, Агентству, </w:t>
      </w:r>
    </w:p>
    <w:p w:rsidR="00E676F1" w:rsidRPr="002E0D4E" w:rsidRDefault="00E676F1" w:rsidP="00E676F1">
      <w:pPr>
        <w:pStyle w:val="1"/>
        <w:keepNex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 w:val="0"/>
          <w:sz w:val="20"/>
        </w:rPr>
      </w:pPr>
      <w:r w:rsidRPr="002E0D4E">
        <w:rPr>
          <w:rFonts w:ascii="Times New Roman" w:hAnsi="Times New Roman"/>
          <w:b w:val="0"/>
          <w:sz w:val="20"/>
        </w:rPr>
        <w:t xml:space="preserve">                  иному органу (организации))</w:t>
      </w:r>
    </w:p>
    <w:p w:rsidR="00ED0C50" w:rsidRPr="002E0D4E" w:rsidRDefault="00A952B8" w:rsidP="003877FB">
      <w:pPr>
        <w:spacing w:after="1" w:line="200" w:lineRule="atLeast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________</w:t>
      </w:r>
      <w:r w:rsidR="00ED0C50" w:rsidRPr="002E0D4E">
        <w:rPr>
          <w:sz w:val="24"/>
          <w:szCs w:val="24"/>
        </w:rPr>
        <w:t xml:space="preserve"> (_____________</w:t>
      </w:r>
      <w:r w:rsidRPr="002E0D4E">
        <w:rPr>
          <w:sz w:val="24"/>
          <w:szCs w:val="24"/>
        </w:rPr>
        <w:t>_______</w:t>
      </w:r>
      <w:r w:rsidR="00ED0C50" w:rsidRPr="002E0D4E">
        <w:rPr>
          <w:sz w:val="24"/>
          <w:szCs w:val="24"/>
        </w:rPr>
        <w:t>) рублей;</w:t>
      </w:r>
    </w:p>
    <w:p w:rsidR="003877FB" w:rsidRPr="002E0D4E" w:rsidRDefault="00ED0C50">
      <w:pPr>
        <w:spacing w:after="1" w:line="200" w:lineRule="atLeast"/>
        <w:jc w:val="both"/>
      </w:pPr>
      <w:r w:rsidRPr="002E0D4E">
        <w:t xml:space="preserve">  </w:t>
      </w:r>
      <w:r w:rsidR="00A952B8" w:rsidRPr="002E0D4E">
        <w:t xml:space="preserve">                            </w:t>
      </w:r>
      <w:r w:rsidRPr="002E0D4E">
        <w:t>(сумма прописью)</w:t>
      </w:r>
    </w:p>
    <w:p w:rsidR="008B295B" w:rsidRPr="002E0D4E" w:rsidRDefault="00ED0C50" w:rsidP="000F3C22">
      <w:pPr>
        <w:spacing w:after="1" w:line="200" w:lineRule="atLeast"/>
        <w:ind w:firstLine="567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2.5. ________________</w:t>
      </w:r>
      <w:r w:rsidR="002665BC" w:rsidRPr="002E0D4E">
        <w:rPr>
          <w:sz w:val="24"/>
          <w:szCs w:val="24"/>
        </w:rPr>
        <w:t>_______________</w:t>
      </w:r>
      <w:r w:rsidRPr="002E0D4E">
        <w:rPr>
          <w:sz w:val="24"/>
          <w:szCs w:val="24"/>
        </w:rPr>
        <w:t>_________________</w:t>
      </w:r>
      <w:r w:rsidR="000F3C22" w:rsidRPr="002E0D4E">
        <w:rPr>
          <w:sz w:val="24"/>
          <w:szCs w:val="24"/>
        </w:rPr>
        <w:t>____________________________</w:t>
      </w:r>
      <w:r w:rsidR="002665BC" w:rsidRPr="002E0D4E">
        <w:rPr>
          <w:sz w:val="24"/>
          <w:szCs w:val="24"/>
        </w:rPr>
        <w:t>;</w:t>
      </w:r>
    </w:p>
    <w:p w:rsidR="002665BC" w:rsidRPr="002E0D4E" w:rsidRDefault="002665BC" w:rsidP="000F3C22">
      <w:pPr>
        <w:spacing w:after="1" w:line="200" w:lineRule="atLeast"/>
        <w:ind w:firstLine="567"/>
        <w:jc w:val="both"/>
        <w:rPr>
          <w:sz w:val="24"/>
          <w:szCs w:val="24"/>
          <w:vertAlign w:val="superscript"/>
        </w:rPr>
      </w:pPr>
      <w:r w:rsidRPr="002E0D4E">
        <w:rPr>
          <w:sz w:val="24"/>
          <w:szCs w:val="24"/>
        </w:rPr>
        <w:t>2.</w:t>
      </w:r>
      <w:proofErr w:type="gramStart"/>
      <w:r w:rsidRPr="002E0D4E">
        <w:rPr>
          <w:sz w:val="24"/>
          <w:szCs w:val="24"/>
        </w:rPr>
        <w:t>6._</w:t>
      </w:r>
      <w:proofErr w:type="gramEnd"/>
      <w:r w:rsidRPr="002E0D4E">
        <w:rPr>
          <w:sz w:val="24"/>
          <w:szCs w:val="24"/>
        </w:rPr>
        <w:t>___________________________________________________________________________</w:t>
      </w:r>
      <w:r w:rsidRPr="002E0D4E">
        <w:rPr>
          <w:sz w:val="24"/>
          <w:szCs w:val="24"/>
          <w:vertAlign w:val="superscript"/>
        </w:rPr>
        <w:t>3</w:t>
      </w:r>
      <w:r w:rsidRPr="002E0D4E">
        <w:rPr>
          <w:sz w:val="24"/>
          <w:szCs w:val="24"/>
        </w:rPr>
        <w:t>.</w:t>
      </w:r>
    </w:p>
    <w:p w:rsidR="00ED0C50" w:rsidRPr="002E0D4E" w:rsidRDefault="00ED0C50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3. Стороны взаимных претензий друг к другу не имеют.</w:t>
      </w:r>
    </w:p>
    <w:p w:rsidR="003877FB" w:rsidRPr="002E0D4E" w:rsidRDefault="00ED0C50" w:rsidP="003877FB">
      <w:pPr>
        <w:spacing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4. Настоящее Дополнительное соглашение о расторжении Соглашения вступает в силу с момента его подписания лицами, имеющими право действовать от имени каждой из Сторон.</w:t>
      </w:r>
    </w:p>
    <w:p w:rsidR="00984FDF" w:rsidRPr="00224DE0" w:rsidRDefault="00ED0C50" w:rsidP="00984FDF">
      <w:pPr>
        <w:spacing w:line="280" w:lineRule="atLeast"/>
        <w:ind w:firstLine="540"/>
        <w:jc w:val="both"/>
        <w:rPr>
          <w:sz w:val="28"/>
          <w:szCs w:val="28"/>
        </w:rPr>
      </w:pPr>
      <w:r w:rsidRPr="00224DE0">
        <w:rPr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______ Соглашения, которые прекращают свое действие после полного их исполнения.</w:t>
      </w:r>
    </w:p>
    <w:p w:rsidR="00984FDF" w:rsidRPr="002E0D4E" w:rsidRDefault="00ED0C50" w:rsidP="00984FDF">
      <w:pPr>
        <w:spacing w:line="280" w:lineRule="atLeast"/>
        <w:ind w:firstLine="540"/>
        <w:jc w:val="both"/>
        <w:rPr>
          <w:sz w:val="24"/>
          <w:szCs w:val="24"/>
        </w:rPr>
      </w:pPr>
      <w:r w:rsidRPr="00224DE0">
        <w:rPr>
          <w:sz w:val="28"/>
          <w:szCs w:val="28"/>
        </w:rPr>
        <w:t xml:space="preserve">6. </w:t>
      </w:r>
      <w:r w:rsidR="00984FDF" w:rsidRPr="00224DE0">
        <w:rPr>
          <w:sz w:val="28"/>
          <w:szCs w:val="28"/>
        </w:rPr>
        <w:t>И</w:t>
      </w:r>
      <w:r w:rsidRPr="00224DE0">
        <w:rPr>
          <w:sz w:val="28"/>
          <w:szCs w:val="28"/>
        </w:rPr>
        <w:t>ные</w:t>
      </w:r>
      <w:r w:rsidRPr="002E0D4E">
        <w:rPr>
          <w:sz w:val="24"/>
          <w:szCs w:val="24"/>
        </w:rPr>
        <w:t xml:space="preserve"> положения настоящего Дополнительного соглашения о расторжении Соглашения</w:t>
      </w:r>
      <w:r w:rsidR="00984FDF" w:rsidRPr="002E0D4E">
        <w:rPr>
          <w:sz w:val="24"/>
          <w:szCs w:val="24"/>
        </w:rPr>
        <w:t>:</w:t>
      </w:r>
      <w:bookmarkStart w:id="117" w:name="P4386"/>
      <w:bookmarkStart w:id="118" w:name="P4388"/>
      <w:bookmarkEnd w:id="117"/>
      <w:bookmarkEnd w:id="118"/>
    </w:p>
    <w:p w:rsidR="004D0887" w:rsidRPr="002E0D4E" w:rsidRDefault="00ED0C50" w:rsidP="00984FDF">
      <w:pPr>
        <w:spacing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6.</w:t>
      </w:r>
      <w:r w:rsidR="00984FDF" w:rsidRPr="002E0D4E">
        <w:rPr>
          <w:sz w:val="24"/>
          <w:szCs w:val="24"/>
        </w:rPr>
        <w:t>1</w:t>
      </w:r>
      <w:r w:rsidRPr="002E0D4E">
        <w:rPr>
          <w:sz w:val="24"/>
          <w:szCs w:val="24"/>
        </w:rPr>
        <w:t>.</w:t>
      </w:r>
      <w:r w:rsidR="004D0887" w:rsidRPr="002E0D4E">
        <w:rPr>
          <w:sz w:val="24"/>
          <w:szCs w:val="24"/>
        </w:rPr>
        <w:t xml:space="preserve"> </w:t>
      </w:r>
      <w:proofErr w:type="gramStart"/>
      <w:r w:rsidR="004D0887" w:rsidRPr="002E0D4E">
        <w:rPr>
          <w:sz w:val="24"/>
          <w:szCs w:val="24"/>
        </w:rPr>
        <w:t xml:space="preserve">Настоящее  </w:t>
      </w:r>
      <w:bookmarkStart w:id="119" w:name="_GoBack"/>
      <w:bookmarkEnd w:id="119"/>
      <w:r w:rsidR="004D0887" w:rsidRPr="002E0D4E">
        <w:rPr>
          <w:sz w:val="24"/>
          <w:szCs w:val="24"/>
        </w:rPr>
        <w:t>Дополнительное</w:t>
      </w:r>
      <w:proofErr w:type="gramEnd"/>
      <w:r w:rsidR="004D0887" w:rsidRPr="002E0D4E">
        <w:rPr>
          <w:sz w:val="24"/>
          <w:szCs w:val="24"/>
        </w:rPr>
        <w:t xml:space="preserve">  соглашение  заключено  Сторонами в форме</w:t>
      </w:r>
      <w:r w:rsidR="00AB7AE7" w:rsidRPr="002E0D4E">
        <w:rPr>
          <w:sz w:val="24"/>
          <w:szCs w:val="24"/>
        </w:rPr>
        <w:t xml:space="preserve"> </w:t>
      </w:r>
      <w:r w:rsidR="004D0887" w:rsidRPr="002E0D4E">
        <w:rPr>
          <w:sz w:val="24"/>
          <w:szCs w:val="24"/>
        </w:rPr>
        <w:t>бумажного документа в двух экземплярах,</w:t>
      </w:r>
      <w:r w:rsidR="00984FDF" w:rsidRPr="002E0D4E">
        <w:rPr>
          <w:sz w:val="24"/>
          <w:szCs w:val="24"/>
        </w:rPr>
        <w:t xml:space="preserve"> по одному для каждой из Сторон;</w:t>
      </w:r>
    </w:p>
    <w:p w:rsidR="00984FDF" w:rsidRPr="002E0D4E" w:rsidRDefault="00984FDF" w:rsidP="00984FDF">
      <w:pPr>
        <w:spacing w:line="280" w:lineRule="atLeast"/>
        <w:ind w:firstLine="540"/>
        <w:jc w:val="both"/>
        <w:rPr>
          <w:sz w:val="24"/>
          <w:szCs w:val="24"/>
        </w:rPr>
      </w:pPr>
      <w:r w:rsidRPr="002E0D4E">
        <w:rPr>
          <w:sz w:val="24"/>
          <w:szCs w:val="24"/>
        </w:rPr>
        <w:t>6.</w:t>
      </w:r>
      <w:proofErr w:type="gramStart"/>
      <w:r w:rsidRPr="002E0D4E">
        <w:rPr>
          <w:sz w:val="24"/>
          <w:szCs w:val="24"/>
        </w:rPr>
        <w:t>2._</w:t>
      </w:r>
      <w:proofErr w:type="gramEnd"/>
      <w:r w:rsidRPr="002E0D4E">
        <w:rPr>
          <w:sz w:val="24"/>
          <w:szCs w:val="24"/>
        </w:rPr>
        <w:t>___________________________________________________________________________</w:t>
      </w:r>
      <w:r w:rsidRPr="002E0D4E">
        <w:rPr>
          <w:sz w:val="24"/>
          <w:szCs w:val="24"/>
          <w:vertAlign w:val="superscript"/>
        </w:rPr>
        <w:t>4</w:t>
      </w:r>
      <w:r w:rsidRPr="002E0D4E">
        <w:rPr>
          <w:sz w:val="24"/>
          <w:szCs w:val="24"/>
        </w:rPr>
        <w:t>.</w:t>
      </w:r>
    </w:p>
    <w:p w:rsidR="00ED0C50" w:rsidRPr="002E0D4E" w:rsidRDefault="00ED0C50" w:rsidP="00E9018D">
      <w:pPr>
        <w:spacing w:line="280" w:lineRule="atLeast"/>
        <w:ind w:firstLine="540"/>
        <w:jc w:val="both"/>
      </w:pPr>
      <w:r w:rsidRPr="002E0D4E">
        <w:rPr>
          <w:rFonts w:ascii="Courier New" w:hAnsi="Courier New" w:cs="Courier New"/>
        </w:rPr>
        <w:t xml:space="preserve">    </w:t>
      </w:r>
    </w:p>
    <w:p w:rsidR="007F4756" w:rsidRPr="002E0D4E" w:rsidRDefault="007F4756" w:rsidP="007F4756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>VIII. Платежные реквизиты Сторон</w:t>
      </w:r>
    </w:p>
    <w:p w:rsidR="007F4756" w:rsidRPr="002E0D4E" w:rsidRDefault="007F4756" w:rsidP="007F4756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5244"/>
      </w:tblGrid>
      <w:tr w:rsidR="007F4756" w:rsidRPr="002E0D4E" w:rsidTr="008F6ECA">
        <w:tc>
          <w:tcPr>
            <w:tcW w:w="5024" w:type="dxa"/>
          </w:tcPr>
          <w:p w:rsidR="007F4756" w:rsidRPr="002E0D4E" w:rsidRDefault="007F4756" w:rsidP="008F6EC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7F4756" w:rsidRPr="002E0D4E" w:rsidRDefault="007F4756" w:rsidP="008F6EC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</w:t>
            </w:r>
          </w:p>
          <w:p w:rsidR="00493475" w:rsidRPr="002E0D4E" w:rsidRDefault="007E6D39" w:rsidP="000700D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>(Министерство, Комитет, Агентство, иной орган</w:t>
            </w:r>
          </w:p>
          <w:p w:rsidR="007E6D39" w:rsidRPr="002E0D4E" w:rsidRDefault="007E6D39" w:rsidP="000700D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 xml:space="preserve"> (организация))</w:t>
            </w:r>
          </w:p>
          <w:p w:rsidR="007F4756" w:rsidRPr="002E0D4E" w:rsidRDefault="007F4756" w:rsidP="008F6ECA">
            <w:pPr>
              <w:spacing w:after="1" w:line="280" w:lineRule="atLeast"/>
              <w:jc w:val="center"/>
            </w:pPr>
          </w:p>
        </w:tc>
        <w:tc>
          <w:tcPr>
            <w:tcW w:w="5244" w:type="dxa"/>
          </w:tcPr>
          <w:p w:rsidR="007F4756" w:rsidRPr="002E0D4E" w:rsidRDefault="007F4756" w:rsidP="008F6EC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7F4756" w:rsidRPr="002E0D4E" w:rsidTr="008F6ECA">
        <w:tc>
          <w:tcPr>
            <w:tcW w:w="5024" w:type="dxa"/>
            <w:vMerge w:val="restart"/>
            <w:tcBorders>
              <w:bottom w:val="nil"/>
            </w:tcBorders>
          </w:tcPr>
          <w:p w:rsidR="007F4756" w:rsidRPr="002E0D4E" w:rsidRDefault="007F4756" w:rsidP="000700D0">
            <w:pPr>
              <w:spacing w:after="1" w:line="20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________________________________</w:t>
            </w:r>
          </w:p>
          <w:p w:rsidR="007E6D39" w:rsidRPr="002E0D4E" w:rsidRDefault="007E6D39" w:rsidP="000700D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>(Министерство, Комитет, Агентство, иной орган (организация))</w:t>
            </w:r>
          </w:p>
          <w:p w:rsidR="007F4756" w:rsidRPr="002E0D4E" w:rsidRDefault="007F4756" w:rsidP="008F6ECA">
            <w:pPr>
              <w:spacing w:after="1" w:line="200" w:lineRule="atLeast"/>
              <w:jc w:val="both"/>
            </w:pPr>
          </w:p>
        </w:tc>
        <w:tc>
          <w:tcPr>
            <w:tcW w:w="5244" w:type="dxa"/>
            <w:tcBorders>
              <w:bottom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Наименование Получателя</w:t>
            </w:r>
          </w:p>
        </w:tc>
      </w:tr>
      <w:tr w:rsidR="007F4756" w:rsidRPr="002E0D4E" w:rsidTr="008F6ECA">
        <w:tblPrEx>
          <w:tblBorders>
            <w:insideH w:val="nil"/>
          </w:tblBorders>
        </w:tblPrEx>
        <w:tc>
          <w:tcPr>
            <w:tcW w:w="5024" w:type="dxa"/>
            <w:vMerge/>
            <w:tcBorders>
              <w:bottom w:val="nil"/>
            </w:tcBorders>
          </w:tcPr>
          <w:p w:rsidR="007F4756" w:rsidRPr="002E0D4E" w:rsidRDefault="007F4756" w:rsidP="008F6ECA">
            <w:pPr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bottom"/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ОГРН, </w:t>
            </w:r>
            <w:hyperlink r:id="rId267" w:history="1">
              <w:r w:rsidRPr="002E0D4E">
                <w:rPr>
                  <w:sz w:val="24"/>
                  <w:szCs w:val="24"/>
                </w:rPr>
                <w:t>ОКТМО</w:t>
              </w:r>
            </w:hyperlink>
          </w:p>
        </w:tc>
      </w:tr>
      <w:tr w:rsidR="007F4756" w:rsidRPr="002E0D4E" w:rsidTr="008F6ECA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ОГРН, </w:t>
            </w:r>
            <w:hyperlink r:id="rId268" w:history="1">
              <w:r w:rsidRPr="002E0D4E">
                <w:rPr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244" w:type="dxa"/>
            <w:tcBorders>
              <w:top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7F4756" w:rsidRPr="002E0D4E" w:rsidTr="008F6ECA">
        <w:tblPrEx>
          <w:tblBorders>
            <w:insideH w:val="nil"/>
          </w:tblBorders>
        </w:tblPrEx>
        <w:tc>
          <w:tcPr>
            <w:tcW w:w="5024" w:type="dxa"/>
            <w:tcBorders>
              <w:bottom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Место нахождения:</w:t>
            </w:r>
          </w:p>
        </w:tc>
        <w:tc>
          <w:tcPr>
            <w:tcW w:w="5244" w:type="dxa"/>
            <w:tcBorders>
              <w:bottom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Место нахождения:</w:t>
            </w:r>
          </w:p>
        </w:tc>
      </w:tr>
      <w:tr w:rsidR="007F4756" w:rsidRPr="002E0D4E" w:rsidTr="008F6ECA">
        <w:tblPrEx>
          <w:tblBorders>
            <w:insideH w:val="nil"/>
          </w:tblBorders>
        </w:tblPrEx>
        <w:tc>
          <w:tcPr>
            <w:tcW w:w="5024" w:type="dxa"/>
            <w:tcBorders>
              <w:top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</w:tcBorders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7F4756" w:rsidRPr="002E0D4E" w:rsidTr="008F6ECA">
        <w:tc>
          <w:tcPr>
            <w:tcW w:w="5024" w:type="dxa"/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ИНН/КПП </w:t>
            </w:r>
          </w:p>
        </w:tc>
        <w:tc>
          <w:tcPr>
            <w:tcW w:w="5244" w:type="dxa"/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 xml:space="preserve">ИНН/КПП </w:t>
            </w:r>
          </w:p>
        </w:tc>
      </w:tr>
      <w:tr w:rsidR="007F4756" w:rsidRPr="002E0D4E" w:rsidTr="008F6ECA">
        <w:tc>
          <w:tcPr>
            <w:tcW w:w="5024" w:type="dxa"/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Платежные реквизиты: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lastRenderedPageBreak/>
              <w:t>Наименование учреждения Банка России,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БИК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Расчетный счет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Лицевой счет в Министерстве финансов Республики Татарстан</w:t>
            </w:r>
          </w:p>
        </w:tc>
        <w:tc>
          <w:tcPr>
            <w:tcW w:w="5244" w:type="dxa"/>
          </w:tcPr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lastRenderedPageBreak/>
              <w:t>Платежные реквизиты: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lastRenderedPageBreak/>
              <w:t>Наименование учреждения Банка России,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БИК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Расчетный счет</w:t>
            </w:r>
          </w:p>
          <w:p w:rsidR="007F4756" w:rsidRPr="002E0D4E" w:rsidRDefault="007F4756" w:rsidP="008F6ECA">
            <w:pPr>
              <w:spacing w:after="1" w:line="280" w:lineRule="atLeast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Лицевой счет в Министерстве финансов Республики Татарстан</w:t>
            </w:r>
          </w:p>
        </w:tc>
      </w:tr>
    </w:tbl>
    <w:p w:rsidR="0091451F" w:rsidRPr="002E0D4E" w:rsidRDefault="0091451F" w:rsidP="0091451F">
      <w:pPr>
        <w:autoSpaceDE w:val="0"/>
        <w:autoSpaceDN w:val="0"/>
        <w:adjustRightInd w:val="0"/>
        <w:jc w:val="both"/>
        <w:outlineLvl w:val="0"/>
      </w:pPr>
    </w:p>
    <w:p w:rsidR="0091451F" w:rsidRPr="002E0D4E" w:rsidRDefault="0091451F" w:rsidP="0091451F">
      <w:pPr>
        <w:spacing w:after="1" w:line="280" w:lineRule="atLeast"/>
        <w:jc w:val="both"/>
      </w:pPr>
    </w:p>
    <w:p w:rsidR="0091451F" w:rsidRPr="002E0D4E" w:rsidRDefault="0091451F" w:rsidP="0091451F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2E0D4E">
        <w:rPr>
          <w:sz w:val="24"/>
          <w:szCs w:val="24"/>
        </w:rPr>
        <w:t>Подписи Сторон</w:t>
      </w:r>
    </w:p>
    <w:p w:rsidR="0091451F" w:rsidRPr="002E0D4E" w:rsidRDefault="0091451F" w:rsidP="0091451F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4677"/>
      </w:tblGrid>
      <w:tr w:rsidR="0091451F" w:rsidRPr="002E0D4E" w:rsidTr="003F7CE3">
        <w:tc>
          <w:tcPr>
            <w:tcW w:w="5591" w:type="dxa"/>
          </w:tcPr>
          <w:p w:rsidR="0091451F" w:rsidRPr="002E0D4E" w:rsidRDefault="0091451F" w:rsidP="006A77F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</w:t>
            </w:r>
          </w:p>
          <w:p w:rsidR="0091451F" w:rsidRPr="002E0D4E" w:rsidRDefault="0091451F" w:rsidP="002F595B">
            <w:pPr>
              <w:spacing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____________________________________</w:t>
            </w:r>
          </w:p>
          <w:p w:rsidR="000700D0" w:rsidRPr="002E0D4E" w:rsidRDefault="00E97430" w:rsidP="000700D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 xml:space="preserve">(Министерство, Комитет, Агентство, иной орган </w:t>
            </w:r>
          </w:p>
          <w:p w:rsidR="00E97430" w:rsidRPr="002E0D4E" w:rsidRDefault="00E97430" w:rsidP="000700D0">
            <w:pPr>
              <w:pStyle w:val="1"/>
              <w:keepNex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 w:val="0"/>
                <w:sz w:val="20"/>
              </w:rPr>
            </w:pPr>
            <w:r w:rsidRPr="002E0D4E">
              <w:rPr>
                <w:rFonts w:ascii="Times New Roman" w:hAnsi="Times New Roman"/>
                <w:b w:val="0"/>
                <w:sz w:val="20"/>
              </w:rPr>
              <w:t>(организация))</w:t>
            </w:r>
          </w:p>
          <w:p w:rsidR="0091451F" w:rsidRPr="002E0D4E" w:rsidRDefault="0091451F" w:rsidP="002F595B">
            <w:pPr>
              <w:spacing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1451F" w:rsidRPr="002E0D4E" w:rsidRDefault="0091451F" w:rsidP="006A77F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2E0D4E">
              <w:rPr>
                <w:sz w:val="24"/>
                <w:szCs w:val="24"/>
              </w:rPr>
              <w:t>Сокращенное наименование Получателя</w:t>
            </w:r>
          </w:p>
        </w:tc>
      </w:tr>
      <w:tr w:rsidR="0091451F" w:rsidRPr="002E0D4E" w:rsidTr="003F7CE3">
        <w:tc>
          <w:tcPr>
            <w:tcW w:w="5591" w:type="dxa"/>
          </w:tcPr>
          <w:p w:rsidR="0091451F" w:rsidRPr="002E0D4E" w:rsidRDefault="0091451F" w:rsidP="006A77FA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91451F" w:rsidRPr="002E0D4E" w:rsidRDefault="0091451F" w:rsidP="006A77FA">
            <w:pPr>
              <w:spacing w:after="1" w:line="200" w:lineRule="atLeast"/>
              <w:jc w:val="both"/>
            </w:pPr>
            <w:r w:rsidRPr="002E0D4E">
              <w:t xml:space="preserve"> (подпись)          (ФИО)</w:t>
            </w:r>
          </w:p>
        </w:tc>
        <w:tc>
          <w:tcPr>
            <w:tcW w:w="4677" w:type="dxa"/>
          </w:tcPr>
          <w:p w:rsidR="0091451F" w:rsidRPr="002E0D4E" w:rsidRDefault="0091451F" w:rsidP="006A77FA">
            <w:pPr>
              <w:spacing w:after="1" w:line="200" w:lineRule="atLeast"/>
              <w:jc w:val="both"/>
            </w:pPr>
            <w:r w:rsidRPr="002E0D4E">
              <w:t>___________/ ___________________</w:t>
            </w:r>
          </w:p>
          <w:p w:rsidR="0091451F" w:rsidRPr="002E0D4E" w:rsidRDefault="0091451F" w:rsidP="006A77FA">
            <w:pPr>
              <w:spacing w:after="1" w:line="200" w:lineRule="atLeast"/>
              <w:jc w:val="both"/>
            </w:pPr>
            <w:r w:rsidRPr="002E0D4E">
              <w:t xml:space="preserve"> (подпись)         (ФИО)</w:t>
            </w:r>
          </w:p>
        </w:tc>
      </w:tr>
    </w:tbl>
    <w:p w:rsidR="000F3C22" w:rsidRPr="002E0D4E" w:rsidRDefault="002F595B" w:rsidP="007A0637">
      <w:pPr>
        <w:spacing w:after="1" w:line="280" w:lineRule="atLeast"/>
        <w:ind w:firstLine="567"/>
        <w:rPr>
          <w:sz w:val="24"/>
          <w:szCs w:val="24"/>
        </w:rPr>
      </w:pPr>
      <w:r w:rsidRPr="002E0D4E">
        <w:rPr>
          <w:sz w:val="24"/>
          <w:szCs w:val="24"/>
        </w:rPr>
        <w:t>______________________________________________________</w:t>
      </w:r>
      <w:bookmarkStart w:id="120" w:name="P4439"/>
      <w:bookmarkEnd w:id="120"/>
    </w:p>
    <w:p w:rsidR="000F3C22" w:rsidRPr="002E0D4E" w:rsidRDefault="002F595B" w:rsidP="00C60A83">
      <w:pPr>
        <w:ind w:firstLine="567"/>
        <w:jc w:val="both"/>
      </w:pPr>
      <w:r w:rsidRPr="002E0D4E">
        <w:rPr>
          <w:vertAlign w:val="superscript"/>
        </w:rPr>
        <w:t>1</w:t>
      </w:r>
      <w:r w:rsidR="00ED0C50" w:rsidRPr="002E0D4E">
        <w:t xml:space="preserve"> </w:t>
      </w:r>
      <w:bookmarkStart w:id="121" w:name="P4440"/>
      <w:bookmarkEnd w:id="121"/>
      <w:r w:rsidR="000F3C22" w:rsidRPr="002E0D4E">
        <w:t>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  <w:p w:rsidR="000F3C22" w:rsidRPr="002E0D4E" w:rsidRDefault="000F3C22" w:rsidP="00C60A83">
      <w:pPr>
        <w:ind w:firstLine="567"/>
        <w:jc w:val="both"/>
      </w:pPr>
      <w:r w:rsidRPr="002E0D4E">
        <w:rPr>
          <w:vertAlign w:val="superscript"/>
        </w:rPr>
        <w:t>2</w:t>
      </w:r>
      <w:r w:rsidRPr="002E0D4E">
        <w:t xml:space="preserve"> Указывается в зависимости от исполнения обязательств, указанных в </w:t>
      </w:r>
      <w:hyperlink w:anchor="P4356" w:history="1">
        <w:r w:rsidRPr="002E0D4E">
          <w:t>пунктах 2.1</w:t>
        </w:r>
      </w:hyperlink>
      <w:r w:rsidRPr="002E0D4E">
        <w:t xml:space="preserve"> и </w:t>
      </w:r>
      <w:hyperlink w:anchor="P4362" w:history="1">
        <w:r w:rsidRPr="002E0D4E">
          <w:t>2.2</w:t>
        </w:r>
      </w:hyperlink>
      <w:r w:rsidRPr="002E0D4E">
        <w:t xml:space="preserve"> настоящего Дополнительного соглашения о расторжении Соглашения.</w:t>
      </w:r>
      <w:bookmarkStart w:id="122" w:name="P4441"/>
      <w:bookmarkEnd w:id="122"/>
    </w:p>
    <w:p w:rsidR="00083659" w:rsidRPr="002E0D4E" w:rsidRDefault="000F3C22" w:rsidP="00C60A83">
      <w:pPr>
        <w:ind w:firstLine="567"/>
        <w:jc w:val="both"/>
      </w:pPr>
      <w:r w:rsidRPr="002E0D4E">
        <w:rPr>
          <w:vertAlign w:val="superscript"/>
        </w:rPr>
        <w:t>3</w:t>
      </w:r>
      <w:r w:rsidRPr="002E0D4E">
        <w:t xml:space="preserve"> Указываются иные конкретные условия (при наличии).</w:t>
      </w:r>
      <w:bookmarkStart w:id="123" w:name="P4442"/>
      <w:bookmarkEnd w:id="123"/>
    </w:p>
    <w:p w:rsidR="00083659" w:rsidRPr="00C60A83" w:rsidRDefault="00083659" w:rsidP="00C60A83">
      <w:pPr>
        <w:ind w:firstLine="567"/>
        <w:jc w:val="both"/>
      </w:pPr>
      <w:r w:rsidRPr="002E0D4E">
        <w:rPr>
          <w:vertAlign w:val="superscript"/>
        </w:rPr>
        <w:t>4</w:t>
      </w:r>
      <w:r w:rsidR="000F3C22" w:rsidRPr="002E0D4E"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  <w:bookmarkStart w:id="124" w:name="P4443"/>
      <w:bookmarkStart w:id="125" w:name="P4446"/>
      <w:bookmarkEnd w:id="124"/>
      <w:bookmarkEnd w:id="125"/>
    </w:p>
    <w:sectPr w:rsidR="00083659" w:rsidRPr="00C60A83" w:rsidSect="00555DB7">
      <w:headerReference w:type="default" r:id="rId269"/>
      <w:pgSz w:w="11906" w:h="16838" w:code="9"/>
      <w:pgMar w:top="1134" w:right="567" w:bottom="993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01D" w:rsidRDefault="0016001D">
      <w:r>
        <w:separator/>
      </w:r>
    </w:p>
  </w:endnote>
  <w:endnote w:type="continuationSeparator" w:id="0">
    <w:p w:rsidR="0016001D" w:rsidRDefault="0016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01D" w:rsidRDefault="0016001D">
      <w:r>
        <w:separator/>
      </w:r>
    </w:p>
  </w:footnote>
  <w:footnote w:type="continuationSeparator" w:id="0">
    <w:p w:rsidR="0016001D" w:rsidRDefault="00160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636727"/>
      <w:docPartObj>
        <w:docPartGallery w:val="Page Numbers (Top of Page)"/>
        <w:docPartUnique/>
      </w:docPartObj>
    </w:sdtPr>
    <w:sdtEndPr/>
    <w:sdtContent>
      <w:p w:rsidR="00486613" w:rsidRDefault="004866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DE0">
          <w:rPr>
            <w:noProof/>
          </w:rPr>
          <w:t>2</w:t>
        </w:r>
        <w:r>
          <w:fldChar w:fldCharType="end"/>
        </w:r>
      </w:p>
    </w:sdtContent>
  </w:sdt>
  <w:p w:rsidR="00486613" w:rsidRDefault="004866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1132215"/>
      <w:docPartObj>
        <w:docPartGallery w:val="Page Numbers (Top of Page)"/>
        <w:docPartUnique/>
      </w:docPartObj>
    </w:sdtPr>
    <w:sdtEndPr/>
    <w:sdtContent>
      <w:p w:rsidR="00486613" w:rsidRDefault="004866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DE0">
          <w:rPr>
            <w:noProof/>
          </w:rPr>
          <w:t>28</w:t>
        </w:r>
        <w:r>
          <w:fldChar w:fldCharType="end"/>
        </w:r>
      </w:p>
    </w:sdtContent>
  </w:sdt>
  <w:p w:rsidR="00486613" w:rsidRDefault="004866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613" w:rsidRPr="00AA117F" w:rsidRDefault="00486613">
    <w:pPr>
      <w:pStyle w:val="a3"/>
      <w:jc w:val="center"/>
      <w:rPr>
        <w:sz w:val="28"/>
        <w:szCs w:val="28"/>
      </w:rPr>
    </w:pPr>
    <w:r w:rsidRPr="00AA117F">
      <w:rPr>
        <w:sz w:val="28"/>
        <w:szCs w:val="28"/>
      </w:rPr>
      <w:fldChar w:fldCharType="begin"/>
    </w:r>
    <w:r w:rsidRPr="00AA117F">
      <w:rPr>
        <w:sz w:val="28"/>
        <w:szCs w:val="28"/>
      </w:rPr>
      <w:instrText xml:space="preserve"> PAGE   \* MERGEFORMAT </w:instrText>
    </w:r>
    <w:r w:rsidRPr="00AA117F">
      <w:rPr>
        <w:sz w:val="28"/>
        <w:szCs w:val="28"/>
      </w:rPr>
      <w:fldChar w:fldCharType="separate"/>
    </w:r>
    <w:r w:rsidR="00224DE0">
      <w:rPr>
        <w:noProof/>
        <w:sz w:val="28"/>
        <w:szCs w:val="28"/>
      </w:rPr>
      <w:t>60</w:t>
    </w:r>
    <w:r w:rsidRPr="00AA117F">
      <w:rPr>
        <w:sz w:val="28"/>
        <w:szCs w:val="28"/>
      </w:rPr>
      <w:fldChar w:fldCharType="end"/>
    </w:r>
  </w:p>
  <w:p w:rsidR="00486613" w:rsidRDefault="004866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16A06"/>
    <w:multiLevelType w:val="hybridMultilevel"/>
    <w:tmpl w:val="0C7C53B4"/>
    <w:lvl w:ilvl="0" w:tplc="2B5CF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20E3D"/>
    <w:multiLevelType w:val="hybridMultilevel"/>
    <w:tmpl w:val="3E604964"/>
    <w:lvl w:ilvl="0" w:tplc="A1AA71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6CC6CBD"/>
    <w:multiLevelType w:val="hybridMultilevel"/>
    <w:tmpl w:val="174AAF84"/>
    <w:lvl w:ilvl="0" w:tplc="F0F46A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C46109F"/>
    <w:multiLevelType w:val="multilevel"/>
    <w:tmpl w:val="8BFA61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4" w:hanging="1440"/>
      </w:pPr>
      <w:rPr>
        <w:rFonts w:hint="default"/>
      </w:rPr>
    </w:lvl>
  </w:abstractNum>
  <w:abstractNum w:abstractNumId="4" w15:restartNumberingAfterBreak="0">
    <w:nsid w:val="6F6953C2"/>
    <w:multiLevelType w:val="hybridMultilevel"/>
    <w:tmpl w:val="9D4017BA"/>
    <w:lvl w:ilvl="0" w:tplc="A1AA71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EE345C"/>
    <w:multiLevelType w:val="multilevel"/>
    <w:tmpl w:val="0EFC513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7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6" w15:restartNumberingAfterBreak="0">
    <w:nsid w:val="7C1C0135"/>
    <w:multiLevelType w:val="hybridMultilevel"/>
    <w:tmpl w:val="7B7EF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50"/>
    <w:rsid w:val="000026E4"/>
    <w:rsid w:val="0000356D"/>
    <w:rsid w:val="00003D41"/>
    <w:rsid w:val="00006A09"/>
    <w:rsid w:val="000071AC"/>
    <w:rsid w:val="0000749E"/>
    <w:rsid w:val="000106A2"/>
    <w:rsid w:val="000108C2"/>
    <w:rsid w:val="00012311"/>
    <w:rsid w:val="00012697"/>
    <w:rsid w:val="00012EAB"/>
    <w:rsid w:val="0001381A"/>
    <w:rsid w:val="00013C44"/>
    <w:rsid w:val="000143E8"/>
    <w:rsid w:val="00015C1B"/>
    <w:rsid w:val="00015FD2"/>
    <w:rsid w:val="00016355"/>
    <w:rsid w:val="000168B2"/>
    <w:rsid w:val="0001727A"/>
    <w:rsid w:val="00017373"/>
    <w:rsid w:val="00020309"/>
    <w:rsid w:val="00020935"/>
    <w:rsid w:val="00020C41"/>
    <w:rsid w:val="00020C5A"/>
    <w:rsid w:val="00020C78"/>
    <w:rsid w:val="00020D09"/>
    <w:rsid w:val="000217DE"/>
    <w:rsid w:val="00021DB6"/>
    <w:rsid w:val="00021FA8"/>
    <w:rsid w:val="00023D63"/>
    <w:rsid w:val="00026067"/>
    <w:rsid w:val="00030554"/>
    <w:rsid w:val="000309E3"/>
    <w:rsid w:val="00031263"/>
    <w:rsid w:val="00031A3F"/>
    <w:rsid w:val="000323F4"/>
    <w:rsid w:val="00033DF2"/>
    <w:rsid w:val="00034A51"/>
    <w:rsid w:val="0003548F"/>
    <w:rsid w:val="00035D26"/>
    <w:rsid w:val="00036B78"/>
    <w:rsid w:val="00042C3F"/>
    <w:rsid w:val="00042E64"/>
    <w:rsid w:val="0004351B"/>
    <w:rsid w:val="0004476E"/>
    <w:rsid w:val="00045A41"/>
    <w:rsid w:val="000464A3"/>
    <w:rsid w:val="00046638"/>
    <w:rsid w:val="00046B80"/>
    <w:rsid w:val="000470BA"/>
    <w:rsid w:val="000509CD"/>
    <w:rsid w:val="00051CD7"/>
    <w:rsid w:val="00053C3E"/>
    <w:rsid w:val="00054DFF"/>
    <w:rsid w:val="000563EA"/>
    <w:rsid w:val="00057354"/>
    <w:rsid w:val="00060B73"/>
    <w:rsid w:val="00060B97"/>
    <w:rsid w:val="00060F90"/>
    <w:rsid w:val="00061234"/>
    <w:rsid w:val="00062644"/>
    <w:rsid w:val="00063155"/>
    <w:rsid w:val="00063A0A"/>
    <w:rsid w:val="00063F94"/>
    <w:rsid w:val="00064B13"/>
    <w:rsid w:val="00066007"/>
    <w:rsid w:val="0006654D"/>
    <w:rsid w:val="0006728D"/>
    <w:rsid w:val="000700D0"/>
    <w:rsid w:val="00071F42"/>
    <w:rsid w:val="00072187"/>
    <w:rsid w:val="0007398D"/>
    <w:rsid w:val="00073D70"/>
    <w:rsid w:val="00073D8E"/>
    <w:rsid w:val="00074EB2"/>
    <w:rsid w:val="00076AF3"/>
    <w:rsid w:val="00077985"/>
    <w:rsid w:val="00081EA7"/>
    <w:rsid w:val="00082315"/>
    <w:rsid w:val="00083659"/>
    <w:rsid w:val="0008719A"/>
    <w:rsid w:val="000879B0"/>
    <w:rsid w:val="00090680"/>
    <w:rsid w:val="000918ED"/>
    <w:rsid w:val="00091929"/>
    <w:rsid w:val="00092AB9"/>
    <w:rsid w:val="00092E66"/>
    <w:rsid w:val="00094464"/>
    <w:rsid w:val="00096699"/>
    <w:rsid w:val="000973C2"/>
    <w:rsid w:val="00097894"/>
    <w:rsid w:val="000A0899"/>
    <w:rsid w:val="000A14BD"/>
    <w:rsid w:val="000A21EE"/>
    <w:rsid w:val="000A2911"/>
    <w:rsid w:val="000A2EC0"/>
    <w:rsid w:val="000A2FE1"/>
    <w:rsid w:val="000A337F"/>
    <w:rsid w:val="000A4CAD"/>
    <w:rsid w:val="000A5C38"/>
    <w:rsid w:val="000A6952"/>
    <w:rsid w:val="000A6BBC"/>
    <w:rsid w:val="000A6C7B"/>
    <w:rsid w:val="000A6E84"/>
    <w:rsid w:val="000A70F8"/>
    <w:rsid w:val="000A782A"/>
    <w:rsid w:val="000B0290"/>
    <w:rsid w:val="000B09CC"/>
    <w:rsid w:val="000B0DB2"/>
    <w:rsid w:val="000B1421"/>
    <w:rsid w:val="000B1577"/>
    <w:rsid w:val="000B2AFA"/>
    <w:rsid w:val="000B2FDA"/>
    <w:rsid w:val="000B41CD"/>
    <w:rsid w:val="000B4875"/>
    <w:rsid w:val="000B56B7"/>
    <w:rsid w:val="000B62CB"/>
    <w:rsid w:val="000B64AC"/>
    <w:rsid w:val="000B692C"/>
    <w:rsid w:val="000B702C"/>
    <w:rsid w:val="000C10F2"/>
    <w:rsid w:val="000C4C6F"/>
    <w:rsid w:val="000C5B60"/>
    <w:rsid w:val="000C625C"/>
    <w:rsid w:val="000C6284"/>
    <w:rsid w:val="000C6523"/>
    <w:rsid w:val="000D08A3"/>
    <w:rsid w:val="000D2C5B"/>
    <w:rsid w:val="000D6EDE"/>
    <w:rsid w:val="000D76F8"/>
    <w:rsid w:val="000D7B07"/>
    <w:rsid w:val="000D7BE3"/>
    <w:rsid w:val="000E0B17"/>
    <w:rsid w:val="000E1D96"/>
    <w:rsid w:val="000E2354"/>
    <w:rsid w:val="000E49BA"/>
    <w:rsid w:val="000E7321"/>
    <w:rsid w:val="000F040E"/>
    <w:rsid w:val="000F0A84"/>
    <w:rsid w:val="000F156C"/>
    <w:rsid w:val="000F3C22"/>
    <w:rsid w:val="000F6BC6"/>
    <w:rsid w:val="000F73DF"/>
    <w:rsid w:val="000F786A"/>
    <w:rsid w:val="000F7F64"/>
    <w:rsid w:val="001004A1"/>
    <w:rsid w:val="001037DF"/>
    <w:rsid w:val="00103907"/>
    <w:rsid w:val="00103E80"/>
    <w:rsid w:val="00103E96"/>
    <w:rsid w:val="00107977"/>
    <w:rsid w:val="00110BC5"/>
    <w:rsid w:val="001173F9"/>
    <w:rsid w:val="0012028F"/>
    <w:rsid w:val="00123954"/>
    <w:rsid w:val="00123BD0"/>
    <w:rsid w:val="001244D0"/>
    <w:rsid w:val="00124B13"/>
    <w:rsid w:val="001252E4"/>
    <w:rsid w:val="00126232"/>
    <w:rsid w:val="001313B5"/>
    <w:rsid w:val="00131DEF"/>
    <w:rsid w:val="001328F1"/>
    <w:rsid w:val="00133170"/>
    <w:rsid w:val="00133B8B"/>
    <w:rsid w:val="0013452A"/>
    <w:rsid w:val="00134D2C"/>
    <w:rsid w:val="00135377"/>
    <w:rsid w:val="001404F4"/>
    <w:rsid w:val="001425EE"/>
    <w:rsid w:val="0014341F"/>
    <w:rsid w:val="00145160"/>
    <w:rsid w:val="001453EF"/>
    <w:rsid w:val="001470FB"/>
    <w:rsid w:val="0014719B"/>
    <w:rsid w:val="0014793B"/>
    <w:rsid w:val="00147D28"/>
    <w:rsid w:val="00152565"/>
    <w:rsid w:val="0015260D"/>
    <w:rsid w:val="001526E9"/>
    <w:rsid w:val="00153F42"/>
    <w:rsid w:val="001544B1"/>
    <w:rsid w:val="00155921"/>
    <w:rsid w:val="00157656"/>
    <w:rsid w:val="0016001D"/>
    <w:rsid w:val="00160CFD"/>
    <w:rsid w:val="00161D0F"/>
    <w:rsid w:val="00162058"/>
    <w:rsid w:val="00163678"/>
    <w:rsid w:val="001650C3"/>
    <w:rsid w:val="0016540F"/>
    <w:rsid w:val="0016586D"/>
    <w:rsid w:val="0017032D"/>
    <w:rsid w:val="00171BC7"/>
    <w:rsid w:val="00171C69"/>
    <w:rsid w:val="00171D07"/>
    <w:rsid w:val="001726C8"/>
    <w:rsid w:val="00175EB1"/>
    <w:rsid w:val="001762E3"/>
    <w:rsid w:val="00176453"/>
    <w:rsid w:val="00176770"/>
    <w:rsid w:val="00176E98"/>
    <w:rsid w:val="00176F84"/>
    <w:rsid w:val="0017727E"/>
    <w:rsid w:val="00177F48"/>
    <w:rsid w:val="00180DA1"/>
    <w:rsid w:val="00180F8E"/>
    <w:rsid w:val="00183CC9"/>
    <w:rsid w:val="001840BC"/>
    <w:rsid w:val="00184496"/>
    <w:rsid w:val="00185736"/>
    <w:rsid w:val="00185FFE"/>
    <w:rsid w:val="0018788E"/>
    <w:rsid w:val="0019074E"/>
    <w:rsid w:val="00192399"/>
    <w:rsid w:val="001923E6"/>
    <w:rsid w:val="00192E49"/>
    <w:rsid w:val="0019328C"/>
    <w:rsid w:val="0019341F"/>
    <w:rsid w:val="00194129"/>
    <w:rsid w:val="0019481D"/>
    <w:rsid w:val="00194964"/>
    <w:rsid w:val="00197F23"/>
    <w:rsid w:val="001A29D5"/>
    <w:rsid w:val="001A3B2D"/>
    <w:rsid w:val="001A5630"/>
    <w:rsid w:val="001B016C"/>
    <w:rsid w:val="001B185B"/>
    <w:rsid w:val="001B1A5E"/>
    <w:rsid w:val="001B39E1"/>
    <w:rsid w:val="001B478C"/>
    <w:rsid w:val="001B4AB8"/>
    <w:rsid w:val="001B5DF6"/>
    <w:rsid w:val="001B7F1B"/>
    <w:rsid w:val="001C0C8B"/>
    <w:rsid w:val="001C11EA"/>
    <w:rsid w:val="001C199F"/>
    <w:rsid w:val="001C20D2"/>
    <w:rsid w:val="001C2486"/>
    <w:rsid w:val="001C2C42"/>
    <w:rsid w:val="001C42CA"/>
    <w:rsid w:val="001C5DC6"/>
    <w:rsid w:val="001C72A6"/>
    <w:rsid w:val="001D1868"/>
    <w:rsid w:val="001D25EB"/>
    <w:rsid w:val="001D38A8"/>
    <w:rsid w:val="001D38DA"/>
    <w:rsid w:val="001D39A1"/>
    <w:rsid w:val="001D5438"/>
    <w:rsid w:val="001D659B"/>
    <w:rsid w:val="001D6C47"/>
    <w:rsid w:val="001D7599"/>
    <w:rsid w:val="001E1CCC"/>
    <w:rsid w:val="001E3E25"/>
    <w:rsid w:val="001E4C7A"/>
    <w:rsid w:val="001E65F7"/>
    <w:rsid w:val="001E6803"/>
    <w:rsid w:val="001F12DD"/>
    <w:rsid w:val="001F2365"/>
    <w:rsid w:val="001F2721"/>
    <w:rsid w:val="001F2C64"/>
    <w:rsid w:val="001F4193"/>
    <w:rsid w:val="001F74AE"/>
    <w:rsid w:val="001F79B2"/>
    <w:rsid w:val="002000B8"/>
    <w:rsid w:val="0020044C"/>
    <w:rsid w:val="00202F4B"/>
    <w:rsid w:val="0020419C"/>
    <w:rsid w:val="0020458E"/>
    <w:rsid w:val="002061E7"/>
    <w:rsid w:val="00206328"/>
    <w:rsid w:val="002070B5"/>
    <w:rsid w:val="002074D0"/>
    <w:rsid w:val="00211FAD"/>
    <w:rsid w:val="00212B40"/>
    <w:rsid w:val="00212EAB"/>
    <w:rsid w:val="00215260"/>
    <w:rsid w:val="00215E32"/>
    <w:rsid w:val="00215FAB"/>
    <w:rsid w:val="00216448"/>
    <w:rsid w:val="00217EB4"/>
    <w:rsid w:val="002200E5"/>
    <w:rsid w:val="0022396C"/>
    <w:rsid w:val="00224DE0"/>
    <w:rsid w:val="00225089"/>
    <w:rsid w:val="0022534A"/>
    <w:rsid w:val="0023081F"/>
    <w:rsid w:val="00232B58"/>
    <w:rsid w:val="00233358"/>
    <w:rsid w:val="00233447"/>
    <w:rsid w:val="002337D8"/>
    <w:rsid w:val="002344C2"/>
    <w:rsid w:val="00235FC7"/>
    <w:rsid w:val="00237227"/>
    <w:rsid w:val="00237B18"/>
    <w:rsid w:val="00240818"/>
    <w:rsid w:val="0024155F"/>
    <w:rsid w:val="002415FE"/>
    <w:rsid w:val="00242259"/>
    <w:rsid w:val="00243466"/>
    <w:rsid w:val="00243EFF"/>
    <w:rsid w:val="0024424F"/>
    <w:rsid w:val="0024449B"/>
    <w:rsid w:val="00245D88"/>
    <w:rsid w:val="002460A1"/>
    <w:rsid w:val="00246A1C"/>
    <w:rsid w:val="002513D8"/>
    <w:rsid w:val="00252EC8"/>
    <w:rsid w:val="002547CF"/>
    <w:rsid w:val="002567BC"/>
    <w:rsid w:val="002608E3"/>
    <w:rsid w:val="002609FF"/>
    <w:rsid w:val="00260AFB"/>
    <w:rsid w:val="00261096"/>
    <w:rsid w:val="00262A67"/>
    <w:rsid w:val="00262DD5"/>
    <w:rsid w:val="00265430"/>
    <w:rsid w:val="00266361"/>
    <w:rsid w:val="002665BC"/>
    <w:rsid w:val="00267C0B"/>
    <w:rsid w:val="00270E02"/>
    <w:rsid w:val="002720F1"/>
    <w:rsid w:val="00272445"/>
    <w:rsid w:val="00273CE9"/>
    <w:rsid w:val="00274350"/>
    <w:rsid w:val="0027444A"/>
    <w:rsid w:val="0027459E"/>
    <w:rsid w:val="00277B7F"/>
    <w:rsid w:val="002807F9"/>
    <w:rsid w:val="00280845"/>
    <w:rsid w:val="00280DC6"/>
    <w:rsid w:val="00281083"/>
    <w:rsid w:val="00282165"/>
    <w:rsid w:val="00282CFF"/>
    <w:rsid w:val="00282F0B"/>
    <w:rsid w:val="00286400"/>
    <w:rsid w:val="00286A79"/>
    <w:rsid w:val="00286D22"/>
    <w:rsid w:val="00286D3A"/>
    <w:rsid w:val="00287402"/>
    <w:rsid w:val="002874C7"/>
    <w:rsid w:val="00287B0D"/>
    <w:rsid w:val="002900E6"/>
    <w:rsid w:val="00290A37"/>
    <w:rsid w:val="002910A4"/>
    <w:rsid w:val="00291273"/>
    <w:rsid w:val="002922FE"/>
    <w:rsid w:val="00292E82"/>
    <w:rsid w:val="00293099"/>
    <w:rsid w:val="00293184"/>
    <w:rsid w:val="00294E11"/>
    <w:rsid w:val="00295F5C"/>
    <w:rsid w:val="002A16E1"/>
    <w:rsid w:val="002A3468"/>
    <w:rsid w:val="002A34DD"/>
    <w:rsid w:val="002A567D"/>
    <w:rsid w:val="002A5916"/>
    <w:rsid w:val="002A6451"/>
    <w:rsid w:val="002A6A30"/>
    <w:rsid w:val="002A6C16"/>
    <w:rsid w:val="002A7D03"/>
    <w:rsid w:val="002A7FDB"/>
    <w:rsid w:val="002B006D"/>
    <w:rsid w:val="002B0345"/>
    <w:rsid w:val="002B0FCA"/>
    <w:rsid w:val="002B1DDC"/>
    <w:rsid w:val="002B22CE"/>
    <w:rsid w:val="002B22E0"/>
    <w:rsid w:val="002B23B3"/>
    <w:rsid w:val="002B4184"/>
    <w:rsid w:val="002B4205"/>
    <w:rsid w:val="002B46C3"/>
    <w:rsid w:val="002B545D"/>
    <w:rsid w:val="002B575D"/>
    <w:rsid w:val="002B6465"/>
    <w:rsid w:val="002B7AA0"/>
    <w:rsid w:val="002B7B1F"/>
    <w:rsid w:val="002B7D13"/>
    <w:rsid w:val="002C0B75"/>
    <w:rsid w:val="002C1D39"/>
    <w:rsid w:val="002C24AC"/>
    <w:rsid w:val="002C321B"/>
    <w:rsid w:val="002C42B3"/>
    <w:rsid w:val="002C4A79"/>
    <w:rsid w:val="002C4EB1"/>
    <w:rsid w:val="002C6C85"/>
    <w:rsid w:val="002C77F1"/>
    <w:rsid w:val="002C7FCC"/>
    <w:rsid w:val="002D03BB"/>
    <w:rsid w:val="002D11A5"/>
    <w:rsid w:val="002D18A4"/>
    <w:rsid w:val="002D1AEE"/>
    <w:rsid w:val="002D211E"/>
    <w:rsid w:val="002D24D9"/>
    <w:rsid w:val="002D2E91"/>
    <w:rsid w:val="002D37D5"/>
    <w:rsid w:val="002D3C36"/>
    <w:rsid w:val="002D43B2"/>
    <w:rsid w:val="002D55D9"/>
    <w:rsid w:val="002D5B30"/>
    <w:rsid w:val="002E0355"/>
    <w:rsid w:val="002E0D4E"/>
    <w:rsid w:val="002E0DA9"/>
    <w:rsid w:val="002E215D"/>
    <w:rsid w:val="002E2DD9"/>
    <w:rsid w:val="002E4431"/>
    <w:rsid w:val="002E7920"/>
    <w:rsid w:val="002E7A00"/>
    <w:rsid w:val="002F099A"/>
    <w:rsid w:val="002F1F45"/>
    <w:rsid w:val="002F3159"/>
    <w:rsid w:val="002F4CA9"/>
    <w:rsid w:val="002F5273"/>
    <w:rsid w:val="002F595B"/>
    <w:rsid w:val="002F5A42"/>
    <w:rsid w:val="002F5B21"/>
    <w:rsid w:val="002F67FD"/>
    <w:rsid w:val="003012E3"/>
    <w:rsid w:val="0030326F"/>
    <w:rsid w:val="00303EBD"/>
    <w:rsid w:val="00307270"/>
    <w:rsid w:val="00307B61"/>
    <w:rsid w:val="00312C98"/>
    <w:rsid w:val="00312CF0"/>
    <w:rsid w:val="003156AB"/>
    <w:rsid w:val="00315E0E"/>
    <w:rsid w:val="00316B9D"/>
    <w:rsid w:val="00317D00"/>
    <w:rsid w:val="00317D0C"/>
    <w:rsid w:val="003218F8"/>
    <w:rsid w:val="00321AC4"/>
    <w:rsid w:val="00322180"/>
    <w:rsid w:val="0032227B"/>
    <w:rsid w:val="0032257C"/>
    <w:rsid w:val="00323B28"/>
    <w:rsid w:val="00331A3A"/>
    <w:rsid w:val="00331BF6"/>
    <w:rsid w:val="00332669"/>
    <w:rsid w:val="00335F54"/>
    <w:rsid w:val="00336740"/>
    <w:rsid w:val="00340C26"/>
    <w:rsid w:val="003416BF"/>
    <w:rsid w:val="00341CE7"/>
    <w:rsid w:val="00342BFA"/>
    <w:rsid w:val="00342D5A"/>
    <w:rsid w:val="00342D69"/>
    <w:rsid w:val="0034357E"/>
    <w:rsid w:val="00347936"/>
    <w:rsid w:val="00347A73"/>
    <w:rsid w:val="003507EC"/>
    <w:rsid w:val="0035195B"/>
    <w:rsid w:val="00351E59"/>
    <w:rsid w:val="00352199"/>
    <w:rsid w:val="00352515"/>
    <w:rsid w:val="0035519B"/>
    <w:rsid w:val="003553BC"/>
    <w:rsid w:val="00356669"/>
    <w:rsid w:val="003569AF"/>
    <w:rsid w:val="003572A7"/>
    <w:rsid w:val="00360C48"/>
    <w:rsid w:val="00360E8E"/>
    <w:rsid w:val="00361D29"/>
    <w:rsid w:val="00362B08"/>
    <w:rsid w:val="003633E1"/>
    <w:rsid w:val="00364692"/>
    <w:rsid w:val="00364ABF"/>
    <w:rsid w:val="003661FB"/>
    <w:rsid w:val="00366F51"/>
    <w:rsid w:val="00366FC9"/>
    <w:rsid w:val="003679A4"/>
    <w:rsid w:val="00370074"/>
    <w:rsid w:val="003701EA"/>
    <w:rsid w:val="0037039C"/>
    <w:rsid w:val="00373A48"/>
    <w:rsid w:val="00375088"/>
    <w:rsid w:val="00375F0E"/>
    <w:rsid w:val="00380A68"/>
    <w:rsid w:val="003817EF"/>
    <w:rsid w:val="0038450F"/>
    <w:rsid w:val="00384873"/>
    <w:rsid w:val="003857D0"/>
    <w:rsid w:val="00387268"/>
    <w:rsid w:val="003877FB"/>
    <w:rsid w:val="00387CC7"/>
    <w:rsid w:val="0039131C"/>
    <w:rsid w:val="00393AE5"/>
    <w:rsid w:val="003940A4"/>
    <w:rsid w:val="00395A54"/>
    <w:rsid w:val="00395D63"/>
    <w:rsid w:val="0039628A"/>
    <w:rsid w:val="00396728"/>
    <w:rsid w:val="00397ACC"/>
    <w:rsid w:val="00397B32"/>
    <w:rsid w:val="003A0452"/>
    <w:rsid w:val="003A0EEA"/>
    <w:rsid w:val="003A2DE1"/>
    <w:rsid w:val="003A5A45"/>
    <w:rsid w:val="003A5A55"/>
    <w:rsid w:val="003A5E5B"/>
    <w:rsid w:val="003A692C"/>
    <w:rsid w:val="003A74E0"/>
    <w:rsid w:val="003A7614"/>
    <w:rsid w:val="003B0DDE"/>
    <w:rsid w:val="003B1052"/>
    <w:rsid w:val="003B1157"/>
    <w:rsid w:val="003B14BD"/>
    <w:rsid w:val="003B15CB"/>
    <w:rsid w:val="003B17E2"/>
    <w:rsid w:val="003B214A"/>
    <w:rsid w:val="003B3676"/>
    <w:rsid w:val="003B38ED"/>
    <w:rsid w:val="003B3BDA"/>
    <w:rsid w:val="003B49B8"/>
    <w:rsid w:val="003B4D87"/>
    <w:rsid w:val="003B58B5"/>
    <w:rsid w:val="003B5D61"/>
    <w:rsid w:val="003B73B7"/>
    <w:rsid w:val="003C0959"/>
    <w:rsid w:val="003C1939"/>
    <w:rsid w:val="003C1959"/>
    <w:rsid w:val="003C1D57"/>
    <w:rsid w:val="003C3408"/>
    <w:rsid w:val="003C3458"/>
    <w:rsid w:val="003C3EE1"/>
    <w:rsid w:val="003C466B"/>
    <w:rsid w:val="003C4852"/>
    <w:rsid w:val="003C5CC4"/>
    <w:rsid w:val="003C6CA3"/>
    <w:rsid w:val="003C6F54"/>
    <w:rsid w:val="003D0114"/>
    <w:rsid w:val="003D0125"/>
    <w:rsid w:val="003D12BD"/>
    <w:rsid w:val="003D1661"/>
    <w:rsid w:val="003D22DB"/>
    <w:rsid w:val="003D3F1C"/>
    <w:rsid w:val="003D594D"/>
    <w:rsid w:val="003D594F"/>
    <w:rsid w:val="003D6436"/>
    <w:rsid w:val="003D6CC0"/>
    <w:rsid w:val="003D76FD"/>
    <w:rsid w:val="003D7D9F"/>
    <w:rsid w:val="003E0A2E"/>
    <w:rsid w:val="003E37B8"/>
    <w:rsid w:val="003E4176"/>
    <w:rsid w:val="003E4A64"/>
    <w:rsid w:val="003E5C09"/>
    <w:rsid w:val="003E5EFF"/>
    <w:rsid w:val="003E678C"/>
    <w:rsid w:val="003E70FA"/>
    <w:rsid w:val="003E79B7"/>
    <w:rsid w:val="003F2782"/>
    <w:rsid w:val="003F4080"/>
    <w:rsid w:val="003F4D50"/>
    <w:rsid w:val="003F4E69"/>
    <w:rsid w:val="003F4ED9"/>
    <w:rsid w:val="003F5E24"/>
    <w:rsid w:val="003F6140"/>
    <w:rsid w:val="003F6215"/>
    <w:rsid w:val="003F674B"/>
    <w:rsid w:val="003F737D"/>
    <w:rsid w:val="003F7582"/>
    <w:rsid w:val="003F7583"/>
    <w:rsid w:val="003F7CE3"/>
    <w:rsid w:val="00400099"/>
    <w:rsid w:val="00400517"/>
    <w:rsid w:val="0040090C"/>
    <w:rsid w:val="00402837"/>
    <w:rsid w:val="00402E01"/>
    <w:rsid w:val="00403458"/>
    <w:rsid w:val="00404C7B"/>
    <w:rsid w:val="00404CB6"/>
    <w:rsid w:val="00407794"/>
    <w:rsid w:val="00407CE5"/>
    <w:rsid w:val="004109D0"/>
    <w:rsid w:val="00410B39"/>
    <w:rsid w:val="0041175F"/>
    <w:rsid w:val="004130C7"/>
    <w:rsid w:val="004152F7"/>
    <w:rsid w:val="00415A06"/>
    <w:rsid w:val="00415E94"/>
    <w:rsid w:val="00416D60"/>
    <w:rsid w:val="00416F25"/>
    <w:rsid w:val="00417308"/>
    <w:rsid w:val="00420E89"/>
    <w:rsid w:val="00421107"/>
    <w:rsid w:val="00421545"/>
    <w:rsid w:val="004222A9"/>
    <w:rsid w:val="00422736"/>
    <w:rsid w:val="004233EB"/>
    <w:rsid w:val="004235A0"/>
    <w:rsid w:val="004259AE"/>
    <w:rsid w:val="00425A5A"/>
    <w:rsid w:val="004272E6"/>
    <w:rsid w:val="00427876"/>
    <w:rsid w:val="004307E5"/>
    <w:rsid w:val="0043188D"/>
    <w:rsid w:val="004319DB"/>
    <w:rsid w:val="00431BB8"/>
    <w:rsid w:val="00431D7C"/>
    <w:rsid w:val="0043351C"/>
    <w:rsid w:val="00433FC8"/>
    <w:rsid w:val="00435783"/>
    <w:rsid w:val="00436026"/>
    <w:rsid w:val="00437478"/>
    <w:rsid w:val="00437D63"/>
    <w:rsid w:val="00440A02"/>
    <w:rsid w:val="00441AA4"/>
    <w:rsid w:val="00442509"/>
    <w:rsid w:val="004426CE"/>
    <w:rsid w:val="00444AC9"/>
    <w:rsid w:val="00444C02"/>
    <w:rsid w:val="00444F8C"/>
    <w:rsid w:val="00446D6D"/>
    <w:rsid w:val="00447147"/>
    <w:rsid w:val="00450BB3"/>
    <w:rsid w:val="00451240"/>
    <w:rsid w:val="00452858"/>
    <w:rsid w:val="00453129"/>
    <w:rsid w:val="0045540B"/>
    <w:rsid w:val="00455E03"/>
    <w:rsid w:val="00456516"/>
    <w:rsid w:val="00457934"/>
    <w:rsid w:val="004603A2"/>
    <w:rsid w:val="00461195"/>
    <w:rsid w:val="004614C4"/>
    <w:rsid w:val="0046151D"/>
    <w:rsid w:val="00463491"/>
    <w:rsid w:val="004634B5"/>
    <w:rsid w:val="0046378B"/>
    <w:rsid w:val="00464307"/>
    <w:rsid w:val="0046508D"/>
    <w:rsid w:val="00466E9D"/>
    <w:rsid w:val="004722CF"/>
    <w:rsid w:val="0047251F"/>
    <w:rsid w:val="0047337F"/>
    <w:rsid w:val="004738D8"/>
    <w:rsid w:val="004765A7"/>
    <w:rsid w:val="00477809"/>
    <w:rsid w:val="004808AC"/>
    <w:rsid w:val="00480AC6"/>
    <w:rsid w:val="00481143"/>
    <w:rsid w:val="00481699"/>
    <w:rsid w:val="00486609"/>
    <w:rsid w:val="00486613"/>
    <w:rsid w:val="004918F1"/>
    <w:rsid w:val="00491BE7"/>
    <w:rsid w:val="00491E46"/>
    <w:rsid w:val="00492405"/>
    <w:rsid w:val="00492568"/>
    <w:rsid w:val="00492B3E"/>
    <w:rsid w:val="004932A0"/>
    <w:rsid w:val="00493475"/>
    <w:rsid w:val="004944F0"/>
    <w:rsid w:val="00494669"/>
    <w:rsid w:val="004946EF"/>
    <w:rsid w:val="00494ABE"/>
    <w:rsid w:val="00494D62"/>
    <w:rsid w:val="00496EBC"/>
    <w:rsid w:val="004A0208"/>
    <w:rsid w:val="004A0571"/>
    <w:rsid w:val="004A1B22"/>
    <w:rsid w:val="004A23DE"/>
    <w:rsid w:val="004A2566"/>
    <w:rsid w:val="004A3A92"/>
    <w:rsid w:val="004A3DA8"/>
    <w:rsid w:val="004A4587"/>
    <w:rsid w:val="004A4918"/>
    <w:rsid w:val="004A63CA"/>
    <w:rsid w:val="004A7F04"/>
    <w:rsid w:val="004B03D8"/>
    <w:rsid w:val="004B0CE2"/>
    <w:rsid w:val="004B3EDB"/>
    <w:rsid w:val="004B42AC"/>
    <w:rsid w:val="004B4FA0"/>
    <w:rsid w:val="004B58C1"/>
    <w:rsid w:val="004B60E1"/>
    <w:rsid w:val="004B6AE7"/>
    <w:rsid w:val="004B6F24"/>
    <w:rsid w:val="004B7875"/>
    <w:rsid w:val="004B7CC3"/>
    <w:rsid w:val="004C001F"/>
    <w:rsid w:val="004C0782"/>
    <w:rsid w:val="004C07AA"/>
    <w:rsid w:val="004C19B9"/>
    <w:rsid w:val="004C1AC5"/>
    <w:rsid w:val="004C1B45"/>
    <w:rsid w:val="004C234F"/>
    <w:rsid w:val="004C2618"/>
    <w:rsid w:val="004C28E5"/>
    <w:rsid w:val="004C4252"/>
    <w:rsid w:val="004C5178"/>
    <w:rsid w:val="004C51DB"/>
    <w:rsid w:val="004C58D3"/>
    <w:rsid w:val="004C759C"/>
    <w:rsid w:val="004C792E"/>
    <w:rsid w:val="004C7B15"/>
    <w:rsid w:val="004D0271"/>
    <w:rsid w:val="004D0887"/>
    <w:rsid w:val="004D11BF"/>
    <w:rsid w:val="004D1213"/>
    <w:rsid w:val="004D1929"/>
    <w:rsid w:val="004D2385"/>
    <w:rsid w:val="004D44FE"/>
    <w:rsid w:val="004D564D"/>
    <w:rsid w:val="004D578C"/>
    <w:rsid w:val="004D60BE"/>
    <w:rsid w:val="004D6B09"/>
    <w:rsid w:val="004E30C5"/>
    <w:rsid w:val="004E3B99"/>
    <w:rsid w:val="004E4BE3"/>
    <w:rsid w:val="004E4BEB"/>
    <w:rsid w:val="004E4FAA"/>
    <w:rsid w:val="004E5D78"/>
    <w:rsid w:val="004E6177"/>
    <w:rsid w:val="004E7181"/>
    <w:rsid w:val="004F077E"/>
    <w:rsid w:val="004F1F1C"/>
    <w:rsid w:val="004F2F6C"/>
    <w:rsid w:val="004F4633"/>
    <w:rsid w:val="004F4F19"/>
    <w:rsid w:val="004F4FA1"/>
    <w:rsid w:val="004F5539"/>
    <w:rsid w:val="004F7D8D"/>
    <w:rsid w:val="00502D95"/>
    <w:rsid w:val="00503492"/>
    <w:rsid w:val="00503D40"/>
    <w:rsid w:val="00503E5D"/>
    <w:rsid w:val="005055CC"/>
    <w:rsid w:val="00505968"/>
    <w:rsid w:val="00506FAA"/>
    <w:rsid w:val="00507934"/>
    <w:rsid w:val="00510C43"/>
    <w:rsid w:val="005118C3"/>
    <w:rsid w:val="00511E2B"/>
    <w:rsid w:val="00514DE0"/>
    <w:rsid w:val="00515D15"/>
    <w:rsid w:val="00515DA6"/>
    <w:rsid w:val="0051652E"/>
    <w:rsid w:val="00520AFC"/>
    <w:rsid w:val="00521471"/>
    <w:rsid w:val="00521E61"/>
    <w:rsid w:val="00522C95"/>
    <w:rsid w:val="005233DF"/>
    <w:rsid w:val="00525B3A"/>
    <w:rsid w:val="005267DD"/>
    <w:rsid w:val="00527151"/>
    <w:rsid w:val="00527247"/>
    <w:rsid w:val="00527371"/>
    <w:rsid w:val="005311F4"/>
    <w:rsid w:val="005343AE"/>
    <w:rsid w:val="0053510C"/>
    <w:rsid w:val="0053661D"/>
    <w:rsid w:val="00536F5B"/>
    <w:rsid w:val="0054104A"/>
    <w:rsid w:val="00541E0D"/>
    <w:rsid w:val="005436C1"/>
    <w:rsid w:val="00543FFF"/>
    <w:rsid w:val="00544479"/>
    <w:rsid w:val="00544EB8"/>
    <w:rsid w:val="00545782"/>
    <w:rsid w:val="0054619A"/>
    <w:rsid w:val="0054649F"/>
    <w:rsid w:val="005470DA"/>
    <w:rsid w:val="00550070"/>
    <w:rsid w:val="005542F5"/>
    <w:rsid w:val="0055481E"/>
    <w:rsid w:val="00555510"/>
    <w:rsid w:val="00555DB7"/>
    <w:rsid w:val="00557C29"/>
    <w:rsid w:val="0056016C"/>
    <w:rsid w:val="005603F6"/>
    <w:rsid w:val="00561F8F"/>
    <w:rsid w:val="00562F22"/>
    <w:rsid w:val="00563296"/>
    <w:rsid w:val="005641FC"/>
    <w:rsid w:val="005643BF"/>
    <w:rsid w:val="005644E4"/>
    <w:rsid w:val="0056622C"/>
    <w:rsid w:val="005705D5"/>
    <w:rsid w:val="00572083"/>
    <w:rsid w:val="00573A7E"/>
    <w:rsid w:val="00573CDD"/>
    <w:rsid w:val="005750E1"/>
    <w:rsid w:val="0057542A"/>
    <w:rsid w:val="0057567F"/>
    <w:rsid w:val="00575694"/>
    <w:rsid w:val="005758C3"/>
    <w:rsid w:val="0057672E"/>
    <w:rsid w:val="005776E6"/>
    <w:rsid w:val="00577EAE"/>
    <w:rsid w:val="0058015B"/>
    <w:rsid w:val="00580DCF"/>
    <w:rsid w:val="00580FA2"/>
    <w:rsid w:val="00582117"/>
    <w:rsid w:val="005828E4"/>
    <w:rsid w:val="0058365C"/>
    <w:rsid w:val="005857A9"/>
    <w:rsid w:val="00586D10"/>
    <w:rsid w:val="00587217"/>
    <w:rsid w:val="00587DBE"/>
    <w:rsid w:val="00587E21"/>
    <w:rsid w:val="00590E14"/>
    <w:rsid w:val="00591485"/>
    <w:rsid w:val="00591544"/>
    <w:rsid w:val="00593FC7"/>
    <w:rsid w:val="00593FE6"/>
    <w:rsid w:val="00594161"/>
    <w:rsid w:val="0059481E"/>
    <w:rsid w:val="00594ECE"/>
    <w:rsid w:val="00595060"/>
    <w:rsid w:val="0059693D"/>
    <w:rsid w:val="00597A4B"/>
    <w:rsid w:val="005A0150"/>
    <w:rsid w:val="005A035D"/>
    <w:rsid w:val="005A0873"/>
    <w:rsid w:val="005A31D1"/>
    <w:rsid w:val="005A411E"/>
    <w:rsid w:val="005A446A"/>
    <w:rsid w:val="005A51B5"/>
    <w:rsid w:val="005A54FF"/>
    <w:rsid w:val="005A58F4"/>
    <w:rsid w:val="005A5A52"/>
    <w:rsid w:val="005A5B5D"/>
    <w:rsid w:val="005A6A41"/>
    <w:rsid w:val="005A7AA7"/>
    <w:rsid w:val="005B136B"/>
    <w:rsid w:val="005B1A6D"/>
    <w:rsid w:val="005B2C70"/>
    <w:rsid w:val="005B322D"/>
    <w:rsid w:val="005B3BBD"/>
    <w:rsid w:val="005B6714"/>
    <w:rsid w:val="005B7670"/>
    <w:rsid w:val="005C0100"/>
    <w:rsid w:val="005C0CC1"/>
    <w:rsid w:val="005C1007"/>
    <w:rsid w:val="005C23B9"/>
    <w:rsid w:val="005C2538"/>
    <w:rsid w:val="005C4E59"/>
    <w:rsid w:val="005C5A4B"/>
    <w:rsid w:val="005C6606"/>
    <w:rsid w:val="005C6C22"/>
    <w:rsid w:val="005D0CBF"/>
    <w:rsid w:val="005D1653"/>
    <w:rsid w:val="005D16E0"/>
    <w:rsid w:val="005D1DF5"/>
    <w:rsid w:val="005D2885"/>
    <w:rsid w:val="005D5250"/>
    <w:rsid w:val="005D5570"/>
    <w:rsid w:val="005D7E25"/>
    <w:rsid w:val="005E05E4"/>
    <w:rsid w:val="005E1B15"/>
    <w:rsid w:val="005E1B35"/>
    <w:rsid w:val="005E2A6A"/>
    <w:rsid w:val="005E2E4A"/>
    <w:rsid w:val="005E49FE"/>
    <w:rsid w:val="005E602F"/>
    <w:rsid w:val="005F0699"/>
    <w:rsid w:val="005F0A74"/>
    <w:rsid w:val="005F1DE5"/>
    <w:rsid w:val="005F6024"/>
    <w:rsid w:val="005F72CE"/>
    <w:rsid w:val="005F73B2"/>
    <w:rsid w:val="005F7FEA"/>
    <w:rsid w:val="0060009F"/>
    <w:rsid w:val="00600141"/>
    <w:rsid w:val="006024D5"/>
    <w:rsid w:val="0060318D"/>
    <w:rsid w:val="00603CCB"/>
    <w:rsid w:val="0060566E"/>
    <w:rsid w:val="0060642E"/>
    <w:rsid w:val="0060647E"/>
    <w:rsid w:val="00606A32"/>
    <w:rsid w:val="006071DA"/>
    <w:rsid w:val="00610C43"/>
    <w:rsid w:val="006122C5"/>
    <w:rsid w:val="006127CB"/>
    <w:rsid w:val="00613B4E"/>
    <w:rsid w:val="00613CE0"/>
    <w:rsid w:val="0061434E"/>
    <w:rsid w:val="00616528"/>
    <w:rsid w:val="006169AA"/>
    <w:rsid w:val="00617465"/>
    <w:rsid w:val="00617FF0"/>
    <w:rsid w:val="0062022F"/>
    <w:rsid w:val="00620B51"/>
    <w:rsid w:val="006214F4"/>
    <w:rsid w:val="00621B19"/>
    <w:rsid w:val="00621BFE"/>
    <w:rsid w:val="00623049"/>
    <w:rsid w:val="0062333E"/>
    <w:rsid w:val="00624CE2"/>
    <w:rsid w:val="00627854"/>
    <w:rsid w:val="00627A7F"/>
    <w:rsid w:val="006359D8"/>
    <w:rsid w:val="00635DB3"/>
    <w:rsid w:val="00636372"/>
    <w:rsid w:val="00636B83"/>
    <w:rsid w:val="00636F7C"/>
    <w:rsid w:val="006376B3"/>
    <w:rsid w:val="00637B4E"/>
    <w:rsid w:val="00637B62"/>
    <w:rsid w:val="00637B68"/>
    <w:rsid w:val="00640643"/>
    <w:rsid w:val="00641AD0"/>
    <w:rsid w:val="00643924"/>
    <w:rsid w:val="0064414F"/>
    <w:rsid w:val="00644FAB"/>
    <w:rsid w:val="006455CE"/>
    <w:rsid w:val="006456CA"/>
    <w:rsid w:val="00646799"/>
    <w:rsid w:val="006519A7"/>
    <w:rsid w:val="006525D6"/>
    <w:rsid w:val="00654144"/>
    <w:rsid w:val="006547B3"/>
    <w:rsid w:val="00654D99"/>
    <w:rsid w:val="00654E10"/>
    <w:rsid w:val="00655AEB"/>
    <w:rsid w:val="006570D1"/>
    <w:rsid w:val="00657225"/>
    <w:rsid w:val="00657DFC"/>
    <w:rsid w:val="0066059F"/>
    <w:rsid w:val="0066074F"/>
    <w:rsid w:val="00660D5E"/>
    <w:rsid w:val="00662303"/>
    <w:rsid w:val="00663003"/>
    <w:rsid w:val="006649A4"/>
    <w:rsid w:val="00664BA9"/>
    <w:rsid w:val="00664C4B"/>
    <w:rsid w:val="00664E13"/>
    <w:rsid w:val="0066577C"/>
    <w:rsid w:val="006668BE"/>
    <w:rsid w:val="00666DC8"/>
    <w:rsid w:val="00666DF4"/>
    <w:rsid w:val="0067088A"/>
    <w:rsid w:val="006712B0"/>
    <w:rsid w:val="0067130F"/>
    <w:rsid w:val="00671466"/>
    <w:rsid w:val="0067376D"/>
    <w:rsid w:val="00673A68"/>
    <w:rsid w:val="006760B1"/>
    <w:rsid w:val="0067668B"/>
    <w:rsid w:val="006772B0"/>
    <w:rsid w:val="00677CA8"/>
    <w:rsid w:val="0068082F"/>
    <w:rsid w:val="00682563"/>
    <w:rsid w:val="00682F8B"/>
    <w:rsid w:val="00684306"/>
    <w:rsid w:val="006847D4"/>
    <w:rsid w:val="00685000"/>
    <w:rsid w:val="006875F7"/>
    <w:rsid w:val="0068769A"/>
    <w:rsid w:val="00687A43"/>
    <w:rsid w:val="0069071F"/>
    <w:rsid w:val="00691875"/>
    <w:rsid w:val="00693046"/>
    <w:rsid w:val="006943B7"/>
    <w:rsid w:val="00694E7E"/>
    <w:rsid w:val="0069574A"/>
    <w:rsid w:val="00695F20"/>
    <w:rsid w:val="00697418"/>
    <w:rsid w:val="006A04D7"/>
    <w:rsid w:val="006A0924"/>
    <w:rsid w:val="006A096E"/>
    <w:rsid w:val="006A1761"/>
    <w:rsid w:val="006A293B"/>
    <w:rsid w:val="006A4BBC"/>
    <w:rsid w:val="006A4D59"/>
    <w:rsid w:val="006A5700"/>
    <w:rsid w:val="006A5E06"/>
    <w:rsid w:val="006A613B"/>
    <w:rsid w:val="006A6496"/>
    <w:rsid w:val="006A6D5E"/>
    <w:rsid w:val="006A7637"/>
    <w:rsid w:val="006A77FA"/>
    <w:rsid w:val="006B032C"/>
    <w:rsid w:val="006B0653"/>
    <w:rsid w:val="006B12DE"/>
    <w:rsid w:val="006B18F7"/>
    <w:rsid w:val="006B1FB8"/>
    <w:rsid w:val="006B232D"/>
    <w:rsid w:val="006B2407"/>
    <w:rsid w:val="006B370A"/>
    <w:rsid w:val="006B4818"/>
    <w:rsid w:val="006B71AD"/>
    <w:rsid w:val="006B7205"/>
    <w:rsid w:val="006B7645"/>
    <w:rsid w:val="006B7E12"/>
    <w:rsid w:val="006C00F7"/>
    <w:rsid w:val="006C1E6A"/>
    <w:rsid w:val="006C1EB1"/>
    <w:rsid w:val="006C287F"/>
    <w:rsid w:val="006C2EC1"/>
    <w:rsid w:val="006C37B0"/>
    <w:rsid w:val="006C3DB9"/>
    <w:rsid w:val="006C4349"/>
    <w:rsid w:val="006C4EE3"/>
    <w:rsid w:val="006C60FD"/>
    <w:rsid w:val="006C6340"/>
    <w:rsid w:val="006C77D2"/>
    <w:rsid w:val="006D0953"/>
    <w:rsid w:val="006D0A6D"/>
    <w:rsid w:val="006D643F"/>
    <w:rsid w:val="006D78F1"/>
    <w:rsid w:val="006E01DB"/>
    <w:rsid w:val="006E0AA0"/>
    <w:rsid w:val="006E46D3"/>
    <w:rsid w:val="006E7071"/>
    <w:rsid w:val="006E7327"/>
    <w:rsid w:val="006E77FB"/>
    <w:rsid w:val="006F1C0A"/>
    <w:rsid w:val="006F2022"/>
    <w:rsid w:val="006F2766"/>
    <w:rsid w:val="006F2F4E"/>
    <w:rsid w:val="006F30B7"/>
    <w:rsid w:val="006F392E"/>
    <w:rsid w:val="006F4C9A"/>
    <w:rsid w:val="006F5B92"/>
    <w:rsid w:val="006F607B"/>
    <w:rsid w:val="006F6B72"/>
    <w:rsid w:val="006F6F2A"/>
    <w:rsid w:val="006F7F2A"/>
    <w:rsid w:val="007019BF"/>
    <w:rsid w:val="00702114"/>
    <w:rsid w:val="007022A4"/>
    <w:rsid w:val="00702929"/>
    <w:rsid w:val="00702E1C"/>
    <w:rsid w:val="007045AE"/>
    <w:rsid w:val="007045F8"/>
    <w:rsid w:val="00706120"/>
    <w:rsid w:val="00707F6D"/>
    <w:rsid w:val="00710D75"/>
    <w:rsid w:val="00710FE5"/>
    <w:rsid w:val="00711FD7"/>
    <w:rsid w:val="00712D1A"/>
    <w:rsid w:val="00712EB3"/>
    <w:rsid w:val="00713F92"/>
    <w:rsid w:val="00715134"/>
    <w:rsid w:val="007156D8"/>
    <w:rsid w:val="007159E5"/>
    <w:rsid w:val="007200AA"/>
    <w:rsid w:val="007216F0"/>
    <w:rsid w:val="0072186D"/>
    <w:rsid w:val="00721F4B"/>
    <w:rsid w:val="007244FE"/>
    <w:rsid w:val="0072465E"/>
    <w:rsid w:val="0072467C"/>
    <w:rsid w:val="00725257"/>
    <w:rsid w:val="00725578"/>
    <w:rsid w:val="0072568D"/>
    <w:rsid w:val="00731474"/>
    <w:rsid w:val="007351F9"/>
    <w:rsid w:val="007362B4"/>
    <w:rsid w:val="0073642B"/>
    <w:rsid w:val="007374A2"/>
    <w:rsid w:val="007402DB"/>
    <w:rsid w:val="00740ACC"/>
    <w:rsid w:val="007411C3"/>
    <w:rsid w:val="00741C38"/>
    <w:rsid w:val="00742828"/>
    <w:rsid w:val="00743DEF"/>
    <w:rsid w:val="00744A78"/>
    <w:rsid w:val="00745FAA"/>
    <w:rsid w:val="007468C3"/>
    <w:rsid w:val="00747ACA"/>
    <w:rsid w:val="00747B5F"/>
    <w:rsid w:val="00750405"/>
    <w:rsid w:val="007507DC"/>
    <w:rsid w:val="0075150A"/>
    <w:rsid w:val="00751E3F"/>
    <w:rsid w:val="00752C87"/>
    <w:rsid w:val="0075316C"/>
    <w:rsid w:val="007570F5"/>
    <w:rsid w:val="00757ABF"/>
    <w:rsid w:val="00760465"/>
    <w:rsid w:val="00760B82"/>
    <w:rsid w:val="00760E12"/>
    <w:rsid w:val="007617C3"/>
    <w:rsid w:val="00763B64"/>
    <w:rsid w:val="00763E71"/>
    <w:rsid w:val="00764DAC"/>
    <w:rsid w:val="00765EC9"/>
    <w:rsid w:val="00767009"/>
    <w:rsid w:val="007679DE"/>
    <w:rsid w:val="007707E5"/>
    <w:rsid w:val="00771A06"/>
    <w:rsid w:val="00772453"/>
    <w:rsid w:val="00772921"/>
    <w:rsid w:val="00772945"/>
    <w:rsid w:val="00772DE0"/>
    <w:rsid w:val="00777A02"/>
    <w:rsid w:val="007806A8"/>
    <w:rsid w:val="007824ED"/>
    <w:rsid w:val="00783A48"/>
    <w:rsid w:val="00785CFB"/>
    <w:rsid w:val="0078705B"/>
    <w:rsid w:val="00790567"/>
    <w:rsid w:val="00791A53"/>
    <w:rsid w:val="00795119"/>
    <w:rsid w:val="00795522"/>
    <w:rsid w:val="00796032"/>
    <w:rsid w:val="007965A3"/>
    <w:rsid w:val="007971B2"/>
    <w:rsid w:val="00797222"/>
    <w:rsid w:val="007A0517"/>
    <w:rsid w:val="007A0637"/>
    <w:rsid w:val="007A0864"/>
    <w:rsid w:val="007A224D"/>
    <w:rsid w:val="007A30C4"/>
    <w:rsid w:val="007B0D62"/>
    <w:rsid w:val="007B2279"/>
    <w:rsid w:val="007B2A36"/>
    <w:rsid w:val="007B36A7"/>
    <w:rsid w:val="007B3AF2"/>
    <w:rsid w:val="007B3B1C"/>
    <w:rsid w:val="007B44FF"/>
    <w:rsid w:val="007B5A65"/>
    <w:rsid w:val="007B7D67"/>
    <w:rsid w:val="007B7FE8"/>
    <w:rsid w:val="007C0EA4"/>
    <w:rsid w:val="007C3385"/>
    <w:rsid w:val="007C4815"/>
    <w:rsid w:val="007C745B"/>
    <w:rsid w:val="007C7658"/>
    <w:rsid w:val="007D08B9"/>
    <w:rsid w:val="007D0DE6"/>
    <w:rsid w:val="007D1ACC"/>
    <w:rsid w:val="007D3358"/>
    <w:rsid w:val="007D34A6"/>
    <w:rsid w:val="007D394D"/>
    <w:rsid w:val="007D39B1"/>
    <w:rsid w:val="007D414D"/>
    <w:rsid w:val="007D58C7"/>
    <w:rsid w:val="007D62CF"/>
    <w:rsid w:val="007E2317"/>
    <w:rsid w:val="007E2985"/>
    <w:rsid w:val="007E35AE"/>
    <w:rsid w:val="007E4CF8"/>
    <w:rsid w:val="007E688D"/>
    <w:rsid w:val="007E6D39"/>
    <w:rsid w:val="007E6F50"/>
    <w:rsid w:val="007E7897"/>
    <w:rsid w:val="007F0017"/>
    <w:rsid w:val="007F10A4"/>
    <w:rsid w:val="007F13BD"/>
    <w:rsid w:val="007F159A"/>
    <w:rsid w:val="007F2108"/>
    <w:rsid w:val="007F275F"/>
    <w:rsid w:val="007F3B8D"/>
    <w:rsid w:val="007F42C7"/>
    <w:rsid w:val="007F4756"/>
    <w:rsid w:val="007F662B"/>
    <w:rsid w:val="00801079"/>
    <w:rsid w:val="0080566F"/>
    <w:rsid w:val="00805ED6"/>
    <w:rsid w:val="00806A54"/>
    <w:rsid w:val="00807D12"/>
    <w:rsid w:val="0081009A"/>
    <w:rsid w:val="00814354"/>
    <w:rsid w:val="008149A0"/>
    <w:rsid w:val="00814FAC"/>
    <w:rsid w:val="00815CA1"/>
    <w:rsid w:val="00816297"/>
    <w:rsid w:val="00816C77"/>
    <w:rsid w:val="00821283"/>
    <w:rsid w:val="008213B6"/>
    <w:rsid w:val="00823740"/>
    <w:rsid w:val="008257C6"/>
    <w:rsid w:val="008272CC"/>
    <w:rsid w:val="00830122"/>
    <w:rsid w:val="008304FD"/>
    <w:rsid w:val="008308A3"/>
    <w:rsid w:val="00830CB1"/>
    <w:rsid w:val="008310A1"/>
    <w:rsid w:val="008358D4"/>
    <w:rsid w:val="00840674"/>
    <w:rsid w:val="008406DB"/>
    <w:rsid w:val="00840A96"/>
    <w:rsid w:val="00842CEA"/>
    <w:rsid w:val="008433E9"/>
    <w:rsid w:val="0084593B"/>
    <w:rsid w:val="00846680"/>
    <w:rsid w:val="00847999"/>
    <w:rsid w:val="008511BC"/>
    <w:rsid w:val="00851E65"/>
    <w:rsid w:val="008522A8"/>
    <w:rsid w:val="00852BCF"/>
    <w:rsid w:val="00853537"/>
    <w:rsid w:val="008535D2"/>
    <w:rsid w:val="0085443B"/>
    <w:rsid w:val="00855086"/>
    <w:rsid w:val="0085584F"/>
    <w:rsid w:val="00862230"/>
    <w:rsid w:val="00862897"/>
    <w:rsid w:val="00862B8A"/>
    <w:rsid w:val="00862BA8"/>
    <w:rsid w:val="00863069"/>
    <w:rsid w:val="0086432B"/>
    <w:rsid w:val="00864779"/>
    <w:rsid w:val="0086605E"/>
    <w:rsid w:val="00866114"/>
    <w:rsid w:val="00870737"/>
    <w:rsid w:val="00870B8B"/>
    <w:rsid w:val="00870F85"/>
    <w:rsid w:val="008712D2"/>
    <w:rsid w:val="008722E9"/>
    <w:rsid w:val="00872574"/>
    <w:rsid w:val="0087513C"/>
    <w:rsid w:val="00875457"/>
    <w:rsid w:val="00875F20"/>
    <w:rsid w:val="0087672A"/>
    <w:rsid w:val="00877367"/>
    <w:rsid w:val="0087745B"/>
    <w:rsid w:val="00880080"/>
    <w:rsid w:val="00880D07"/>
    <w:rsid w:val="00881598"/>
    <w:rsid w:val="00881EC5"/>
    <w:rsid w:val="00883C9A"/>
    <w:rsid w:val="0088564B"/>
    <w:rsid w:val="0088579B"/>
    <w:rsid w:val="00886A60"/>
    <w:rsid w:val="00886BAF"/>
    <w:rsid w:val="0088751E"/>
    <w:rsid w:val="0088766D"/>
    <w:rsid w:val="00887854"/>
    <w:rsid w:val="00890ECD"/>
    <w:rsid w:val="0089222B"/>
    <w:rsid w:val="00892582"/>
    <w:rsid w:val="0089388F"/>
    <w:rsid w:val="008939F6"/>
    <w:rsid w:val="00893E65"/>
    <w:rsid w:val="008944C5"/>
    <w:rsid w:val="00894694"/>
    <w:rsid w:val="00895D72"/>
    <w:rsid w:val="00895EB9"/>
    <w:rsid w:val="00896058"/>
    <w:rsid w:val="00897336"/>
    <w:rsid w:val="008A1A23"/>
    <w:rsid w:val="008A284D"/>
    <w:rsid w:val="008A32F3"/>
    <w:rsid w:val="008A3307"/>
    <w:rsid w:val="008A340C"/>
    <w:rsid w:val="008A37A4"/>
    <w:rsid w:val="008A3CA9"/>
    <w:rsid w:val="008A42B6"/>
    <w:rsid w:val="008A4952"/>
    <w:rsid w:val="008A736F"/>
    <w:rsid w:val="008A796D"/>
    <w:rsid w:val="008A7A06"/>
    <w:rsid w:val="008B05C1"/>
    <w:rsid w:val="008B0C50"/>
    <w:rsid w:val="008B10B0"/>
    <w:rsid w:val="008B11F4"/>
    <w:rsid w:val="008B271E"/>
    <w:rsid w:val="008B295B"/>
    <w:rsid w:val="008B2FF6"/>
    <w:rsid w:val="008B4141"/>
    <w:rsid w:val="008B4254"/>
    <w:rsid w:val="008B4A37"/>
    <w:rsid w:val="008B4C77"/>
    <w:rsid w:val="008B4CC8"/>
    <w:rsid w:val="008B4EB3"/>
    <w:rsid w:val="008B52EA"/>
    <w:rsid w:val="008B549D"/>
    <w:rsid w:val="008B5C30"/>
    <w:rsid w:val="008B64F5"/>
    <w:rsid w:val="008B68F3"/>
    <w:rsid w:val="008B6DEB"/>
    <w:rsid w:val="008C172E"/>
    <w:rsid w:val="008C3BB1"/>
    <w:rsid w:val="008C3F20"/>
    <w:rsid w:val="008C438C"/>
    <w:rsid w:val="008C613A"/>
    <w:rsid w:val="008C6E7E"/>
    <w:rsid w:val="008C6F92"/>
    <w:rsid w:val="008C7E3A"/>
    <w:rsid w:val="008D006A"/>
    <w:rsid w:val="008D03D2"/>
    <w:rsid w:val="008D0DF3"/>
    <w:rsid w:val="008D16E6"/>
    <w:rsid w:val="008D1704"/>
    <w:rsid w:val="008D210E"/>
    <w:rsid w:val="008D2EF5"/>
    <w:rsid w:val="008D39B0"/>
    <w:rsid w:val="008D457F"/>
    <w:rsid w:val="008D469E"/>
    <w:rsid w:val="008D4E54"/>
    <w:rsid w:val="008D519A"/>
    <w:rsid w:val="008D64E6"/>
    <w:rsid w:val="008E08FE"/>
    <w:rsid w:val="008E0BDC"/>
    <w:rsid w:val="008E15D6"/>
    <w:rsid w:val="008E199E"/>
    <w:rsid w:val="008E1BC4"/>
    <w:rsid w:val="008E20C4"/>
    <w:rsid w:val="008E2172"/>
    <w:rsid w:val="008E4376"/>
    <w:rsid w:val="008E6ABB"/>
    <w:rsid w:val="008E6CFC"/>
    <w:rsid w:val="008E7233"/>
    <w:rsid w:val="008F05BE"/>
    <w:rsid w:val="008F069D"/>
    <w:rsid w:val="008F1452"/>
    <w:rsid w:val="008F1466"/>
    <w:rsid w:val="008F1790"/>
    <w:rsid w:val="008F2FAB"/>
    <w:rsid w:val="008F359E"/>
    <w:rsid w:val="008F373F"/>
    <w:rsid w:val="008F4BAC"/>
    <w:rsid w:val="008F5B60"/>
    <w:rsid w:val="008F5F29"/>
    <w:rsid w:val="008F60CE"/>
    <w:rsid w:val="008F62B5"/>
    <w:rsid w:val="008F686E"/>
    <w:rsid w:val="008F6ECA"/>
    <w:rsid w:val="008F709A"/>
    <w:rsid w:val="008F76B7"/>
    <w:rsid w:val="00900A41"/>
    <w:rsid w:val="009020C5"/>
    <w:rsid w:val="00902266"/>
    <w:rsid w:val="009036C1"/>
    <w:rsid w:val="00903DAF"/>
    <w:rsid w:val="00906619"/>
    <w:rsid w:val="00907219"/>
    <w:rsid w:val="00907ACB"/>
    <w:rsid w:val="00907BFD"/>
    <w:rsid w:val="00907DBA"/>
    <w:rsid w:val="009104EA"/>
    <w:rsid w:val="00910780"/>
    <w:rsid w:val="00910F08"/>
    <w:rsid w:val="00912699"/>
    <w:rsid w:val="00913186"/>
    <w:rsid w:val="009143FD"/>
    <w:rsid w:val="009144FC"/>
    <w:rsid w:val="0091451F"/>
    <w:rsid w:val="00915048"/>
    <w:rsid w:val="00915278"/>
    <w:rsid w:val="009165BA"/>
    <w:rsid w:val="00917A10"/>
    <w:rsid w:val="009227FB"/>
    <w:rsid w:val="00922F13"/>
    <w:rsid w:val="009240F7"/>
    <w:rsid w:val="00924DFB"/>
    <w:rsid w:val="00926079"/>
    <w:rsid w:val="009272B9"/>
    <w:rsid w:val="009278F7"/>
    <w:rsid w:val="00930B50"/>
    <w:rsid w:val="009310A2"/>
    <w:rsid w:val="0093110B"/>
    <w:rsid w:val="009316FE"/>
    <w:rsid w:val="009317E8"/>
    <w:rsid w:val="00931DC0"/>
    <w:rsid w:val="00932D1E"/>
    <w:rsid w:val="009343C1"/>
    <w:rsid w:val="0093489C"/>
    <w:rsid w:val="00934B85"/>
    <w:rsid w:val="00934E4B"/>
    <w:rsid w:val="00934FA5"/>
    <w:rsid w:val="00935178"/>
    <w:rsid w:val="009361C4"/>
    <w:rsid w:val="00937EBF"/>
    <w:rsid w:val="00940BE3"/>
    <w:rsid w:val="00940FDD"/>
    <w:rsid w:val="00941DA0"/>
    <w:rsid w:val="009432C0"/>
    <w:rsid w:val="00943ED7"/>
    <w:rsid w:val="00944249"/>
    <w:rsid w:val="009451A5"/>
    <w:rsid w:val="00946061"/>
    <w:rsid w:val="0094686D"/>
    <w:rsid w:val="00946E40"/>
    <w:rsid w:val="0094766A"/>
    <w:rsid w:val="00951F47"/>
    <w:rsid w:val="009539FD"/>
    <w:rsid w:val="0095546D"/>
    <w:rsid w:val="00957762"/>
    <w:rsid w:val="009604D3"/>
    <w:rsid w:val="00960CB7"/>
    <w:rsid w:val="009625C1"/>
    <w:rsid w:val="0096468B"/>
    <w:rsid w:val="00964C77"/>
    <w:rsid w:val="0096615D"/>
    <w:rsid w:val="00966618"/>
    <w:rsid w:val="009670E6"/>
    <w:rsid w:val="00967695"/>
    <w:rsid w:val="00967E44"/>
    <w:rsid w:val="00972CC9"/>
    <w:rsid w:val="00972F42"/>
    <w:rsid w:val="009730B6"/>
    <w:rsid w:val="009732EC"/>
    <w:rsid w:val="0097377B"/>
    <w:rsid w:val="00973AB2"/>
    <w:rsid w:val="0097551A"/>
    <w:rsid w:val="00977312"/>
    <w:rsid w:val="0097745A"/>
    <w:rsid w:val="009805A6"/>
    <w:rsid w:val="00981D46"/>
    <w:rsid w:val="00981E1C"/>
    <w:rsid w:val="00983168"/>
    <w:rsid w:val="00983D1F"/>
    <w:rsid w:val="0098459B"/>
    <w:rsid w:val="00984FDF"/>
    <w:rsid w:val="009850E4"/>
    <w:rsid w:val="00986BAA"/>
    <w:rsid w:val="009878AB"/>
    <w:rsid w:val="00987EDF"/>
    <w:rsid w:val="00990950"/>
    <w:rsid w:val="00991A9A"/>
    <w:rsid w:val="00992A71"/>
    <w:rsid w:val="00992F80"/>
    <w:rsid w:val="00993C17"/>
    <w:rsid w:val="0099517D"/>
    <w:rsid w:val="009951CA"/>
    <w:rsid w:val="00995475"/>
    <w:rsid w:val="00995E9D"/>
    <w:rsid w:val="009961EB"/>
    <w:rsid w:val="009963F5"/>
    <w:rsid w:val="00996600"/>
    <w:rsid w:val="009A2E37"/>
    <w:rsid w:val="009A326E"/>
    <w:rsid w:val="009A4595"/>
    <w:rsid w:val="009A52C8"/>
    <w:rsid w:val="009A545E"/>
    <w:rsid w:val="009A79FF"/>
    <w:rsid w:val="009B0AF0"/>
    <w:rsid w:val="009B1932"/>
    <w:rsid w:val="009B1E81"/>
    <w:rsid w:val="009B3337"/>
    <w:rsid w:val="009B382E"/>
    <w:rsid w:val="009B53A3"/>
    <w:rsid w:val="009B5588"/>
    <w:rsid w:val="009B5AF3"/>
    <w:rsid w:val="009B76B2"/>
    <w:rsid w:val="009C3A10"/>
    <w:rsid w:val="009C63FF"/>
    <w:rsid w:val="009C6C59"/>
    <w:rsid w:val="009C6D00"/>
    <w:rsid w:val="009C7DCF"/>
    <w:rsid w:val="009D1F2B"/>
    <w:rsid w:val="009D22D2"/>
    <w:rsid w:val="009D24BC"/>
    <w:rsid w:val="009D30AC"/>
    <w:rsid w:val="009D4F1B"/>
    <w:rsid w:val="009D5B96"/>
    <w:rsid w:val="009D6F6B"/>
    <w:rsid w:val="009D74C0"/>
    <w:rsid w:val="009E07BC"/>
    <w:rsid w:val="009E0D2D"/>
    <w:rsid w:val="009E1505"/>
    <w:rsid w:val="009E2B4A"/>
    <w:rsid w:val="009E2E90"/>
    <w:rsid w:val="009E349B"/>
    <w:rsid w:val="009E45DB"/>
    <w:rsid w:val="009E5611"/>
    <w:rsid w:val="009E63FE"/>
    <w:rsid w:val="009E6F48"/>
    <w:rsid w:val="009F1DCC"/>
    <w:rsid w:val="009F4B08"/>
    <w:rsid w:val="009F5682"/>
    <w:rsid w:val="009F5DB6"/>
    <w:rsid w:val="009F5EE7"/>
    <w:rsid w:val="009F752E"/>
    <w:rsid w:val="009F7EAE"/>
    <w:rsid w:val="00A014BC"/>
    <w:rsid w:val="00A016ED"/>
    <w:rsid w:val="00A01E09"/>
    <w:rsid w:val="00A0218C"/>
    <w:rsid w:val="00A02293"/>
    <w:rsid w:val="00A033DB"/>
    <w:rsid w:val="00A037B0"/>
    <w:rsid w:val="00A0483F"/>
    <w:rsid w:val="00A05118"/>
    <w:rsid w:val="00A05139"/>
    <w:rsid w:val="00A062A8"/>
    <w:rsid w:val="00A068EF"/>
    <w:rsid w:val="00A071BC"/>
    <w:rsid w:val="00A108F6"/>
    <w:rsid w:val="00A10ADA"/>
    <w:rsid w:val="00A117A3"/>
    <w:rsid w:val="00A11E98"/>
    <w:rsid w:val="00A12D5A"/>
    <w:rsid w:val="00A140ED"/>
    <w:rsid w:val="00A143F3"/>
    <w:rsid w:val="00A145CB"/>
    <w:rsid w:val="00A14B2B"/>
    <w:rsid w:val="00A16955"/>
    <w:rsid w:val="00A16E88"/>
    <w:rsid w:val="00A16EED"/>
    <w:rsid w:val="00A177DB"/>
    <w:rsid w:val="00A206BF"/>
    <w:rsid w:val="00A2122B"/>
    <w:rsid w:val="00A21666"/>
    <w:rsid w:val="00A21AD2"/>
    <w:rsid w:val="00A22506"/>
    <w:rsid w:val="00A2375A"/>
    <w:rsid w:val="00A23B5A"/>
    <w:rsid w:val="00A24CE2"/>
    <w:rsid w:val="00A2645A"/>
    <w:rsid w:val="00A2777C"/>
    <w:rsid w:val="00A27F9E"/>
    <w:rsid w:val="00A3025E"/>
    <w:rsid w:val="00A305EA"/>
    <w:rsid w:val="00A3113C"/>
    <w:rsid w:val="00A31538"/>
    <w:rsid w:val="00A3222D"/>
    <w:rsid w:val="00A32D82"/>
    <w:rsid w:val="00A342B4"/>
    <w:rsid w:val="00A34EB9"/>
    <w:rsid w:val="00A34FED"/>
    <w:rsid w:val="00A3700A"/>
    <w:rsid w:val="00A37075"/>
    <w:rsid w:val="00A4003A"/>
    <w:rsid w:val="00A40428"/>
    <w:rsid w:val="00A41AD2"/>
    <w:rsid w:val="00A42DDF"/>
    <w:rsid w:val="00A43102"/>
    <w:rsid w:val="00A4356B"/>
    <w:rsid w:val="00A437BD"/>
    <w:rsid w:val="00A44DED"/>
    <w:rsid w:val="00A4510F"/>
    <w:rsid w:val="00A46907"/>
    <w:rsid w:val="00A46D5D"/>
    <w:rsid w:val="00A50854"/>
    <w:rsid w:val="00A50898"/>
    <w:rsid w:val="00A50E9B"/>
    <w:rsid w:val="00A51CA3"/>
    <w:rsid w:val="00A529CF"/>
    <w:rsid w:val="00A52D66"/>
    <w:rsid w:val="00A53E67"/>
    <w:rsid w:val="00A55264"/>
    <w:rsid w:val="00A555A4"/>
    <w:rsid w:val="00A57B90"/>
    <w:rsid w:val="00A60696"/>
    <w:rsid w:val="00A61637"/>
    <w:rsid w:val="00A642D2"/>
    <w:rsid w:val="00A650D9"/>
    <w:rsid w:val="00A70EC9"/>
    <w:rsid w:val="00A7175F"/>
    <w:rsid w:val="00A717A9"/>
    <w:rsid w:val="00A72446"/>
    <w:rsid w:val="00A73630"/>
    <w:rsid w:val="00A73653"/>
    <w:rsid w:val="00A7644B"/>
    <w:rsid w:val="00A77D6C"/>
    <w:rsid w:val="00A82BFE"/>
    <w:rsid w:val="00A82DDC"/>
    <w:rsid w:val="00A84675"/>
    <w:rsid w:val="00A84AC5"/>
    <w:rsid w:val="00A857DD"/>
    <w:rsid w:val="00A85ECA"/>
    <w:rsid w:val="00A87942"/>
    <w:rsid w:val="00A90900"/>
    <w:rsid w:val="00A90D8D"/>
    <w:rsid w:val="00A9151F"/>
    <w:rsid w:val="00A92DE9"/>
    <w:rsid w:val="00A937D7"/>
    <w:rsid w:val="00A948F1"/>
    <w:rsid w:val="00A95254"/>
    <w:rsid w:val="00A952B8"/>
    <w:rsid w:val="00A96009"/>
    <w:rsid w:val="00A96EA0"/>
    <w:rsid w:val="00A97168"/>
    <w:rsid w:val="00AA0BBE"/>
    <w:rsid w:val="00AA117F"/>
    <w:rsid w:val="00AA19E6"/>
    <w:rsid w:val="00AA1E2E"/>
    <w:rsid w:val="00AA20D7"/>
    <w:rsid w:val="00AA44EE"/>
    <w:rsid w:val="00AB2D7F"/>
    <w:rsid w:val="00AB32E0"/>
    <w:rsid w:val="00AB35FC"/>
    <w:rsid w:val="00AB46D6"/>
    <w:rsid w:val="00AB4724"/>
    <w:rsid w:val="00AB5D34"/>
    <w:rsid w:val="00AB61CA"/>
    <w:rsid w:val="00AB7AE7"/>
    <w:rsid w:val="00AB7BE3"/>
    <w:rsid w:val="00AB7E30"/>
    <w:rsid w:val="00AC07F7"/>
    <w:rsid w:val="00AC08C7"/>
    <w:rsid w:val="00AC1E42"/>
    <w:rsid w:val="00AC33C7"/>
    <w:rsid w:val="00AC3CCA"/>
    <w:rsid w:val="00AC4990"/>
    <w:rsid w:val="00AC4D27"/>
    <w:rsid w:val="00AC61CA"/>
    <w:rsid w:val="00AC6EA7"/>
    <w:rsid w:val="00AC6EFB"/>
    <w:rsid w:val="00AC6F4B"/>
    <w:rsid w:val="00AC7276"/>
    <w:rsid w:val="00AC7487"/>
    <w:rsid w:val="00AD017D"/>
    <w:rsid w:val="00AD0D03"/>
    <w:rsid w:val="00AD1874"/>
    <w:rsid w:val="00AD1B29"/>
    <w:rsid w:val="00AD3474"/>
    <w:rsid w:val="00AD44D4"/>
    <w:rsid w:val="00AD4829"/>
    <w:rsid w:val="00AD54E9"/>
    <w:rsid w:val="00AD724B"/>
    <w:rsid w:val="00AD7523"/>
    <w:rsid w:val="00AD7C40"/>
    <w:rsid w:val="00AE07BD"/>
    <w:rsid w:val="00AE14F1"/>
    <w:rsid w:val="00AE1AD2"/>
    <w:rsid w:val="00AE3AF1"/>
    <w:rsid w:val="00AE495E"/>
    <w:rsid w:val="00AE4C9A"/>
    <w:rsid w:val="00AE538C"/>
    <w:rsid w:val="00AE683D"/>
    <w:rsid w:val="00AE6ACD"/>
    <w:rsid w:val="00AF0821"/>
    <w:rsid w:val="00AF2151"/>
    <w:rsid w:val="00AF21C9"/>
    <w:rsid w:val="00AF3A67"/>
    <w:rsid w:val="00AF3D1C"/>
    <w:rsid w:val="00AF4316"/>
    <w:rsid w:val="00AF5370"/>
    <w:rsid w:val="00AF56E6"/>
    <w:rsid w:val="00B00581"/>
    <w:rsid w:val="00B00A91"/>
    <w:rsid w:val="00B022CA"/>
    <w:rsid w:val="00B024FD"/>
    <w:rsid w:val="00B03E9D"/>
    <w:rsid w:val="00B05F8A"/>
    <w:rsid w:val="00B101C6"/>
    <w:rsid w:val="00B1089E"/>
    <w:rsid w:val="00B111BC"/>
    <w:rsid w:val="00B11566"/>
    <w:rsid w:val="00B117B3"/>
    <w:rsid w:val="00B12674"/>
    <w:rsid w:val="00B1296F"/>
    <w:rsid w:val="00B141CA"/>
    <w:rsid w:val="00B142AC"/>
    <w:rsid w:val="00B15380"/>
    <w:rsid w:val="00B15F00"/>
    <w:rsid w:val="00B16467"/>
    <w:rsid w:val="00B20B09"/>
    <w:rsid w:val="00B239B9"/>
    <w:rsid w:val="00B23B27"/>
    <w:rsid w:val="00B24569"/>
    <w:rsid w:val="00B24851"/>
    <w:rsid w:val="00B24997"/>
    <w:rsid w:val="00B249BB"/>
    <w:rsid w:val="00B24A3E"/>
    <w:rsid w:val="00B25491"/>
    <w:rsid w:val="00B257E2"/>
    <w:rsid w:val="00B266EC"/>
    <w:rsid w:val="00B26BEA"/>
    <w:rsid w:val="00B27A23"/>
    <w:rsid w:val="00B30991"/>
    <w:rsid w:val="00B34D23"/>
    <w:rsid w:val="00B34D5F"/>
    <w:rsid w:val="00B353F8"/>
    <w:rsid w:val="00B3761C"/>
    <w:rsid w:val="00B37D61"/>
    <w:rsid w:val="00B41A57"/>
    <w:rsid w:val="00B4212A"/>
    <w:rsid w:val="00B439AF"/>
    <w:rsid w:val="00B439BA"/>
    <w:rsid w:val="00B43A55"/>
    <w:rsid w:val="00B44BF4"/>
    <w:rsid w:val="00B45259"/>
    <w:rsid w:val="00B46597"/>
    <w:rsid w:val="00B473D0"/>
    <w:rsid w:val="00B47EF6"/>
    <w:rsid w:val="00B53FB1"/>
    <w:rsid w:val="00B54D7F"/>
    <w:rsid w:val="00B5533F"/>
    <w:rsid w:val="00B55384"/>
    <w:rsid w:val="00B5539D"/>
    <w:rsid w:val="00B554DD"/>
    <w:rsid w:val="00B55FAA"/>
    <w:rsid w:val="00B56753"/>
    <w:rsid w:val="00B60391"/>
    <w:rsid w:val="00B61325"/>
    <w:rsid w:val="00B61A72"/>
    <w:rsid w:val="00B63EBE"/>
    <w:rsid w:val="00B65607"/>
    <w:rsid w:val="00B667CA"/>
    <w:rsid w:val="00B6689D"/>
    <w:rsid w:val="00B66DE2"/>
    <w:rsid w:val="00B715E6"/>
    <w:rsid w:val="00B7275B"/>
    <w:rsid w:val="00B744F7"/>
    <w:rsid w:val="00B76A01"/>
    <w:rsid w:val="00B777E4"/>
    <w:rsid w:val="00B81268"/>
    <w:rsid w:val="00B82C51"/>
    <w:rsid w:val="00B8435B"/>
    <w:rsid w:val="00B85821"/>
    <w:rsid w:val="00B87D22"/>
    <w:rsid w:val="00B909EB"/>
    <w:rsid w:val="00B91E79"/>
    <w:rsid w:val="00B92659"/>
    <w:rsid w:val="00B93583"/>
    <w:rsid w:val="00B953EA"/>
    <w:rsid w:val="00B96B53"/>
    <w:rsid w:val="00B974CE"/>
    <w:rsid w:val="00BA05A6"/>
    <w:rsid w:val="00BA061E"/>
    <w:rsid w:val="00BA0836"/>
    <w:rsid w:val="00BA2261"/>
    <w:rsid w:val="00BA3986"/>
    <w:rsid w:val="00BA406A"/>
    <w:rsid w:val="00BA50A6"/>
    <w:rsid w:val="00BA6B31"/>
    <w:rsid w:val="00BA71BD"/>
    <w:rsid w:val="00BA7C0E"/>
    <w:rsid w:val="00BB0755"/>
    <w:rsid w:val="00BB0962"/>
    <w:rsid w:val="00BB10CF"/>
    <w:rsid w:val="00BB1461"/>
    <w:rsid w:val="00BB240F"/>
    <w:rsid w:val="00BB2656"/>
    <w:rsid w:val="00BB4508"/>
    <w:rsid w:val="00BB4A3F"/>
    <w:rsid w:val="00BB4CF0"/>
    <w:rsid w:val="00BB5195"/>
    <w:rsid w:val="00BB5297"/>
    <w:rsid w:val="00BB71C3"/>
    <w:rsid w:val="00BB7E35"/>
    <w:rsid w:val="00BB7FB2"/>
    <w:rsid w:val="00BC14F9"/>
    <w:rsid w:val="00BC28FE"/>
    <w:rsid w:val="00BC3404"/>
    <w:rsid w:val="00BC47B6"/>
    <w:rsid w:val="00BC4A62"/>
    <w:rsid w:val="00BC4B61"/>
    <w:rsid w:val="00BC4CC8"/>
    <w:rsid w:val="00BC511B"/>
    <w:rsid w:val="00BC5782"/>
    <w:rsid w:val="00BC7A0B"/>
    <w:rsid w:val="00BC7FA8"/>
    <w:rsid w:val="00BD0DCF"/>
    <w:rsid w:val="00BD5EDA"/>
    <w:rsid w:val="00BE0312"/>
    <w:rsid w:val="00BE05C0"/>
    <w:rsid w:val="00BE130A"/>
    <w:rsid w:val="00BE1861"/>
    <w:rsid w:val="00BE2365"/>
    <w:rsid w:val="00BE2AC9"/>
    <w:rsid w:val="00BE3490"/>
    <w:rsid w:val="00BE47EE"/>
    <w:rsid w:val="00BE486E"/>
    <w:rsid w:val="00BE568B"/>
    <w:rsid w:val="00BE5AAB"/>
    <w:rsid w:val="00BF0AC7"/>
    <w:rsid w:val="00BF0BA7"/>
    <w:rsid w:val="00BF1E3D"/>
    <w:rsid w:val="00BF1E66"/>
    <w:rsid w:val="00BF240B"/>
    <w:rsid w:val="00BF2DF2"/>
    <w:rsid w:val="00BF41B9"/>
    <w:rsid w:val="00BF5AD3"/>
    <w:rsid w:val="00C0083E"/>
    <w:rsid w:val="00C01004"/>
    <w:rsid w:val="00C01C79"/>
    <w:rsid w:val="00C027EA"/>
    <w:rsid w:val="00C02DB8"/>
    <w:rsid w:val="00C02E02"/>
    <w:rsid w:val="00C047FC"/>
    <w:rsid w:val="00C04BA6"/>
    <w:rsid w:val="00C04F53"/>
    <w:rsid w:val="00C056BF"/>
    <w:rsid w:val="00C0591B"/>
    <w:rsid w:val="00C079A0"/>
    <w:rsid w:val="00C109F8"/>
    <w:rsid w:val="00C11409"/>
    <w:rsid w:val="00C11DF8"/>
    <w:rsid w:val="00C141B7"/>
    <w:rsid w:val="00C1482B"/>
    <w:rsid w:val="00C160BB"/>
    <w:rsid w:val="00C16314"/>
    <w:rsid w:val="00C167FC"/>
    <w:rsid w:val="00C16DA7"/>
    <w:rsid w:val="00C23D4C"/>
    <w:rsid w:val="00C2408D"/>
    <w:rsid w:val="00C2515A"/>
    <w:rsid w:val="00C2563D"/>
    <w:rsid w:val="00C2673F"/>
    <w:rsid w:val="00C2681D"/>
    <w:rsid w:val="00C268B9"/>
    <w:rsid w:val="00C26B9F"/>
    <w:rsid w:val="00C26E91"/>
    <w:rsid w:val="00C3336F"/>
    <w:rsid w:val="00C339A6"/>
    <w:rsid w:val="00C35378"/>
    <w:rsid w:val="00C372D4"/>
    <w:rsid w:val="00C37384"/>
    <w:rsid w:val="00C407BC"/>
    <w:rsid w:val="00C40C0B"/>
    <w:rsid w:val="00C4105E"/>
    <w:rsid w:val="00C4135C"/>
    <w:rsid w:val="00C41BD6"/>
    <w:rsid w:val="00C4420A"/>
    <w:rsid w:val="00C444C4"/>
    <w:rsid w:val="00C4465A"/>
    <w:rsid w:val="00C460D1"/>
    <w:rsid w:val="00C461ED"/>
    <w:rsid w:val="00C46867"/>
    <w:rsid w:val="00C50DDF"/>
    <w:rsid w:val="00C51302"/>
    <w:rsid w:val="00C53397"/>
    <w:rsid w:val="00C55B09"/>
    <w:rsid w:val="00C5643F"/>
    <w:rsid w:val="00C57488"/>
    <w:rsid w:val="00C60A83"/>
    <w:rsid w:val="00C60D2A"/>
    <w:rsid w:val="00C6140F"/>
    <w:rsid w:val="00C6228F"/>
    <w:rsid w:val="00C639A7"/>
    <w:rsid w:val="00C64848"/>
    <w:rsid w:val="00C65F6A"/>
    <w:rsid w:val="00C668D3"/>
    <w:rsid w:val="00C70D6F"/>
    <w:rsid w:val="00C71226"/>
    <w:rsid w:val="00C721D7"/>
    <w:rsid w:val="00C72475"/>
    <w:rsid w:val="00C72C91"/>
    <w:rsid w:val="00C72F1C"/>
    <w:rsid w:val="00C743FF"/>
    <w:rsid w:val="00C749E7"/>
    <w:rsid w:val="00C74E2F"/>
    <w:rsid w:val="00C752F3"/>
    <w:rsid w:val="00C76B3C"/>
    <w:rsid w:val="00C77AF8"/>
    <w:rsid w:val="00C77BE4"/>
    <w:rsid w:val="00C8023B"/>
    <w:rsid w:val="00C80BA6"/>
    <w:rsid w:val="00C813EF"/>
    <w:rsid w:val="00C827A4"/>
    <w:rsid w:val="00C82C87"/>
    <w:rsid w:val="00C85607"/>
    <w:rsid w:val="00C858B4"/>
    <w:rsid w:val="00C876F4"/>
    <w:rsid w:val="00C9029D"/>
    <w:rsid w:val="00C90A6B"/>
    <w:rsid w:val="00C915FF"/>
    <w:rsid w:val="00C91DB9"/>
    <w:rsid w:val="00C922CE"/>
    <w:rsid w:val="00C9236F"/>
    <w:rsid w:val="00C9324E"/>
    <w:rsid w:val="00C94524"/>
    <w:rsid w:val="00C94BE5"/>
    <w:rsid w:val="00C94F01"/>
    <w:rsid w:val="00C95A95"/>
    <w:rsid w:val="00C95E69"/>
    <w:rsid w:val="00C95F9B"/>
    <w:rsid w:val="00C964DE"/>
    <w:rsid w:val="00C97556"/>
    <w:rsid w:val="00C97748"/>
    <w:rsid w:val="00C97935"/>
    <w:rsid w:val="00CA028D"/>
    <w:rsid w:val="00CA1CA1"/>
    <w:rsid w:val="00CA32D8"/>
    <w:rsid w:val="00CA3A82"/>
    <w:rsid w:val="00CA3D42"/>
    <w:rsid w:val="00CA408E"/>
    <w:rsid w:val="00CA438A"/>
    <w:rsid w:val="00CA5159"/>
    <w:rsid w:val="00CA53E8"/>
    <w:rsid w:val="00CA652F"/>
    <w:rsid w:val="00CA68F8"/>
    <w:rsid w:val="00CA6D4D"/>
    <w:rsid w:val="00CA716A"/>
    <w:rsid w:val="00CA7357"/>
    <w:rsid w:val="00CA77E3"/>
    <w:rsid w:val="00CB06CF"/>
    <w:rsid w:val="00CB0B5F"/>
    <w:rsid w:val="00CB2B1E"/>
    <w:rsid w:val="00CB3321"/>
    <w:rsid w:val="00CB3398"/>
    <w:rsid w:val="00CB3E47"/>
    <w:rsid w:val="00CB5A6D"/>
    <w:rsid w:val="00CB6027"/>
    <w:rsid w:val="00CB67A8"/>
    <w:rsid w:val="00CB7E89"/>
    <w:rsid w:val="00CB7EC1"/>
    <w:rsid w:val="00CC04FB"/>
    <w:rsid w:val="00CC0841"/>
    <w:rsid w:val="00CC2D4C"/>
    <w:rsid w:val="00CC4A8B"/>
    <w:rsid w:val="00CC5F82"/>
    <w:rsid w:val="00CC7F4F"/>
    <w:rsid w:val="00CC7F94"/>
    <w:rsid w:val="00CD055B"/>
    <w:rsid w:val="00CD1C98"/>
    <w:rsid w:val="00CD257B"/>
    <w:rsid w:val="00CD2CB6"/>
    <w:rsid w:val="00CD4580"/>
    <w:rsid w:val="00CD520D"/>
    <w:rsid w:val="00CD5328"/>
    <w:rsid w:val="00CD5790"/>
    <w:rsid w:val="00CD5950"/>
    <w:rsid w:val="00CD5FCD"/>
    <w:rsid w:val="00CD6EB2"/>
    <w:rsid w:val="00CD7224"/>
    <w:rsid w:val="00CD7C1C"/>
    <w:rsid w:val="00CE0970"/>
    <w:rsid w:val="00CE2C80"/>
    <w:rsid w:val="00CE34D5"/>
    <w:rsid w:val="00CE35B6"/>
    <w:rsid w:val="00CE395F"/>
    <w:rsid w:val="00CE3E77"/>
    <w:rsid w:val="00CE4F3B"/>
    <w:rsid w:val="00CE5361"/>
    <w:rsid w:val="00CE5539"/>
    <w:rsid w:val="00CE5C01"/>
    <w:rsid w:val="00CE5FD2"/>
    <w:rsid w:val="00CE6831"/>
    <w:rsid w:val="00CE7E34"/>
    <w:rsid w:val="00CF0BF6"/>
    <w:rsid w:val="00CF18FE"/>
    <w:rsid w:val="00CF26ED"/>
    <w:rsid w:val="00CF297D"/>
    <w:rsid w:val="00CF2D77"/>
    <w:rsid w:val="00CF3149"/>
    <w:rsid w:val="00CF32D7"/>
    <w:rsid w:val="00CF57AE"/>
    <w:rsid w:val="00CF7DA6"/>
    <w:rsid w:val="00D00242"/>
    <w:rsid w:val="00D008D5"/>
    <w:rsid w:val="00D00900"/>
    <w:rsid w:val="00D01560"/>
    <w:rsid w:val="00D0221F"/>
    <w:rsid w:val="00D028EF"/>
    <w:rsid w:val="00D049C5"/>
    <w:rsid w:val="00D0642C"/>
    <w:rsid w:val="00D0787E"/>
    <w:rsid w:val="00D10F78"/>
    <w:rsid w:val="00D14FBC"/>
    <w:rsid w:val="00D1709F"/>
    <w:rsid w:val="00D176CF"/>
    <w:rsid w:val="00D178DE"/>
    <w:rsid w:val="00D20BD5"/>
    <w:rsid w:val="00D21458"/>
    <w:rsid w:val="00D226DB"/>
    <w:rsid w:val="00D235F2"/>
    <w:rsid w:val="00D25544"/>
    <w:rsid w:val="00D260D7"/>
    <w:rsid w:val="00D27CAC"/>
    <w:rsid w:val="00D30805"/>
    <w:rsid w:val="00D32E03"/>
    <w:rsid w:val="00D33427"/>
    <w:rsid w:val="00D335E9"/>
    <w:rsid w:val="00D33901"/>
    <w:rsid w:val="00D33CC2"/>
    <w:rsid w:val="00D34A8D"/>
    <w:rsid w:val="00D36451"/>
    <w:rsid w:val="00D3678D"/>
    <w:rsid w:val="00D36979"/>
    <w:rsid w:val="00D37882"/>
    <w:rsid w:val="00D37A86"/>
    <w:rsid w:val="00D37DC2"/>
    <w:rsid w:val="00D4164F"/>
    <w:rsid w:val="00D4278A"/>
    <w:rsid w:val="00D43376"/>
    <w:rsid w:val="00D45EF3"/>
    <w:rsid w:val="00D46947"/>
    <w:rsid w:val="00D46AB9"/>
    <w:rsid w:val="00D479DD"/>
    <w:rsid w:val="00D51449"/>
    <w:rsid w:val="00D5197D"/>
    <w:rsid w:val="00D51E3C"/>
    <w:rsid w:val="00D53253"/>
    <w:rsid w:val="00D53C3F"/>
    <w:rsid w:val="00D557BA"/>
    <w:rsid w:val="00D560C7"/>
    <w:rsid w:val="00D56313"/>
    <w:rsid w:val="00D61615"/>
    <w:rsid w:val="00D649BF"/>
    <w:rsid w:val="00D64A82"/>
    <w:rsid w:val="00D64AF3"/>
    <w:rsid w:val="00D65B5C"/>
    <w:rsid w:val="00D65F16"/>
    <w:rsid w:val="00D667BC"/>
    <w:rsid w:val="00D66E63"/>
    <w:rsid w:val="00D67D44"/>
    <w:rsid w:val="00D712FA"/>
    <w:rsid w:val="00D71783"/>
    <w:rsid w:val="00D718C6"/>
    <w:rsid w:val="00D719FF"/>
    <w:rsid w:val="00D74176"/>
    <w:rsid w:val="00D74F5D"/>
    <w:rsid w:val="00D7600D"/>
    <w:rsid w:val="00D76258"/>
    <w:rsid w:val="00D77257"/>
    <w:rsid w:val="00D80A1B"/>
    <w:rsid w:val="00D80A42"/>
    <w:rsid w:val="00D80CB6"/>
    <w:rsid w:val="00D81368"/>
    <w:rsid w:val="00D814FB"/>
    <w:rsid w:val="00D82690"/>
    <w:rsid w:val="00D828BD"/>
    <w:rsid w:val="00D82E1E"/>
    <w:rsid w:val="00D83652"/>
    <w:rsid w:val="00D839DF"/>
    <w:rsid w:val="00D8504C"/>
    <w:rsid w:val="00D85BA2"/>
    <w:rsid w:val="00D860A0"/>
    <w:rsid w:val="00D865AF"/>
    <w:rsid w:val="00D86A9B"/>
    <w:rsid w:val="00D87CA7"/>
    <w:rsid w:val="00D90411"/>
    <w:rsid w:val="00D906B7"/>
    <w:rsid w:val="00D93EA6"/>
    <w:rsid w:val="00D94027"/>
    <w:rsid w:val="00D95EB1"/>
    <w:rsid w:val="00D976DD"/>
    <w:rsid w:val="00D97DC4"/>
    <w:rsid w:val="00D97FAF"/>
    <w:rsid w:val="00DA34F1"/>
    <w:rsid w:val="00DA369E"/>
    <w:rsid w:val="00DA44F1"/>
    <w:rsid w:val="00DA5B75"/>
    <w:rsid w:val="00DA711C"/>
    <w:rsid w:val="00DB3166"/>
    <w:rsid w:val="00DB37C1"/>
    <w:rsid w:val="00DB547C"/>
    <w:rsid w:val="00DB55EE"/>
    <w:rsid w:val="00DB710A"/>
    <w:rsid w:val="00DB7EDD"/>
    <w:rsid w:val="00DB7EE7"/>
    <w:rsid w:val="00DC13FA"/>
    <w:rsid w:val="00DC1850"/>
    <w:rsid w:val="00DC697D"/>
    <w:rsid w:val="00DC6AA2"/>
    <w:rsid w:val="00DC6B0A"/>
    <w:rsid w:val="00DC72B6"/>
    <w:rsid w:val="00DC75C9"/>
    <w:rsid w:val="00DC7AC1"/>
    <w:rsid w:val="00DC7DC3"/>
    <w:rsid w:val="00DC7F3E"/>
    <w:rsid w:val="00DD0679"/>
    <w:rsid w:val="00DD3989"/>
    <w:rsid w:val="00DD59EA"/>
    <w:rsid w:val="00DD6385"/>
    <w:rsid w:val="00DD6F26"/>
    <w:rsid w:val="00DD7845"/>
    <w:rsid w:val="00DE1955"/>
    <w:rsid w:val="00DE38C3"/>
    <w:rsid w:val="00DE56AB"/>
    <w:rsid w:val="00DE58CF"/>
    <w:rsid w:val="00DE6AF8"/>
    <w:rsid w:val="00DF0790"/>
    <w:rsid w:val="00DF30BC"/>
    <w:rsid w:val="00DF40EB"/>
    <w:rsid w:val="00DF627A"/>
    <w:rsid w:val="00DF632C"/>
    <w:rsid w:val="00DF66F3"/>
    <w:rsid w:val="00DF7E47"/>
    <w:rsid w:val="00E00CDF"/>
    <w:rsid w:val="00E02D19"/>
    <w:rsid w:val="00E02E73"/>
    <w:rsid w:val="00E04DA3"/>
    <w:rsid w:val="00E10154"/>
    <w:rsid w:val="00E11A40"/>
    <w:rsid w:val="00E12D28"/>
    <w:rsid w:val="00E138FC"/>
    <w:rsid w:val="00E1661A"/>
    <w:rsid w:val="00E1662E"/>
    <w:rsid w:val="00E16A42"/>
    <w:rsid w:val="00E16E35"/>
    <w:rsid w:val="00E1716E"/>
    <w:rsid w:val="00E173AD"/>
    <w:rsid w:val="00E17E07"/>
    <w:rsid w:val="00E208DF"/>
    <w:rsid w:val="00E20E4E"/>
    <w:rsid w:val="00E21771"/>
    <w:rsid w:val="00E2191E"/>
    <w:rsid w:val="00E23C21"/>
    <w:rsid w:val="00E246AF"/>
    <w:rsid w:val="00E24DF9"/>
    <w:rsid w:val="00E25D75"/>
    <w:rsid w:val="00E266F6"/>
    <w:rsid w:val="00E27311"/>
    <w:rsid w:val="00E30D1B"/>
    <w:rsid w:val="00E310E9"/>
    <w:rsid w:val="00E32EE2"/>
    <w:rsid w:val="00E33329"/>
    <w:rsid w:val="00E3387E"/>
    <w:rsid w:val="00E33C31"/>
    <w:rsid w:val="00E33F92"/>
    <w:rsid w:val="00E34CE6"/>
    <w:rsid w:val="00E35775"/>
    <w:rsid w:val="00E365B2"/>
    <w:rsid w:val="00E36BBA"/>
    <w:rsid w:val="00E37CC6"/>
    <w:rsid w:val="00E41492"/>
    <w:rsid w:val="00E43257"/>
    <w:rsid w:val="00E43291"/>
    <w:rsid w:val="00E43A1C"/>
    <w:rsid w:val="00E45428"/>
    <w:rsid w:val="00E461ED"/>
    <w:rsid w:val="00E46CBF"/>
    <w:rsid w:val="00E47066"/>
    <w:rsid w:val="00E50F10"/>
    <w:rsid w:val="00E52B28"/>
    <w:rsid w:val="00E53105"/>
    <w:rsid w:val="00E531D9"/>
    <w:rsid w:val="00E53798"/>
    <w:rsid w:val="00E5640D"/>
    <w:rsid w:val="00E5795E"/>
    <w:rsid w:val="00E57FB6"/>
    <w:rsid w:val="00E61FBE"/>
    <w:rsid w:val="00E62041"/>
    <w:rsid w:val="00E64FD9"/>
    <w:rsid w:val="00E64FE2"/>
    <w:rsid w:val="00E65233"/>
    <w:rsid w:val="00E65482"/>
    <w:rsid w:val="00E658A7"/>
    <w:rsid w:val="00E66209"/>
    <w:rsid w:val="00E663EE"/>
    <w:rsid w:val="00E676F1"/>
    <w:rsid w:val="00E701B9"/>
    <w:rsid w:val="00E711AA"/>
    <w:rsid w:val="00E719D5"/>
    <w:rsid w:val="00E71B1A"/>
    <w:rsid w:val="00E730D6"/>
    <w:rsid w:val="00E7332F"/>
    <w:rsid w:val="00E7399B"/>
    <w:rsid w:val="00E74145"/>
    <w:rsid w:val="00E746E7"/>
    <w:rsid w:val="00E75205"/>
    <w:rsid w:val="00E75278"/>
    <w:rsid w:val="00E75872"/>
    <w:rsid w:val="00E75D58"/>
    <w:rsid w:val="00E7629B"/>
    <w:rsid w:val="00E77601"/>
    <w:rsid w:val="00E77C9B"/>
    <w:rsid w:val="00E80AB4"/>
    <w:rsid w:val="00E81A98"/>
    <w:rsid w:val="00E81F16"/>
    <w:rsid w:val="00E834F7"/>
    <w:rsid w:val="00E84090"/>
    <w:rsid w:val="00E84D1F"/>
    <w:rsid w:val="00E85DAF"/>
    <w:rsid w:val="00E86E35"/>
    <w:rsid w:val="00E8762E"/>
    <w:rsid w:val="00E9018D"/>
    <w:rsid w:val="00E904A1"/>
    <w:rsid w:val="00E90B27"/>
    <w:rsid w:val="00E92073"/>
    <w:rsid w:val="00E93B69"/>
    <w:rsid w:val="00E945C8"/>
    <w:rsid w:val="00E95F7D"/>
    <w:rsid w:val="00E960B2"/>
    <w:rsid w:val="00E962F2"/>
    <w:rsid w:val="00E96ACC"/>
    <w:rsid w:val="00E96CFB"/>
    <w:rsid w:val="00E97430"/>
    <w:rsid w:val="00E97ECD"/>
    <w:rsid w:val="00EA0D9C"/>
    <w:rsid w:val="00EA10F0"/>
    <w:rsid w:val="00EA18FA"/>
    <w:rsid w:val="00EA1FE6"/>
    <w:rsid w:val="00EA27CA"/>
    <w:rsid w:val="00EA33F8"/>
    <w:rsid w:val="00EA3558"/>
    <w:rsid w:val="00EA380A"/>
    <w:rsid w:val="00EA3A89"/>
    <w:rsid w:val="00EA4C8E"/>
    <w:rsid w:val="00EA5C74"/>
    <w:rsid w:val="00EA606A"/>
    <w:rsid w:val="00EB00BE"/>
    <w:rsid w:val="00EB02A8"/>
    <w:rsid w:val="00EB1076"/>
    <w:rsid w:val="00EB2828"/>
    <w:rsid w:val="00EB2CD1"/>
    <w:rsid w:val="00EB50DF"/>
    <w:rsid w:val="00EB53E7"/>
    <w:rsid w:val="00EB6058"/>
    <w:rsid w:val="00EB658B"/>
    <w:rsid w:val="00EB6F2D"/>
    <w:rsid w:val="00EC0DFB"/>
    <w:rsid w:val="00EC0F10"/>
    <w:rsid w:val="00EC2324"/>
    <w:rsid w:val="00EC333A"/>
    <w:rsid w:val="00EC3C52"/>
    <w:rsid w:val="00EC67BF"/>
    <w:rsid w:val="00EC67C2"/>
    <w:rsid w:val="00EC6ABF"/>
    <w:rsid w:val="00EC700F"/>
    <w:rsid w:val="00ED038F"/>
    <w:rsid w:val="00ED0C50"/>
    <w:rsid w:val="00ED38F5"/>
    <w:rsid w:val="00ED3C18"/>
    <w:rsid w:val="00ED3D74"/>
    <w:rsid w:val="00ED3E9F"/>
    <w:rsid w:val="00ED6B20"/>
    <w:rsid w:val="00ED7B69"/>
    <w:rsid w:val="00EE0335"/>
    <w:rsid w:val="00EE225D"/>
    <w:rsid w:val="00EE39A6"/>
    <w:rsid w:val="00EE4B7D"/>
    <w:rsid w:val="00EE56B1"/>
    <w:rsid w:val="00EE6A91"/>
    <w:rsid w:val="00EE75BC"/>
    <w:rsid w:val="00EE7DDE"/>
    <w:rsid w:val="00EF2DDE"/>
    <w:rsid w:val="00EF5764"/>
    <w:rsid w:val="00EF5CB6"/>
    <w:rsid w:val="00EF6179"/>
    <w:rsid w:val="00EF6BCC"/>
    <w:rsid w:val="00EF7244"/>
    <w:rsid w:val="00F00E9A"/>
    <w:rsid w:val="00F01019"/>
    <w:rsid w:val="00F02102"/>
    <w:rsid w:val="00F02380"/>
    <w:rsid w:val="00F050FD"/>
    <w:rsid w:val="00F05D7B"/>
    <w:rsid w:val="00F06AB5"/>
    <w:rsid w:val="00F06F3D"/>
    <w:rsid w:val="00F07526"/>
    <w:rsid w:val="00F07AD1"/>
    <w:rsid w:val="00F12284"/>
    <w:rsid w:val="00F126F8"/>
    <w:rsid w:val="00F128FE"/>
    <w:rsid w:val="00F129F8"/>
    <w:rsid w:val="00F1487D"/>
    <w:rsid w:val="00F14C12"/>
    <w:rsid w:val="00F15549"/>
    <w:rsid w:val="00F16065"/>
    <w:rsid w:val="00F207CD"/>
    <w:rsid w:val="00F209DC"/>
    <w:rsid w:val="00F21765"/>
    <w:rsid w:val="00F224A5"/>
    <w:rsid w:val="00F22E14"/>
    <w:rsid w:val="00F24A98"/>
    <w:rsid w:val="00F25511"/>
    <w:rsid w:val="00F26721"/>
    <w:rsid w:val="00F26A13"/>
    <w:rsid w:val="00F3013D"/>
    <w:rsid w:val="00F3135A"/>
    <w:rsid w:val="00F313D5"/>
    <w:rsid w:val="00F33D6C"/>
    <w:rsid w:val="00F34555"/>
    <w:rsid w:val="00F350B1"/>
    <w:rsid w:val="00F35FCB"/>
    <w:rsid w:val="00F402F3"/>
    <w:rsid w:val="00F4036D"/>
    <w:rsid w:val="00F40F3A"/>
    <w:rsid w:val="00F41E52"/>
    <w:rsid w:val="00F4238E"/>
    <w:rsid w:val="00F42482"/>
    <w:rsid w:val="00F43641"/>
    <w:rsid w:val="00F444F2"/>
    <w:rsid w:val="00F44DE4"/>
    <w:rsid w:val="00F44E14"/>
    <w:rsid w:val="00F45633"/>
    <w:rsid w:val="00F465AE"/>
    <w:rsid w:val="00F46908"/>
    <w:rsid w:val="00F4743B"/>
    <w:rsid w:val="00F524AD"/>
    <w:rsid w:val="00F52EEE"/>
    <w:rsid w:val="00F5443E"/>
    <w:rsid w:val="00F54B4E"/>
    <w:rsid w:val="00F554C8"/>
    <w:rsid w:val="00F554E7"/>
    <w:rsid w:val="00F55BBE"/>
    <w:rsid w:val="00F563AA"/>
    <w:rsid w:val="00F563EB"/>
    <w:rsid w:val="00F56591"/>
    <w:rsid w:val="00F56C0D"/>
    <w:rsid w:val="00F60B5E"/>
    <w:rsid w:val="00F6279C"/>
    <w:rsid w:val="00F62B5D"/>
    <w:rsid w:val="00F63BFC"/>
    <w:rsid w:val="00F64132"/>
    <w:rsid w:val="00F64655"/>
    <w:rsid w:val="00F6468F"/>
    <w:rsid w:val="00F650D0"/>
    <w:rsid w:val="00F6539F"/>
    <w:rsid w:val="00F6553D"/>
    <w:rsid w:val="00F662B7"/>
    <w:rsid w:val="00F71CE6"/>
    <w:rsid w:val="00F72102"/>
    <w:rsid w:val="00F72BC6"/>
    <w:rsid w:val="00F730B2"/>
    <w:rsid w:val="00F752F8"/>
    <w:rsid w:val="00F75B45"/>
    <w:rsid w:val="00F81AB4"/>
    <w:rsid w:val="00F83476"/>
    <w:rsid w:val="00F83CBF"/>
    <w:rsid w:val="00F83D72"/>
    <w:rsid w:val="00F84E0F"/>
    <w:rsid w:val="00F859A8"/>
    <w:rsid w:val="00F85A36"/>
    <w:rsid w:val="00F868C3"/>
    <w:rsid w:val="00F86F32"/>
    <w:rsid w:val="00F876E5"/>
    <w:rsid w:val="00F902CC"/>
    <w:rsid w:val="00F9072D"/>
    <w:rsid w:val="00F91197"/>
    <w:rsid w:val="00F914CF"/>
    <w:rsid w:val="00F91897"/>
    <w:rsid w:val="00F91D47"/>
    <w:rsid w:val="00F92DED"/>
    <w:rsid w:val="00F92FA3"/>
    <w:rsid w:val="00F9326A"/>
    <w:rsid w:val="00F93EC1"/>
    <w:rsid w:val="00F941BA"/>
    <w:rsid w:val="00F94CB3"/>
    <w:rsid w:val="00F953AD"/>
    <w:rsid w:val="00F95E90"/>
    <w:rsid w:val="00F9688A"/>
    <w:rsid w:val="00F97152"/>
    <w:rsid w:val="00FA0205"/>
    <w:rsid w:val="00FA0B13"/>
    <w:rsid w:val="00FA0E51"/>
    <w:rsid w:val="00FA1232"/>
    <w:rsid w:val="00FA13A4"/>
    <w:rsid w:val="00FA21DD"/>
    <w:rsid w:val="00FA5442"/>
    <w:rsid w:val="00FA62AD"/>
    <w:rsid w:val="00FA743F"/>
    <w:rsid w:val="00FA755F"/>
    <w:rsid w:val="00FB0587"/>
    <w:rsid w:val="00FB17C7"/>
    <w:rsid w:val="00FB220E"/>
    <w:rsid w:val="00FB2727"/>
    <w:rsid w:val="00FB2E39"/>
    <w:rsid w:val="00FB3514"/>
    <w:rsid w:val="00FB3B74"/>
    <w:rsid w:val="00FB5B94"/>
    <w:rsid w:val="00FB7333"/>
    <w:rsid w:val="00FB7B14"/>
    <w:rsid w:val="00FC09FA"/>
    <w:rsid w:val="00FC12AD"/>
    <w:rsid w:val="00FC1923"/>
    <w:rsid w:val="00FC1E2F"/>
    <w:rsid w:val="00FC2131"/>
    <w:rsid w:val="00FC2802"/>
    <w:rsid w:val="00FC2B88"/>
    <w:rsid w:val="00FC41B2"/>
    <w:rsid w:val="00FC41CD"/>
    <w:rsid w:val="00FC48BD"/>
    <w:rsid w:val="00FC5FCC"/>
    <w:rsid w:val="00FC6902"/>
    <w:rsid w:val="00FC6C32"/>
    <w:rsid w:val="00FC6CBF"/>
    <w:rsid w:val="00FC7942"/>
    <w:rsid w:val="00FC7992"/>
    <w:rsid w:val="00FC7F06"/>
    <w:rsid w:val="00FD308A"/>
    <w:rsid w:val="00FD3A98"/>
    <w:rsid w:val="00FD3E1A"/>
    <w:rsid w:val="00FD4AD8"/>
    <w:rsid w:val="00FD5613"/>
    <w:rsid w:val="00FD58B7"/>
    <w:rsid w:val="00FD64FB"/>
    <w:rsid w:val="00FD6987"/>
    <w:rsid w:val="00FD6D51"/>
    <w:rsid w:val="00FD7180"/>
    <w:rsid w:val="00FD7F0E"/>
    <w:rsid w:val="00FE0B2F"/>
    <w:rsid w:val="00FE16BC"/>
    <w:rsid w:val="00FE25CD"/>
    <w:rsid w:val="00FE2793"/>
    <w:rsid w:val="00FE28FA"/>
    <w:rsid w:val="00FE2E6A"/>
    <w:rsid w:val="00FE3188"/>
    <w:rsid w:val="00FE3FBD"/>
    <w:rsid w:val="00FE4880"/>
    <w:rsid w:val="00FE5B6B"/>
    <w:rsid w:val="00FE6A70"/>
    <w:rsid w:val="00FE7A7D"/>
    <w:rsid w:val="00FE7B84"/>
    <w:rsid w:val="00FF0129"/>
    <w:rsid w:val="00FF440F"/>
    <w:rsid w:val="00F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8EE120"/>
  <w15:docId w15:val="{4CAE6663-851F-419B-A490-388805A9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F53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0"/>
    <w:link w:val="a8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link w:val="10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paragraph" w:styleId="af">
    <w:name w:val="List Paragraph"/>
    <w:basedOn w:val="a"/>
    <w:uiPriority w:val="34"/>
    <w:qFormat/>
    <w:rsid w:val="004B03D8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A6496"/>
  </w:style>
  <w:style w:type="paragraph" w:customStyle="1" w:styleId="ConsPlusNormal">
    <w:name w:val="ConsPlusNormal"/>
    <w:rsid w:val="000F3C2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0">
    <w:name w:val="Table Grid"/>
    <w:basedOn w:val="a1"/>
    <w:uiPriority w:val="39"/>
    <w:rsid w:val="000F78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D18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2">
    <w:name w:val="Сетка таблицы1"/>
    <w:basedOn w:val="a1"/>
    <w:next w:val="af0"/>
    <w:uiPriority w:val="39"/>
    <w:rsid w:val="00A51C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E627C4D1B329847E8A3934F9EDC0FBD1318E3B8184ADA5A580F681ADC2F86F147381589C67E9247E9B6A548357FD7F32C09FEA1D27675077xBw5O" TargetMode="External"/><Relationship Id="rId21" Type="http://schemas.openxmlformats.org/officeDocument/2006/relationships/hyperlink" Target="consultantplus://offline/ref=8E82A02C4FFF85D66D287D7D0DC370C0EFD631AD33026EF863375D06D5320D8B3E5E9D012FF96E136EF3DAA009F15780C1516253043AD4830585D158I6d4N" TargetMode="External"/><Relationship Id="rId63" Type="http://schemas.openxmlformats.org/officeDocument/2006/relationships/hyperlink" Target="consultantplus://offline/ref=9D087A6AFD81C195948903CC7B7963E9FF58601A2E134694320BAFADADE00E9D5D9815ADD6155695A5D378652E37494A82C57B610F298D24wDlBN" TargetMode="External"/><Relationship Id="rId159" Type="http://schemas.openxmlformats.org/officeDocument/2006/relationships/hyperlink" Target="consultantplus://offline/ref=69C97AD09D37A867DAABA656DAADDB2132E317102A22CAF3FA045EE6906B9F055CDC0AE5398B2793D006E165118BC3A6767A85BABEAEA0F4X7hEM" TargetMode="External"/><Relationship Id="rId170" Type="http://schemas.openxmlformats.org/officeDocument/2006/relationships/hyperlink" Target="consultantplus://offline/ref=8947AE3B1801D1FD1ED8499E07AA651E31DAAECF5649BBFBAD119D258475D1ED40DCCA28D75F9E3361C26964AFt1d2N" TargetMode="External"/><Relationship Id="rId226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268" Type="http://schemas.openxmlformats.org/officeDocument/2006/relationships/hyperlink" Target="consultantplus://offline/ref=8947AE3B1801D1FD1ED8499E07AA651E31DAAECF5649BBFBAD119D258475D1ED40DCCA28D75F9E3361C26964AFt1d2N" TargetMode="External"/><Relationship Id="rId11" Type="http://schemas.openxmlformats.org/officeDocument/2006/relationships/hyperlink" Target="consultantplus://offline/ref=16A6671E68ACF21134C111BE50281A75802A742A1274FAC2F4821B052C1ABFFD5ABA6D8C66EE1A7CF85DC7D15089AF7D82661E389A9B0B6A66IBJ" TargetMode="External"/><Relationship Id="rId32" Type="http://schemas.openxmlformats.org/officeDocument/2006/relationships/hyperlink" Target="consultantplus://offline/ref=BD631CAD88F9809682F1895B1D787B871EB08BC3C49CD39903D7FB01A2B7128C54AF12BEF9C0F3344C043B65761026C96F1B5E09A0B3F473k9J8J" TargetMode="External"/><Relationship Id="rId53" Type="http://schemas.openxmlformats.org/officeDocument/2006/relationships/hyperlink" Target="consultantplus://offline/ref=94E04023A22CB181CD7DD616DA7F4D168D88991088176958DDA7F09C4CD9CBD2F8EE1A48239288E7E071A35EA1FE2CD7107CBED68992F6F3k0c7M" TargetMode="External"/><Relationship Id="rId74" Type="http://schemas.openxmlformats.org/officeDocument/2006/relationships/hyperlink" Target="consultantplus://offline/ref=1FBAA915457F36AFBB20D1D1D9455DDB0B9C5DE6754585F9E43CD35399A6217E88AB64A88D6118183D1755162072C35F46CB44A1A63629AFM1V7O" TargetMode="External"/><Relationship Id="rId128" Type="http://schemas.openxmlformats.org/officeDocument/2006/relationships/hyperlink" Target="consultantplus://offline/ref=0FDAF9E2D2F9490AE49049C1AECF22ED0F3AEEA82F2DB9BB8DD94A9CC9BB8AB1D1EED2260ED1A0002F8CD48BFC13BBF0968BB0C8F782F4725EaFO" TargetMode="External"/><Relationship Id="rId149" Type="http://schemas.openxmlformats.org/officeDocument/2006/relationships/hyperlink" Target="consultantplus://offline/ref=F7108B869A5F102C1CEE5B2D0433A0573DCD588E45C1B7DC3F4CC96EE6E04FEBAF61FA44CA955E49076DA87E4862AB7062D0FF568715803Ci5K1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consultantplus://offline/ref=E627C4D1B329847E8A3934F9EDC0FBD1318E3B8184ADA5A580F681ADC2F86F147381589C67E92374986A548357FD7F32C09FEA1D27675077xBw5O" TargetMode="External"/><Relationship Id="rId160" Type="http://schemas.openxmlformats.org/officeDocument/2006/relationships/hyperlink" Target="consultantplus://offline/ref=69C97AD09D37A867DAABA656DAADDB2132E317102A22CAF3FA045EE6906B9F055CDC0AE5398B2793D706E165118BC3A6767A85BABEAEA0F4X7hEM" TargetMode="External"/><Relationship Id="rId181" Type="http://schemas.openxmlformats.org/officeDocument/2006/relationships/hyperlink" Target="consultantplus://offline/ref=334923090E45C68521A166FBEAF0A12C2350C2F5F9D0A52F4078473EED9CAE8118AA851E56485B22D6C45ADCCE5FF771A670C12743898B6AT4K5N" TargetMode="External"/><Relationship Id="rId216" Type="http://schemas.openxmlformats.org/officeDocument/2006/relationships/header" Target="header2.xml"/><Relationship Id="rId237" Type="http://schemas.openxmlformats.org/officeDocument/2006/relationships/hyperlink" Target="consultantplus://offline/ref=AE002800B4C542225660D8578C8C22A3318075E922E5F732B4B649F32CE008636C6BB1D49DDBF4EF7652646A5BFFB2DFDF5A0ED842233D855BoDK" TargetMode="External"/><Relationship Id="rId258" Type="http://schemas.openxmlformats.org/officeDocument/2006/relationships/hyperlink" Target="consultantplus://offline/ref=D6DCCE74F54E5268A6EB4CFED279687C01128F5695B06B011BA9B58DD90EB62945536347117FA605E7AEBE8DC7634D63A1F112C665A3A817H4KFO" TargetMode="External"/><Relationship Id="rId22" Type="http://schemas.openxmlformats.org/officeDocument/2006/relationships/hyperlink" Target="consultantplus://offline/ref=3450A9024A6E1DC85AF7A1DC7F26E4950E166AD8E4DA2B39123D5C9D87DEEA82D7BF2BC49EAFBE49EF21B1F001DE6269A78A3868A4027A6860DB30B64COEO" TargetMode="External"/><Relationship Id="rId43" Type="http://schemas.openxmlformats.org/officeDocument/2006/relationships/hyperlink" Target="consultantplus://offline/ref=7A86C4E11B53F295C10EF78CB51500E2F608A543E23A551FAF28FA548D805C49732A42BA221B7C5ACECFF78F0544547E073A794346C72E28O34CI" TargetMode="External"/><Relationship Id="rId64" Type="http://schemas.openxmlformats.org/officeDocument/2006/relationships/hyperlink" Target="consultantplus://offline/ref=9D087A6AFD81C195948903CC7B7963E9FF58601A2E134694320BAFADADE00E9D5D9815ADD615569CACD378652E37494A82C57B610F298D24wDlBN" TargetMode="External"/><Relationship Id="rId118" Type="http://schemas.openxmlformats.org/officeDocument/2006/relationships/hyperlink" Target="consultantplus://offline/ref=E627C4D1B329847E8A3934F9EDC0FBD1318E3B8184ADA5A580F681ADC2F86F147381589C67E92273996A548357FD7F32C09FEA1D27675077xBw5O" TargetMode="External"/><Relationship Id="rId139" Type="http://schemas.openxmlformats.org/officeDocument/2006/relationships/hyperlink" Target="consultantplus://offline/ref=F0A4C79A67ED97633B94F851180DFBA00777E4B727856DDE7891B3FE8D622CADD7E62213F0F3A96AAC1FF54BADE4628DDEDC337F8068EAE6ZCwBL" TargetMode="External"/><Relationship Id="rId85" Type="http://schemas.openxmlformats.org/officeDocument/2006/relationships/hyperlink" Target="consultantplus://offline/ref=01C1CC7CD55A69FD755303C1963AC2797568EAD64E91B9D0E47BE55A78DC39639FC384FB10F2AA5D063D6DB250729FC2E4F3DF73EACB4D31zEi8P" TargetMode="External"/><Relationship Id="rId150" Type="http://schemas.openxmlformats.org/officeDocument/2006/relationships/hyperlink" Target="consultantplus://offline/ref=F7108B869A5F102C1CEE5B2D0433A0573DCD588E45C1B7DC3F4CC96EE6E04FEBAF61FA44CA955E49066DA87E4862AB7062D0FF568715803Ci5K1M" TargetMode="External"/><Relationship Id="rId171" Type="http://schemas.openxmlformats.org/officeDocument/2006/relationships/hyperlink" Target="consultantplus://offline/ref=334923090E45C68521A166FBEAF0A12C2350C2F5F9D0A52F4078473EED9CAE8118AA851E56485B2FD4C45ADCCE5FF771A670C12743898B6AT4K5N" TargetMode="External"/><Relationship Id="rId192" Type="http://schemas.openxmlformats.org/officeDocument/2006/relationships/hyperlink" Target="consultantplus://offline/ref=8CC8D5BF2B7843D00C87D9F33091E5E46824F1782E7D2517C751070DBECD4B0F4719CD0AF17150412C797185EE9C7919012932D4C855B075O0i7N" TargetMode="External"/><Relationship Id="rId206" Type="http://schemas.openxmlformats.org/officeDocument/2006/relationships/hyperlink" Target="consultantplus://offline/ref=C7FA2C07A5663DF53614343818859D2C4A55D705582CCB377FF879F9041C46EF1B70F1BF5A4E4E151AA57A823F9DCD8BEF3DFC40E1CC996B16P1M" TargetMode="External"/><Relationship Id="rId227" Type="http://schemas.openxmlformats.org/officeDocument/2006/relationships/hyperlink" Target="consultantplus://offline/ref=0D3EFDB85A9F5E96E82C61B3EF69FCF45F54F18EDC1D83AB5E79ADB6AF20DB3A270A43013BA639759DB37D31F4X4XDO" TargetMode="External"/><Relationship Id="rId248" Type="http://schemas.openxmlformats.org/officeDocument/2006/relationships/hyperlink" Target="consultantplus://offline/ref=D6DCCE74F54E5268A6EB4CFED279687C01128F5695B06B011BA9B58DD90EB62945536347117FA70FE7AEBE8DC7634D63A1F112C665A3A817H4KFO" TargetMode="External"/><Relationship Id="rId269" Type="http://schemas.openxmlformats.org/officeDocument/2006/relationships/header" Target="header3.xml"/><Relationship Id="rId12" Type="http://schemas.openxmlformats.org/officeDocument/2006/relationships/hyperlink" Target="consultantplus://offline/ref=16A6671E68ACF21134C111BE50281A75802A742A1274FAC2F4821B052C1ABFFD5ABA6D8C66EE1B70FE5DC7D15089AF7D82661E389A9B0B6A66IBJ" TargetMode="External"/><Relationship Id="rId33" Type="http://schemas.openxmlformats.org/officeDocument/2006/relationships/hyperlink" Target="consultantplus://offline/ref=8947AE3B1801D1FD1ED8499E07AA651E31DAAECF5649BBFBAD119D258475D1ED40DCCA28D75F9E3361C26964AFt1d2N" TargetMode="External"/><Relationship Id="rId108" Type="http://schemas.openxmlformats.org/officeDocument/2006/relationships/hyperlink" Target="consultantplus://offline/ref=E627C4D1B329847E8A3934F9EDC0FBD1318E3B8184ADA5A580F681ADC2F86F147381589C67E923719A6A548357FD7F32C09FEA1D27675077xBw5O" TargetMode="External"/><Relationship Id="rId129" Type="http://schemas.openxmlformats.org/officeDocument/2006/relationships/hyperlink" Target="consultantplus://offline/ref=F492C2E82E8A6BE4FC7B17C27A9ACBE810E4A20C046301C2B442D8BF6C47A984E0CB3A2147D0B071DA566F03290CA4C5F2C15002BA9F9097K1D4P" TargetMode="External"/><Relationship Id="rId54" Type="http://schemas.openxmlformats.org/officeDocument/2006/relationships/hyperlink" Target="consultantplus://offline/ref=44B66D23FE7CBD2DFDB2E767E2D9462ADE83FDEDB38DD0BAC8FE4770F20D45B6A255EF8C88C3D683DA027758F482B010AB9F38690902348FE7uDM" TargetMode="External"/><Relationship Id="rId75" Type="http://schemas.openxmlformats.org/officeDocument/2006/relationships/hyperlink" Target="consultantplus://offline/ref=1FBAA915457F36AFBB20D1D1D9455DDB0B9C5DE6754585F9E43CD35399A6217E88AB64A88D61181B311755162072C35F46CB44A1A63629AFM1V7O" TargetMode="External"/><Relationship Id="rId96" Type="http://schemas.openxmlformats.org/officeDocument/2006/relationships/hyperlink" Target="consultantplus://offline/ref=E627C4D1B329847E8A3934F9EDC0FBD1318E3B8184ADA5A580F681ADC2F86F147381589C67E923749A6A548357FD7F32C09FEA1D27675077xBw5O" TargetMode="External"/><Relationship Id="rId140" Type="http://schemas.openxmlformats.org/officeDocument/2006/relationships/hyperlink" Target="consultantplus://offline/ref=F0A4C79A67ED97633B94F851180DFBA00777E4B727856DDE7891B3FE8D622CADD7E62213F0F2A06AAE1FF54BADE4628DDEDC337F8068EAE6ZCwBL" TargetMode="External"/><Relationship Id="rId161" Type="http://schemas.openxmlformats.org/officeDocument/2006/relationships/hyperlink" Target="consultantplus://offline/ref=69C97AD09D37A867DAABA656DAADDB2132E317102A22CAF3FA045EE6906B9F055CDC0AE5398A2F93D606E165118BC3A6767A85BABEAEA0F4X7hEM" TargetMode="External"/><Relationship Id="rId182" Type="http://schemas.openxmlformats.org/officeDocument/2006/relationships/hyperlink" Target="consultantplus://offline/ref=334923090E45C68521A166FBEAF0A12C2350C2F5F9D0A52F4078473EED9CAE8118AA851E56485B22D3C45ADCCE5FF771A670C12743898B6AT4K5N" TargetMode="External"/><Relationship Id="rId217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=AE002800B4C542225660D8578C8C22A3318075E922E5F732B4B649F32CE008636C6BB1D49DDBF4EF7652646A5BFFB2DFDF5A0ED842233D855BoDK" TargetMode="External"/><Relationship Id="rId259" Type="http://schemas.openxmlformats.org/officeDocument/2006/relationships/hyperlink" Target="consultantplus://offline/ref=D6DCCE74F54E5268A6EB4CFED279687C01128F5695B06B011BA9B58DD90EB62945536347117FA605E3AEBE8DC7634D63A1F112C665A3A817H4KFO" TargetMode="External"/><Relationship Id="rId23" Type="http://schemas.openxmlformats.org/officeDocument/2006/relationships/hyperlink" Target="consultantplus://offline/ref=3450A9024A6E1DC85AF7A1DC7F26E4950E166AD8E4DA2B39123D5C9D87DEEA82D7BF2BC49EAFBE49EF21B0F10BDE6269A78A3868A4027A6860DB30B64COEO" TargetMode="External"/><Relationship Id="rId119" Type="http://schemas.openxmlformats.org/officeDocument/2006/relationships/hyperlink" Target="consultantplus://offline/ref=8947AE3B1801D1FD1ED8499E07AA651E31DAAECF5649BBFBAD119D258475D1ED40DCCA28D75F9E3361C26964AFt1d2N" TargetMode="External"/><Relationship Id="rId270" Type="http://schemas.openxmlformats.org/officeDocument/2006/relationships/fontTable" Target="fontTable.xml"/><Relationship Id="rId44" Type="http://schemas.openxmlformats.org/officeDocument/2006/relationships/hyperlink" Target="consultantplus://offline/ref=8DB6D472D1B49A80884C2288531E9A43D6A9F3A720AF2A9EEEAFA14BDE67ECEE7B778DA4542D0155CC392057398C816FE9F015FB27A154A501S5I" TargetMode="External"/><Relationship Id="rId65" Type="http://schemas.openxmlformats.org/officeDocument/2006/relationships/hyperlink" Target="consultantplus://offline/ref=BC1BF71CA8E29F1CA914CA29D738FEF8A6334BBFB060C70F083BD050BF3816733CF9F4F59C30EDB42F1124D8AA59E180941487D2834291F8s9yDM" TargetMode="External"/><Relationship Id="rId86" Type="http://schemas.openxmlformats.org/officeDocument/2006/relationships/hyperlink" Target="consultantplus://offline/ref=01C1CC7CD55A69FD755303C1963AC2797568EAD64E91B9D0E47BE55A78DC39639FC384FB10F2AA5E023D6DB250729FC2E4F3DF73EACB4D31zEi8P" TargetMode="External"/><Relationship Id="rId130" Type="http://schemas.openxmlformats.org/officeDocument/2006/relationships/hyperlink" Target="consultantplus://offline/ref=8947AE3B1801D1FD1ED8499E07AA651E33DCA5C35E48BBFBAD119D258475D1ED40DCCA28D75F9E3361C26964AFt1d2N" TargetMode="External"/><Relationship Id="rId151" Type="http://schemas.openxmlformats.org/officeDocument/2006/relationships/hyperlink" Target="consultantplus://offline/ref=C3ACF2EF5256C482375AE20495DED143C6551D04BF612522C8D41DAFF050695C74464CC488915542A5898D5884DF081F8D031A2D9ED4BCD8WEQAM" TargetMode="External"/><Relationship Id="rId172" Type="http://schemas.openxmlformats.org/officeDocument/2006/relationships/hyperlink" Target="consultantplus://offline/ref=334923090E45C68521A166FBEAF0A12C2350C2F5F9D0A52F4078473EED9CAE8118AA851E5649522AD4C45ADCCE5FF771A670C12743898B6AT4K5N" TargetMode="External"/><Relationship Id="rId193" Type="http://schemas.openxmlformats.org/officeDocument/2006/relationships/hyperlink" Target="consultantplus://offline/ref=334923090E45C68521A166FBEAF0A12C2350C2F5F9D0A52F4078473EED9CAE8118AA851E56485B2FDCC45ADCCE5FF771A670C12743898B6AT4K5N" TargetMode="External"/><Relationship Id="rId207" Type="http://schemas.openxmlformats.org/officeDocument/2006/relationships/hyperlink" Target="consultantplus://offline/ref=C7FA2C07A5663DF53614343818859D2C4A55D705582CCB377FF879F9041C46EF1B70F1BF5A4E4E151AA57A823F9DCD8BEF3DFC40E1CC996B16P1M" TargetMode="External"/><Relationship Id="rId228" Type="http://schemas.openxmlformats.org/officeDocument/2006/relationships/hyperlink" Target="consultantplus://offline/ref=7DC69480486F144F5B3C2A18242B0989E14375A987464BEFAB89222ECD9ADB3BB7CBD20879FA40BD82AD90B8D6FBC5E005A452679209C27DxAI6O" TargetMode="External"/><Relationship Id="rId249" Type="http://schemas.openxmlformats.org/officeDocument/2006/relationships/hyperlink" Target="consultantplus://offline/ref=D6DCCE74F54E5268A6EB4CFED279687C01128F5695B06B011BA9B58DD90EB62945536347117FA70FEEAEBE8DC7634D63A1F112C665A3A817H4KFO" TargetMode="External"/><Relationship Id="rId13" Type="http://schemas.openxmlformats.org/officeDocument/2006/relationships/hyperlink" Target="consultantplus://offline/ref=16A6671E68ACF21134C111BE50281A75802A742A1274FAC2F4821B052C1ABFFD5ABA6D8C66EE1B79FC5DC7D15089AF7D82661E389A9B0B6A66IBJ" TargetMode="External"/><Relationship Id="rId109" Type="http://schemas.openxmlformats.org/officeDocument/2006/relationships/hyperlink" Target="consultantplus://offline/ref=E627C4D1B329847E8A3934F9EDC0FBD1318E3B8184ADA5A580F681ADC2F86F147381589C67E923719B6A548357FD7F32C09FEA1D27675077xBw5O" TargetMode="External"/><Relationship Id="rId260" Type="http://schemas.openxmlformats.org/officeDocument/2006/relationships/hyperlink" Target="consultantplus://offline/ref=D6DCCE74F54E5268A6EB4CFED279687C01128F5695B06B011BA9B58DD90EB62945536347117FA605E0AEBE8DC7634D63A1F112C665A3A817H4KFO" TargetMode="External"/><Relationship Id="rId34" Type="http://schemas.openxmlformats.org/officeDocument/2006/relationships/hyperlink" Target="consultantplus://offline/ref=8947AE3B1801D1FD1ED8499E07AA651E31DAAECF5649BBFBAD119D258475D1ED40DCCA28D75F9E3361C26964AFt1d2N" TargetMode="External"/><Relationship Id="rId55" Type="http://schemas.openxmlformats.org/officeDocument/2006/relationships/hyperlink" Target="consultantplus://offline/ref=44B66D23FE7CBD2DFDB2E767E2D9462ADE83FDEDB38DD0BAC8FE4770F20D45B6A255EF8C88C3D683DA027758F482B010AB9F38690902348FE7uDM" TargetMode="External"/><Relationship Id="rId76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97" Type="http://schemas.openxmlformats.org/officeDocument/2006/relationships/hyperlink" Target="consultantplus://offline/ref=E627C4D1B329847E8A3934F9EDC0FBD1318E3B8184ADA5A580F681ADC2F86F147381589C67E923749D6A548357FD7F32C09FEA1D27675077xBw5O" TargetMode="External"/><Relationship Id="rId120" Type="http://schemas.openxmlformats.org/officeDocument/2006/relationships/hyperlink" Target="consultantplus://offline/ref=8947AE3B1801D1FD1ED8499E07AA651E31DAAECF5649BBFBAD119D258475D1ED40DCCA28D75F9E3361C26964AFt1d2N" TargetMode="External"/><Relationship Id="rId141" Type="http://schemas.openxmlformats.org/officeDocument/2006/relationships/hyperlink" Target="consultantplus://offline/ref=F0A4C79A67ED97633B94F851180DFBA00777E4B727856DDE7891B3FE8D622CADD7E62213F0F3A96BAB1FF54BADE4628DDEDC337F8068EAE6ZCwBL" TargetMode="External"/><Relationship Id="rId7" Type="http://schemas.openxmlformats.org/officeDocument/2006/relationships/endnotes" Target="endnotes.xml"/><Relationship Id="rId162" Type="http://schemas.openxmlformats.org/officeDocument/2006/relationships/hyperlink" Target="consultantplus://offline/ref=69C97AD09D37A867DAABA656DAADDB2132E317102A22CAF3FA045EE6906B9F055CDC0AE5398B2793D606E165118BC3A6767A85BABEAEA0F4X7hEM" TargetMode="External"/><Relationship Id="rId183" Type="http://schemas.openxmlformats.org/officeDocument/2006/relationships/hyperlink" Target="consultantplus://offline/ref=334923090E45C68521A166FBEAF0A12C2350C2F5F9D0A52F4078473EED9CAE8118AA851E5649502AD5C45ADCCE5FF771A670C12743898B6AT4K5N" TargetMode="External"/><Relationship Id="rId218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239" Type="http://schemas.openxmlformats.org/officeDocument/2006/relationships/hyperlink" Target="consultantplus://offline/ref=D6DCCE74F54E5268A6EB4CFED279687C01128F5695B06B011BA9B58DD90EB62945536347117FA703E0AEBE8DC7634D63A1F112C665A3A817H4KFO" TargetMode="External"/><Relationship Id="rId250" Type="http://schemas.openxmlformats.org/officeDocument/2006/relationships/hyperlink" Target="consultantplus://offline/ref=D6DCCE74F54E5268A6EB4CFED279687C01128F5695B06B011BA9B58DD90EB62945536347117FA70FEFAEBE8DC7634D63A1F112C665A3A817H4KFO" TargetMode="External"/><Relationship Id="rId271" Type="http://schemas.openxmlformats.org/officeDocument/2006/relationships/theme" Target="theme/theme1.xml"/><Relationship Id="rId24" Type="http://schemas.openxmlformats.org/officeDocument/2006/relationships/hyperlink" Target="consultantplus://offline/ref=3450A9024A6E1DC85AF7A1DC7F26E4950E166AD8E4DA2B39123D5C9D87DEEA82D7BF2BC49EAFBE49EF21B1F709DE6269A78A3868A4027A6860DB30B64COEO" TargetMode="External"/><Relationship Id="rId45" Type="http://schemas.openxmlformats.org/officeDocument/2006/relationships/hyperlink" Target="consultantplus://offline/ref=8DB6D472D1B49A80884C2288531E9A43D6A9F3A720AF2A9EEEAFA14BDE67ECEE7B778DA4542D0550CB392057398C816FE9F015FB27A154A501S5I" TargetMode="External"/><Relationship Id="rId66" Type="http://schemas.openxmlformats.org/officeDocument/2006/relationships/hyperlink" Target="consultantplus://offline/ref=B7DECE1D82119E279165D02A6F515AEEC243A4D3DEC1A6F5966450207998B9C0E95B9314D6BCBDB0A290F3D0286BCDAA0B40F3FDDD856DE0D1Q1N" TargetMode="External"/><Relationship Id="rId87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110" Type="http://schemas.openxmlformats.org/officeDocument/2006/relationships/hyperlink" Target="consultantplus://offline/ref=E627C4D1B329847E8A3934F9EDC0FBD1318E3B8184ADA5A580F681ADC2F86F147381589C67E923719C6A548357FD7F32C09FEA1D27675077xBw5O" TargetMode="External"/><Relationship Id="rId131" Type="http://schemas.openxmlformats.org/officeDocument/2006/relationships/hyperlink" Target="consultantplus://offline/ref=FEFD1BA5B2E3FFCE7BE82A2FC0D6F9E44D92F30B0FAB4E5E46BEAC934BDC826E6840CF8619CCAB5E515DA66039F9872C8B2DF36B1E426A5BFEF28244h0r7M" TargetMode="External"/><Relationship Id="rId152" Type="http://schemas.openxmlformats.org/officeDocument/2006/relationships/hyperlink" Target="consultantplus://offline/ref=432B533B8F9FA0704B8BB5FE07B90581563533213275AAA8819B02CD9B347967D5DF1AD52F8278E68CEF445CA3BB5FCD2B244E5AE65F9C20lCbEM" TargetMode="External"/><Relationship Id="rId173" Type="http://schemas.openxmlformats.org/officeDocument/2006/relationships/hyperlink" Target="consultantplus://offline/ref=334923090E45C68521A166FBEAF0A12C2350C2F5F9D0A52F4078473EED9CAE8118AA851E5649512AD7C45ADCCE5FF771A670C12743898B6AT4K5N" TargetMode="External"/><Relationship Id="rId194" Type="http://schemas.openxmlformats.org/officeDocument/2006/relationships/hyperlink" Target="consultantplus://offline/ref=334923090E45C68521A166FBEAF0A12C2350C2F5F9D0A52F4078473EED9CAE8118AA851E56485A2AD2C45ADCCE5FF771A670C12743898B6AT4K5N" TargetMode="External"/><Relationship Id="rId208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229" Type="http://schemas.openxmlformats.org/officeDocument/2006/relationships/hyperlink" Target="consultantplus://offline/ref=7DC69480486F144F5B3C2A18242B0989E14375A987464BEFAB89222ECD9ADB3BB7CBD20879FA42BC85AD90B8D6FBC5E005A452679209C27DxAI6O" TargetMode="External"/><Relationship Id="rId240" Type="http://schemas.openxmlformats.org/officeDocument/2006/relationships/hyperlink" Target="consultantplus://offline/ref=D6DCCE74F54E5268A6EB4CFED279687C01128F5695B06B011BA9B58DD90EB62945536347117FA703EFAEBE8DC7634D63A1F112C665A3A817H4KFO" TargetMode="External"/><Relationship Id="rId261" Type="http://schemas.openxmlformats.org/officeDocument/2006/relationships/hyperlink" Target="consultantplus://offline/ref=D6DCCE74F54E5268A6EB4CFED279687C01128F5695B06B011BA9B58DD90EB62945536347117FA602E2AEBE8DC7634D63A1F112C665A3A817H4KFO" TargetMode="External"/><Relationship Id="rId14" Type="http://schemas.openxmlformats.org/officeDocument/2006/relationships/hyperlink" Target="consultantplus://offline/ref=8E82A02C4FFF85D66D287D7D0DC370C0EFD631AD33026EF863375D06D5320D8B3E5E9D012FF96E136EF3D8A507F15780C1516253043AD4830585D158I6d4N" TargetMode="External"/><Relationship Id="rId35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56" Type="http://schemas.openxmlformats.org/officeDocument/2006/relationships/hyperlink" Target="consultantplus://offline/ref=CAB1119E89DE417EF7F26E74BF3B040693550823BD01E585871D410BA485C1247BA17E2A4B6124320CA9077AE7B51F4D550040AFB29CC538P6J0N" TargetMode="External"/><Relationship Id="rId77" Type="http://schemas.openxmlformats.org/officeDocument/2006/relationships/hyperlink" Target="consultantplus://offline/ref=454A6D1B1575C9F1C43042A0F5485019B12221598864BF0413504E26E7FDCE2120CB025EACD112B0DB5D206CF9D30BD109652FEFBE47787CVBc2O" TargetMode="External"/><Relationship Id="rId100" Type="http://schemas.openxmlformats.org/officeDocument/2006/relationships/hyperlink" Target="consultantplus://offline/ref=E627C4D1B329847E8A3934F9EDC0FBD1318E3B8184ADA5A580F681ADC2F86F147381589C67E92372986A548357FD7F32C09FEA1D27675077xBw5O" TargetMode="External"/><Relationship Id="rId8" Type="http://schemas.openxmlformats.org/officeDocument/2006/relationships/image" Target="media/image1.png"/><Relationship Id="rId98" Type="http://schemas.openxmlformats.org/officeDocument/2006/relationships/hyperlink" Target="consultantplus://offline/ref=E627C4D1B329847E8A3934F9EDC0FBD1318E3B8184ADA5A580F681ADC2F86F147381589C67E92375986A548357FD7F32C09FEA1D27675077xBw5O" TargetMode="External"/><Relationship Id="rId121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142" Type="http://schemas.openxmlformats.org/officeDocument/2006/relationships/hyperlink" Target="consultantplus://offline/ref=CDFA937D68F35BE174A0F2CE0BCA86547B90D9321EE739283708FF7A1C89F5C2E8F09E17E20A7679F1D61742BAD9B63EF9CCD6A4B6FBA3F8z7DCM" TargetMode="External"/><Relationship Id="rId163" Type="http://schemas.openxmlformats.org/officeDocument/2006/relationships/hyperlink" Target="consultantplus://offline/ref=69C97AD09D37A867DAABA656DAADDB2132E317102A22CAF3FA045EE6906B9F055CDC0AE5398B2793D506E165118BC3A6767A85BABEAEA0F4X7hEM" TargetMode="External"/><Relationship Id="rId184" Type="http://schemas.openxmlformats.org/officeDocument/2006/relationships/hyperlink" Target="consultantplus://offline/ref=334923090E45C68521A166FBEAF0A12C2350C2F5F9D0A52F4078473EED9CAE8118AA851E56485B22D7C45ADCCE5FF771A670C12743898B6AT4K5N" TargetMode="External"/><Relationship Id="rId219" Type="http://schemas.openxmlformats.org/officeDocument/2006/relationships/hyperlink" Target="consultantplus://offline/ref=F3740BC09CC6B3CC93947E2305AE4D7AC170F334F16E73408DE450B8008D54C66AACCA1F4DA2402698BC4FF4830141DE0640BFC0C1N8QBO" TargetMode="External"/><Relationship Id="rId230" Type="http://schemas.openxmlformats.org/officeDocument/2006/relationships/hyperlink" Target="consultantplus://offline/ref=F492C2E82E8A6BE4FC7B17C27A9ACBE810E4A20C046301C2B442D8BF6C47A984E0CB3A2147D0B071DA566F03290CA4C5F2C15002BA9F9097K1D4P" TargetMode="External"/><Relationship Id="rId251" Type="http://schemas.openxmlformats.org/officeDocument/2006/relationships/hyperlink" Target="consultantplus://offline/ref=D6DCCE74F54E5268A6EB4CFED279687C01128F5695B06B011BA9B58DD90EB62945536347117FA606E6AEBE8DC7634D63A1F112C665A3A817H4KFO" TargetMode="External"/><Relationship Id="rId25" Type="http://schemas.openxmlformats.org/officeDocument/2006/relationships/hyperlink" Target="consultantplus://offline/ref=3450A9024A6E1DC85AF7A1DC7F26E4950E166AD8E4DA2B39123D5C9D87DEEA82D7BF2BC49EAFBE49EF21B1F708DE6269A78A3868A4027A6860DB30B64COEO" TargetMode="External"/><Relationship Id="rId46" Type="http://schemas.openxmlformats.org/officeDocument/2006/relationships/hyperlink" Target="consultantplus://offline/ref=98CB6C7DCF9A398F553A08238BDF02D4817ECCC8F1D1F5C49D6499C9C2443ECA926828C68D6E4E726523FC31667F03FAF3F818ADA4694AABT3L4J" TargetMode="External"/><Relationship Id="rId67" Type="http://schemas.openxmlformats.org/officeDocument/2006/relationships/hyperlink" Target="consultantplus://offline/ref=B7DECE1D82119E279165D02A6F515AEEC243A4D3DEC1A6F5966450207998B9C0E95B9314D6BCBABBA490F3D0286BCDAA0B40F3FDDD856DE0D1Q1N" TargetMode="External"/><Relationship Id="rId88" Type="http://schemas.openxmlformats.org/officeDocument/2006/relationships/hyperlink" Target="consultantplus://offline/ref=86B144D874BA7AE541ACF89C13BF001A74196F3F0E41720D0565F3BE30BEA1E7DC235027C82EBC43BEA576B920BFJFH" TargetMode="External"/><Relationship Id="rId111" Type="http://schemas.openxmlformats.org/officeDocument/2006/relationships/hyperlink" Target="consultantplus://offline/ref=E627C4D1B329847E8A3934F9EDC0FBD1318E3B8184ADA5A580F681ADC2F86F147381589C67E9237E986A548357FD7F32C09FEA1D27675077xBw5O" TargetMode="External"/><Relationship Id="rId132" Type="http://schemas.openxmlformats.org/officeDocument/2006/relationships/hyperlink" Target="consultantplus://offline/ref=99946112BE097080794A6BD78E46CCC6F377D3B51526B58BE47E849764F391176C5B428BBBCB52BFAC3CA40268AAC2D7195A5AF72515A57Fm5k5L" TargetMode="External"/><Relationship Id="rId153" Type="http://schemas.openxmlformats.org/officeDocument/2006/relationships/hyperlink" Target="consultantplus://offline/ref=432B533B8F9FA0704B8BB5FE07B90581563533213275AAA8819B02CD9B347967D5DF1AD52F8278E78AEF445CA3BB5FCD2B244E5AE65F9C20lCbEM" TargetMode="External"/><Relationship Id="rId174" Type="http://schemas.openxmlformats.org/officeDocument/2006/relationships/hyperlink" Target="consultantplus://offline/ref=334923090E45C68521A166FBEAF0A12C2350C2F5F9D0A52F4078473EED9CAE8118AA851E56485B2CD3C45ADCCE5FF771A670C12743898B6AT4K5N" TargetMode="External"/><Relationship Id="rId195" Type="http://schemas.openxmlformats.org/officeDocument/2006/relationships/hyperlink" Target="consultantplus://offline/ref=334923090E45C68521A166FBEAF0A12C2350C2F5F9D0A52F4078473EED9CAE8118AA851E56485B2CD1C45ADCCE5FF771A670C12743898B6AT4K5N" TargetMode="External"/><Relationship Id="rId209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220" Type="http://schemas.openxmlformats.org/officeDocument/2006/relationships/hyperlink" Target="consultantplus://offline/ref=F3740BC09CC6B3CC93947E2305AE4D7AC170F334F16E73408DE450B8008D54C66AACCA1F4DAE402698BC4FF4830141DE0640BFC0C1N8QBO" TargetMode="External"/><Relationship Id="rId241" Type="http://schemas.openxmlformats.org/officeDocument/2006/relationships/hyperlink" Target="consultantplus://offline/ref=D6DCCE74F54E5268A6EB4CFED279687C01128F5695B06B011BA9B58DD90EB62945536347117FA700E0AEBE8DC7634D63A1F112C665A3A817H4KFO" TargetMode="External"/><Relationship Id="rId15" Type="http://schemas.openxmlformats.org/officeDocument/2006/relationships/hyperlink" Target="consultantplus://offline/ref=8E82A02C4FFF85D66D287D7D0DC370C0EFD631AD33026EF863375D06D5320D8B3E5E9D012FF96E136EF3DBA70BF15780C1516253043AD4830585D158I6d4N" TargetMode="External"/><Relationship Id="rId36" Type="http://schemas.openxmlformats.org/officeDocument/2006/relationships/hyperlink" Target="consultantplus://offline/ref=C942E4AC22E357584191BEB1FE1DFE69190E1A547D367D4B5B11C79B58B771568E264B4CD48C501F221DA2FFC8012AAF836AEEC4AF20F10AkC0FH" TargetMode="External"/><Relationship Id="rId57" Type="http://schemas.openxmlformats.org/officeDocument/2006/relationships/hyperlink" Target="consultantplus://offline/ref=CAB1119E89DE417EF7F26E74BF3B040693550823BD01E585871D410BA485C1247BA17E2A4B6124390EA9077AE7B51F4D550040AFB29CC538P6J0N" TargetMode="External"/><Relationship Id="rId262" Type="http://schemas.openxmlformats.org/officeDocument/2006/relationships/hyperlink" Target="consultantplus://offline/ref=D6DCCE74F54E5268A6EB4CFED279687C01128F5695B06B011BA9B58DD90EB62945536347117FA603E1AEBE8DC7634D63A1F112C665A3A817H4KFO" TargetMode="External"/><Relationship Id="rId78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99" Type="http://schemas.openxmlformats.org/officeDocument/2006/relationships/hyperlink" Target="consultantplus://offline/ref=E627C4D1B329847E8A3934F9EDC0FBD1318E3B8184ADA5A580F681ADC2F86F147381589C67E923759B6A548357FD7F32C09FEA1D27675077xBw5O" TargetMode="External"/><Relationship Id="rId101" Type="http://schemas.openxmlformats.org/officeDocument/2006/relationships/hyperlink" Target="consultantplus://offline/ref=E627C4D1B329847E8A3934F9EDC0FBD1318E3B8184ADA5A580F681ADC2F86F147381589C67E92372996A548357FD7F32C09FEA1D27675077xBw5O" TargetMode="External"/><Relationship Id="rId122" Type="http://schemas.openxmlformats.org/officeDocument/2006/relationships/hyperlink" Target="consultantplus://offline/ref=F492C2E82E8A6BE4FC7B17C27A9ACBE810E4A20C046301C2B442D8BF6C47A984E0CB3A2147D0B071DA566F03290CA4C5F2C15002BA9F9097K1D4P" TargetMode="External"/><Relationship Id="rId143" Type="http://schemas.openxmlformats.org/officeDocument/2006/relationships/hyperlink" Target="consultantplus://offline/ref=CDFA937D68F35BE174A0F2CE0BCA86547B90D9321EE739283708FF7A1C89F5C2E8F09E17E20B7E73F5D61742BAD9B63EF9CCD6A4B6FBA3F8z7DCM" TargetMode="External"/><Relationship Id="rId164" Type="http://schemas.openxmlformats.org/officeDocument/2006/relationships/hyperlink" Target="consultantplus://offline/ref=F92474AD26E0DFFA47826DA72F93B22833B084B1ECD3CCCA3927249F5A5B8939B9F39067B25BA5670ACCAB9D5A7F5EF5EC90B758C0B0CAA4R2w8M" TargetMode="External"/><Relationship Id="rId185" Type="http://schemas.openxmlformats.org/officeDocument/2006/relationships/hyperlink" Target="consultantplus://offline/ref=334923090E45C68521A166FBEAF0A12C2350C2F5F9D0A52F4078473EED9CAE8118AA851E56485B23D5C45ADCCE5FF771A670C12743898B6AT4K5N" TargetMode="External"/><Relationship Id="rId9" Type="http://schemas.openxmlformats.org/officeDocument/2006/relationships/hyperlink" Target="consultantplus://offline/ref=F492C2E82E8A6BE4FC7B17C27A9ACBE810E4A20C046301C2B442D8BF6C47A984E0CB3A2147D0B071DA566F03290CA4C5F2C15002BA9F9097K1D4P" TargetMode="External"/><Relationship Id="rId210" Type="http://schemas.openxmlformats.org/officeDocument/2006/relationships/hyperlink" Target="consultantplus://offline/ref=1FBAA915457F36AFBB20D1D1D9455DDB0B9C5DE6754585F9E43CD35399A6217E88AB64A88D61181D361755162072C35F46CB44A1A63629AFM1V7O" TargetMode="External"/><Relationship Id="rId26" Type="http://schemas.openxmlformats.org/officeDocument/2006/relationships/hyperlink" Target="consultantplus://offline/ref=3450A9024A6E1DC85AF7A1DC7F26E4950E166AD8E4DA2B39123D5C9D87DEEA82D7BF2BC49EAFBE49EF21B1F60DDE6269A78A3868A4027A6860DB30B64COEO" TargetMode="External"/><Relationship Id="rId231" Type="http://schemas.openxmlformats.org/officeDocument/2006/relationships/hyperlink" Target="consultantplus://offline/ref=8947AE3B1801D1FD1ED8499E07AA651E33DCA5C35E48BBFBAD119D258475D1ED52DC9224D559843067D73F35EA4EBE96958B4D6411282C20t8d4N" TargetMode="External"/><Relationship Id="rId252" Type="http://schemas.openxmlformats.org/officeDocument/2006/relationships/hyperlink" Target="consultantplus://offline/ref=D6DCCE74F54E5268A6EB4CFED279687C01128F5695B06B011BA9B58DD90EB62945536347117FA606E0AEBE8DC7634D63A1F112C665A3A817H4KFO" TargetMode="External"/><Relationship Id="rId47" Type="http://schemas.openxmlformats.org/officeDocument/2006/relationships/hyperlink" Target="consultantplus://offline/ref=AF897CFEC37DE84F949C78B008FAFA85D05F795DD31096F3777D42F66AC411033D824B6B0D017953D847BC119EEDFA94066FCC263C5D96FBd1NDJ" TargetMode="External"/><Relationship Id="rId68" Type="http://schemas.openxmlformats.org/officeDocument/2006/relationships/hyperlink" Target="consultantplus://offline/ref=A43275DE7E1FCBAEC8449B89581C786A9D611FF8FEE30DAD8746D13D192005E0F94A21DB7AA643AC39A251EB728CE2E470706560AF9253E5mDw8N" TargetMode="External"/><Relationship Id="rId89" Type="http://schemas.openxmlformats.org/officeDocument/2006/relationships/hyperlink" Target="consultantplus://offline/ref=3491208A89ADAAF7FBB7EC0C6DB220DDB8CE44128F2EC0FCBDA0A93C9B998FE22C35597107A0059775550FB65503F96266211D8105647481JBPAP" TargetMode="External"/><Relationship Id="rId112" Type="http://schemas.openxmlformats.org/officeDocument/2006/relationships/hyperlink" Target="consultantplus://offline/ref=E627C4D1B329847E8A3934F9EDC0FBD1318E3B8184ADA5A580F681ADC2F86F147381589C67E9237E9B6A548357FD7F32C09FEA1D27675077xBw5O" TargetMode="External"/><Relationship Id="rId133" Type="http://schemas.openxmlformats.org/officeDocument/2006/relationships/hyperlink" Target="consultantplus://offline/ref=8DD5868412FEBAC622CAD1721BE68DBA87FB3AF0E79CFAD13E30B5C8FFD3695B47B4A77CEC2EEEBF867A7477BB9D63EEF7D955EA5F0E1DAE39o8L" TargetMode="External"/><Relationship Id="rId154" Type="http://schemas.openxmlformats.org/officeDocument/2006/relationships/hyperlink" Target="consultantplus://offline/ref=432B533B8F9FA0704B8BB5FE07B90581563533213275AAA8819B02CD9B347967D5DF1AD52F8370EB8CEF445CA3BB5FCD2B244E5AE65F9C20lCbEM" TargetMode="External"/><Relationship Id="rId175" Type="http://schemas.openxmlformats.org/officeDocument/2006/relationships/hyperlink" Target="consultantplus://offline/ref=334923090E45C68521A166FBEAF0A12C2350C2F5F9D0A52F4078473EED9CAE8118AA851E5649512ED0C45ADCCE5FF771A670C12743898B6AT4K5N" TargetMode="External"/><Relationship Id="rId196" Type="http://schemas.openxmlformats.org/officeDocument/2006/relationships/hyperlink" Target="consultantplus://offline/ref=334923090E45C68521A166FBEAF0A12C2350C2F5F9D0A52F4078473EED9CAE8118AA851E56485B22D6C45ADCCE5FF771A670C12743898B6AT4K5N" TargetMode="External"/><Relationship Id="rId200" Type="http://schemas.openxmlformats.org/officeDocument/2006/relationships/hyperlink" Target="consultantplus://offline/ref=C7FA2C07A5663DF53614343818859D2C4A55D705582CCB377FF879F9041C46EF1B70F1BF5A4F401D15A57A823F9DCD8BEF3DFC40E1CC996B16P1M" TargetMode="External"/><Relationship Id="rId16" Type="http://schemas.openxmlformats.org/officeDocument/2006/relationships/hyperlink" Target="consultantplus://offline/ref=16A6671E68ACF21134C111BE50281A75802A742A1274FAC2F4821B052C1ABFFD5ABA6D8C66EE1B70FE5DC7D15089AF7D82661E389A9B0B6A66IBJ" TargetMode="External"/><Relationship Id="rId221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242" Type="http://schemas.openxmlformats.org/officeDocument/2006/relationships/hyperlink" Target="consultantplus://offline/ref=D6DCCE74F54E5268A6EB4CFED279687C01128F5695B06B011BA9B58DD90EB62945536347117FA700E1AEBE8DC7634D63A1F112C665A3A817H4KFO" TargetMode="External"/><Relationship Id="rId263" Type="http://schemas.openxmlformats.org/officeDocument/2006/relationships/hyperlink" Target="consultantplus://offline/ref=D6DCCE74F54E5268A6EB4CFED279687C01128F5695B06B011BA9B58DD90EB62945536347117FA600E6AEBE8DC7634D63A1F112C665A3A817H4KFO" TargetMode="External"/><Relationship Id="rId37" Type="http://schemas.openxmlformats.org/officeDocument/2006/relationships/hyperlink" Target="consultantplus://offline/ref=C942E4AC22E357584191BEB1FE1DFE69190E1A547D367D4B5B11C79B58B771568E264B4CD48C521A241DA2FFC8012AAF836AEEC4AF20F10AkC0FH" TargetMode="External"/><Relationship Id="rId58" Type="http://schemas.openxmlformats.org/officeDocument/2006/relationships/hyperlink" Target="consultantplus://offline/ref=F8A68B354D65D6418D86ED94C154E06FDE625AD63EDA24153FD5795241AB2757FC6F600436F3AF23E6713E88CB028CA39B6709F615611CBEW6Z1O" TargetMode="External"/><Relationship Id="rId79" Type="http://schemas.openxmlformats.org/officeDocument/2006/relationships/header" Target="header1.xml"/><Relationship Id="rId102" Type="http://schemas.openxmlformats.org/officeDocument/2006/relationships/hyperlink" Target="consultantplus://offline/ref=E627C4D1B329847E8A3934F9EDC0FBD1318E3B8184ADA5A580F681ADC2F86F147381589C67E923729A6A548357FD7F32C09FEA1D27675077xBw5O" TargetMode="External"/><Relationship Id="rId123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144" Type="http://schemas.openxmlformats.org/officeDocument/2006/relationships/hyperlink" Target="consultantplus://offline/ref=99AC20C8341F785111B9BEE19C388AB1A38902DA8DAFCF9B3EE0C5C47738DD197EF91EE1E9676B46A0DDA101D986689644819D6C5852B9A894E114E60CQ6M" TargetMode="External"/><Relationship Id="rId90" Type="http://schemas.openxmlformats.org/officeDocument/2006/relationships/hyperlink" Target="consultantplus://offline/ref=243CA9D0281611EA4DBF35EBC7D1E513F76F51F7C3D56FFD621F4C3DFFFA582DF3818E92CD170319A8982D348555CE47973EC3066FA2F688B0vBM" TargetMode="External"/><Relationship Id="rId165" Type="http://schemas.openxmlformats.org/officeDocument/2006/relationships/hyperlink" Target="consultantplus://offline/ref=E0F6D6793909CB0829F48C505FA2270E18D3F206CD4731C5FAFA856309676B7296F201A76BF2476528D24C5B4FB2A1561865795DC26DF013Z0x4M" TargetMode="External"/><Relationship Id="rId186" Type="http://schemas.openxmlformats.org/officeDocument/2006/relationships/hyperlink" Target="consultantplus://offline/ref=334923090E45C68521A166FBEAF0A12C2350C2F5F9D0A52F4078473EED9CAE8118AA851E5649502FDDC45ADCCE5FF771A670C12743898B6AT4K5N" TargetMode="External"/><Relationship Id="rId211" Type="http://schemas.openxmlformats.org/officeDocument/2006/relationships/hyperlink" Target="consultantplus://offline/ref=1FBAA915457F36AFBB20D1D1D9455DDB0B9C5DE6754585F9E43CD35399A6217E88AB64A88D61181D331755162072C35F46CB44A1A63629AFM1V7O" TargetMode="External"/><Relationship Id="rId232" Type="http://schemas.openxmlformats.org/officeDocument/2006/relationships/hyperlink" Target="consultantplus://offline/ref=D6DCCE74F54E5268A6EB4CFED279687C01128F5695B06B011BA9B58DD90EB62945536347117FA702E3AEBE8DC7634D63A1F112C665A3A817H4KFO" TargetMode="External"/><Relationship Id="rId253" Type="http://schemas.openxmlformats.org/officeDocument/2006/relationships/hyperlink" Target="consultantplus://offline/ref=D6DCCE74F54E5268A6EB4CFED279687C01128F5695B06B011BA9B58DD90EB62945536347117FA606EFAEBE8DC7634D63A1F112C665A3A817H4KFO" TargetMode="External"/><Relationship Id="rId27" Type="http://schemas.openxmlformats.org/officeDocument/2006/relationships/hyperlink" Target="consultantplus://offline/ref=3450A9024A6E1DC85AF7A1DC7F26E4950E166AD8E4DA2B39123D5C9D87DEEA82D7BF2BC49EAFBE49EF21B1F70CDE6269A78A3868A4027A6860DB30B64COEO" TargetMode="External"/><Relationship Id="rId48" Type="http://schemas.openxmlformats.org/officeDocument/2006/relationships/hyperlink" Target="consultantplus://offline/ref=A360712260223FD86566653212DC9141637226273C124729E59CB93A9D7575E5113A894764ED77120CE5B36E733224CCF908DD377D4900AAA7IDJ" TargetMode="External"/><Relationship Id="rId69" Type="http://schemas.openxmlformats.org/officeDocument/2006/relationships/hyperlink" Target="consultantplus://offline/ref=B0E42A708C70C0FD7E101CE5E7B51FA54D202DA813FCAAE6C57D0A3449895876F02BB21F87ED3A80D18C9B265C956A13D38F9F5AF7F60C2ECF1FN" TargetMode="External"/><Relationship Id="rId113" Type="http://schemas.openxmlformats.org/officeDocument/2006/relationships/hyperlink" Target="consultantplus://offline/ref=E627C4D1B329847E8A3934F9EDC0FBD1318E3B8184ADA5A580F681ADC2F86F147381589C67E9237F986A548357FD7F32C09FEA1D27675077xBw5O" TargetMode="External"/><Relationship Id="rId134" Type="http://schemas.openxmlformats.org/officeDocument/2006/relationships/hyperlink" Target="consultantplus://offline/ref=8DD5868412FEBAC622CAD1721BE68DBA87FB3AF0E79CFAD13E30B5C8FFD3695B47B4A77CEC2FE6B5877A7477BB9D63EEF7D955EA5F0E1DAE39o8L" TargetMode="External"/><Relationship Id="rId80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155" Type="http://schemas.openxmlformats.org/officeDocument/2006/relationships/hyperlink" Target="consultantplus://offline/ref=432B533B8F9FA0704B8BB5FE07B90581563533213275AAA8819B02CD9B347967D5DF1AD52F8370EB8FEF445CA3BB5FCD2B244E5AE65F9C20lCbEM" TargetMode="External"/><Relationship Id="rId176" Type="http://schemas.openxmlformats.org/officeDocument/2006/relationships/hyperlink" Target="consultantplus://offline/ref=334923090E45C68521A166FBEAF0A12C2350C2F5F9D0A52F4078473EED9CAE8118AA851E56485B2FDCC45ADCCE5FF771A670C12743898B6AT4K5N" TargetMode="External"/><Relationship Id="rId197" Type="http://schemas.openxmlformats.org/officeDocument/2006/relationships/hyperlink" Target="consultantplus://offline/ref=334923090E45C68521A166FBEAF0A12C2350C2F5F9D0A52F4078473EED9CAE8118AA851E56485A28D1C45ADCCE5FF771A670C12743898B6AT4K5N" TargetMode="External"/><Relationship Id="rId201" Type="http://schemas.openxmlformats.org/officeDocument/2006/relationships/hyperlink" Target="consultantplus://offline/ref=C7FA2C07A5663DF53614343818859D2C4A55D705582CCB377FF879F9041C46EF1B70F1BF5A4F41141BA57A823F9DCD8BEF3DFC40E1CC996B16P1M" TargetMode="External"/><Relationship Id="rId222" Type="http://schemas.openxmlformats.org/officeDocument/2006/relationships/hyperlink" Target="consultantplus://offline/ref=3D430ED77D3D27D3E61109E6CAC7D5E3D727232F922FE63C8E7CB2AD113725C60297266AF8F1AD2450FA06DEB54CF1462D6C25317D1CBCFEKDECO" TargetMode="External"/><Relationship Id="rId243" Type="http://schemas.openxmlformats.org/officeDocument/2006/relationships/hyperlink" Target="consultantplus://offline/ref=D6DCCE74F54E5268A6EB4CFED279687C01128F5695B06B011BA9B58DD90EB62945536347117FA700EEAEBE8DC7634D63A1F112C665A3A817H4KFO" TargetMode="External"/><Relationship Id="rId264" Type="http://schemas.openxmlformats.org/officeDocument/2006/relationships/hyperlink" Target="consultantplus://offline/ref=D6DCCE74F54E5268A6EB4CFED279687C01128F5695B06B011BA9B58DD90EB62945536347117FA601E1AEBE8DC7634D63A1F112C665A3A817H4KFO" TargetMode="External"/><Relationship Id="rId17" Type="http://schemas.openxmlformats.org/officeDocument/2006/relationships/hyperlink" Target="consultantplus://offline/ref=8E82A02C4FFF85D66D287D7D0DC370C0EFD631AD33026EF863375D06D5320D8B3E5E9D012FF96E136EF3DBA70AF15780C1516253043AD4830585D158I6d4N" TargetMode="External"/><Relationship Id="rId38" Type="http://schemas.openxmlformats.org/officeDocument/2006/relationships/hyperlink" Target="consultantplus://offline/ref=14D71780D4F8A600923D1F88ECE73671F06233A2472B7A87DAE392F8CB84D284D5729ED1DB8A728FEAFA888CD5F5C8FA859EDFCFD92CF807y2N7I" TargetMode="External"/><Relationship Id="rId59" Type="http://schemas.openxmlformats.org/officeDocument/2006/relationships/hyperlink" Target="consultantplus://offline/ref=DFF9F42EACC1FB570E7F138FF28FA8EA5F5AF40C6C5E806DC3E6611B08FCB4CADF32E2EC5D66CB940F538C6B77DD6E55E859005FB8581264l2V3N" TargetMode="External"/><Relationship Id="rId103" Type="http://schemas.openxmlformats.org/officeDocument/2006/relationships/hyperlink" Target="consultantplus://offline/ref=E627C4D1B329847E8A3934F9EDC0FBD1318E3B8184ADA5A580F681ADC2F86F147381589C67E92372916A548357FD7F32C09FEA1D27675077xBw5O" TargetMode="External"/><Relationship Id="rId124" Type="http://schemas.openxmlformats.org/officeDocument/2006/relationships/hyperlink" Target="consultantplus://offline/ref=8947AE3B1801D1FD1ED8499E07AA651E31DAAECF5649BBFBAD119D258475D1ED40DCCA28D75F9E3361C26964AFt1d2N" TargetMode="External"/><Relationship Id="rId70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91" Type="http://schemas.openxmlformats.org/officeDocument/2006/relationships/hyperlink" Target="consultantplus://offline/ref=F492C2E82E8A6BE4FC7B17C27A9ACBE810E4A20C046301C2B442D8BF6C47A984E0CB3A2147D0B071DA566F03290CA4C5F2C15002BA9F9097K1D4P" TargetMode="External"/><Relationship Id="rId145" Type="http://schemas.openxmlformats.org/officeDocument/2006/relationships/hyperlink" Target="consultantplus://offline/ref=99AC20C8341F785111B9BEE19C388AB1A38902DA8DAFCF9B3EE0C5C47738DD197EF91EE1E9676B46A0DDA101D686689644819D6C5852B9A894E114E60CQ6M" TargetMode="External"/><Relationship Id="rId166" Type="http://schemas.openxmlformats.org/officeDocument/2006/relationships/hyperlink" Target="consultantplus://offline/ref=73F059D0D3F7B7964D62E909569F8DCEEFE539E2FA46D483302AF7D8F1CB795776D017C19B379C8A232C8FADB022AF7A360D69B526D75108g2y6M" TargetMode="External"/><Relationship Id="rId187" Type="http://schemas.openxmlformats.org/officeDocument/2006/relationships/hyperlink" Target="consultantplus://offline/ref=334923090E45C68521A166FBEAF0A12C2350C2F5F9D0A52F4078473EED9CAE8118AA851E56485B22D6C45ADCCE5FF771A670C12743898B6AT4K5N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1FBAA915457F36AFBB20D1D1D9455DDB0B9C5DE6754585F9E43CD35399A6217E88AB64A88D6118183D1755162072C35F46CB44A1A63629AFM1V7O" TargetMode="External"/><Relationship Id="rId233" Type="http://schemas.openxmlformats.org/officeDocument/2006/relationships/hyperlink" Target="consultantplus://offline/ref=D6DCCE74F54E5268A6EB4CFED279687C01128F5695B06B011BA9B58DD90EB62945536347117FA702E0AEBE8DC7634D63A1F112C665A3A817H4KFO" TargetMode="External"/><Relationship Id="rId254" Type="http://schemas.openxmlformats.org/officeDocument/2006/relationships/hyperlink" Target="consultantplus://offline/ref=D6DCCE74F54E5268A6EB4CFED279687C01128F5695B06B011BA9B58DD90EB62945536347117FA607E0AEBE8DC7634D63A1F112C665A3A817H4KFO" TargetMode="External"/><Relationship Id="rId28" Type="http://schemas.openxmlformats.org/officeDocument/2006/relationships/hyperlink" Target="consultantplus://offline/ref=3450A9024A6E1DC85AF7A1DC7F26E4950E166AD8E4DA2B39123D5C9D87DEEA82D7BF2BC49EAFBE49EF21B5F101DE6269A78A3868A4027A6860DB30B64COEO" TargetMode="External"/><Relationship Id="rId49" Type="http://schemas.openxmlformats.org/officeDocument/2006/relationships/hyperlink" Target="consultantplus://offline/ref=A360712260223FD86566653212DC9141637226273C124729E59CB93A9D7575E5113A894764ED721708E5B36E733224CCF908DD377D4900AAA7IDJ" TargetMode="External"/><Relationship Id="rId114" Type="http://schemas.openxmlformats.org/officeDocument/2006/relationships/hyperlink" Target="consultantplus://offline/ref=E627C4D1B329847E8A3934F9EDC0FBD1318E3B8184ADA5A580F681ADC2F86F147381589C67E92277906A548357FD7F32C09FEA1D27675077xBw5O" TargetMode="External"/><Relationship Id="rId60" Type="http://schemas.openxmlformats.org/officeDocument/2006/relationships/hyperlink" Target="consultantplus://offline/ref=4BC93CA045A9DA1EA05484C2685C8E9D393603AB74AFD763AEC2E23ADBECF131DCDCDF2039FC2D0608636DB9DB3B6BAC960A161B0CCC98AEr0WCN" TargetMode="External"/><Relationship Id="rId81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135" Type="http://schemas.openxmlformats.org/officeDocument/2006/relationships/hyperlink" Target="consultantplus://offline/ref=8DD5868412FEBAC622CAD1721BE68DBA87FB3AF0E79CFAD13E30B5C8FFD3695B47B4A77CEC2FE6B5867A7477BB9D63EEF7D955EA5F0E1DAE39o8L" TargetMode="External"/><Relationship Id="rId156" Type="http://schemas.openxmlformats.org/officeDocument/2006/relationships/hyperlink" Target="consultantplus://offline/ref=9D1DE96DE2708F786AD3E86163937968B8E96C4E7EB5F99ED856BB14A68B4D6180EAC1C352C7A6B1C015523453E4077B73583C5ED1481BF3473F8CFEu4a7N" TargetMode="External"/><Relationship Id="rId177" Type="http://schemas.openxmlformats.org/officeDocument/2006/relationships/hyperlink" Target="consultantplus://offline/ref=334923090E45C68521A166FBEAF0A12C2350C2F5F9D0A52F4078473EED9CAE8118AA851E56485B2CDCC45ADCCE5FF771A670C12743898B6AT4K5N" TargetMode="External"/><Relationship Id="rId198" Type="http://schemas.openxmlformats.org/officeDocument/2006/relationships/hyperlink" Target="consultantplus://offline/ref=ECA41F9D3DE25B35A825D883F9F87521A71F49942A7EAC49C41CF34C2203BF6099DBF58A588DE219CECA7203D37AE6C1D842351AFEFC1D00v8Z2M" TargetMode="External"/><Relationship Id="rId202" Type="http://schemas.openxmlformats.org/officeDocument/2006/relationships/hyperlink" Target="consultantplus://offline/ref=C7FA2C07A5663DF53614343818859D2C4A55D705582CCB377FF879F9041C46EF1B70F1BF5A4F401018A57A823F9DCD8BEF3DFC40E1CC996B16P1M" TargetMode="External"/><Relationship Id="rId223" Type="http://schemas.openxmlformats.org/officeDocument/2006/relationships/hyperlink" Target="consultantplus://offline/ref=3D430ED77D3D27D3E61109E6CAC7D5E3D727232F922FE63C8E7CB2AD113725C60297266AF8F1AD2555FA06DEB54CF1462D6C25317D1CBCFEKDECO" TargetMode="External"/><Relationship Id="rId244" Type="http://schemas.openxmlformats.org/officeDocument/2006/relationships/hyperlink" Target="consultantplus://offline/ref=D6DCCE74F54E5268A6EB4CFED279687C01128F5695B06B011BA9B58DD90EB62945536347117FA701E3AEBE8DC7634D63A1F112C665A3A817H4KFO" TargetMode="External"/><Relationship Id="rId18" Type="http://schemas.openxmlformats.org/officeDocument/2006/relationships/hyperlink" Target="consultantplus://offline/ref=8E82A02C4FFF85D66D287D7D0DC370C0EFD631AD33026EF863375D06D5320D8B3E5E9D012FF96E136EF3DFA306F15780C1516253043AD4830585D158I6d4N" TargetMode="External"/><Relationship Id="rId39" Type="http://schemas.openxmlformats.org/officeDocument/2006/relationships/hyperlink" Target="consultantplus://offline/ref=8DB6D472D1B49A80884C2288531E9A43D6A9F3A720AF2A9EEEAFA14BDE67ECEE7B778DA4542D0155CC392057398C816FE9F015FB27A154A501S5I" TargetMode="External"/><Relationship Id="rId265" Type="http://schemas.openxmlformats.org/officeDocument/2006/relationships/hyperlink" Target="consultantplus://offline/ref=F492C2E82E8A6BE4FC7B17C27A9ACBE810E4A20C046301C2B442D8BF6C47A984E0CB3A2147D0B071DA566F03290CA4C5F2C15002BA9F9097K1D4P" TargetMode="External"/><Relationship Id="rId50" Type="http://schemas.openxmlformats.org/officeDocument/2006/relationships/hyperlink" Target="consultantplus://offline/ref=59FC60763095C7F382070D4BC495C9613D04D020F347C3AA24EB4DA9B7E2D26E7575625724D41D963191C9751E2E457ED76AE31675DB192AD8V1M" TargetMode="External"/><Relationship Id="rId104" Type="http://schemas.openxmlformats.org/officeDocument/2006/relationships/hyperlink" Target="consultantplus://offline/ref=E627C4D1B329847E8A3934F9EDC0FBD1318E3B8184ADA5A580F681ADC2F86F147381589C67E923739A6A548357FD7F32C09FEA1D27675077xBw5O" TargetMode="External"/><Relationship Id="rId125" Type="http://schemas.openxmlformats.org/officeDocument/2006/relationships/hyperlink" Target="consultantplus://offline/ref=8947AE3B1801D1FD1ED8499E07AA651E31DAAECF5649BBFBAD119D258475D1ED40DCCA28D75F9E3361C26964AFt1d2N" TargetMode="External"/><Relationship Id="rId146" Type="http://schemas.openxmlformats.org/officeDocument/2006/relationships/hyperlink" Target="consultantplus://offline/ref=F7108B869A5F102C1CEE5B2D0433A0573DCD588E45C1B7DC3F4CC96EE6E04FEBAF61FA44CA955E480F6DA87E4862AB7062D0FF568715803Ci5K1M" TargetMode="External"/><Relationship Id="rId167" Type="http://schemas.openxmlformats.org/officeDocument/2006/relationships/hyperlink" Target="consultantplus://offline/ref=BD631CAD88F9809682F1895B1D787B871EB08BC3C49CD39903D7FB01A2B7128C54AF12BEF9C0F33544043B65761026C96F1B5E09A0B3F473k9J8J" TargetMode="External"/><Relationship Id="rId188" Type="http://schemas.openxmlformats.org/officeDocument/2006/relationships/hyperlink" Target="consultantplus://offline/ref=334923090E45C68521A166FBEAF0A12C2350C2F5F9D0A52F4078473EED9CAE8118AA851E56485B23DCC45ADCCE5FF771A670C12743898B6AT4K5N" TargetMode="External"/><Relationship Id="rId71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92" Type="http://schemas.openxmlformats.org/officeDocument/2006/relationships/hyperlink" Target="consultantplus://offline/ref=0CBC704EEEA5833805E2BBABAE301A06978AFC676F7482509929AD8100F77614B6CC1C12983D108681FEDFF62C55A0E72380DE1F03A26559n6bBH" TargetMode="External"/><Relationship Id="rId213" Type="http://schemas.openxmlformats.org/officeDocument/2006/relationships/hyperlink" Target="consultantplus://offline/ref=1FBAA915457F36AFBB20D1D1D9455DDB0B9C5DE6754585F9E43CD35399A6217E88AB64A88D61181B311755162072C35F46CB44A1A63629AFM1V7O" TargetMode="External"/><Relationship Id="rId234" Type="http://schemas.openxmlformats.org/officeDocument/2006/relationships/hyperlink" Target="consultantplus://offline/ref=D6DCCE74F54E5268A6EB4CFED279687C01128F5695B06B011BA9B58DD90EB62945536347117FA702EEAEBE8DC7634D63A1F112C665A3A817H4KFO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3450A9024A6E1DC85AF7A1DC7F26E4950E166AD8E4DA2B39123D5C9D87DEEA82D7BF2BC49EAFBE49EF21B1F70EDE6269A78A3868A4027A6860DB30B64COEO" TargetMode="External"/><Relationship Id="rId255" Type="http://schemas.openxmlformats.org/officeDocument/2006/relationships/hyperlink" Target="consultantplus://offline/ref=D6DCCE74F54E5268A6EB4CFED279687C01128F5695B06B011BA9B58DD90EB62945536347117FA604E6AEBE8DC7634D63A1F112C665A3A817H4KFO" TargetMode="External"/><Relationship Id="rId40" Type="http://schemas.openxmlformats.org/officeDocument/2006/relationships/hyperlink" Target="consultantplus://offline/ref=8DB6D472D1B49A80884C2288531E9A43D6A9F3A720AF2A9EEEAFA14BDE67ECEE7B778DA4542D0550CB392057398C816FE9F015FB27A154A501S5I" TargetMode="External"/><Relationship Id="rId115" Type="http://schemas.openxmlformats.org/officeDocument/2006/relationships/hyperlink" Target="consultantplus://offline/ref=E627C4D1B329847E8A3934F9EDC0FBD1318E3B8184ADA5A580F681ADC2F86F147381589C67E92275996A548357FD7F32C09FEA1D27675077xBw5O" TargetMode="External"/><Relationship Id="rId136" Type="http://schemas.openxmlformats.org/officeDocument/2006/relationships/hyperlink" Target="consultantplus://offline/ref=8DD5868412FEBAC622CAD1721BE68DBA87FB3AF0E79CFAD13E30B5C8FFD3695B47B4A77CEC2EEFB5807A7477BB9D63EEF7D955EA5F0E1DAE39o8L" TargetMode="External"/><Relationship Id="rId157" Type="http://schemas.openxmlformats.org/officeDocument/2006/relationships/hyperlink" Target="consultantplus://offline/ref=9D1DE96DE2708F786AD3E86163937968B8E96C4E7EB5F99ED856BB14A68B4D6180EAC1C352C7A6B1C01552355CE4077B73583C5ED1481BF3473F8CFEu4a7N" TargetMode="External"/><Relationship Id="rId178" Type="http://schemas.openxmlformats.org/officeDocument/2006/relationships/hyperlink" Target="consultantplus://offline/ref=334923090E45C68521A166FBEAF0A12C2350C2F5F9D0A52F4078473EED9CAE8118AA851E56485A2AD2C45ADCCE5FF771A670C12743898B6AT4K5N" TargetMode="External"/><Relationship Id="rId61" Type="http://schemas.openxmlformats.org/officeDocument/2006/relationships/hyperlink" Target="consultantplus://offline/ref=CA865B27948CC09E94E541FCDCF1FAF78BA919F185E082C359B7C013A5E69A7337B822FCBE7139F710359B6A50F8F9A63EF9E296A3F62866kAeAN" TargetMode="External"/><Relationship Id="rId82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199" Type="http://schemas.openxmlformats.org/officeDocument/2006/relationships/hyperlink" Target="consultantplus://offline/ref=1387C0AB4AB98F97CC9D3A8CAC2F4DBE0C1C9476DFAB198A34E423D04D564C713F1F6DDB99FF2882EC7F4A8A297E02B73D264FABCAD1F05141QBM" TargetMode="External"/><Relationship Id="rId203" Type="http://schemas.openxmlformats.org/officeDocument/2006/relationships/hyperlink" Target="consultantplus://offline/ref=C7FA2C07A5663DF53614343818859D2C4A55D705582CCB377FF879F9041C46EF1B70F1BF5A4F41141BA57A823F9DCD8BEF3DFC40E1CC996B16P1M" TargetMode="External"/><Relationship Id="rId19" Type="http://schemas.openxmlformats.org/officeDocument/2006/relationships/hyperlink" Target="consultantplus://offline/ref=8E82A02C4FFF85D66D287D7D0DC370C0EFD631AD33026EF863375D06D5320D8B3E5E9D012FF96E136EF3DBA60BF15780C1516253043AD4830585D158I6d4N" TargetMode="External"/><Relationship Id="rId224" Type="http://schemas.openxmlformats.org/officeDocument/2006/relationships/hyperlink" Target="consultantplus://offline/ref=3D430ED77D3D27D3E61109E6CAC7D5E3D727232F922FE63C8E7CB2AD113725C60297266AF8F1AA2857FA06DEB54CF1462D6C25317D1CBCFEKDECO" TargetMode="External"/><Relationship Id="rId245" Type="http://schemas.openxmlformats.org/officeDocument/2006/relationships/hyperlink" Target="consultantplus://offline/ref=D6DCCE74F54E5268A6EB4CFED279687C01128F5695B06B011BA9B58DD90EB62945536347117FA701EEAEBE8DC7634D63A1F112C665A3A817H4KFO" TargetMode="External"/><Relationship Id="rId266" Type="http://schemas.openxmlformats.org/officeDocument/2006/relationships/hyperlink" Target="consultantplus://offline/ref=8947AE3B1801D1FD1ED8499E07AA651E33DCA5C35E48BBFBAD119D258475D1ED52DC9224D559843067D73F35EA4EBE96958B4D6411282C20t8d4N" TargetMode="External"/><Relationship Id="rId30" Type="http://schemas.openxmlformats.org/officeDocument/2006/relationships/hyperlink" Target="consultantplus://offline/ref=3450A9024A6E1DC85AF7A1DC7F26E4950E166AD8E4DA2B39123D5C9D87DEEA82D7BF2BC49EAFBE49EF21B1F20CDE6269A78A3868A4027A6860DB30B64COEO" TargetMode="External"/><Relationship Id="rId105" Type="http://schemas.openxmlformats.org/officeDocument/2006/relationships/hyperlink" Target="consultantplus://offline/ref=E627C4D1B329847E8A3934F9EDC0FBD1318E3B8184ADA5A580F681ADC2F86F147381589C67E923739E6A548357FD7F32C09FEA1D27675077xBw5O" TargetMode="External"/><Relationship Id="rId126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147" Type="http://schemas.openxmlformats.org/officeDocument/2006/relationships/hyperlink" Target="consultantplus://offline/ref=F7108B869A5F102C1CEE5B2D0433A0573DCD588E45C1B7DC3F4CC96EE6E04FEBAF61FA44CA955E480E6DA87E4862AB7062D0FF568715803Ci5K1M" TargetMode="External"/><Relationship Id="rId168" Type="http://schemas.openxmlformats.org/officeDocument/2006/relationships/hyperlink" Target="consultantplus://offline/ref=BD631CAD88F9809682F1895B1D787B871EB08BC3C49CD39903D7FB01A2B7128C54AF12BEF9C0F3344C043B65761026C96F1B5E09A0B3F473k9J8J" TargetMode="External"/><Relationship Id="rId51" Type="http://schemas.openxmlformats.org/officeDocument/2006/relationships/hyperlink" Target="consultantplus://offline/ref=59FC60763095C7F382070D4BC495C9613D04D020F347C3AA24EB4DA9B7E2D26E7575625724D41D943591C9751E2E457ED76AE31675DB192AD8V1M" TargetMode="External"/><Relationship Id="rId72" Type="http://schemas.openxmlformats.org/officeDocument/2006/relationships/hyperlink" Target="consultantplus://offline/ref=1FBAA915457F36AFBB20D1D1D9455DDB0B9C5DE6754585F9E43CD35399A6217E88AB64A88D61181D361755162072C35F46CB44A1A63629AFM1V7O" TargetMode="External"/><Relationship Id="rId93" Type="http://schemas.openxmlformats.org/officeDocument/2006/relationships/hyperlink" Target="consultantplus://offline/ref=8947AE3B1801D1FD1ED8499E07AA651E33DCA5C35E48BBFBAD119D258475D1ED52DC9224D559843360D73F35EA4EBE96958B4D6411282C20t8d4N" TargetMode="External"/><Relationship Id="rId189" Type="http://schemas.openxmlformats.org/officeDocument/2006/relationships/hyperlink" Target="consultantplus://offline/ref=334923090E45C68521A166FBEAF0A12C2350C2F5F9D0A52F4078473EED9CAE8118AA851E5649572FDDC45ADCCE5FF771A670C12743898B6AT4K5N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8947AE3B1801D1FD1ED8499E07AA651E33DEA3C05241BBFBAD119D258475D1ED52DC9224D55B893263D73F35EA4EBE96958B4D6411282C20t8d4N" TargetMode="External"/><Relationship Id="rId235" Type="http://schemas.openxmlformats.org/officeDocument/2006/relationships/hyperlink" Target="consultantplus://offline/ref=D6DCCE74F54E5268A6EB4CFED279687C01128F5695B06B011BA9B58DD90EB62945536347117FA703E7AEBE8DC7634D63A1F112C665A3A817H4KFO" TargetMode="External"/><Relationship Id="rId256" Type="http://schemas.openxmlformats.org/officeDocument/2006/relationships/hyperlink" Target="consultantplus://offline/ref=D6DCCE74F54E5268A6EB4CFED279687C01128F5695B06B011BA9B58DD90EB62945536347117FA604E0AEBE8DC7634D63A1F112C665A3A817H4KFO" TargetMode="External"/><Relationship Id="rId116" Type="http://schemas.openxmlformats.org/officeDocument/2006/relationships/hyperlink" Target="consultantplus://offline/ref=E627C4D1B329847E8A3934F9EDC0FBD1318E3B8184ADA5A580F681ADC2F86F147381589C67E922759C6A548357FD7F32C09FEA1D27675077xBw5O" TargetMode="External"/><Relationship Id="rId137" Type="http://schemas.openxmlformats.org/officeDocument/2006/relationships/hyperlink" Target="consultantplus://offline/ref=8DD5868412FEBAC622CAD1721BE68DBA87FB3AF0E79CFAD13E30B5C8FFD3695B47B4A77CEC2FE6B5857A7477BB9D63EEF7D955EA5F0E1DAE39o8L" TargetMode="External"/><Relationship Id="rId158" Type="http://schemas.openxmlformats.org/officeDocument/2006/relationships/hyperlink" Target="consultantplus://offline/ref=69C97AD09D37A867DAABA656DAADDB2132E317102A22CAF3FA045EE6906B9F055CDC0AE5398A2F9EDB06E165118BC3A6767A85BABEAEA0F4X7hEM" TargetMode="External"/><Relationship Id="rId20" Type="http://schemas.openxmlformats.org/officeDocument/2006/relationships/hyperlink" Target="consultantplus://offline/ref=8E82A02C4FFF85D66D287D7D0DC370C0EFD631AD33026EF863375D06D5320D8B3E5E9D012FF96E136EF3DBA60AF15780C1516253043AD4830585D158I6d4N" TargetMode="External"/><Relationship Id="rId41" Type="http://schemas.openxmlformats.org/officeDocument/2006/relationships/hyperlink" Target="consultantplus://offline/ref=7A86C4E11B53F295C10EF78CB51500E2F608A543E23A551FAF28FA548D805C49732A42BA221B7C51CCCFF78F0544547E073A794346C72E28O34CI" TargetMode="External"/><Relationship Id="rId62" Type="http://schemas.openxmlformats.org/officeDocument/2006/relationships/hyperlink" Target="consultantplus://offline/ref=CBCCE0BF5DEE19528FF9E75ECA2F18592AAFAC89FB0416154CC0D38A5E9EF73D741C5E48530372A5637A869004A76D8F17511447F71D404Fd0jFN" TargetMode="External"/><Relationship Id="rId83" Type="http://schemas.openxmlformats.org/officeDocument/2006/relationships/hyperlink" Target="consultantplus://offline/ref=01C1CC7CD55A69FD755303C1963AC2797568EAD64E91B9D0E47BE55A78DC39639FC384FB10F2A959053D6DB250729FC2E4F3DF73EACB4D31zEi8P" TargetMode="External"/><Relationship Id="rId179" Type="http://schemas.openxmlformats.org/officeDocument/2006/relationships/hyperlink" Target="consultantplus://offline/ref=8DB6D472D1B49A80884C2288531E9A43D6A9F3A720AF2A9EEEAFA14BDE67ECEE7B778DA4542D0155CC392057398C816FE9F015FB27A154A501S5I" TargetMode="External"/><Relationship Id="rId190" Type="http://schemas.openxmlformats.org/officeDocument/2006/relationships/hyperlink" Target="consultantplus://offline/ref=334923090E45C68521A166FBEAF0A12C2350C2F5F9D0A52F4078473EED9CAE8118AA851E56485B2FD6C45ADCCE5FF771A670C12743898B6AT4K5N" TargetMode="External"/><Relationship Id="rId204" Type="http://schemas.openxmlformats.org/officeDocument/2006/relationships/hyperlink" Target="consultantplus://offline/ref=BE8C1374B042E3F7FB9FE324E3162F87539B94FC16A343C89205FCD9C8FAB1588EAB8240C1EDEA9DB998DABCD576C71409FAE7DC623BECD16Bv2M" TargetMode="External"/><Relationship Id="rId225" Type="http://schemas.openxmlformats.org/officeDocument/2006/relationships/hyperlink" Target="consultantplus://offline/ref=3D430ED77D3D27D3E61109E6CAC7D5E3D727232F922FE63C8E7CB2AD113725C60297266AF8F1AA285DFA06DEB54CF1462D6C25317D1CBCFEKDECO" TargetMode="External"/><Relationship Id="rId246" Type="http://schemas.openxmlformats.org/officeDocument/2006/relationships/hyperlink" Target="consultantplus://offline/ref=D6DCCE74F54E5268A6EB4CFED279687C01128F5695B06B011BA9B58DD90EB62945536347117FA70EE4AEBE8DC7634D63A1F112C665A3A817H4KFO" TargetMode="External"/><Relationship Id="rId267" Type="http://schemas.openxmlformats.org/officeDocument/2006/relationships/hyperlink" Target="consultantplus://offline/ref=8947AE3B1801D1FD1ED8499E07AA651E31DAAECF5649BBFBAD119D258475D1ED40DCCA28D75F9E3361C26964AFt1d2N" TargetMode="External"/><Relationship Id="rId106" Type="http://schemas.openxmlformats.org/officeDocument/2006/relationships/hyperlink" Target="consultantplus://offline/ref=E627C4D1B329847E8A3934F9EDC0FBD1318E3B8184ADA5A580F681ADC2F86F147381589C67E92370996A548357FD7F32C09FEA1D27675077xBw5O" TargetMode="External"/><Relationship Id="rId127" Type="http://schemas.openxmlformats.org/officeDocument/2006/relationships/hyperlink" Target="consultantplus://offline/ref=0FDAF9E2D2F9490AE49049C1AECF22ED0F3AEEA82F2DB9BB8DD94A9CC9BB8AB1D1EED2260ED1A000208CD48BFC13BBF0968BB0C8F782F4725EaFO" TargetMode="External"/><Relationship Id="rId10" Type="http://schemas.openxmlformats.org/officeDocument/2006/relationships/hyperlink" Target="consultantplus://offline/ref=8947AE3B1801D1FD1ED8499E07AA651E33DCA5C35E48BBFBAD119D258475D1ED40DCCA28D75F9E3361C26964AFt1d2N" TargetMode="External"/><Relationship Id="rId31" Type="http://schemas.openxmlformats.org/officeDocument/2006/relationships/hyperlink" Target="consultantplus://offline/ref=BD631CAD88F9809682F1895B1D787B871EB08BC3C49CD39903D7FB01A2B7128C54AF12BEF9C0F33544043B65761026C96F1B5E09A0B3F473k9J8J" TargetMode="External"/><Relationship Id="rId52" Type="http://schemas.openxmlformats.org/officeDocument/2006/relationships/hyperlink" Target="consultantplus://offline/ref=59FC60763095C7F382070D4BC495C9613D04D020F347C3AA24EB4DA9B7E2D26E7575625724D41B903591C9751E2E457ED76AE31675DB192AD8V1M" TargetMode="External"/><Relationship Id="rId73" Type="http://schemas.openxmlformats.org/officeDocument/2006/relationships/hyperlink" Target="consultantplus://offline/ref=1FBAA915457F36AFBB20D1D1D9455DDB0B9C5DE6754585F9E43CD35399A6217E88AB64A88D61181D331755162072C35F46CB44A1A63629AFM1V7O" TargetMode="External"/><Relationship Id="rId94" Type="http://schemas.openxmlformats.org/officeDocument/2006/relationships/hyperlink" Target="consultantplus://offline/ref=E627C4D1B329847E8A3934F9EDC0FBD1318E3B8184ADA5A580F681ADC2F86F147381589C67E92377916A548357FD7F32C09FEA1D27675077xBw5O" TargetMode="External"/><Relationship Id="rId148" Type="http://schemas.openxmlformats.org/officeDocument/2006/relationships/hyperlink" Target="consultantplus://offline/ref=F7108B869A5F102C1CEE5B2D0433A0573DCD588E45C1B7DC3F4CC96EE6E04FEBAF61FA44CA94564E026DA87E4862AB7062D0FF568715803Ci5K1M" TargetMode="External"/><Relationship Id="rId169" Type="http://schemas.openxmlformats.org/officeDocument/2006/relationships/hyperlink" Target="consultantplus://offline/ref=8947AE3B1801D1FD1ED8499E07AA651E31DAAECF5649BBFBAD119D258475D1ED40DCCA28D75F9E3361C26964AFt1d2N" TargetMode="External"/><Relationship Id="rId4" Type="http://schemas.openxmlformats.org/officeDocument/2006/relationships/settings" Target="settings.xml"/><Relationship Id="rId180" Type="http://schemas.openxmlformats.org/officeDocument/2006/relationships/hyperlink" Target="consultantplus://offline/ref=8DB6D472D1B49A80884C2288531E9A43D6A9F3A720AF2A9EEEAFA14BDE67ECEE7B778DA4542D0550CB392057398C816FE9F015FB27A154A501S5I" TargetMode="External"/><Relationship Id="rId215" Type="http://schemas.openxmlformats.org/officeDocument/2006/relationships/hyperlink" Target="consultantplus://offline/ref=454A6D1B1575C9F1C43042A0F5485019B12221598864BF0413504E26E7FDCE2120CB025EACD112B0DB5D206CF9D30BD109652FEFBE47787CVBc2O" TargetMode="External"/><Relationship Id="rId236" Type="http://schemas.openxmlformats.org/officeDocument/2006/relationships/hyperlink" Target="consultantplus://offline/ref=D6DCCE74F54E5268A6EB4CFED279687C01128F5695B06B011BA9B58DD90EB62945536347117FA703E4AEBE8DC7634D63A1F112C665A3A817H4KFO" TargetMode="External"/><Relationship Id="rId257" Type="http://schemas.openxmlformats.org/officeDocument/2006/relationships/hyperlink" Target="consultantplus://offline/ref=D6DCCE74F54E5268A6EB4CFED279687C01128F5695B06B011BA9B58DD90EB62945536347117FA604E1AEBE8DC7634D63A1F112C665A3A817H4KFO" TargetMode="External"/><Relationship Id="rId42" Type="http://schemas.openxmlformats.org/officeDocument/2006/relationships/hyperlink" Target="consultantplus://offline/ref=7A86C4E11B53F295C10EF78CB51500E2F608A543E23A551FAF28FA548D805C49732A42BA221B7C56CCCFF78F0544547E073A794346C72E28O34CI" TargetMode="External"/><Relationship Id="rId84" Type="http://schemas.openxmlformats.org/officeDocument/2006/relationships/hyperlink" Target="consultantplus://offline/ref=01C1CC7CD55A69FD755303C1963AC2797568EAD64E91B9D0E47BE55A78DC39639FC384FB10F2A95A003D6DB250729FC2E4F3DF73EACB4D31zEi8P" TargetMode="External"/><Relationship Id="rId138" Type="http://schemas.openxmlformats.org/officeDocument/2006/relationships/hyperlink" Target="consultantplus://offline/ref=F0A4C79A67ED97633B94F851180DFBA00777E4B727856DDE7891B3FE8D622CADD7E62213F0F2A06AA91FF54BADE4628DDEDC337F8068EAE6ZCwBL" TargetMode="External"/><Relationship Id="rId191" Type="http://schemas.openxmlformats.org/officeDocument/2006/relationships/hyperlink" Target="consultantplus://offline/ref=334923090E45C68521A166FBEAF0A12C2350C2F5F9D0A52F4078473EED9CAE8118AA851E56485B2ED1C45ADCCE5FF771A670C12743898B6AT4K5N" TargetMode="External"/><Relationship Id="rId205" Type="http://schemas.openxmlformats.org/officeDocument/2006/relationships/hyperlink" Target="consultantplus://offline/ref=BE8C1374B042E3F7FB9FE324E3162F87539B94FC16A343C89205FCD9C8FAB1588EAB8240C1ECE69BB098DABCD576C71409FAE7DC623BECD16Bv2M" TargetMode="External"/><Relationship Id="rId247" Type="http://schemas.openxmlformats.org/officeDocument/2006/relationships/hyperlink" Target="consultantplus://offline/ref=D6DCCE74F54E5268A6EB4CFED279687C01128F5695B06B011BA9B58DD90EB62945536347117FA70EE1AEBE8DC7634D63A1F112C665A3A817H4KFO" TargetMode="External"/><Relationship Id="rId107" Type="http://schemas.openxmlformats.org/officeDocument/2006/relationships/hyperlink" Target="consultantplus://offline/ref=E627C4D1B329847E8A3934F9EDC0FBD1318E3B8184ADA5A580F681ADC2F86F147381589C67E923709D6A548357FD7F32C09FEA1D27675077xBw5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&#1087;&#1088;&#1080;&#1082;&#1072;&#1079;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953F4-022A-40A5-9E2A-AED78CB5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приказ2015</Template>
  <TotalTime>9488</TotalTime>
  <Pages>68</Pages>
  <Words>30422</Words>
  <Characters>173406</Characters>
  <Application>Microsoft Office Word</Application>
  <DocSecurity>0</DocSecurity>
  <Lines>1445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203422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Admin</dc:creator>
  <cp:lastModifiedBy>Минфин РТ -  Яруллина Эльмира Равильевна</cp:lastModifiedBy>
  <cp:revision>1981</cp:revision>
  <cp:lastPrinted>2020-04-13T13:44:00Z</cp:lastPrinted>
  <dcterms:created xsi:type="dcterms:W3CDTF">2019-04-25T13:28:00Z</dcterms:created>
  <dcterms:modified xsi:type="dcterms:W3CDTF">2020-06-03T14:42:00Z</dcterms:modified>
</cp:coreProperties>
</file>